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526" w:rsidRDefault="00FD6526" w:rsidP="00D52ABE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6.75pt;height:43.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FD6526" w:rsidRDefault="00FD6526" w:rsidP="00D52ABE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FD6526" w:rsidRDefault="00FD6526" w:rsidP="00D52ABE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FD6526" w:rsidRDefault="00FD6526" w:rsidP="00D52ABE">
      <w:pPr>
        <w:ind w:left="1416" w:firstLine="708"/>
        <w:jc w:val="center"/>
      </w:pPr>
      <w:r>
        <w:rPr>
          <w:sz w:val="32"/>
          <w:szCs w:val="32"/>
          <w:u w:val="single"/>
        </w:rPr>
        <w:t>63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FD6526" w:rsidRDefault="00FD6526" w:rsidP="00D52AB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FD6526" w:rsidRDefault="00FD6526" w:rsidP="00D52ABE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25.04.2024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42</w:t>
      </w:r>
    </w:p>
    <w:p w:rsidR="00FD6526" w:rsidRDefault="00FD6526" w:rsidP="00D52ABE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FD6526" w:rsidRPr="00555B0F" w:rsidRDefault="00FD6526" w:rsidP="00F424E3">
      <w:pPr>
        <w:pStyle w:val="Header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</w:rPr>
      </w:pPr>
    </w:p>
    <w:p w:rsidR="00FD6526" w:rsidRDefault="00FD6526" w:rsidP="009D79F1">
      <w:pPr>
        <w:pStyle w:val="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передачу в оренду земельної ділянки </w:t>
      </w:r>
    </w:p>
    <w:p w:rsidR="00FD6526" w:rsidRDefault="00FD6526" w:rsidP="009D79F1">
      <w:pPr>
        <w:pStyle w:val="1"/>
        <w:tabs>
          <w:tab w:val="left" w:pos="567"/>
        </w:tabs>
        <w:jc w:val="left"/>
        <w:rPr>
          <w:sz w:val="28"/>
          <w:szCs w:val="28"/>
        </w:rPr>
      </w:pPr>
      <w:r>
        <w:rPr>
          <w:sz w:val="28"/>
          <w:szCs w:val="28"/>
        </w:rPr>
        <w:t>по вул. Первомайська, 1В/1-52 в с. Грушівка</w:t>
      </w:r>
    </w:p>
    <w:p w:rsidR="00FD6526" w:rsidRDefault="00FD6526" w:rsidP="005E0C50">
      <w:pPr>
        <w:pStyle w:val="1"/>
        <w:tabs>
          <w:tab w:val="left" w:pos="567"/>
        </w:tabs>
        <w:jc w:val="left"/>
        <w:rPr>
          <w:sz w:val="28"/>
          <w:szCs w:val="28"/>
        </w:rPr>
      </w:pPr>
    </w:p>
    <w:p w:rsidR="00FD6526" w:rsidRPr="00755EFB" w:rsidRDefault="00FD6526" w:rsidP="00B13B0A">
      <w:pPr>
        <w:pStyle w:val="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 xml:space="preserve">Відповідно до пункту 34 частини 1 статті 26 Закону України «Про місцеве самоврядування в Україні» від 21.05.1997 року № 280/97-ВР, зі змінами та доповненнями, статей 12, </w:t>
      </w:r>
      <w:r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 xml:space="preserve">123, 124, </w:t>
      </w:r>
      <w:r>
        <w:rPr>
          <w:sz w:val="28"/>
          <w:szCs w:val="28"/>
        </w:rPr>
        <w:t xml:space="preserve">125, 134 </w:t>
      </w:r>
      <w:r w:rsidRPr="00755EFB">
        <w:rPr>
          <w:sz w:val="28"/>
          <w:szCs w:val="28"/>
        </w:rPr>
        <w:t>Земельного  кодексу  України від 25.10.2001 року № 2768-ІІІ, зі змінами та доповненнями, пунктів 6, 7 розділу ІІ Закону України «Про внесення змін до деяких законодавчих актів України  щодо розмежування земель державної і комунальної в</w:t>
      </w:r>
      <w:r>
        <w:rPr>
          <w:sz w:val="28"/>
          <w:szCs w:val="28"/>
        </w:rPr>
        <w:t xml:space="preserve">ласності» від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>06.09.2012 року №</w:t>
      </w:r>
      <w:r>
        <w:rPr>
          <w:sz w:val="28"/>
          <w:szCs w:val="28"/>
          <w:lang w:val="uk-UA"/>
        </w:rPr>
        <w:t> </w:t>
      </w:r>
      <w:r w:rsidRPr="00755EFB">
        <w:rPr>
          <w:sz w:val="28"/>
          <w:szCs w:val="28"/>
        </w:rPr>
        <w:t xml:space="preserve">5245-VI, </w:t>
      </w:r>
      <w:r>
        <w:rPr>
          <w:sz w:val="28"/>
          <w:szCs w:val="28"/>
        </w:rPr>
        <w:t>розпорядження Кабінету Міністрів України від 12.06.2020 року №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719-р «Про визначення адміністративних центрів та затвердження територій територіальних громад Миколаївської області», </w:t>
      </w:r>
      <w:r w:rsidRPr="00755EFB">
        <w:rPr>
          <w:sz w:val="28"/>
          <w:szCs w:val="28"/>
        </w:rPr>
        <w:t xml:space="preserve">розглянувши </w:t>
      </w:r>
      <w:r w:rsidRPr="008B162A">
        <w:rPr>
          <w:sz w:val="28"/>
          <w:szCs w:val="28"/>
        </w:rPr>
        <w:t>заяв</w:t>
      </w:r>
      <w:r>
        <w:rPr>
          <w:sz w:val="28"/>
          <w:szCs w:val="28"/>
        </w:rPr>
        <w:t>у гр. Опря А.Ю. від 10.04.2024 року №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525/3.13.2-25 щодо припинення договору оренди землі (кадастровий номер 4825480800:01:000:0493) та передачі в користування земельної ділянки по </w:t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вул. Первомайська, 1В/1-52 (кадастровий номер 4825480800:01:000:0492), враховуючи довідку ФОП Стацюк О.А. від 05.04.2024 року вих. № 05-04/24-3 про проведення технічного обстеження об’єкту нерухомого майна по </w:t>
      </w:r>
      <w:r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</w:rPr>
        <w:t>вул. Первомайська, 1В/1-52, у зв’язку з уточненням</w:t>
      </w:r>
      <w:r w:rsidRPr="008B162A">
        <w:rPr>
          <w:sz w:val="28"/>
          <w:szCs w:val="28"/>
        </w:rPr>
        <w:t>, міська ра</w:t>
      </w:r>
      <w:r w:rsidRPr="00755EFB">
        <w:rPr>
          <w:sz w:val="28"/>
          <w:szCs w:val="28"/>
        </w:rPr>
        <w:t>да</w:t>
      </w:r>
    </w:p>
    <w:p w:rsidR="00FD6526" w:rsidRPr="00755EFB" w:rsidRDefault="00FD6526" w:rsidP="00B13B0A">
      <w:pPr>
        <w:pStyle w:val="1"/>
        <w:ind w:firstLine="567"/>
        <w:rPr>
          <w:sz w:val="28"/>
          <w:szCs w:val="28"/>
        </w:rPr>
      </w:pPr>
    </w:p>
    <w:p w:rsidR="00FD6526" w:rsidRPr="00EA014E" w:rsidRDefault="00FD6526" w:rsidP="00EA014E">
      <w:pPr>
        <w:pStyle w:val="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>
        <w:rPr>
          <w:sz w:val="28"/>
          <w:szCs w:val="28"/>
        </w:rPr>
        <w:tab/>
      </w:r>
    </w:p>
    <w:p w:rsidR="00FD6526" w:rsidRDefault="00FD6526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FD6526" w:rsidRDefault="00FD6526" w:rsidP="00B265C1">
      <w:pPr>
        <w:tabs>
          <w:tab w:val="left" w:pos="567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color w:val="FF0000"/>
          <w:sz w:val="28"/>
          <w:szCs w:val="28"/>
        </w:rPr>
        <w:t xml:space="preserve"> </w:t>
      </w:r>
      <w:r w:rsidRPr="00A65FC2">
        <w:rPr>
          <w:sz w:val="28"/>
          <w:szCs w:val="28"/>
        </w:rPr>
        <w:t xml:space="preserve">Припинити </w:t>
      </w:r>
      <w:r>
        <w:rPr>
          <w:sz w:val="28"/>
          <w:szCs w:val="28"/>
        </w:rPr>
        <w:t xml:space="preserve">за згодою сторін </w:t>
      </w:r>
      <w:r w:rsidRPr="00A65FC2">
        <w:rPr>
          <w:sz w:val="28"/>
          <w:szCs w:val="28"/>
        </w:rPr>
        <w:t xml:space="preserve">договір оренди землі від </w:t>
      </w:r>
      <w:r>
        <w:rPr>
          <w:sz w:val="28"/>
          <w:szCs w:val="28"/>
        </w:rPr>
        <w:t>24.01.2017</w:t>
      </w:r>
      <w:r w:rsidRPr="00A65FC2">
        <w:rPr>
          <w:sz w:val="28"/>
          <w:szCs w:val="28"/>
        </w:rPr>
        <w:t xml:space="preserve"> </w:t>
      </w:r>
      <w:r>
        <w:rPr>
          <w:sz w:val="28"/>
          <w:szCs w:val="28"/>
        </w:rPr>
        <w:t>року (номер запису про інше речове право: 19100794)</w:t>
      </w:r>
      <w:r w:rsidRPr="00A65FC2">
        <w:rPr>
          <w:sz w:val="28"/>
          <w:szCs w:val="28"/>
        </w:rPr>
        <w:t xml:space="preserve">, укладений між Первомайською </w:t>
      </w:r>
      <w:r>
        <w:rPr>
          <w:sz w:val="28"/>
          <w:szCs w:val="28"/>
        </w:rPr>
        <w:t>районною державною адміністрацією Миколаївської області</w:t>
      </w:r>
      <w:r w:rsidRPr="00A65FC2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громадянкою Опря Антоніна Юріївна, для будівництва та обслуговування будівель торгівлі в межах території Грушівської сільської ради Первомайського району Миколаївської області </w:t>
      </w:r>
      <w:r w:rsidRPr="00A65FC2">
        <w:rPr>
          <w:sz w:val="28"/>
          <w:szCs w:val="28"/>
        </w:rPr>
        <w:t>(кадастровий номер земельної ділянки 48</w:t>
      </w:r>
      <w:r>
        <w:rPr>
          <w:sz w:val="28"/>
          <w:szCs w:val="28"/>
        </w:rPr>
        <w:t>25480800</w:t>
      </w:r>
      <w:r w:rsidRPr="00A65FC2">
        <w:rPr>
          <w:sz w:val="28"/>
          <w:szCs w:val="28"/>
        </w:rPr>
        <w:t>:</w:t>
      </w:r>
      <w:r>
        <w:rPr>
          <w:sz w:val="28"/>
          <w:szCs w:val="28"/>
        </w:rPr>
        <w:t>01:000:0493).</w:t>
      </w:r>
    </w:p>
    <w:p w:rsidR="00FD6526" w:rsidRDefault="00FD6526" w:rsidP="00B265C1">
      <w:pPr>
        <w:tabs>
          <w:tab w:val="left" w:pos="567"/>
        </w:tabs>
        <w:jc w:val="both"/>
        <w:rPr>
          <w:sz w:val="28"/>
          <w:szCs w:val="28"/>
        </w:rPr>
      </w:pPr>
    </w:p>
    <w:p w:rsidR="00FD6526" w:rsidRPr="0019033B" w:rsidRDefault="00FD6526" w:rsidP="00426D75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C42A4F">
        <w:rPr>
          <w:sz w:val="28"/>
          <w:szCs w:val="28"/>
        </w:rPr>
        <w:t>2. Передати</w:t>
      </w:r>
      <w:r>
        <w:rPr>
          <w:sz w:val="28"/>
          <w:szCs w:val="28"/>
        </w:rPr>
        <w:t xml:space="preserve"> фізичній особі Опря Антоніна Юріївна, за умови виконання підпункту 3. рішення, в користування на умовах оренди строком </w:t>
      </w:r>
      <w:r w:rsidRPr="00DF0602">
        <w:rPr>
          <w:sz w:val="28"/>
          <w:szCs w:val="28"/>
        </w:rPr>
        <w:t>на 5 років</w:t>
      </w:r>
      <w:r>
        <w:rPr>
          <w:sz w:val="28"/>
          <w:szCs w:val="28"/>
        </w:rPr>
        <w:t xml:space="preserve"> земельну ділянку площею 0,0045 га для </w:t>
      </w:r>
      <w:r w:rsidRPr="00BB674F">
        <w:rPr>
          <w:sz w:val="28"/>
          <w:szCs w:val="28"/>
        </w:rPr>
        <w:t xml:space="preserve">обслуговування </w:t>
      </w:r>
      <w:r>
        <w:rPr>
          <w:sz w:val="28"/>
          <w:szCs w:val="28"/>
        </w:rPr>
        <w:t xml:space="preserve">торгівельного павільйону (цільового призначення землі  03.07 – для будівництва та обслуговування будівель торгівлі) по вул. Первомайська, 1В/1-52,                                   с. Грушівка, Первомайський район, Миколаївська область, кадастровий номер земельної ділянки </w:t>
      </w:r>
      <w:r w:rsidRPr="00A65FC2">
        <w:rPr>
          <w:sz w:val="28"/>
          <w:szCs w:val="28"/>
        </w:rPr>
        <w:t>48</w:t>
      </w:r>
      <w:r>
        <w:rPr>
          <w:sz w:val="28"/>
          <w:szCs w:val="28"/>
        </w:rPr>
        <w:t>25480800</w:t>
      </w:r>
      <w:r w:rsidRPr="00A65FC2">
        <w:rPr>
          <w:sz w:val="28"/>
          <w:szCs w:val="28"/>
        </w:rPr>
        <w:t>:</w:t>
      </w:r>
      <w:r>
        <w:rPr>
          <w:sz w:val="28"/>
          <w:szCs w:val="28"/>
        </w:rPr>
        <w:t xml:space="preserve">01:000:0492, </w:t>
      </w:r>
      <w:r w:rsidRPr="0019033B">
        <w:rPr>
          <w:sz w:val="28"/>
          <w:szCs w:val="28"/>
        </w:rPr>
        <w:t>на якій розташований об’єкт нерухомого майна (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</w:t>
      </w:r>
      <w:r w:rsidRPr="0019033B">
        <w:rPr>
          <w:sz w:val="28"/>
          <w:szCs w:val="28"/>
        </w:rPr>
        <w:t xml:space="preserve"> від </w:t>
      </w:r>
      <w:r>
        <w:rPr>
          <w:sz w:val="28"/>
          <w:szCs w:val="28"/>
        </w:rPr>
        <w:t>10</w:t>
      </w:r>
      <w:r w:rsidRPr="0019033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19033B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19033B">
        <w:rPr>
          <w:sz w:val="28"/>
          <w:szCs w:val="28"/>
        </w:rPr>
        <w:t xml:space="preserve"> року</w:t>
      </w:r>
      <w:r>
        <w:rPr>
          <w:sz w:val="28"/>
          <w:szCs w:val="28"/>
        </w:rPr>
        <w:t>, номер запису про право власності: 11109930</w:t>
      </w:r>
      <w:r w:rsidRPr="0019033B">
        <w:rPr>
          <w:sz w:val="28"/>
          <w:szCs w:val="28"/>
        </w:rPr>
        <w:t>).</w:t>
      </w:r>
    </w:p>
    <w:p w:rsidR="00FD6526" w:rsidRDefault="00FD6526" w:rsidP="00D75D7E">
      <w:pPr>
        <w:pStyle w:val="Heading1"/>
        <w:ind w:firstLine="567"/>
        <w:jc w:val="both"/>
        <w:rPr>
          <w:rFonts w:ascii="Times New Roman" w:hAnsi="Times New Roman" w:cs="Times New Roman"/>
          <w:b w:val="0"/>
        </w:rPr>
      </w:pPr>
      <w:r w:rsidRPr="00D52ABE">
        <w:rPr>
          <w:rFonts w:ascii="Times New Roman" w:hAnsi="Times New Roman" w:cs="Times New Roman"/>
          <w:b w:val="0"/>
          <w:lang w:val="uk-UA"/>
        </w:rPr>
        <w:t xml:space="preserve">2.1. При розрахунку розміру орендної плати за земельну ділянку, зазначену в пункті 2 цього рішення, встановити річну ставку орендної плати в розмірі 6 %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№ 4 «Про встановлення ставок орендної плати за землю </w:t>
      </w:r>
      <w:r>
        <w:rPr>
          <w:rFonts w:ascii="Times New Roman" w:hAnsi="Times New Roman" w:cs="Times New Roman"/>
          <w:b w:val="0"/>
        </w:rPr>
        <w:t>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FD6526" w:rsidRDefault="00FD6526" w:rsidP="00B265C1">
      <w:pPr>
        <w:tabs>
          <w:tab w:val="left" w:pos="567"/>
        </w:tabs>
        <w:jc w:val="both"/>
        <w:rPr>
          <w:sz w:val="28"/>
          <w:szCs w:val="28"/>
        </w:rPr>
      </w:pPr>
    </w:p>
    <w:p w:rsidR="00FD6526" w:rsidRDefault="00FD6526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Фізичній особі Опря Антоніна Юріївна:</w:t>
      </w:r>
    </w:p>
    <w:p w:rsidR="00FD6526" w:rsidRDefault="00FD6526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Виконувати обов’язки землекористувача відповідно до вимог статті 96 Земельного кодексу України.</w:t>
      </w:r>
    </w:p>
    <w:p w:rsidR="00FD6526" w:rsidRDefault="00FD6526" w:rsidP="00B265C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3.2. Звернутися до міської ради для укладення додаткової угоди про припинення договору оренди землі </w:t>
      </w:r>
      <w:r w:rsidRPr="00A65FC2">
        <w:rPr>
          <w:sz w:val="28"/>
          <w:szCs w:val="28"/>
        </w:rPr>
        <w:t>(кадастровий номер земельної ділянки 48</w:t>
      </w:r>
      <w:r>
        <w:rPr>
          <w:sz w:val="28"/>
          <w:szCs w:val="28"/>
        </w:rPr>
        <w:t>25480800</w:t>
      </w:r>
      <w:r w:rsidRPr="00A65FC2">
        <w:rPr>
          <w:sz w:val="28"/>
          <w:szCs w:val="28"/>
        </w:rPr>
        <w:t>:</w:t>
      </w:r>
      <w:r>
        <w:rPr>
          <w:sz w:val="28"/>
          <w:szCs w:val="28"/>
        </w:rPr>
        <w:t xml:space="preserve">01:000:0493) та </w:t>
      </w:r>
      <w:r>
        <w:rPr>
          <w:bCs/>
          <w:sz w:val="28"/>
          <w:szCs w:val="28"/>
        </w:rPr>
        <w:t>договору оренди землі (</w:t>
      </w:r>
      <w:r>
        <w:rPr>
          <w:sz w:val="28"/>
          <w:szCs w:val="28"/>
        </w:rPr>
        <w:t xml:space="preserve">кадастровий номер земельної ділянки </w:t>
      </w:r>
      <w:r w:rsidRPr="00A65FC2">
        <w:rPr>
          <w:sz w:val="28"/>
          <w:szCs w:val="28"/>
        </w:rPr>
        <w:t>48</w:t>
      </w:r>
      <w:r>
        <w:rPr>
          <w:sz w:val="28"/>
          <w:szCs w:val="28"/>
        </w:rPr>
        <w:t>25480800</w:t>
      </w:r>
      <w:r w:rsidRPr="00A65FC2">
        <w:rPr>
          <w:sz w:val="28"/>
          <w:szCs w:val="28"/>
        </w:rPr>
        <w:t>:</w:t>
      </w:r>
      <w:r>
        <w:rPr>
          <w:sz w:val="28"/>
          <w:szCs w:val="28"/>
        </w:rPr>
        <w:t>01:000:0492</w:t>
      </w:r>
      <w:r>
        <w:rPr>
          <w:bCs/>
          <w:sz w:val="28"/>
          <w:szCs w:val="28"/>
        </w:rPr>
        <w:t xml:space="preserve">). </w:t>
      </w:r>
    </w:p>
    <w:p w:rsidR="00FD6526" w:rsidRDefault="00FD6526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Після підписання додаткової угоди та договору оренди землі звернутися до суб’єкта державної реєстрації прав для припинення та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FD6526" w:rsidRDefault="00FD6526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FD6526" w:rsidRDefault="00FD6526" w:rsidP="00B265C1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  Використовувати земельну ділянку за цільовим призначенням.</w:t>
      </w:r>
    </w:p>
    <w:p w:rsidR="00FD6526" w:rsidRDefault="00FD6526" w:rsidP="005F5E0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D6526" w:rsidRPr="00B1148E" w:rsidRDefault="00FD6526" w:rsidP="0009549D">
      <w:pPr>
        <w:tabs>
          <w:tab w:val="left" w:pos="567"/>
        </w:tabs>
        <w:jc w:val="both"/>
        <w:rPr>
          <w:sz w:val="28"/>
          <w:szCs w:val="28"/>
        </w:rPr>
      </w:pPr>
      <w:r w:rsidRPr="0019033B"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  <w:r w:rsidRPr="00B1148E">
        <w:rPr>
          <w:sz w:val="28"/>
          <w:szCs w:val="28"/>
        </w:rPr>
        <w:t>. 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FD6526" w:rsidRDefault="00FD6526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FD6526" w:rsidRDefault="00FD6526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FD6526" w:rsidRDefault="00FD6526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FD6526" w:rsidRDefault="00FD6526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</w:t>
      </w:r>
      <w:r>
        <w:rPr>
          <w:sz w:val="28"/>
          <w:szCs w:val="28"/>
          <w:lang w:val="uk-UA"/>
        </w:rPr>
        <w:t xml:space="preserve">      </w:t>
      </w:r>
      <w:r w:rsidRPr="00B1148E">
        <w:rPr>
          <w:sz w:val="28"/>
          <w:szCs w:val="28"/>
          <w:lang w:val="uk-UA"/>
        </w:rPr>
        <w:t xml:space="preserve">                                                 Олег ДЕМЧЕНКО</w:t>
      </w:r>
    </w:p>
    <w:p w:rsidR="00FD6526" w:rsidRDefault="00FD6526" w:rsidP="00A12538">
      <w:pPr>
        <w:pStyle w:val="BodyText2"/>
        <w:spacing w:line="240" w:lineRule="auto"/>
        <w:jc w:val="both"/>
        <w:rPr>
          <w:lang w:val="uk-UA"/>
        </w:rPr>
      </w:pPr>
    </w:p>
    <w:p w:rsidR="00FD6526" w:rsidRDefault="00FD6526" w:rsidP="00A12538">
      <w:pPr>
        <w:pStyle w:val="BodyText2"/>
        <w:spacing w:line="240" w:lineRule="auto"/>
        <w:jc w:val="both"/>
        <w:rPr>
          <w:lang w:val="uk-UA"/>
        </w:rPr>
      </w:pPr>
    </w:p>
    <w:sectPr w:rsidR="00FD6526" w:rsidSect="00D52AB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526" w:rsidRDefault="00FD6526">
      <w:r>
        <w:separator/>
      </w:r>
    </w:p>
  </w:endnote>
  <w:endnote w:type="continuationSeparator" w:id="0">
    <w:p w:rsidR="00FD6526" w:rsidRDefault="00FD6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526" w:rsidRPr="00A909E9" w:rsidRDefault="00FD6526" w:rsidP="00EB13E6">
    <w:pPr>
      <w:pStyle w:val="Footer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FD6526" w:rsidRPr="00D75D7E" w:rsidRDefault="00FD6526" w:rsidP="00D75D7E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D75D7E">
      <w:rPr>
        <w:b/>
        <w:sz w:val="18"/>
        <w:szCs w:val="18"/>
      </w:rPr>
      <w:t>Про передачу в оренду земельної ділянки</w:t>
    </w:r>
    <w:r>
      <w:rPr>
        <w:b/>
        <w:sz w:val="18"/>
        <w:szCs w:val="18"/>
      </w:rPr>
      <w:t xml:space="preserve"> </w:t>
    </w:r>
    <w:r w:rsidRPr="00D75D7E">
      <w:rPr>
        <w:b/>
        <w:sz w:val="18"/>
        <w:szCs w:val="18"/>
      </w:rPr>
      <w:t>по вул. Первомайська, 1В/1-52 в с. Грушівка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526" w:rsidRPr="002063E5" w:rsidRDefault="00FD6526" w:rsidP="002063E5">
    <w:pPr>
      <w:pStyle w:val="Footer"/>
      <w:jc w:val="center"/>
      <w:rPr>
        <w:b/>
        <w:sz w:val="18"/>
        <w:szCs w:val="18"/>
      </w:rPr>
    </w:pPr>
  </w:p>
  <w:p w:rsidR="00FD6526" w:rsidRPr="002063E5" w:rsidRDefault="00FD6526" w:rsidP="002063E5">
    <w:pPr>
      <w:pStyle w:val="Footer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FD6526" w:rsidRPr="002E5003" w:rsidRDefault="00FD6526" w:rsidP="002E5003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2E5003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526" w:rsidRDefault="00FD6526">
      <w:r>
        <w:separator/>
      </w:r>
    </w:p>
  </w:footnote>
  <w:footnote w:type="continuationSeparator" w:id="0">
    <w:p w:rsidR="00FD6526" w:rsidRDefault="00FD6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526" w:rsidRPr="007027EE" w:rsidRDefault="00FD6526" w:rsidP="00223629">
    <w:pPr>
      <w:pStyle w:val="Header"/>
      <w:jc w:val="center"/>
    </w:pPr>
    <w:fldSimple w:instr="PAGE">
      <w:r>
        <w:rPr>
          <w:noProof/>
        </w:rPr>
        <w:t>2</w:t>
      </w:r>
    </w:fldSimple>
    <w:r w:rsidRPr="00223629">
      <w:t xml:space="preserve"> </w:t>
    </w:r>
    <w:r>
      <w:t>і</w:t>
    </w:r>
    <w:r w:rsidRPr="00223629">
      <w:t xml:space="preserve">з </w:t>
    </w:r>
    <w:fldSimple w:instr="NUMPAGES">
      <w:r>
        <w:rPr>
          <w:noProof/>
        </w:rPr>
        <w:t>2</w:t>
      </w:r>
    </w:fldSimple>
  </w:p>
  <w:p w:rsidR="00FD6526" w:rsidRDefault="00FD65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526" w:rsidRPr="001E70D7" w:rsidRDefault="00FD6526">
    <w:pPr>
      <w:pStyle w:val="Header"/>
      <w:jc w:val="center"/>
    </w:pPr>
    <w:r>
      <w:t xml:space="preserve"> </w:t>
    </w:r>
    <w:fldSimple w:instr="PAGE">
      <w:r>
        <w:rPr>
          <w:noProof/>
        </w:rPr>
        <w:t>3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>
        <w:rPr>
          <w:noProof/>
        </w:rPr>
        <w:t>2</w:t>
      </w:r>
    </w:fldSimple>
  </w:p>
  <w:p w:rsidR="00FD6526" w:rsidRPr="00EB13E6" w:rsidRDefault="00FD6526" w:rsidP="0022362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59CF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26B4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2DC"/>
    <w:rsid w:val="000359F4"/>
    <w:rsid w:val="00035FB8"/>
    <w:rsid w:val="00037AFB"/>
    <w:rsid w:val="000402EC"/>
    <w:rsid w:val="0004073B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37F5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327C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C7EF5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A6B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7A0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867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33B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350"/>
    <w:rsid w:val="001A6373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176D"/>
    <w:rsid w:val="0022240D"/>
    <w:rsid w:val="0022254C"/>
    <w:rsid w:val="00222A32"/>
    <w:rsid w:val="00222FB3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268D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F96"/>
    <w:rsid w:val="0027030C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178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172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4CE8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15A"/>
    <w:rsid w:val="002D521A"/>
    <w:rsid w:val="002D6F35"/>
    <w:rsid w:val="002D6FED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003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911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358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0C65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5E57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1AE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6D7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55D3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5CAD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6A1E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38C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A56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4F20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5E08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671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A6BC8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5A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409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57C1B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69A2"/>
    <w:rsid w:val="007771A4"/>
    <w:rsid w:val="00777A77"/>
    <w:rsid w:val="00777DF5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7BF"/>
    <w:rsid w:val="00794BE1"/>
    <w:rsid w:val="007951CF"/>
    <w:rsid w:val="0079570A"/>
    <w:rsid w:val="00795D38"/>
    <w:rsid w:val="00796689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2CD5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516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84A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86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ED0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27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37B8E"/>
    <w:rsid w:val="00940648"/>
    <w:rsid w:val="00941337"/>
    <w:rsid w:val="009420B6"/>
    <w:rsid w:val="009424B6"/>
    <w:rsid w:val="00942D7D"/>
    <w:rsid w:val="00942F1B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03A7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41F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2A2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65C2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729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9F1"/>
    <w:rsid w:val="009D7A30"/>
    <w:rsid w:val="009E0D49"/>
    <w:rsid w:val="009E106F"/>
    <w:rsid w:val="009E2739"/>
    <w:rsid w:val="009E3274"/>
    <w:rsid w:val="009E4AFF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588"/>
    <w:rsid w:val="00A27B3B"/>
    <w:rsid w:val="00A27E37"/>
    <w:rsid w:val="00A27E85"/>
    <w:rsid w:val="00A301CB"/>
    <w:rsid w:val="00A3056C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0D5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AE9"/>
    <w:rsid w:val="00A57FB8"/>
    <w:rsid w:val="00A6105E"/>
    <w:rsid w:val="00A6125A"/>
    <w:rsid w:val="00A62AE9"/>
    <w:rsid w:val="00A62DAB"/>
    <w:rsid w:val="00A62DF5"/>
    <w:rsid w:val="00A63E3A"/>
    <w:rsid w:val="00A64A9B"/>
    <w:rsid w:val="00A65FC2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272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8F6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A17"/>
    <w:rsid w:val="00A95E82"/>
    <w:rsid w:val="00A96FA2"/>
    <w:rsid w:val="00A97424"/>
    <w:rsid w:val="00AA00F6"/>
    <w:rsid w:val="00AA04C7"/>
    <w:rsid w:val="00AA0774"/>
    <w:rsid w:val="00AA174D"/>
    <w:rsid w:val="00AA2206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227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6CAB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46C3"/>
    <w:rsid w:val="00B25134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0D20"/>
    <w:rsid w:val="00B910C1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74F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710"/>
    <w:rsid w:val="00BE58A9"/>
    <w:rsid w:val="00BE6B93"/>
    <w:rsid w:val="00BE77EC"/>
    <w:rsid w:val="00BE7F0A"/>
    <w:rsid w:val="00BF0BF3"/>
    <w:rsid w:val="00BF1931"/>
    <w:rsid w:val="00BF3BD4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4DA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0A5"/>
    <w:rsid w:val="00C33312"/>
    <w:rsid w:val="00C3348B"/>
    <w:rsid w:val="00C34707"/>
    <w:rsid w:val="00C34906"/>
    <w:rsid w:val="00C357D6"/>
    <w:rsid w:val="00C35880"/>
    <w:rsid w:val="00C36B63"/>
    <w:rsid w:val="00C401FC"/>
    <w:rsid w:val="00C42A4F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489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048"/>
    <w:rsid w:val="00C9784C"/>
    <w:rsid w:val="00C97BDD"/>
    <w:rsid w:val="00CA0015"/>
    <w:rsid w:val="00CA0453"/>
    <w:rsid w:val="00CA0F29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F4D"/>
    <w:rsid w:val="00D03339"/>
    <w:rsid w:val="00D034E6"/>
    <w:rsid w:val="00D04336"/>
    <w:rsid w:val="00D05D58"/>
    <w:rsid w:val="00D0691C"/>
    <w:rsid w:val="00D06E14"/>
    <w:rsid w:val="00D07578"/>
    <w:rsid w:val="00D07742"/>
    <w:rsid w:val="00D07B7A"/>
    <w:rsid w:val="00D07F06"/>
    <w:rsid w:val="00D10A87"/>
    <w:rsid w:val="00D111F2"/>
    <w:rsid w:val="00D11FC9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5DAD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578"/>
    <w:rsid w:val="00D47824"/>
    <w:rsid w:val="00D50C71"/>
    <w:rsid w:val="00D51A99"/>
    <w:rsid w:val="00D52552"/>
    <w:rsid w:val="00D52ABE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D7E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28C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B00D4"/>
    <w:rsid w:val="00DB07DD"/>
    <w:rsid w:val="00DB0C19"/>
    <w:rsid w:val="00DB15FE"/>
    <w:rsid w:val="00DB1C77"/>
    <w:rsid w:val="00DB1C96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E91"/>
    <w:rsid w:val="00DC6F4B"/>
    <w:rsid w:val="00DC735E"/>
    <w:rsid w:val="00DC75F0"/>
    <w:rsid w:val="00DC78F8"/>
    <w:rsid w:val="00DC7C2A"/>
    <w:rsid w:val="00DD0A23"/>
    <w:rsid w:val="00DD10A4"/>
    <w:rsid w:val="00DD1E4A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0602"/>
    <w:rsid w:val="00DF10C8"/>
    <w:rsid w:val="00DF122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38B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2C78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1966"/>
    <w:rsid w:val="00E12033"/>
    <w:rsid w:val="00E12150"/>
    <w:rsid w:val="00E1292C"/>
    <w:rsid w:val="00E129F3"/>
    <w:rsid w:val="00E12B00"/>
    <w:rsid w:val="00E14033"/>
    <w:rsid w:val="00E14381"/>
    <w:rsid w:val="00E14C07"/>
    <w:rsid w:val="00E14EA8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25A5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BB8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B9B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6F84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1B6F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0898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0A3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4EC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5B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A62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EF79E8"/>
    <w:rsid w:val="00F0005B"/>
    <w:rsid w:val="00F00E8B"/>
    <w:rsid w:val="00F01D80"/>
    <w:rsid w:val="00F022A7"/>
    <w:rsid w:val="00F0249A"/>
    <w:rsid w:val="00F02EB2"/>
    <w:rsid w:val="00F031A9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4CA7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1DD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526"/>
    <w:rsid w:val="00FD66FB"/>
    <w:rsid w:val="00FD71F3"/>
    <w:rsid w:val="00FD7BA1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2F2D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36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1836"/>
    <w:pPr>
      <w:keepNext/>
      <w:jc w:val="center"/>
      <w:outlineLvl w:val="1"/>
    </w:pPr>
    <w:rPr>
      <w:rFonts w:ascii="Arial" w:hAnsi="Arial" w:cs="Arial"/>
      <w:b/>
      <w:bCs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3DD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1836"/>
    <w:rPr>
      <w:rFonts w:ascii="Arial" w:eastAsia="Times New Roman" w:hAnsi="Arial"/>
      <w:b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01836"/>
    <w:rPr>
      <w:rFonts w:ascii="Arial" w:eastAsia="Times New Roman" w:hAnsi="Arial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E3DD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erChar">
    <w:name w:val="Header Char"/>
    <w:link w:val="Header"/>
    <w:uiPriority w:val="99"/>
    <w:locked/>
    <w:rsid w:val="00601836"/>
    <w:rPr>
      <w:rFonts w:eastAsia="Times New Roman"/>
      <w:sz w:val="24"/>
      <w:lang w:eastAsia="ru-RU"/>
    </w:rPr>
  </w:style>
  <w:style w:type="paragraph" w:styleId="Header">
    <w:name w:val="header"/>
    <w:basedOn w:val="Normal"/>
    <w:link w:val="HeaderChar"/>
    <w:uiPriority w:val="99"/>
    <w:rsid w:val="00601836"/>
    <w:pPr>
      <w:tabs>
        <w:tab w:val="center" w:pos="4153"/>
        <w:tab w:val="right" w:pos="8306"/>
      </w:tabs>
    </w:pPr>
    <w:rPr>
      <w:lang w:val="ru-RU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D95CB0"/>
    <w:rPr>
      <w:sz w:val="24"/>
      <w:szCs w:val="24"/>
      <w:lang w:val="uk-UA"/>
    </w:rPr>
  </w:style>
  <w:style w:type="character" w:customStyle="1" w:styleId="BodyTextIndentChar1">
    <w:name w:val="Body Text Indent Char1"/>
    <w:link w:val="BodyTextIndent"/>
    <w:uiPriority w:val="99"/>
    <w:locked/>
    <w:rsid w:val="00601836"/>
    <w:rPr>
      <w:rFonts w:eastAsia="Times New Roman"/>
      <w:sz w:val="24"/>
      <w:lang w:val="uk-UA"/>
    </w:rPr>
  </w:style>
  <w:style w:type="paragraph" w:styleId="BodyTextIndent">
    <w:name w:val="Body Text Indent"/>
    <w:basedOn w:val="Normal"/>
    <w:link w:val="BodyTextIndentChar1"/>
    <w:uiPriority w:val="99"/>
    <w:rsid w:val="006018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95CB0"/>
    <w:rPr>
      <w:sz w:val="24"/>
      <w:szCs w:val="24"/>
      <w:lang w:val="uk-UA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601836"/>
    <w:rPr>
      <w:rFonts w:eastAsia="Times New Roman"/>
      <w:sz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601836"/>
    <w:pPr>
      <w:spacing w:after="120" w:line="480" w:lineRule="auto"/>
      <w:ind w:left="283"/>
    </w:pPr>
    <w:rPr>
      <w:lang w:val="ru-RU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D95CB0"/>
    <w:rPr>
      <w:sz w:val="24"/>
      <w:szCs w:val="24"/>
      <w:lang w:val="uk-UA"/>
    </w:rPr>
  </w:style>
  <w:style w:type="character" w:customStyle="1" w:styleId="BodyTextIndentChar2">
    <w:name w:val="Body Text Indent Char2"/>
    <w:aliases w:val="Основной текст с отступом Знак Знак Char,Body Text Indent Char21"/>
    <w:link w:val="1"/>
    <w:uiPriority w:val="99"/>
    <w:locked/>
    <w:rsid w:val="00601836"/>
    <w:rPr>
      <w:rFonts w:eastAsia="Times New Roman"/>
      <w:sz w:val="24"/>
      <w:lang w:eastAsia="ru-RU"/>
    </w:rPr>
  </w:style>
  <w:style w:type="paragraph" w:customStyle="1" w:styleId="1">
    <w:name w:val="Основной текст с отступом1"/>
    <w:aliases w:val="Основной текст с отступом Знак Знак,Body Text Indent1"/>
    <w:basedOn w:val="Normal"/>
    <w:link w:val="BodyTextIndentChar2"/>
    <w:uiPriority w:val="99"/>
    <w:rsid w:val="00601836"/>
    <w:pPr>
      <w:jc w:val="both"/>
    </w:pPr>
    <w:rPr>
      <w:lang w:val="ru-RU"/>
    </w:rPr>
  </w:style>
  <w:style w:type="paragraph" w:styleId="Footer">
    <w:name w:val="footer"/>
    <w:basedOn w:val="Normal"/>
    <w:link w:val="FooterChar"/>
    <w:uiPriority w:val="99"/>
    <w:rsid w:val="00A422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5CB0"/>
    <w:rPr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A422A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F07D62"/>
    <w:rPr>
      <w:rFonts w:ascii="Arial" w:hAnsi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7D62"/>
    <w:rPr>
      <w:rFonts w:ascii="Arial" w:eastAsia="Times New Roman" w:hAnsi="Arial"/>
      <w:sz w:val="16"/>
      <w:lang w:val="uk-UA"/>
    </w:rPr>
  </w:style>
  <w:style w:type="paragraph" w:customStyle="1" w:styleId="moto-textsystem13">
    <w:name w:val="moto-text_system_1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customStyle="1" w:styleId="moto-color53">
    <w:name w:val="moto-color5_3"/>
    <w:basedOn w:val="DefaultParagraphFont"/>
    <w:uiPriority w:val="99"/>
    <w:rsid w:val="00114CAB"/>
    <w:rPr>
      <w:rFonts w:cs="Times New Roman"/>
    </w:rPr>
  </w:style>
  <w:style w:type="paragraph" w:customStyle="1" w:styleId="moto-text216">
    <w:name w:val="moto-text_216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customStyle="1" w:styleId="moto-text223">
    <w:name w:val="moto-text_22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styleId="NormalWeb">
    <w:name w:val="Normal (Web)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styleId="Strong">
    <w:name w:val="Strong"/>
    <w:basedOn w:val="DefaultParagraphFont"/>
    <w:uiPriority w:val="99"/>
    <w:qFormat/>
    <w:rsid w:val="008E3DD9"/>
    <w:rPr>
      <w:rFonts w:cs="Times New Roman"/>
      <w:b/>
      <w:bCs/>
    </w:rPr>
  </w:style>
  <w:style w:type="paragraph" w:customStyle="1" w:styleId="gm-style-pbt">
    <w:name w:val="gm-style-pbt"/>
    <w:basedOn w:val="Normal"/>
    <w:uiPriority w:val="99"/>
    <w:rsid w:val="008E3DD9"/>
    <w:pPr>
      <w:spacing w:before="100" w:beforeAutospacing="1" w:after="100" w:afterAutospacing="1"/>
    </w:pPr>
    <w:rPr>
      <w:lang w:val="ru-RU"/>
    </w:rPr>
  </w:style>
  <w:style w:type="character" w:customStyle="1" w:styleId="10">
    <w:name w:val="Основной текст с отступом Знак1"/>
    <w:basedOn w:val="DefaultParagraphFont"/>
    <w:uiPriority w:val="99"/>
    <w:semiHidden/>
    <w:locked/>
    <w:rsid w:val="00344B19"/>
    <w:rPr>
      <w:rFonts w:eastAsia="Times New Roman" w:cs="Times New Roman"/>
      <w:sz w:val="24"/>
      <w:szCs w:val="24"/>
      <w:lang w:val="uk-UA"/>
    </w:rPr>
  </w:style>
  <w:style w:type="paragraph" w:styleId="BodyText2">
    <w:name w:val="Body Text 2"/>
    <w:basedOn w:val="Normal"/>
    <w:link w:val="BodyText2Char"/>
    <w:uiPriority w:val="99"/>
    <w:rsid w:val="00A12538"/>
    <w:pPr>
      <w:spacing w:after="120" w:line="480" w:lineRule="auto"/>
    </w:pPr>
    <w:rPr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12538"/>
    <w:rPr>
      <w:rFonts w:cs="Times New Roman"/>
      <w:sz w:val="24"/>
      <w:szCs w:val="24"/>
    </w:rPr>
  </w:style>
  <w:style w:type="character" w:customStyle="1" w:styleId="rvts0">
    <w:name w:val="rvts0"/>
    <w:basedOn w:val="DefaultParagraphFont"/>
    <w:uiPriority w:val="99"/>
    <w:rsid w:val="00D85D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8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8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8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8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8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8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8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8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9581544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8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2114</TotalTime>
  <Pages>2</Pages>
  <Words>649</Words>
  <Characters>3703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Анжела</cp:lastModifiedBy>
  <cp:revision>205</cp:revision>
  <cp:lastPrinted>2024-04-26T10:53:00Z</cp:lastPrinted>
  <dcterms:created xsi:type="dcterms:W3CDTF">2022-11-11T11:03:00Z</dcterms:created>
  <dcterms:modified xsi:type="dcterms:W3CDTF">2024-04-30T12:17:00Z</dcterms:modified>
</cp:coreProperties>
</file>