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0C" w:rsidRDefault="00AB7B0C" w:rsidP="00FE07E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3.5pt;visibility:visible">
            <v:imagedata r:id="rId7" o:title=""/>
          </v:shape>
        </w:pict>
      </w:r>
    </w:p>
    <w:p w:rsidR="00AB7B0C" w:rsidRDefault="00AB7B0C" w:rsidP="00FE07E0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B7B0C" w:rsidRDefault="00AB7B0C" w:rsidP="00FE07E0">
      <w:pPr>
        <w:tabs>
          <w:tab w:val="center" w:pos="4819"/>
          <w:tab w:val="right" w:pos="9638"/>
        </w:tabs>
        <w:jc w:val="center"/>
        <w:rPr>
          <w:sz w:val="28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B7B0C" w:rsidRDefault="00AB7B0C" w:rsidP="00FE07E0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>44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B7B0C" w:rsidRDefault="00AB7B0C" w:rsidP="00FE07E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B7B0C" w:rsidRDefault="00AB7B0C" w:rsidP="00FE07E0">
      <w:pPr>
        <w:rPr>
          <w:noProof/>
          <w:sz w:val="28"/>
          <w:szCs w:val="20"/>
        </w:rPr>
      </w:pPr>
    </w:p>
    <w:p w:rsidR="00AB7B0C" w:rsidRPr="00FE07E0" w:rsidRDefault="00AB7B0C" w:rsidP="00FE07E0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25.05.2023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29</w:t>
      </w:r>
    </w:p>
    <w:p w:rsidR="00AB7B0C" w:rsidRDefault="00AB7B0C" w:rsidP="00FE07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B7B0C" w:rsidRPr="00FE07E0" w:rsidRDefault="00AB7B0C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B7B0C" w:rsidRDefault="00AB7B0C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AB7B0C" w:rsidRDefault="00AB7B0C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AB7B0C" w:rsidRDefault="00AB7B0C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AB7B0C" w:rsidRDefault="00AB7B0C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AB7B0C" w:rsidRDefault="00AB7B0C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AB7B0C" w:rsidRPr="00D73DA0" w:rsidRDefault="00AB7B0C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AB7B0C" w:rsidRPr="00D73DA0" w:rsidRDefault="00AB7B0C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B7B0C" w:rsidRPr="00D73DA0" w:rsidRDefault="00AB7B0C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>
        <w:rPr>
          <w:sz w:val="28"/>
          <w:szCs w:val="28"/>
          <w:lang w:val="uk-UA"/>
        </w:rPr>
        <w:t xml:space="preserve">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землеустрій» від 22.05.2003 року №  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заяви громадян, міська рада</w:t>
      </w:r>
    </w:p>
    <w:p w:rsidR="00AB7B0C" w:rsidRPr="00D73DA0" w:rsidRDefault="00AB7B0C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B7B0C" w:rsidRPr="00D73DA0" w:rsidRDefault="00AB7B0C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AB7B0C" w:rsidRPr="00D73DA0" w:rsidRDefault="00AB7B0C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B7B0C" w:rsidRPr="00D73DA0" w:rsidRDefault="00AB7B0C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AB7B0C" w:rsidRDefault="00AB7B0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1. Скрипник Борис Микитович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0381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Академіка Сергія Корольова, 4-а,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0:0</w:t>
      </w:r>
      <w:r>
        <w:rPr>
          <w:sz w:val="28"/>
          <w:szCs w:val="28"/>
          <w:lang w:val="uk-UA"/>
        </w:rPr>
        <w:t>50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на якій розташований житловий будинок (договір про безстрокове користування від 02.12.1977 року № 9269) </w:t>
      </w:r>
      <w:r w:rsidRPr="00D73DA0">
        <w:rPr>
          <w:sz w:val="28"/>
          <w:szCs w:val="28"/>
          <w:lang w:val="uk-UA"/>
        </w:rPr>
        <w:t>;</w:t>
      </w:r>
    </w:p>
    <w:p w:rsidR="00AB7B0C" w:rsidRDefault="00AB7B0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 Бекерський Дмитро Георгійович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0402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Лізи Чайкіної, 21,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12.02.2020 року, номер запису про право власності: 35456338)</w:t>
      </w:r>
      <w:r w:rsidRPr="00D73DA0">
        <w:rPr>
          <w:sz w:val="28"/>
          <w:szCs w:val="28"/>
          <w:lang w:val="uk-UA"/>
        </w:rPr>
        <w:t>;</w:t>
      </w:r>
    </w:p>
    <w:p w:rsidR="00AB7B0C" w:rsidRDefault="00AB7B0C" w:rsidP="00D15D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Півень Наталія Дмитріївна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ХХХХХХХХХХ)               1/2 частки та Півень Олександр Миколайович (ідентифікаційний номер 2326108859) 1/2 частки загальної площі 0,0717 га для будівництва і обслуговування жилого будинку, господарських будівель і споруд (присадибна ділянка) у спільну часткову власність по вул. Михайла Коцюбинського, 16,                        м. Первомайськ, Миколаївська область (кадастровий номер земельної ділянки 4810400000:04:019:0013),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свідоцтва про реєстрацію права власності на нерухоме майно від                    25.10.2004 року, реєстраційний номер:7642269);</w:t>
      </w:r>
    </w:p>
    <w:p w:rsidR="00AB7B0C" w:rsidRDefault="00AB7B0C" w:rsidP="003E4C2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Микитюк Лілія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Князя Святослава, 101,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3003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27.01.2020 року                № 131)</w:t>
      </w:r>
      <w:r w:rsidRPr="00D73DA0">
        <w:rPr>
          <w:sz w:val="28"/>
          <w:szCs w:val="28"/>
          <w:lang w:val="uk-UA"/>
        </w:rPr>
        <w:t>;</w:t>
      </w:r>
    </w:p>
    <w:p w:rsidR="00AB7B0C" w:rsidRDefault="00AB7B0C" w:rsidP="0034093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Цопа Максим Олександрович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0730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Нестора Літописця, 34,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6F63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27.01.2023 року, номер запису про право власності: 49079063)</w:t>
      </w:r>
      <w:r w:rsidRPr="00D73DA0">
        <w:rPr>
          <w:sz w:val="28"/>
          <w:szCs w:val="28"/>
          <w:lang w:val="uk-UA"/>
        </w:rPr>
        <w:t>;</w:t>
      </w:r>
    </w:p>
    <w:p w:rsidR="00AB7B0C" w:rsidRDefault="00AB7B0C" w:rsidP="00235D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6. Осташ Лілія Сергіївна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0620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вул. Брянська, 16 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07:084:0018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на якій розташований житловий будинок (витяг з Державного реєстру речових прав від 14.04.2023 року, номер відомостей про речове право: 49945207)</w:t>
      </w:r>
      <w:r w:rsidRPr="00D73DA0">
        <w:rPr>
          <w:sz w:val="28"/>
          <w:szCs w:val="28"/>
          <w:lang w:val="uk-UA"/>
        </w:rPr>
        <w:t>;</w:t>
      </w:r>
    </w:p>
    <w:p w:rsidR="00AB7B0C" w:rsidRDefault="00AB7B0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Коваленко Анатолій Іванович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1628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Центральна, 107, с. Кінецьпіль, Первомайський район</w:t>
      </w:r>
      <w:r w:rsidRPr="00D73DA0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4825482800:02:016:0054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на якій розташований житловий будинок (договір купівлі – продажу від 26.06.1990 року № 132)</w:t>
      </w:r>
      <w:r w:rsidRPr="00D73DA0">
        <w:rPr>
          <w:sz w:val="28"/>
          <w:szCs w:val="28"/>
          <w:lang w:val="uk-UA"/>
        </w:rPr>
        <w:t>;</w:t>
      </w:r>
    </w:p>
    <w:p w:rsidR="00AB7B0C" w:rsidRDefault="00AB7B0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Солодка Ольга Леонідівна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Просвіти, 4,       м. Первомайськ</w:t>
      </w:r>
      <w:r w:rsidRPr="00D73DA0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4810400000:06:053:0020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на якій розташований житловий будинок (витяг з Державного реєстру речових прав від 30.07.2020 року, номер запису про право власності: 37632117)</w:t>
      </w:r>
      <w:r w:rsidRPr="00D73DA0">
        <w:rPr>
          <w:sz w:val="28"/>
          <w:szCs w:val="28"/>
          <w:lang w:val="uk-UA"/>
        </w:rPr>
        <w:t>;</w:t>
      </w:r>
    </w:p>
    <w:p w:rsidR="00AB7B0C" w:rsidRDefault="00AB7B0C" w:rsidP="00317F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Ващук Андрій Андрійович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ХХХХХХХХХХ) 3/10 частки та Ващук Світлана Маратівна (ідентифікаційний номер</w:t>
      </w:r>
      <w:r w:rsidRPr="00907A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ХХХХХХХХХХ) 7/10 частки загальної площі 0,0772 га для будівництва і обслуговування жилого будинку, господарських будівель і споруд (присадибна ділянка) у спільну часткову власність по вул. Академіка Сергія Корольова, 30, м. Первомайськ, Миколаївська область (кадастровий номер земельної ділянки 4810400000:10:050:0016),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про реєстрацію права власності на нерухоме майно від 18.03.2008 року, реєстраційний номер:20868713,  договір купівлі-продажу від 09.01.1980 року      № 5347).</w:t>
      </w:r>
    </w:p>
    <w:p w:rsidR="00AB7B0C" w:rsidRDefault="00AB7B0C" w:rsidP="00814F7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B7B0C" w:rsidRDefault="00AB7B0C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. Громадянам, зазначеним у</w:t>
      </w:r>
      <w:r>
        <w:rPr>
          <w:sz w:val="28"/>
          <w:szCs w:val="28"/>
          <w:lang w:val="uk-UA"/>
        </w:rPr>
        <w:t xml:space="preserve"> пункті 1 рішення</w:t>
      </w:r>
      <w:r w:rsidRPr="00D73DA0">
        <w:rPr>
          <w:sz w:val="28"/>
          <w:szCs w:val="28"/>
          <w:lang w:val="uk-UA"/>
        </w:rPr>
        <w:t>:</w:t>
      </w:r>
    </w:p>
    <w:p w:rsidR="00AB7B0C" w:rsidRPr="00D73DA0" w:rsidRDefault="00AB7B0C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AB7B0C" w:rsidRPr="00D73DA0" w:rsidRDefault="00AB7B0C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AB7B0C" w:rsidRDefault="00AB7B0C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B7B0C" w:rsidRPr="00D73DA0" w:rsidRDefault="00AB7B0C" w:rsidP="00676E80">
      <w:pPr>
        <w:pStyle w:val="BodyTextIndent2"/>
        <w:ind w:firstLine="567"/>
        <w:rPr>
          <w:sz w:val="28"/>
          <w:szCs w:val="28"/>
        </w:rPr>
      </w:pPr>
    </w:p>
    <w:p w:rsidR="00AB7B0C" w:rsidRPr="00D73DA0" w:rsidRDefault="00AB7B0C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B7B0C" w:rsidRPr="00D73DA0" w:rsidRDefault="00AB7B0C" w:rsidP="00676E80">
      <w:pPr>
        <w:pStyle w:val="BodyTextIndent2"/>
        <w:ind w:firstLine="567"/>
        <w:rPr>
          <w:sz w:val="28"/>
          <w:szCs w:val="28"/>
          <w:lang w:val="ru-RU"/>
        </w:rPr>
      </w:pPr>
    </w:p>
    <w:p w:rsidR="00AB7B0C" w:rsidRPr="00D73DA0" w:rsidRDefault="00AB7B0C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B7B0C" w:rsidRDefault="00AB7B0C" w:rsidP="00676E8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AB7B0C" w:rsidRDefault="00AB7B0C" w:rsidP="00676E80">
      <w:pPr>
        <w:pStyle w:val="BodyTextIndent2"/>
        <w:ind w:firstLine="0"/>
        <w:rPr>
          <w:sz w:val="28"/>
          <w:szCs w:val="28"/>
        </w:rPr>
      </w:pPr>
    </w:p>
    <w:p w:rsidR="00AB7B0C" w:rsidRPr="00D73DA0" w:rsidRDefault="00AB7B0C" w:rsidP="00676E80">
      <w:pPr>
        <w:pStyle w:val="BodyTextIndent2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AB7B0C" w:rsidRDefault="00AB7B0C" w:rsidP="00676E80">
      <w:pPr>
        <w:pStyle w:val="BodyTextIndent2"/>
        <w:ind w:firstLine="0"/>
        <w:rPr>
          <w:sz w:val="24"/>
          <w:szCs w:val="24"/>
          <w:lang w:val="ru-RU"/>
        </w:rPr>
      </w:pPr>
    </w:p>
    <w:p w:rsidR="00AB7B0C" w:rsidRDefault="00AB7B0C" w:rsidP="00676E80">
      <w:pPr>
        <w:pStyle w:val="BodyTextIndent2"/>
        <w:ind w:firstLine="0"/>
        <w:rPr>
          <w:sz w:val="24"/>
          <w:szCs w:val="24"/>
          <w:lang w:val="ru-RU"/>
        </w:rPr>
      </w:pPr>
    </w:p>
    <w:sectPr w:rsidR="00AB7B0C" w:rsidSect="00FE07E0">
      <w:headerReference w:type="default" r:id="rId9"/>
      <w:footerReference w:type="default" r:id="rId10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B0C" w:rsidRDefault="00AB7B0C">
      <w:r>
        <w:separator/>
      </w:r>
    </w:p>
  </w:endnote>
  <w:endnote w:type="continuationSeparator" w:id="0">
    <w:p w:rsidR="00AB7B0C" w:rsidRDefault="00AB7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0C" w:rsidRPr="00292953" w:rsidRDefault="00AB7B0C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AB7B0C" w:rsidRPr="00DE5E46" w:rsidRDefault="00AB7B0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AB7B0C" w:rsidRPr="00DE5E46" w:rsidRDefault="00AB7B0C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B0C" w:rsidRDefault="00AB7B0C">
      <w:r>
        <w:separator/>
      </w:r>
    </w:p>
  </w:footnote>
  <w:footnote w:type="continuationSeparator" w:id="0">
    <w:p w:rsidR="00AB7B0C" w:rsidRDefault="00AB7B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0C" w:rsidRPr="00F11EBF" w:rsidRDefault="00AB7B0C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3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3</w:t>
      </w:r>
    </w:fldSimple>
  </w:p>
  <w:p w:rsidR="00AB7B0C" w:rsidRDefault="00AB7B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AF6"/>
    <w:rsid w:val="000E7541"/>
    <w:rsid w:val="000E7D9E"/>
    <w:rsid w:val="000E7E88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9DD"/>
    <w:rsid w:val="000F4B01"/>
    <w:rsid w:val="000F5A5E"/>
    <w:rsid w:val="000F5C24"/>
    <w:rsid w:val="000F5F2B"/>
    <w:rsid w:val="000F6E78"/>
    <w:rsid w:val="000F6FD6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C2F"/>
    <w:rsid w:val="00101E40"/>
    <w:rsid w:val="001020C9"/>
    <w:rsid w:val="001020D9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4BBC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27A1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9AA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37B1"/>
    <w:rsid w:val="0027401D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4CA"/>
    <w:rsid w:val="00312A74"/>
    <w:rsid w:val="00312D4B"/>
    <w:rsid w:val="003138BC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0C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4B8"/>
    <w:rsid w:val="0033668E"/>
    <w:rsid w:val="00336839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25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10AE4"/>
    <w:rsid w:val="00410EF2"/>
    <w:rsid w:val="00411415"/>
    <w:rsid w:val="00412B0D"/>
    <w:rsid w:val="00412C37"/>
    <w:rsid w:val="00412D64"/>
    <w:rsid w:val="00412E4C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565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80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D15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32A"/>
    <w:rsid w:val="007437CE"/>
    <w:rsid w:val="00743898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6F6"/>
    <w:rsid w:val="00754C3E"/>
    <w:rsid w:val="00754D20"/>
    <w:rsid w:val="00754E46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721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FF5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7D3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8A5"/>
    <w:rsid w:val="007F5E78"/>
    <w:rsid w:val="007F5F55"/>
    <w:rsid w:val="007F63C1"/>
    <w:rsid w:val="007F6A1C"/>
    <w:rsid w:val="007F6BCB"/>
    <w:rsid w:val="007F794B"/>
    <w:rsid w:val="007F7E92"/>
    <w:rsid w:val="0080017D"/>
    <w:rsid w:val="00800587"/>
    <w:rsid w:val="0080080D"/>
    <w:rsid w:val="008014B1"/>
    <w:rsid w:val="008017CD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A36"/>
    <w:rsid w:val="00906BB7"/>
    <w:rsid w:val="00906EDB"/>
    <w:rsid w:val="009075B0"/>
    <w:rsid w:val="00907AD0"/>
    <w:rsid w:val="00907BFD"/>
    <w:rsid w:val="00907EDF"/>
    <w:rsid w:val="009109B2"/>
    <w:rsid w:val="00910D8C"/>
    <w:rsid w:val="00911137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42A4"/>
    <w:rsid w:val="00A242AA"/>
    <w:rsid w:val="00A242E0"/>
    <w:rsid w:val="00A243F7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15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38C"/>
    <w:rsid w:val="00AB03FC"/>
    <w:rsid w:val="00AB0E57"/>
    <w:rsid w:val="00AB132F"/>
    <w:rsid w:val="00AB15CF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B0C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75E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C9B"/>
    <w:rsid w:val="00B2725F"/>
    <w:rsid w:val="00B27429"/>
    <w:rsid w:val="00B27743"/>
    <w:rsid w:val="00B2781C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008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2F7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2DE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D02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6EBB"/>
    <w:rsid w:val="00C0705C"/>
    <w:rsid w:val="00C0788B"/>
    <w:rsid w:val="00C07939"/>
    <w:rsid w:val="00C07C0A"/>
    <w:rsid w:val="00C07CB8"/>
    <w:rsid w:val="00C1093F"/>
    <w:rsid w:val="00C10C80"/>
    <w:rsid w:val="00C11432"/>
    <w:rsid w:val="00C1180C"/>
    <w:rsid w:val="00C11940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603"/>
    <w:rsid w:val="00C25DEC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6BAA"/>
    <w:rsid w:val="00C86F85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72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938"/>
    <w:rsid w:val="00D02A9B"/>
    <w:rsid w:val="00D03237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5D4"/>
    <w:rsid w:val="00D318C1"/>
    <w:rsid w:val="00D31ACE"/>
    <w:rsid w:val="00D323A7"/>
    <w:rsid w:val="00D330AB"/>
    <w:rsid w:val="00D33718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DA0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C2E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17BB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4E9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7E0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0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2453</TotalTime>
  <Pages>3</Pages>
  <Words>1059</Words>
  <Characters>6039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728</cp:revision>
  <cp:lastPrinted>2023-05-26T08:20:00Z</cp:lastPrinted>
  <dcterms:created xsi:type="dcterms:W3CDTF">2019-02-05T06:57:00Z</dcterms:created>
  <dcterms:modified xsi:type="dcterms:W3CDTF">2023-06-01T12:34:00Z</dcterms:modified>
</cp:coreProperties>
</file>