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D08" w:rsidRDefault="008B7D08" w:rsidP="00FC2016">
      <w:pPr>
        <w:jc w:val="center"/>
        <w:rPr>
          <w:sz w:val="40"/>
          <w:szCs w:val="4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9" o:spid="_x0000_i1025" type="#_x0000_t75" style="width:37.5pt;height:45pt;visibility:visible">
            <v:imagedata r:id="rId7" o:title=""/>
          </v:shape>
        </w:pict>
      </w:r>
    </w:p>
    <w:p w:rsidR="008B7D08" w:rsidRDefault="008B7D08" w:rsidP="00FC2016">
      <w:pPr>
        <w:tabs>
          <w:tab w:val="center" w:pos="4819"/>
          <w:tab w:val="left" w:pos="8700"/>
        </w:tabs>
        <w:jc w:val="center"/>
        <w:rPr>
          <w:sz w:val="36"/>
          <w:szCs w:val="36"/>
        </w:rPr>
      </w:pPr>
      <w:r>
        <w:rPr>
          <w:sz w:val="40"/>
          <w:szCs w:val="40"/>
        </w:rPr>
        <w:t>ПЕРВОМАЙСЬКА   МІСЬКА</w:t>
      </w:r>
      <w:r>
        <w:rPr>
          <w:sz w:val="36"/>
          <w:szCs w:val="36"/>
        </w:rPr>
        <w:t xml:space="preserve">   </w:t>
      </w:r>
      <w:r>
        <w:rPr>
          <w:sz w:val="40"/>
          <w:szCs w:val="40"/>
        </w:rPr>
        <w:t>РАДА</w:t>
      </w:r>
    </w:p>
    <w:p w:rsidR="008B7D08" w:rsidRDefault="008B7D08" w:rsidP="00FC2016">
      <w:pPr>
        <w:tabs>
          <w:tab w:val="center" w:pos="4819"/>
          <w:tab w:val="right" w:pos="9638"/>
        </w:tabs>
        <w:jc w:val="center"/>
        <w:rPr>
          <w:szCs w:val="28"/>
        </w:rPr>
      </w:pPr>
      <w:r>
        <w:rPr>
          <w:sz w:val="40"/>
          <w:szCs w:val="40"/>
        </w:rPr>
        <w:t xml:space="preserve">Миколаївської </w:t>
      </w:r>
      <w:r>
        <w:rPr>
          <w:sz w:val="32"/>
          <w:szCs w:val="32"/>
        </w:rPr>
        <w:t xml:space="preserve"> </w:t>
      </w:r>
      <w:r>
        <w:rPr>
          <w:sz w:val="40"/>
          <w:szCs w:val="40"/>
        </w:rPr>
        <w:t>області</w:t>
      </w:r>
    </w:p>
    <w:p w:rsidR="008B7D08" w:rsidRDefault="008B7D08" w:rsidP="00FC2016">
      <w:pPr>
        <w:ind w:left="1416" w:firstLine="708"/>
        <w:jc w:val="center"/>
      </w:pPr>
      <w:r>
        <w:rPr>
          <w:sz w:val="32"/>
          <w:szCs w:val="32"/>
          <w:u w:val="single"/>
        </w:rPr>
        <w:t>56</w:t>
      </w:r>
      <w:r>
        <w:rPr>
          <w:sz w:val="32"/>
          <w:szCs w:val="32"/>
        </w:rPr>
        <w:t xml:space="preserve"> СЕСІЯ      </w:t>
      </w:r>
      <w:r>
        <w:rPr>
          <w:sz w:val="32"/>
          <w:szCs w:val="32"/>
          <w:u w:val="single"/>
          <w:lang w:val="en-US"/>
        </w:rPr>
        <w:t>VIII</w:t>
      </w:r>
      <w:r>
        <w:rPr>
          <w:sz w:val="32"/>
          <w:szCs w:val="32"/>
        </w:rPr>
        <w:t xml:space="preserve"> СКЛИКАННЯ</w:t>
      </w:r>
      <w:r>
        <w:rPr>
          <w:sz w:val="32"/>
          <w:szCs w:val="32"/>
        </w:rPr>
        <w:tab/>
      </w:r>
      <w:r>
        <w:rPr>
          <w:sz w:val="32"/>
          <w:szCs w:val="32"/>
        </w:rPr>
        <w:tab/>
      </w:r>
      <w:r>
        <w:rPr>
          <w:sz w:val="32"/>
          <w:szCs w:val="32"/>
        </w:rPr>
        <w:tab/>
      </w:r>
    </w:p>
    <w:p w:rsidR="008B7D08" w:rsidRDefault="008B7D08" w:rsidP="00FC2016">
      <w:pPr>
        <w:jc w:val="center"/>
        <w:rPr>
          <w:b/>
          <w:sz w:val="40"/>
          <w:szCs w:val="40"/>
        </w:rPr>
      </w:pPr>
      <w:r>
        <w:rPr>
          <w:b/>
          <w:sz w:val="40"/>
          <w:szCs w:val="40"/>
        </w:rPr>
        <w:t>РІШЕННЯ</w:t>
      </w:r>
    </w:p>
    <w:p w:rsidR="008B7D08" w:rsidRDefault="008B7D08" w:rsidP="00FC2016">
      <w:pPr>
        <w:rPr>
          <w:rFonts w:ascii="Arial" w:hAnsi="Arial" w:cs="Arial"/>
          <w:sz w:val="22"/>
          <w:szCs w:val="22"/>
          <w:u w:val="single"/>
        </w:rPr>
      </w:pPr>
      <w:r>
        <w:rPr>
          <w:rFonts w:ascii="Arial" w:hAnsi="Arial" w:cs="Arial"/>
          <w:sz w:val="22"/>
          <w:szCs w:val="22"/>
        </w:rPr>
        <w:t xml:space="preserve"> від  </w:t>
      </w:r>
      <w:r>
        <w:rPr>
          <w:rFonts w:ascii="Arial" w:hAnsi="Arial" w:cs="Arial"/>
          <w:sz w:val="22"/>
          <w:szCs w:val="22"/>
          <w:u w:val="single"/>
        </w:rPr>
        <w:t>30.11.2023</w:t>
      </w:r>
      <w:r>
        <w:rPr>
          <w:rFonts w:ascii="Arial" w:hAnsi="Arial" w:cs="Arial"/>
          <w:sz w:val="22"/>
          <w:szCs w:val="22"/>
        </w:rPr>
        <w:t xml:space="preserve"> року № </w:t>
      </w:r>
      <w:r>
        <w:rPr>
          <w:rFonts w:ascii="Arial" w:hAnsi="Arial" w:cs="Arial"/>
          <w:sz w:val="22"/>
          <w:szCs w:val="22"/>
          <w:u w:val="single"/>
        </w:rPr>
        <w:t>44</w:t>
      </w:r>
    </w:p>
    <w:p w:rsidR="008B7D08" w:rsidRDefault="008B7D08" w:rsidP="00FC2016">
      <w:pPr>
        <w:rPr>
          <w:rFonts w:ascii="Arial" w:hAnsi="Arial" w:cs="Arial"/>
          <w:sz w:val="22"/>
          <w:szCs w:val="22"/>
        </w:rPr>
      </w:pPr>
      <w:r>
        <w:rPr>
          <w:rFonts w:ascii="Arial" w:hAnsi="Arial" w:cs="Arial"/>
          <w:sz w:val="22"/>
          <w:szCs w:val="22"/>
        </w:rPr>
        <w:t xml:space="preserve">      м. Первомайськ</w:t>
      </w:r>
    </w:p>
    <w:p w:rsidR="008B7D08" w:rsidRPr="00BF2CEF" w:rsidRDefault="008B7D08" w:rsidP="005B52A5">
      <w:pPr>
        <w:rPr>
          <w:sz w:val="26"/>
          <w:szCs w:val="26"/>
        </w:rPr>
      </w:pPr>
    </w:p>
    <w:p w:rsidR="008B7D08" w:rsidRPr="0011261A" w:rsidRDefault="008B7D08" w:rsidP="00C7312F">
      <w:pPr>
        <w:rPr>
          <w:sz w:val="28"/>
          <w:szCs w:val="28"/>
        </w:rPr>
      </w:pPr>
      <w:r w:rsidRPr="0011261A">
        <w:rPr>
          <w:sz w:val="28"/>
          <w:szCs w:val="28"/>
        </w:rPr>
        <w:t>Про звернення депутатів Первомайської</w:t>
      </w:r>
    </w:p>
    <w:p w:rsidR="008B7D08" w:rsidRPr="0011261A" w:rsidRDefault="008B7D08" w:rsidP="00C7312F">
      <w:pPr>
        <w:rPr>
          <w:sz w:val="28"/>
          <w:szCs w:val="28"/>
        </w:rPr>
      </w:pPr>
      <w:r w:rsidRPr="0011261A">
        <w:rPr>
          <w:sz w:val="28"/>
          <w:szCs w:val="28"/>
        </w:rPr>
        <w:t xml:space="preserve">міської ради Миколаївської області до </w:t>
      </w:r>
    </w:p>
    <w:p w:rsidR="008B7D08" w:rsidRPr="0011261A" w:rsidRDefault="008B7D08" w:rsidP="00C7312F">
      <w:pPr>
        <w:rPr>
          <w:sz w:val="28"/>
          <w:szCs w:val="28"/>
        </w:rPr>
      </w:pPr>
      <w:r w:rsidRPr="0011261A">
        <w:rPr>
          <w:sz w:val="28"/>
          <w:szCs w:val="28"/>
        </w:rPr>
        <w:t xml:space="preserve">Верховної Ради України, Президента </w:t>
      </w:r>
    </w:p>
    <w:p w:rsidR="008B7D08" w:rsidRPr="0011261A" w:rsidRDefault="008B7D08" w:rsidP="00C7312F">
      <w:pPr>
        <w:rPr>
          <w:sz w:val="28"/>
          <w:szCs w:val="28"/>
        </w:rPr>
      </w:pPr>
      <w:r w:rsidRPr="0011261A">
        <w:rPr>
          <w:sz w:val="28"/>
          <w:szCs w:val="28"/>
        </w:rPr>
        <w:t xml:space="preserve">України, Комітету Верховної Ради України </w:t>
      </w:r>
    </w:p>
    <w:p w:rsidR="008B7D08" w:rsidRPr="0011261A" w:rsidRDefault="008B7D08" w:rsidP="00C7312F">
      <w:pPr>
        <w:rPr>
          <w:sz w:val="28"/>
          <w:szCs w:val="28"/>
        </w:rPr>
      </w:pPr>
      <w:r w:rsidRPr="0011261A">
        <w:rPr>
          <w:sz w:val="28"/>
          <w:szCs w:val="28"/>
        </w:rPr>
        <w:t xml:space="preserve">з питань аграрної та земельної політики, </w:t>
      </w:r>
    </w:p>
    <w:p w:rsidR="008B7D08" w:rsidRPr="0011261A" w:rsidRDefault="008B7D08" w:rsidP="00C7312F">
      <w:pPr>
        <w:rPr>
          <w:sz w:val="28"/>
          <w:szCs w:val="28"/>
        </w:rPr>
      </w:pPr>
      <w:r w:rsidRPr="0011261A">
        <w:rPr>
          <w:sz w:val="28"/>
          <w:szCs w:val="28"/>
        </w:rPr>
        <w:t xml:space="preserve">Міністерства аграрної політики </w:t>
      </w:r>
    </w:p>
    <w:p w:rsidR="008B7D08" w:rsidRPr="0011261A" w:rsidRDefault="008B7D08" w:rsidP="00C7312F">
      <w:pPr>
        <w:rPr>
          <w:sz w:val="28"/>
          <w:szCs w:val="28"/>
        </w:rPr>
      </w:pPr>
      <w:r w:rsidRPr="0011261A">
        <w:rPr>
          <w:sz w:val="28"/>
          <w:szCs w:val="28"/>
        </w:rPr>
        <w:t xml:space="preserve">та продовольства України </w:t>
      </w:r>
    </w:p>
    <w:p w:rsidR="008B7D08" w:rsidRPr="0011261A" w:rsidRDefault="008B7D08" w:rsidP="002A2DA3">
      <w:pPr>
        <w:rPr>
          <w:sz w:val="28"/>
          <w:szCs w:val="28"/>
        </w:rPr>
      </w:pPr>
    </w:p>
    <w:p w:rsidR="008B7D08" w:rsidRDefault="008B7D08" w:rsidP="00ED046F">
      <w:pPr>
        <w:pStyle w:val="NormalWeb"/>
        <w:tabs>
          <w:tab w:val="left" w:pos="540"/>
        </w:tabs>
        <w:spacing w:after="0"/>
        <w:jc w:val="both"/>
        <w:rPr>
          <w:sz w:val="28"/>
          <w:szCs w:val="28"/>
          <w:lang w:val="uk-UA"/>
        </w:rPr>
      </w:pPr>
      <w:r w:rsidRPr="0011261A">
        <w:rPr>
          <w:sz w:val="28"/>
          <w:szCs w:val="28"/>
          <w:lang w:val="uk-UA"/>
        </w:rPr>
        <w:tab/>
      </w:r>
    </w:p>
    <w:p w:rsidR="008B7D08" w:rsidRPr="0011261A" w:rsidRDefault="008B7D08" w:rsidP="00ED046F">
      <w:pPr>
        <w:pStyle w:val="NormalWeb"/>
        <w:tabs>
          <w:tab w:val="left" w:pos="540"/>
        </w:tabs>
        <w:spacing w:after="0"/>
        <w:ind w:firstLine="540"/>
        <w:jc w:val="both"/>
        <w:rPr>
          <w:sz w:val="28"/>
          <w:szCs w:val="28"/>
          <w:lang w:val="uk-UA" w:eastAsia="uk-UA"/>
        </w:rPr>
      </w:pPr>
      <w:r w:rsidRPr="0011261A">
        <w:rPr>
          <w:sz w:val="28"/>
          <w:szCs w:val="28"/>
          <w:lang w:val="uk-UA"/>
        </w:rPr>
        <w:t xml:space="preserve">Керуючись статтею 25 Закону України «Про місцеве самоврядування в Україні» від 21.05.1997 року № 280/97 ВР зі змінами та доповненнями,  </w:t>
      </w:r>
      <w:r w:rsidRPr="0011261A">
        <w:rPr>
          <w:color w:val="000000"/>
          <w:sz w:val="28"/>
          <w:szCs w:val="28"/>
          <w:lang w:val="uk-UA" w:eastAsia="uk-UA"/>
        </w:rPr>
        <w:t>розглянувши звернення громадської спілки «Всеукраїнська Аграрна Рада» від 28.11.2023 року № 748, враховуючи рекомендацію засідання Погоджувальної ради від 28.11.2023 року, міська рада</w:t>
      </w:r>
    </w:p>
    <w:p w:rsidR="008B7D08" w:rsidRPr="0011261A" w:rsidRDefault="008B7D08" w:rsidP="002A2DA3">
      <w:pPr>
        <w:jc w:val="both"/>
        <w:rPr>
          <w:sz w:val="28"/>
          <w:szCs w:val="28"/>
        </w:rPr>
      </w:pPr>
      <w:r w:rsidRPr="0011261A">
        <w:rPr>
          <w:sz w:val="28"/>
          <w:szCs w:val="28"/>
        </w:rPr>
        <w:t xml:space="preserve"> </w:t>
      </w:r>
    </w:p>
    <w:p w:rsidR="008B7D08" w:rsidRPr="0011261A" w:rsidRDefault="008B7D08" w:rsidP="002A2DA3">
      <w:pPr>
        <w:jc w:val="both"/>
        <w:rPr>
          <w:sz w:val="28"/>
          <w:szCs w:val="28"/>
        </w:rPr>
      </w:pPr>
      <w:r w:rsidRPr="0011261A">
        <w:rPr>
          <w:sz w:val="28"/>
          <w:szCs w:val="28"/>
        </w:rPr>
        <w:t>ВИРІШИЛА:</w:t>
      </w:r>
    </w:p>
    <w:p w:rsidR="008B7D08" w:rsidRDefault="008B7D08" w:rsidP="002A2DA3">
      <w:pPr>
        <w:jc w:val="both"/>
        <w:rPr>
          <w:sz w:val="28"/>
          <w:szCs w:val="28"/>
        </w:rPr>
      </w:pPr>
    </w:p>
    <w:p w:rsidR="008B7D08" w:rsidRDefault="008B7D08" w:rsidP="00FC2016">
      <w:pPr>
        <w:numPr>
          <w:ilvl w:val="0"/>
          <w:numId w:val="27"/>
        </w:numPr>
        <w:tabs>
          <w:tab w:val="left" w:pos="900"/>
        </w:tabs>
        <w:ind w:left="142" w:firstLine="398"/>
        <w:jc w:val="both"/>
        <w:rPr>
          <w:sz w:val="28"/>
          <w:szCs w:val="28"/>
        </w:rPr>
      </w:pPr>
      <w:r w:rsidRPr="0011261A">
        <w:rPr>
          <w:sz w:val="28"/>
          <w:szCs w:val="28"/>
        </w:rPr>
        <w:t xml:space="preserve">Звернутися до Верховної Ради України, Президента України, Комітету Верховної Ради України з питань аграрної та земельної політики, Міністерства аграрної політики та продовольства України щодо недопущення підняття ліміту допустимого обсягу землі у власності однієї особи з поточних 100 до 10 тисяч гектарів з 2024 року. (Додаток) </w:t>
      </w:r>
    </w:p>
    <w:p w:rsidR="008B7D08" w:rsidRDefault="008B7D08" w:rsidP="0011261A">
      <w:pPr>
        <w:ind w:left="709"/>
        <w:jc w:val="both"/>
        <w:rPr>
          <w:sz w:val="28"/>
          <w:szCs w:val="28"/>
        </w:rPr>
      </w:pPr>
    </w:p>
    <w:p w:rsidR="008B7D08" w:rsidRPr="0011261A" w:rsidRDefault="008B7D08" w:rsidP="0011261A">
      <w:pPr>
        <w:ind w:left="709"/>
        <w:jc w:val="both"/>
        <w:rPr>
          <w:sz w:val="28"/>
          <w:szCs w:val="28"/>
        </w:rPr>
      </w:pPr>
    </w:p>
    <w:p w:rsidR="008B7D08" w:rsidRDefault="008B7D08" w:rsidP="00FC2016">
      <w:pPr>
        <w:numPr>
          <w:ilvl w:val="0"/>
          <w:numId w:val="27"/>
        </w:numPr>
        <w:tabs>
          <w:tab w:val="left" w:pos="1080"/>
        </w:tabs>
        <w:ind w:left="142" w:firstLine="567"/>
        <w:jc w:val="both"/>
        <w:rPr>
          <w:sz w:val="28"/>
          <w:szCs w:val="28"/>
        </w:rPr>
      </w:pPr>
      <w:r w:rsidRPr="0011261A">
        <w:rPr>
          <w:sz w:val="28"/>
          <w:szCs w:val="28"/>
        </w:rPr>
        <w:t>Загальному відділу апарату виконавчого комітету міської ради оформити та надіслати звернення депутатів до Верховної Ради України, Президента України, Комітету Верховної Ради України з питань аграрної та земельної політики, Міністерству аграрної політики та продовольства України.</w:t>
      </w:r>
    </w:p>
    <w:p w:rsidR="008B7D08" w:rsidRDefault="008B7D08" w:rsidP="00ED046F">
      <w:pPr>
        <w:tabs>
          <w:tab w:val="left" w:pos="1080"/>
        </w:tabs>
        <w:ind w:left="142"/>
        <w:jc w:val="both"/>
        <w:rPr>
          <w:sz w:val="28"/>
          <w:szCs w:val="28"/>
        </w:rPr>
      </w:pPr>
    </w:p>
    <w:p w:rsidR="008B7D08" w:rsidRDefault="008B7D08" w:rsidP="00ED046F">
      <w:pPr>
        <w:tabs>
          <w:tab w:val="left" w:pos="1080"/>
        </w:tabs>
        <w:ind w:left="142"/>
        <w:jc w:val="both"/>
        <w:rPr>
          <w:sz w:val="28"/>
          <w:szCs w:val="28"/>
        </w:rPr>
      </w:pPr>
    </w:p>
    <w:p w:rsidR="008B7D08" w:rsidRDefault="008B7D08" w:rsidP="00ED046F">
      <w:pPr>
        <w:tabs>
          <w:tab w:val="left" w:pos="1080"/>
        </w:tabs>
        <w:ind w:left="142"/>
        <w:jc w:val="both"/>
        <w:rPr>
          <w:sz w:val="28"/>
          <w:szCs w:val="28"/>
        </w:rPr>
      </w:pPr>
    </w:p>
    <w:p w:rsidR="008B7D08" w:rsidRDefault="008B7D08" w:rsidP="00731180">
      <w:pPr>
        <w:jc w:val="both"/>
        <w:rPr>
          <w:sz w:val="28"/>
          <w:szCs w:val="28"/>
        </w:rPr>
      </w:pPr>
    </w:p>
    <w:p w:rsidR="008B7D08" w:rsidRPr="0011261A" w:rsidRDefault="008B7D08" w:rsidP="00FC2016">
      <w:pPr>
        <w:pStyle w:val="ListParagraph"/>
        <w:numPr>
          <w:ilvl w:val="0"/>
          <w:numId w:val="27"/>
        </w:numPr>
        <w:tabs>
          <w:tab w:val="left" w:pos="1080"/>
        </w:tabs>
        <w:spacing w:after="0" w:line="240" w:lineRule="auto"/>
        <w:ind w:left="142" w:firstLine="567"/>
        <w:jc w:val="both"/>
        <w:rPr>
          <w:rStyle w:val="Strong"/>
          <w:b w:val="0"/>
          <w:bCs w:val="0"/>
          <w:sz w:val="28"/>
          <w:szCs w:val="28"/>
        </w:rPr>
      </w:pPr>
      <w:r w:rsidRPr="0011261A">
        <w:rPr>
          <w:rStyle w:val="Strong"/>
          <w:rFonts w:ascii="Times New Roman" w:hAnsi="Times New Roman"/>
          <w:b w:val="0"/>
          <w:sz w:val="28"/>
          <w:szCs w:val="28"/>
          <w:shd w:val="clear" w:color="auto" w:fill="FFFFFF"/>
        </w:rPr>
        <w:t>Контроль за виконання рішення покласти на постійну комісію міської ради з питань етики, регламенту, законності, запобігання корупції та врегулювання конфлікту інтересів, міжнародного співробітництва, взаємодії з органами державної влади та місцевого самоврядування, інформаційної і регуляторної політики та розвитку територій громади.</w:t>
      </w:r>
    </w:p>
    <w:p w:rsidR="008B7D08" w:rsidRDefault="008B7D08" w:rsidP="0011261A">
      <w:pPr>
        <w:pStyle w:val="ListParagraph"/>
        <w:ind w:left="1070"/>
        <w:rPr>
          <w:rFonts w:ascii="Times New Roman" w:hAnsi="Times New Roman"/>
          <w:sz w:val="28"/>
          <w:szCs w:val="28"/>
        </w:rPr>
      </w:pPr>
    </w:p>
    <w:p w:rsidR="008B7D08" w:rsidRDefault="008B7D08" w:rsidP="0011261A">
      <w:pPr>
        <w:pStyle w:val="ListParagraph"/>
        <w:ind w:left="142"/>
        <w:rPr>
          <w:rFonts w:ascii="Times New Roman" w:hAnsi="Times New Roman"/>
          <w:sz w:val="28"/>
          <w:szCs w:val="28"/>
        </w:rPr>
      </w:pPr>
    </w:p>
    <w:p w:rsidR="008B7D08" w:rsidRPr="0011261A" w:rsidRDefault="008B7D08" w:rsidP="0011261A">
      <w:pPr>
        <w:pStyle w:val="ListParagraph"/>
        <w:ind w:left="142"/>
        <w:rPr>
          <w:rFonts w:ascii="Times New Roman" w:hAnsi="Times New Roman"/>
          <w:sz w:val="28"/>
          <w:szCs w:val="28"/>
        </w:rPr>
      </w:pPr>
      <w:r w:rsidRPr="0011261A">
        <w:rPr>
          <w:rFonts w:ascii="Times New Roman" w:hAnsi="Times New Roman"/>
          <w:sz w:val="28"/>
          <w:szCs w:val="28"/>
        </w:rPr>
        <w:t xml:space="preserve">Міський голова                                                               </w:t>
      </w:r>
      <w:r>
        <w:rPr>
          <w:rFonts w:ascii="Times New Roman" w:hAnsi="Times New Roman"/>
          <w:sz w:val="28"/>
          <w:szCs w:val="28"/>
        </w:rPr>
        <w:t xml:space="preserve">             </w:t>
      </w:r>
      <w:r w:rsidRPr="0011261A">
        <w:rPr>
          <w:rFonts w:ascii="Times New Roman" w:hAnsi="Times New Roman"/>
          <w:sz w:val="28"/>
          <w:szCs w:val="28"/>
        </w:rPr>
        <w:t>Олег ДЕМЧЕНКО</w:t>
      </w:r>
    </w:p>
    <w:p w:rsidR="008B7D08" w:rsidRDefault="008B7D08" w:rsidP="0011261A">
      <w:pPr>
        <w:rPr>
          <w:sz w:val="28"/>
          <w:szCs w:val="28"/>
        </w:rPr>
      </w:pPr>
    </w:p>
    <w:p w:rsidR="008B7D08" w:rsidRDefault="008B7D08" w:rsidP="0011261A">
      <w:pPr>
        <w:rPr>
          <w:sz w:val="28"/>
          <w:szCs w:val="28"/>
        </w:rPr>
      </w:pPr>
    </w:p>
    <w:p w:rsidR="008B7D08" w:rsidRDefault="008B7D08" w:rsidP="0011261A">
      <w:pPr>
        <w:rPr>
          <w:sz w:val="28"/>
          <w:szCs w:val="28"/>
        </w:rPr>
      </w:pPr>
    </w:p>
    <w:p w:rsidR="008B7D08" w:rsidRDefault="008B7D08" w:rsidP="002A2DA3">
      <w:pPr>
        <w:ind w:left="5529"/>
        <w:jc w:val="both"/>
        <w:rPr>
          <w:sz w:val="28"/>
          <w:szCs w:val="28"/>
        </w:rPr>
      </w:pPr>
    </w:p>
    <w:p w:rsidR="008B7D08" w:rsidRDefault="008B7D08" w:rsidP="002A2DA3">
      <w:pPr>
        <w:ind w:left="5529"/>
        <w:jc w:val="both"/>
        <w:rPr>
          <w:sz w:val="28"/>
          <w:szCs w:val="28"/>
        </w:rPr>
      </w:pPr>
    </w:p>
    <w:p w:rsidR="008B7D08" w:rsidRDefault="008B7D08" w:rsidP="002A2DA3">
      <w:pPr>
        <w:ind w:left="5529"/>
        <w:jc w:val="both"/>
        <w:rPr>
          <w:sz w:val="28"/>
          <w:szCs w:val="28"/>
        </w:rPr>
      </w:pPr>
    </w:p>
    <w:p w:rsidR="008B7D08" w:rsidRDefault="008B7D08" w:rsidP="002A2DA3">
      <w:pPr>
        <w:ind w:left="5529"/>
        <w:jc w:val="both"/>
        <w:rPr>
          <w:sz w:val="28"/>
          <w:szCs w:val="28"/>
        </w:rPr>
      </w:pPr>
    </w:p>
    <w:p w:rsidR="008B7D08" w:rsidRDefault="008B7D08" w:rsidP="002A2DA3">
      <w:pPr>
        <w:ind w:left="5529"/>
        <w:jc w:val="both"/>
        <w:rPr>
          <w:sz w:val="28"/>
          <w:szCs w:val="28"/>
        </w:rPr>
      </w:pPr>
    </w:p>
    <w:p w:rsidR="008B7D08" w:rsidRDefault="008B7D08" w:rsidP="002A2DA3">
      <w:pPr>
        <w:ind w:left="5529"/>
        <w:jc w:val="both"/>
        <w:rPr>
          <w:sz w:val="28"/>
          <w:szCs w:val="28"/>
        </w:rPr>
      </w:pPr>
    </w:p>
    <w:p w:rsidR="008B7D08" w:rsidRDefault="008B7D08" w:rsidP="002A2DA3">
      <w:pPr>
        <w:ind w:left="5529"/>
        <w:jc w:val="both"/>
        <w:rPr>
          <w:sz w:val="28"/>
          <w:szCs w:val="28"/>
        </w:rPr>
      </w:pPr>
    </w:p>
    <w:p w:rsidR="008B7D08" w:rsidRDefault="008B7D08" w:rsidP="002A2DA3">
      <w:pPr>
        <w:ind w:left="5529"/>
        <w:jc w:val="both"/>
        <w:rPr>
          <w:sz w:val="28"/>
          <w:szCs w:val="28"/>
        </w:rPr>
      </w:pPr>
    </w:p>
    <w:p w:rsidR="008B7D08" w:rsidRDefault="008B7D08" w:rsidP="002A2DA3">
      <w:pPr>
        <w:ind w:left="5529"/>
        <w:jc w:val="both"/>
        <w:rPr>
          <w:sz w:val="28"/>
          <w:szCs w:val="28"/>
        </w:rPr>
      </w:pPr>
    </w:p>
    <w:p w:rsidR="008B7D08" w:rsidRDefault="008B7D08" w:rsidP="002A2DA3">
      <w:pPr>
        <w:ind w:left="5529"/>
        <w:jc w:val="both"/>
        <w:rPr>
          <w:sz w:val="28"/>
          <w:szCs w:val="28"/>
        </w:rPr>
      </w:pPr>
    </w:p>
    <w:p w:rsidR="008B7D08" w:rsidRDefault="008B7D08" w:rsidP="002A2DA3">
      <w:pPr>
        <w:ind w:left="5529"/>
        <w:jc w:val="both"/>
        <w:rPr>
          <w:sz w:val="28"/>
          <w:szCs w:val="28"/>
        </w:rPr>
      </w:pPr>
    </w:p>
    <w:p w:rsidR="008B7D08" w:rsidRDefault="008B7D08" w:rsidP="002A2DA3">
      <w:pPr>
        <w:ind w:left="5529"/>
        <w:jc w:val="both"/>
        <w:rPr>
          <w:sz w:val="28"/>
          <w:szCs w:val="28"/>
        </w:rPr>
      </w:pPr>
    </w:p>
    <w:p w:rsidR="008B7D08" w:rsidRDefault="008B7D08" w:rsidP="002A2DA3">
      <w:pPr>
        <w:ind w:left="5529"/>
        <w:jc w:val="both"/>
        <w:rPr>
          <w:sz w:val="28"/>
          <w:szCs w:val="28"/>
        </w:rPr>
      </w:pPr>
    </w:p>
    <w:p w:rsidR="008B7D08" w:rsidRDefault="008B7D08" w:rsidP="002A2DA3">
      <w:pPr>
        <w:ind w:left="5529"/>
        <w:jc w:val="both"/>
        <w:rPr>
          <w:sz w:val="28"/>
          <w:szCs w:val="28"/>
        </w:rPr>
      </w:pPr>
    </w:p>
    <w:p w:rsidR="008B7D08" w:rsidRDefault="008B7D08" w:rsidP="002A2DA3">
      <w:pPr>
        <w:ind w:left="5529"/>
        <w:jc w:val="both"/>
        <w:rPr>
          <w:sz w:val="28"/>
          <w:szCs w:val="28"/>
        </w:rPr>
      </w:pPr>
    </w:p>
    <w:p w:rsidR="008B7D08" w:rsidRDefault="008B7D08" w:rsidP="002A2DA3">
      <w:pPr>
        <w:ind w:left="5529"/>
        <w:jc w:val="both"/>
        <w:rPr>
          <w:sz w:val="28"/>
          <w:szCs w:val="28"/>
        </w:rPr>
      </w:pPr>
    </w:p>
    <w:p w:rsidR="008B7D08" w:rsidRDefault="008B7D08" w:rsidP="002A2DA3">
      <w:pPr>
        <w:ind w:left="5529"/>
        <w:jc w:val="both"/>
        <w:rPr>
          <w:sz w:val="28"/>
          <w:szCs w:val="28"/>
        </w:rPr>
      </w:pPr>
    </w:p>
    <w:p w:rsidR="008B7D08" w:rsidRDefault="008B7D08" w:rsidP="002A2DA3">
      <w:pPr>
        <w:ind w:left="5529"/>
        <w:jc w:val="both"/>
        <w:rPr>
          <w:sz w:val="28"/>
          <w:szCs w:val="28"/>
        </w:rPr>
      </w:pPr>
    </w:p>
    <w:p w:rsidR="008B7D08" w:rsidRDefault="008B7D08" w:rsidP="002A2DA3">
      <w:pPr>
        <w:ind w:left="5529"/>
        <w:jc w:val="both"/>
        <w:rPr>
          <w:sz w:val="28"/>
          <w:szCs w:val="28"/>
        </w:rPr>
      </w:pPr>
    </w:p>
    <w:p w:rsidR="008B7D08" w:rsidRDefault="008B7D08" w:rsidP="002A2DA3">
      <w:pPr>
        <w:ind w:left="5529"/>
        <w:jc w:val="both"/>
        <w:rPr>
          <w:sz w:val="28"/>
          <w:szCs w:val="28"/>
        </w:rPr>
      </w:pPr>
    </w:p>
    <w:p w:rsidR="008B7D08" w:rsidRDefault="008B7D08" w:rsidP="002A2DA3">
      <w:pPr>
        <w:ind w:left="5529"/>
        <w:jc w:val="both"/>
        <w:rPr>
          <w:sz w:val="28"/>
          <w:szCs w:val="28"/>
        </w:rPr>
      </w:pPr>
    </w:p>
    <w:p w:rsidR="008B7D08" w:rsidRDefault="008B7D08" w:rsidP="002A2DA3">
      <w:pPr>
        <w:ind w:left="5529"/>
        <w:jc w:val="both"/>
        <w:rPr>
          <w:sz w:val="28"/>
          <w:szCs w:val="28"/>
        </w:rPr>
      </w:pPr>
    </w:p>
    <w:p w:rsidR="008B7D08" w:rsidRDefault="008B7D08" w:rsidP="002A2DA3">
      <w:pPr>
        <w:ind w:left="5529"/>
        <w:jc w:val="both"/>
        <w:rPr>
          <w:sz w:val="28"/>
          <w:szCs w:val="28"/>
        </w:rPr>
      </w:pPr>
    </w:p>
    <w:p w:rsidR="008B7D08" w:rsidRDefault="008B7D08" w:rsidP="002A2DA3">
      <w:pPr>
        <w:ind w:left="5529"/>
        <w:jc w:val="both"/>
        <w:rPr>
          <w:sz w:val="28"/>
          <w:szCs w:val="28"/>
        </w:rPr>
      </w:pPr>
    </w:p>
    <w:p w:rsidR="008B7D08" w:rsidRDefault="008B7D08" w:rsidP="002A2DA3">
      <w:pPr>
        <w:ind w:left="5529"/>
        <w:jc w:val="both"/>
        <w:rPr>
          <w:sz w:val="28"/>
          <w:szCs w:val="28"/>
        </w:rPr>
      </w:pPr>
    </w:p>
    <w:p w:rsidR="008B7D08" w:rsidRDefault="008B7D08" w:rsidP="002A2DA3">
      <w:pPr>
        <w:ind w:left="5529"/>
        <w:jc w:val="both"/>
        <w:rPr>
          <w:sz w:val="28"/>
          <w:szCs w:val="28"/>
        </w:rPr>
      </w:pPr>
    </w:p>
    <w:p w:rsidR="008B7D08" w:rsidRDefault="008B7D08" w:rsidP="002A2DA3">
      <w:pPr>
        <w:ind w:left="5529"/>
        <w:jc w:val="both"/>
        <w:rPr>
          <w:sz w:val="28"/>
          <w:szCs w:val="28"/>
        </w:rPr>
      </w:pPr>
    </w:p>
    <w:p w:rsidR="008B7D08" w:rsidRDefault="008B7D08" w:rsidP="002A2DA3">
      <w:pPr>
        <w:ind w:left="5529"/>
        <w:jc w:val="both"/>
        <w:rPr>
          <w:sz w:val="28"/>
          <w:szCs w:val="28"/>
        </w:rPr>
      </w:pPr>
    </w:p>
    <w:p w:rsidR="008B7D08" w:rsidRDefault="008B7D08" w:rsidP="002A2DA3">
      <w:pPr>
        <w:ind w:left="5529"/>
        <w:jc w:val="both"/>
        <w:rPr>
          <w:sz w:val="28"/>
          <w:szCs w:val="28"/>
        </w:rPr>
      </w:pPr>
    </w:p>
    <w:p w:rsidR="008B7D08" w:rsidRDefault="008B7D08" w:rsidP="002A2DA3">
      <w:pPr>
        <w:ind w:left="5529"/>
        <w:jc w:val="both"/>
        <w:rPr>
          <w:sz w:val="28"/>
          <w:szCs w:val="28"/>
        </w:rPr>
      </w:pPr>
    </w:p>
    <w:p w:rsidR="008B7D08" w:rsidRDefault="008B7D08" w:rsidP="002A2DA3">
      <w:pPr>
        <w:ind w:left="5529"/>
        <w:jc w:val="both"/>
        <w:rPr>
          <w:sz w:val="28"/>
          <w:szCs w:val="28"/>
        </w:rPr>
      </w:pPr>
    </w:p>
    <w:p w:rsidR="008B7D08" w:rsidRDefault="008B7D08" w:rsidP="002A2DA3">
      <w:pPr>
        <w:ind w:left="5529"/>
        <w:jc w:val="both"/>
        <w:rPr>
          <w:sz w:val="28"/>
          <w:szCs w:val="28"/>
        </w:rPr>
      </w:pPr>
      <w:r>
        <w:rPr>
          <w:sz w:val="28"/>
          <w:szCs w:val="28"/>
        </w:rPr>
        <w:t>Додаток</w:t>
      </w:r>
    </w:p>
    <w:p w:rsidR="008B7D08" w:rsidRDefault="008B7D08" w:rsidP="002A2DA3">
      <w:pPr>
        <w:ind w:left="5529"/>
        <w:jc w:val="both"/>
        <w:rPr>
          <w:sz w:val="28"/>
          <w:szCs w:val="28"/>
        </w:rPr>
      </w:pPr>
      <w:r>
        <w:rPr>
          <w:sz w:val="28"/>
          <w:szCs w:val="28"/>
        </w:rPr>
        <w:t xml:space="preserve">до рішення  міської ради  </w:t>
      </w:r>
    </w:p>
    <w:p w:rsidR="008B7D08" w:rsidRPr="00FC2016" w:rsidRDefault="008B7D08" w:rsidP="002A2DA3">
      <w:pPr>
        <w:ind w:left="5529"/>
        <w:jc w:val="both"/>
        <w:rPr>
          <w:sz w:val="28"/>
          <w:szCs w:val="28"/>
          <w:u w:val="single"/>
        </w:rPr>
      </w:pPr>
      <w:r w:rsidRPr="00FC2016">
        <w:rPr>
          <w:sz w:val="28"/>
          <w:szCs w:val="28"/>
          <w:u w:val="single"/>
        </w:rPr>
        <w:t>30.11.2023</w:t>
      </w:r>
      <w:r>
        <w:rPr>
          <w:sz w:val="28"/>
          <w:szCs w:val="28"/>
        </w:rPr>
        <w:t xml:space="preserve"> № </w:t>
      </w:r>
      <w:r w:rsidRPr="00FC2016">
        <w:rPr>
          <w:sz w:val="28"/>
          <w:szCs w:val="28"/>
          <w:u w:val="single"/>
        </w:rPr>
        <w:t>44</w:t>
      </w:r>
    </w:p>
    <w:p w:rsidR="008B7D08" w:rsidRDefault="008B7D08" w:rsidP="002A2DA3">
      <w:pPr>
        <w:ind w:left="5529"/>
        <w:jc w:val="both"/>
        <w:rPr>
          <w:sz w:val="28"/>
          <w:szCs w:val="28"/>
        </w:rPr>
      </w:pPr>
    </w:p>
    <w:p w:rsidR="008B7D08" w:rsidRDefault="008B7D08" w:rsidP="002A2DA3">
      <w:pPr>
        <w:ind w:left="5529"/>
        <w:jc w:val="both"/>
        <w:rPr>
          <w:sz w:val="28"/>
          <w:szCs w:val="28"/>
        </w:rPr>
      </w:pPr>
    </w:p>
    <w:p w:rsidR="008B7D08" w:rsidRDefault="008B7D08" w:rsidP="002A2DA3">
      <w:pPr>
        <w:jc w:val="center"/>
        <w:rPr>
          <w:sz w:val="28"/>
          <w:szCs w:val="28"/>
        </w:rPr>
      </w:pPr>
      <w:r>
        <w:rPr>
          <w:sz w:val="28"/>
          <w:szCs w:val="28"/>
        </w:rPr>
        <w:t>ЗВЕРНЕННЯ</w:t>
      </w:r>
    </w:p>
    <w:p w:rsidR="008B7D08" w:rsidRDefault="008B7D08" w:rsidP="002A2DA3">
      <w:pPr>
        <w:jc w:val="center"/>
        <w:rPr>
          <w:sz w:val="28"/>
          <w:szCs w:val="28"/>
        </w:rPr>
      </w:pPr>
    </w:p>
    <w:p w:rsidR="008B7D08" w:rsidRPr="0083670D" w:rsidRDefault="008B7D08" w:rsidP="00D86CE9">
      <w:pPr>
        <w:ind w:firstLine="708"/>
        <w:jc w:val="both"/>
        <w:rPr>
          <w:sz w:val="28"/>
          <w:szCs w:val="28"/>
          <w:lang w:eastAsia="uk-UA"/>
        </w:rPr>
      </w:pPr>
      <w:r w:rsidRPr="0083670D">
        <w:rPr>
          <w:color w:val="000000"/>
          <w:sz w:val="28"/>
          <w:szCs w:val="28"/>
          <w:lang w:eastAsia="uk-UA"/>
        </w:rPr>
        <w:t xml:space="preserve">З перших днів повномасштабного вторгнення </w:t>
      </w:r>
      <w:r>
        <w:rPr>
          <w:color w:val="000000"/>
          <w:sz w:val="28"/>
          <w:szCs w:val="28"/>
          <w:lang w:eastAsia="uk-UA"/>
        </w:rPr>
        <w:t>росії</w:t>
      </w:r>
      <w:r w:rsidRPr="0083670D">
        <w:rPr>
          <w:color w:val="000000"/>
          <w:sz w:val="28"/>
          <w:szCs w:val="28"/>
          <w:lang w:eastAsia="uk-UA"/>
        </w:rPr>
        <w:t xml:space="preserve"> в Україну аграрна галузь стала фундаментом та локомотивом національної економіки, забезпечуючи понад 50% від загального надходження валютної виручки в країну, національну та світову продовольчу безпеку та щоденну допомогу Збройним Силам України.</w:t>
      </w:r>
    </w:p>
    <w:p w:rsidR="008B7D08" w:rsidRPr="0083670D" w:rsidRDefault="008B7D08" w:rsidP="00D86CE9">
      <w:pPr>
        <w:jc w:val="both"/>
        <w:rPr>
          <w:sz w:val="28"/>
          <w:szCs w:val="28"/>
          <w:lang w:eastAsia="uk-UA"/>
        </w:rPr>
      </w:pPr>
      <w:r w:rsidRPr="0083670D">
        <w:rPr>
          <w:color w:val="000000"/>
          <w:sz w:val="28"/>
          <w:szCs w:val="28"/>
          <w:lang w:eastAsia="uk-UA"/>
        </w:rPr>
        <w:tab/>
        <w:t>В умовах, коли українські аграрії переживають чи не найскладніші випробування за всю історію незалежної України: постійно зазнають фінансових та фізичних збитків через заблоковані порти, знищені виробничі потужності, обстріляні та заміновані українські поля, на яких регулярно підривається техніка разом з працівниками, – вони продовжують працювати та воювати на фронті, як військовослужбовці, захищаючи буквально кожен сантиметр української землі.</w:t>
      </w:r>
    </w:p>
    <w:p w:rsidR="008B7D08" w:rsidRPr="0083670D" w:rsidRDefault="008B7D08" w:rsidP="00D86CE9">
      <w:pPr>
        <w:jc w:val="both"/>
        <w:rPr>
          <w:sz w:val="28"/>
          <w:szCs w:val="28"/>
          <w:lang w:eastAsia="uk-UA"/>
        </w:rPr>
      </w:pPr>
      <w:r w:rsidRPr="0083670D">
        <w:rPr>
          <w:color w:val="000000"/>
          <w:sz w:val="28"/>
          <w:szCs w:val="28"/>
          <w:lang w:eastAsia="uk-UA"/>
        </w:rPr>
        <w:tab/>
        <w:t xml:space="preserve">На жаль, неможливість експорту продукції призвела до скорочення ліквідності українських аграріїв. Не маючи такої дотаційної підтримки як в країнах ЄС (довоєнний рівень дотацій в прибутку українського АПК в середньому складає до 2% проти майже 20% в країнах ЄС) та враховуючи катастрофічне падіння прибутковості сектору, вітчизняні аграрії відчули кризу нестачі оборотних коштів та витратних матеріалів для проведення посівної кампанії та подальших польових робіт, що невідворотно вплине на результати врожаю 2023 року. </w:t>
      </w:r>
    </w:p>
    <w:p w:rsidR="008B7D08" w:rsidRPr="0083670D" w:rsidRDefault="008B7D08" w:rsidP="00D86CE9">
      <w:pPr>
        <w:jc w:val="both"/>
        <w:rPr>
          <w:sz w:val="28"/>
          <w:szCs w:val="28"/>
          <w:lang w:eastAsia="uk-UA"/>
        </w:rPr>
      </w:pPr>
      <w:r w:rsidRPr="0083670D">
        <w:rPr>
          <w:color w:val="000000"/>
          <w:sz w:val="28"/>
          <w:szCs w:val="28"/>
          <w:lang w:eastAsia="uk-UA"/>
        </w:rPr>
        <w:tab/>
        <w:t>Попри домовленості між учасникам</w:t>
      </w:r>
      <w:r>
        <w:rPr>
          <w:color w:val="000000"/>
          <w:sz w:val="28"/>
          <w:szCs w:val="28"/>
          <w:lang w:eastAsia="uk-UA"/>
        </w:rPr>
        <w:t>и</w:t>
      </w:r>
      <w:r w:rsidRPr="0083670D">
        <w:rPr>
          <w:color w:val="000000"/>
          <w:sz w:val="28"/>
          <w:szCs w:val="28"/>
          <w:lang w:eastAsia="uk-UA"/>
        </w:rPr>
        <w:t xml:space="preserve"> «Зернової ініціативи», відбувалося постійне блокування інспекцій кораблів зі сторони </w:t>
      </w:r>
      <w:r>
        <w:rPr>
          <w:color w:val="000000"/>
          <w:sz w:val="28"/>
          <w:szCs w:val="28"/>
          <w:lang w:eastAsia="uk-UA"/>
        </w:rPr>
        <w:t>росії</w:t>
      </w:r>
      <w:r w:rsidRPr="0083670D">
        <w:rPr>
          <w:color w:val="000000"/>
          <w:sz w:val="28"/>
          <w:szCs w:val="28"/>
          <w:lang w:eastAsia="uk-UA"/>
        </w:rPr>
        <w:t xml:space="preserve">, в результаті чого експорт з України агропродовольчої продукції протягом року дії угоди опинявся під загрозою зупинки, та врешті, за заявою російської сторони, – її дія повністю припинена 17 липня 2023 року. </w:t>
      </w:r>
    </w:p>
    <w:p w:rsidR="008B7D08" w:rsidRPr="0083670D" w:rsidRDefault="008B7D08" w:rsidP="00D86CE9">
      <w:pPr>
        <w:jc w:val="both"/>
        <w:rPr>
          <w:sz w:val="28"/>
          <w:szCs w:val="28"/>
          <w:lang w:eastAsia="uk-UA"/>
        </w:rPr>
      </w:pPr>
      <w:r w:rsidRPr="0083670D">
        <w:rPr>
          <w:color w:val="000000"/>
          <w:sz w:val="28"/>
          <w:szCs w:val="28"/>
          <w:lang w:eastAsia="uk-UA"/>
        </w:rPr>
        <w:tab/>
        <w:t>Новим викликом для вітчизняних аграріїв стає наступний етап земельної реформи, який почнеться з 2024 року. Нагадаємо, що з нас</w:t>
      </w:r>
      <w:r>
        <w:rPr>
          <w:color w:val="000000"/>
          <w:sz w:val="28"/>
          <w:szCs w:val="28"/>
          <w:lang w:eastAsia="uk-UA"/>
        </w:rPr>
        <w:t>тупного року, ліміт на обсяг с/г</w:t>
      </w:r>
      <w:r w:rsidRPr="0083670D">
        <w:rPr>
          <w:color w:val="000000"/>
          <w:sz w:val="28"/>
          <w:szCs w:val="28"/>
          <w:lang w:eastAsia="uk-UA"/>
        </w:rPr>
        <w:t xml:space="preserve"> землі «в одні руки» збільшується з поточних 100 до 10 тисяч гектарів, та буде дозволено продаж землі юридичним особам. В умовах, коли вітчизняні агровиробники вже другий рік поспіль працюють повністю в збиток, через наявні логістичні проблеми та низьку ціну на аграрну продукцію всередині країни, збільшення цього ліміту не принесе жодної практичної користі для малих та середніх агровиробників. Вони просто не мають коштів на купівлю с/г земель. </w:t>
      </w:r>
    </w:p>
    <w:p w:rsidR="008B7D08" w:rsidRPr="0083670D" w:rsidRDefault="008B7D08" w:rsidP="00D86CE9">
      <w:pPr>
        <w:jc w:val="both"/>
        <w:rPr>
          <w:sz w:val="28"/>
          <w:szCs w:val="28"/>
          <w:lang w:eastAsia="uk-UA"/>
        </w:rPr>
      </w:pPr>
      <w:r w:rsidRPr="0083670D">
        <w:rPr>
          <w:color w:val="000000"/>
          <w:sz w:val="28"/>
          <w:szCs w:val="28"/>
          <w:lang w:eastAsia="uk-UA"/>
        </w:rPr>
        <w:tab/>
        <w:t>Фактично таке збільшення ліміту с/г земель у власності, за поточних умов, може бути вигідним лише тим компаніям, які мають можливість отримати фінансування за кордоном, шляхом залучення кредитів, випуску о</w:t>
      </w:r>
      <w:r>
        <w:rPr>
          <w:color w:val="000000"/>
          <w:sz w:val="28"/>
          <w:szCs w:val="28"/>
          <w:lang w:eastAsia="uk-UA"/>
        </w:rPr>
        <w:t xml:space="preserve">блігацій </w:t>
      </w:r>
      <w:r w:rsidRPr="0083670D">
        <w:rPr>
          <w:color w:val="000000"/>
          <w:sz w:val="28"/>
          <w:szCs w:val="28"/>
          <w:lang w:eastAsia="uk-UA"/>
        </w:rPr>
        <w:t>тощо – тобто незначній кількості аграрних компаній. Решта агровиробників залишаться позбавленими такої можливості як мінімум до кінця війни.</w:t>
      </w:r>
    </w:p>
    <w:p w:rsidR="008B7D08" w:rsidRPr="0083670D" w:rsidRDefault="008B7D08" w:rsidP="00D86CE9">
      <w:pPr>
        <w:jc w:val="both"/>
        <w:rPr>
          <w:sz w:val="28"/>
          <w:szCs w:val="28"/>
        </w:rPr>
      </w:pPr>
      <w:r w:rsidRPr="0083670D">
        <w:rPr>
          <w:color w:val="000000"/>
          <w:sz w:val="28"/>
          <w:szCs w:val="28"/>
          <w:lang w:eastAsia="uk-UA"/>
        </w:rPr>
        <w:tab/>
      </w:r>
      <w:r w:rsidRPr="0083670D">
        <w:rPr>
          <w:bCs/>
          <w:color w:val="000000"/>
          <w:sz w:val="28"/>
          <w:szCs w:val="28"/>
          <w:lang w:eastAsia="uk-UA"/>
        </w:rPr>
        <w:t xml:space="preserve">Задля збереження балансу та надання рівних прав для всіх без виключення українських аграріїв </w:t>
      </w:r>
      <w:r w:rsidRPr="00D86CE9">
        <w:rPr>
          <w:bCs/>
          <w:sz w:val="28"/>
          <w:szCs w:val="28"/>
          <w:lang w:eastAsia="uk-UA"/>
        </w:rPr>
        <w:t>депутати Первомайської міської ради</w:t>
      </w:r>
      <w:r w:rsidRPr="0083670D">
        <w:rPr>
          <w:bCs/>
          <w:color w:val="000000"/>
          <w:sz w:val="28"/>
          <w:szCs w:val="28"/>
          <w:lang w:eastAsia="uk-UA"/>
        </w:rPr>
        <w:t xml:space="preserve"> виступають проти підняття ліміту допустимого обсягу землі у власності однієї особи з поточних 100 до 10 тисяч гектарів в одні руки з 2024 року, проте ми не заперечуємо допуску до ринку юридичних осіб</w:t>
      </w:r>
      <w:r w:rsidRPr="0083670D">
        <w:rPr>
          <w:color w:val="000000"/>
          <w:sz w:val="28"/>
          <w:szCs w:val="28"/>
          <w:lang w:eastAsia="uk-UA"/>
        </w:rPr>
        <w:t>, оскільки згідно з Земельним кодексом України власниками таких юридичних осіб (що купують землю), можуть бути лише громадяни України. Водночас ми пропонуємо залишити до кінця війни та ще на два роки після перемоги ліміт 100 гектарів в одні руки як для юридичних, так і для фізичних осіб.</w:t>
      </w:r>
    </w:p>
    <w:p w:rsidR="008B7D08" w:rsidRDefault="008B7D08" w:rsidP="00D86CE9">
      <w:pPr>
        <w:jc w:val="center"/>
        <w:rPr>
          <w:sz w:val="28"/>
          <w:szCs w:val="28"/>
        </w:rPr>
      </w:pPr>
    </w:p>
    <w:p w:rsidR="008B7D08" w:rsidRDefault="008B7D08" w:rsidP="00D86CE9">
      <w:pPr>
        <w:jc w:val="center"/>
        <w:rPr>
          <w:sz w:val="28"/>
          <w:szCs w:val="28"/>
        </w:rPr>
      </w:pPr>
      <w:r>
        <w:rPr>
          <w:sz w:val="28"/>
          <w:szCs w:val="28"/>
        </w:rPr>
        <w:t>________________________________________________</w:t>
      </w:r>
    </w:p>
    <w:p w:rsidR="008B7D08" w:rsidRDefault="008B7D08" w:rsidP="002A2DA3">
      <w:pPr>
        <w:jc w:val="center"/>
        <w:rPr>
          <w:sz w:val="28"/>
          <w:szCs w:val="28"/>
        </w:rPr>
      </w:pPr>
    </w:p>
    <w:p w:rsidR="008B7D08" w:rsidRDefault="008B7D08" w:rsidP="002A2DA3">
      <w:pPr>
        <w:jc w:val="center"/>
        <w:rPr>
          <w:sz w:val="28"/>
          <w:szCs w:val="28"/>
        </w:rPr>
      </w:pPr>
    </w:p>
    <w:p w:rsidR="008B7D08" w:rsidRDefault="008B7D08" w:rsidP="002A2DA3">
      <w:pPr>
        <w:jc w:val="center"/>
        <w:rPr>
          <w:sz w:val="28"/>
          <w:szCs w:val="28"/>
        </w:rPr>
      </w:pPr>
    </w:p>
    <w:p w:rsidR="008B7D08" w:rsidRDefault="008B7D08" w:rsidP="002A2DA3">
      <w:pPr>
        <w:jc w:val="both"/>
        <w:rPr>
          <w:sz w:val="28"/>
          <w:szCs w:val="28"/>
        </w:rPr>
      </w:pPr>
    </w:p>
    <w:p w:rsidR="008B7D08" w:rsidRDefault="008B7D08" w:rsidP="002A2DA3">
      <w:pPr>
        <w:jc w:val="both"/>
        <w:rPr>
          <w:sz w:val="28"/>
          <w:szCs w:val="28"/>
        </w:rPr>
      </w:pPr>
    </w:p>
    <w:p w:rsidR="008B7D08" w:rsidRDefault="008B7D08" w:rsidP="002A2DA3">
      <w:pPr>
        <w:jc w:val="both"/>
        <w:rPr>
          <w:sz w:val="28"/>
          <w:szCs w:val="28"/>
        </w:rPr>
      </w:pPr>
    </w:p>
    <w:p w:rsidR="008B7D08" w:rsidRDefault="008B7D08" w:rsidP="002A2DA3">
      <w:pPr>
        <w:jc w:val="both"/>
        <w:rPr>
          <w:sz w:val="28"/>
          <w:szCs w:val="28"/>
        </w:rPr>
      </w:pPr>
    </w:p>
    <w:p w:rsidR="008B7D08" w:rsidRPr="006A3EF9" w:rsidRDefault="008B7D08" w:rsidP="00F5187A">
      <w:pPr>
        <w:pStyle w:val="Title"/>
        <w:jc w:val="left"/>
        <w:rPr>
          <w:rStyle w:val="FontStyle25"/>
          <w:b w:val="0"/>
          <w:sz w:val="28"/>
          <w:szCs w:val="28"/>
        </w:rPr>
      </w:pPr>
    </w:p>
    <w:p w:rsidR="008B7D08" w:rsidRDefault="008B7D08" w:rsidP="00F5187A">
      <w:pPr>
        <w:pStyle w:val="Title"/>
        <w:jc w:val="left"/>
        <w:rPr>
          <w:rStyle w:val="FontStyle25"/>
          <w:b w:val="0"/>
          <w:sz w:val="24"/>
          <w:szCs w:val="24"/>
        </w:rPr>
      </w:pPr>
    </w:p>
    <w:sectPr w:rsidR="008B7D08" w:rsidSect="00BB33B9">
      <w:headerReference w:type="default" r:id="rId8"/>
      <w:foot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D08" w:rsidRDefault="008B7D08">
      <w:r>
        <w:separator/>
      </w:r>
    </w:p>
  </w:endnote>
  <w:endnote w:type="continuationSeparator" w:id="0">
    <w:p w:rsidR="008B7D08" w:rsidRDefault="008B7D0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_AlbionicTitulNrSh">
    <w:altName w:val="Arial Black"/>
    <w:panose1 w:val="00000000000000000000"/>
    <w:charset w:val="CC"/>
    <w:family w:val="swiss"/>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D08" w:rsidRPr="00FC2016" w:rsidRDefault="008B7D08" w:rsidP="00C63777">
    <w:pPr>
      <w:jc w:val="center"/>
      <w:rPr>
        <w:b/>
        <w:sz w:val="18"/>
        <w:szCs w:val="18"/>
      </w:rPr>
    </w:pPr>
    <w:r w:rsidRPr="00FC2016">
      <w:rPr>
        <w:b/>
        <w:sz w:val="18"/>
        <w:szCs w:val="18"/>
      </w:rPr>
      <w:t>Рішення  Первомайськоїміської ради</w:t>
    </w:r>
  </w:p>
  <w:p w:rsidR="008B7D08" w:rsidRPr="00FC2016" w:rsidRDefault="008B7D08" w:rsidP="00C63777">
    <w:pPr>
      <w:jc w:val="center"/>
      <w:rPr>
        <w:b/>
        <w:sz w:val="18"/>
        <w:szCs w:val="18"/>
      </w:rPr>
    </w:pPr>
    <w:r w:rsidRPr="00FC2016">
      <w:rPr>
        <w:b/>
        <w:sz w:val="18"/>
        <w:szCs w:val="18"/>
      </w:rPr>
      <w:t>Про звернення депутатів Первомайської міської ради Миколаївської області до Верховної Ради</w:t>
    </w:r>
  </w:p>
  <w:p w:rsidR="008B7D08" w:rsidRPr="00FC2016" w:rsidRDefault="008B7D08" w:rsidP="00C63777">
    <w:pPr>
      <w:jc w:val="center"/>
      <w:rPr>
        <w:b/>
        <w:sz w:val="18"/>
        <w:szCs w:val="18"/>
      </w:rPr>
    </w:pPr>
    <w:r w:rsidRPr="00FC2016">
      <w:rPr>
        <w:b/>
        <w:sz w:val="18"/>
        <w:szCs w:val="18"/>
      </w:rPr>
      <w:t>України,  Президента України,  Комітету Верховної Ради України з питань аграрної та земельної політики,   Міністерства аграрної політики та продовольства України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D08" w:rsidRDefault="008B7D08">
      <w:r>
        <w:separator/>
      </w:r>
    </w:p>
  </w:footnote>
  <w:footnote w:type="continuationSeparator" w:id="0">
    <w:p w:rsidR="008B7D08" w:rsidRDefault="008B7D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D08" w:rsidRPr="00440E41" w:rsidRDefault="008B7D08">
    <w:pPr>
      <w:pStyle w:val="Header"/>
      <w:jc w:val="center"/>
      <w:rPr>
        <w:i w:val="0"/>
        <w:sz w:val="18"/>
        <w:szCs w:val="18"/>
        <w:lang w:val="uk-UA"/>
      </w:rPr>
    </w:pPr>
    <w:r w:rsidRPr="00CC4714">
      <w:rPr>
        <w:i w:val="0"/>
        <w:sz w:val="18"/>
        <w:szCs w:val="18"/>
      </w:rPr>
      <w:fldChar w:fldCharType="begin"/>
    </w:r>
    <w:r w:rsidRPr="00CC4714">
      <w:rPr>
        <w:i w:val="0"/>
        <w:sz w:val="18"/>
        <w:szCs w:val="18"/>
      </w:rPr>
      <w:instrText xml:space="preserve"> PAGE   \* MERGEFORMAT </w:instrText>
    </w:r>
    <w:r w:rsidRPr="00CC4714">
      <w:rPr>
        <w:i w:val="0"/>
        <w:sz w:val="18"/>
        <w:szCs w:val="18"/>
      </w:rPr>
      <w:fldChar w:fldCharType="separate"/>
    </w:r>
    <w:r>
      <w:rPr>
        <w:i w:val="0"/>
        <w:noProof/>
        <w:sz w:val="18"/>
        <w:szCs w:val="18"/>
      </w:rPr>
      <w:t>4</w:t>
    </w:r>
    <w:r w:rsidRPr="00CC4714">
      <w:rPr>
        <w:i w:val="0"/>
        <w:sz w:val="18"/>
        <w:szCs w:val="18"/>
      </w:rPr>
      <w:fldChar w:fldCharType="end"/>
    </w:r>
    <w:r>
      <w:rPr>
        <w:i w:val="0"/>
        <w:sz w:val="18"/>
        <w:szCs w:val="18"/>
        <w:lang w:val="uk-UA"/>
      </w:rPr>
      <w:t xml:space="preserve"> </w:t>
    </w:r>
    <w:r w:rsidRPr="00CC4714">
      <w:rPr>
        <w:i w:val="0"/>
        <w:sz w:val="18"/>
        <w:szCs w:val="18"/>
        <w:lang w:val="uk-UA"/>
      </w:rPr>
      <w:t>із</w:t>
    </w:r>
    <w:r>
      <w:rPr>
        <w:i w:val="0"/>
        <w:sz w:val="18"/>
        <w:szCs w:val="18"/>
        <w:lang w:val="uk-UA"/>
      </w:rPr>
      <w:t xml:space="preserve"> 4</w:t>
    </w:r>
  </w:p>
  <w:p w:rsidR="008B7D08" w:rsidRPr="00582CEF" w:rsidRDefault="008B7D08" w:rsidP="00582CEF">
    <w:pPr>
      <w:pStyle w:val="Header"/>
      <w:jc w:val="center"/>
      <w:rPr>
        <w:i w:val="0"/>
        <w:sz w:val="24"/>
        <w:szCs w:val="24"/>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6744462"/>
    <w:lvl w:ilvl="0">
      <w:start w:val="1"/>
      <w:numFmt w:val="bullet"/>
      <w:lvlText w:val=""/>
      <w:lvlJc w:val="left"/>
      <w:pPr>
        <w:tabs>
          <w:tab w:val="num" w:pos="360"/>
        </w:tabs>
        <w:ind w:left="360" w:hanging="360"/>
      </w:pPr>
      <w:rPr>
        <w:rFonts w:ascii="Symbol" w:hAnsi="Symbol" w:hint="default"/>
      </w:rPr>
    </w:lvl>
  </w:abstractNum>
  <w:abstractNum w:abstractNumId="1">
    <w:nsid w:val="19091DC1"/>
    <w:multiLevelType w:val="multilevel"/>
    <w:tmpl w:val="5EB01488"/>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
    <w:nsid w:val="1937072A"/>
    <w:multiLevelType w:val="hybridMultilevel"/>
    <w:tmpl w:val="2B62AD2E"/>
    <w:lvl w:ilvl="0" w:tplc="6BA630BC">
      <w:start w:val="1"/>
      <w:numFmt w:val="decimal"/>
      <w:lvlText w:val="%1."/>
      <w:lvlJc w:val="left"/>
      <w:pPr>
        <w:tabs>
          <w:tab w:val="num" w:pos="720"/>
        </w:tabs>
        <w:ind w:left="720" w:hanging="360"/>
      </w:pPr>
      <w:rPr>
        <w:rFonts w:cs="Times New Roman" w:hint="default"/>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9877FAF"/>
    <w:multiLevelType w:val="hybridMultilevel"/>
    <w:tmpl w:val="1520F316"/>
    <w:lvl w:ilvl="0" w:tplc="3A44940C">
      <w:start w:val="1"/>
      <w:numFmt w:val="decimal"/>
      <w:lvlText w:val="%1."/>
      <w:lvlJc w:val="left"/>
      <w:pPr>
        <w:tabs>
          <w:tab w:val="num" w:pos="1005"/>
        </w:tabs>
        <w:ind w:left="1005" w:hanging="1005"/>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1A4322B5"/>
    <w:multiLevelType w:val="hybridMultilevel"/>
    <w:tmpl w:val="4F421B30"/>
    <w:lvl w:ilvl="0" w:tplc="43F6B4FA">
      <w:start w:val="7"/>
      <w:numFmt w:val="decimal"/>
      <w:lvlText w:val="%1."/>
      <w:lvlJc w:val="left"/>
      <w:pPr>
        <w:tabs>
          <w:tab w:val="num" w:pos="900"/>
        </w:tabs>
        <w:ind w:left="900" w:hanging="5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B1C33B5"/>
    <w:multiLevelType w:val="hybridMultilevel"/>
    <w:tmpl w:val="63ECADB0"/>
    <w:lvl w:ilvl="0" w:tplc="BC2C77EE">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D696E17"/>
    <w:multiLevelType w:val="hybridMultilevel"/>
    <w:tmpl w:val="7D361D5A"/>
    <w:lvl w:ilvl="0" w:tplc="EAE62DE8">
      <w:start w:val="1"/>
      <w:numFmt w:val="decimal"/>
      <w:lvlText w:val="%1."/>
      <w:lvlJc w:val="left"/>
      <w:pPr>
        <w:tabs>
          <w:tab w:val="num" w:pos="854"/>
        </w:tabs>
        <w:ind w:left="854" w:hanging="57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7">
    <w:nsid w:val="1EB66D9E"/>
    <w:multiLevelType w:val="hybridMultilevel"/>
    <w:tmpl w:val="BE5664AC"/>
    <w:lvl w:ilvl="0" w:tplc="AE963E1C">
      <w:start w:val="1"/>
      <w:numFmt w:val="decimal"/>
      <w:lvlText w:val="%1."/>
      <w:lvlJc w:val="left"/>
      <w:pPr>
        <w:tabs>
          <w:tab w:val="num" w:pos="720"/>
        </w:tabs>
        <w:ind w:left="720" w:hanging="360"/>
      </w:pPr>
      <w:rPr>
        <w:rFonts w:cs="Times New Roman" w:hint="default"/>
      </w:rPr>
    </w:lvl>
    <w:lvl w:ilvl="1" w:tplc="2564D52A">
      <w:numFmt w:val="none"/>
      <w:lvlText w:val=""/>
      <w:lvlJc w:val="left"/>
      <w:pPr>
        <w:tabs>
          <w:tab w:val="num" w:pos="360"/>
        </w:tabs>
      </w:pPr>
      <w:rPr>
        <w:rFonts w:cs="Times New Roman"/>
      </w:rPr>
    </w:lvl>
    <w:lvl w:ilvl="2" w:tplc="5CE07082">
      <w:numFmt w:val="none"/>
      <w:lvlText w:val=""/>
      <w:lvlJc w:val="left"/>
      <w:pPr>
        <w:tabs>
          <w:tab w:val="num" w:pos="360"/>
        </w:tabs>
      </w:pPr>
      <w:rPr>
        <w:rFonts w:cs="Times New Roman"/>
      </w:rPr>
    </w:lvl>
    <w:lvl w:ilvl="3" w:tplc="A8C62F7A">
      <w:numFmt w:val="none"/>
      <w:lvlText w:val=""/>
      <w:lvlJc w:val="left"/>
      <w:pPr>
        <w:tabs>
          <w:tab w:val="num" w:pos="360"/>
        </w:tabs>
      </w:pPr>
      <w:rPr>
        <w:rFonts w:cs="Times New Roman"/>
      </w:rPr>
    </w:lvl>
    <w:lvl w:ilvl="4" w:tplc="AA3C33D4">
      <w:numFmt w:val="none"/>
      <w:lvlText w:val=""/>
      <w:lvlJc w:val="left"/>
      <w:pPr>
        <w:tabs>
          <w:tab w:val="num" w:pos="360"/>
        </w:tabs>
      </w:pPr>
      <w:rPr>
        <w:rFonts w:cs="Times New Roman"/>
      </w:rPr>
    </w:lvl>
    <w:lvl w:ilvl="5" w:tplc="B8786D72">
      <w:numFmt w:val="none"/>
      <w:lvlText w:val=""/>
      <w:lvlJc w:val="left"/>
      <w:pPr>
        <w:tabs>
          <w:tab w:val="num" w:pos="360"/>
        </w:tabs>
      </w:pPr>
      <w:rPr>
        <w:rFonts w:cs="Times New Roman"/>
      </w:rPr>
    </w:lvl>
    <w:lvl w:ilvl="6" w:tplc="140A2C68">
      <w:numFmt w:val="none"/>
      <w:lvlText w:val=""/>
      <w:lvlJc w:val="left"/>
      <w:pPr>
        <w:tabs>
          <w:tab w:val="num" w:pos="360"/>
        </w:tabs>
      </w:pPr>
      <w:rPr>
        <w:rFonts w:cs="Times New Roman"/>
      </w:rPr>
    </w:lvl>
    <w:lvl w:ilvl="7" w:tplc="141836B6">
      <w:numFmt w:val="none"/>
      <w:lvlText w:val=""/>
      <w:lvlJc w:val="left"/>
      <w:pPr>
        <w:tabs>
          <w:tab w:val="num" w:pos="360"/>
        </w:tabs>
      </w:pPr>
      <w:rPr>
        <w:rFonts w:cs="Times New Roman"/>
      </w:rPr>
    </w:lvl>
    <w:lvl w:ilvl="8" w:tplc="2B2E10CA">
      <w:numFmt w:val="none"/>
      <w:lvlText w:val=""/>
      <w:lvlJc w:val="left"/>
      <w:pPr>
        <w:tabs>
          <w:tab w:val="num" w:pos="360"/>
        </w:tabs>
      </w:pPr>
      <w:rPr>
        <w:rFonts w:cs="Times New Roman"/>
      </w:rPr>
    </w:lvl>
  </w:abstractNum>
  <w:abstractNum w:abstractNumId="8">
    <w:nsid w:val="38C815F4"/>
    <w:multiLevelType w:val="hybridMultilevel"/>
    <w:tmpl w:val="262243E2"/>
    <w:lvl w:ilvl="0" w:tplc="C468738C">
      <w:start w:val="1"/>
      <w:numFmt w:val="decimal"/>
      <w:lvlText w:val="%1."/>
      <w:lvlJc w:val="left"/>
      <w:pPr>
        <w:ind w:left="1070" w:hanging="360"/>
      </w:pPr>
      <w:rPr>
        <w:rFonts w:ascii="Times New Roman" w:hAnsi="Times New Roman" w:cs="Times New Roman" w:hint="default"/>
        <w:b w:val="0"/>
      </w:rPr>
    </w:lvl>
    <w:lvl w:ilvl="1" w:tplc="04220019" w:tentative="1">
      <w:start w:val="1"/>
      <w:numFmt w:val="lowerLetter"/>
      <w:lvlText w:val="%2."/>
      <w:lvlJc w:val="left"/>
      <w:pPr>
        <w:ind w:left="1785" w:hanging="360"/>
      </w:pPr>
      <w:rPr>
        <w:rFonts w:cs="Times New Roman"/>
      </w:rPr>
    </w:lvl>
    <w:lvl w:ilvl="2" w:tplc="0422001B" w:tentative="1">
      <w:start w:val="1"/>
      <w:numFmt w:val="lowerRoman"/>
      <w:lvlText w:val="%3."/>
      <w:lvlJc w:val="right"/>
      <w:pPr>
        <w:ind w:left="2505" w:hanging="180"/>
      </w:pPr>
      <w:rPr>
        <w:rFonts w:cs="Times New Roman"/>
      </w:rPr>
    </w:lvl>
    <w:lvl w:ilvl="3" w:tplc="0422000F" w:tentative="1">
      <w:start w:val="1"/>
      <w:numFmt w:val="decimal"/>
      <w:lvlText w:val="%4."/>
      <w:lvlJc w:val="left"/>
      <w:pPr>
        <w:ind w:left="3225" w:hanging="360"/>
      </w:pPr>
      <w:rPr>
        <w:rFonts w:cs="Times New Roman"/>
      </w:rPr>
    </w:lvl>
    <w:lvl w:ilvl="4" w:tplc="04220019" w:tentative="1">
      <w:start w:val="1"/>
      <w:numFmt w:val="lowerLetter"/>
      <w:lvlText w:val="%5."/>
      <w:lvlJc w:val="left"/>
      <w:pPr>
        <w:ind w:left="3945" w:hanging="360"/>
      </w:pPr>
      <w:rPr>
        <w:rFonts w:cs="Times New Roman"/>
      </w:rPr>
    </w:lvl>
    <w:lvl w:ilvl="5" w:tplc="0422001B" w:tentative="1">
      <w:start w:val="1"/>
      <w:numFmt w:val="lowerRoman"/>
      <w:lvlText w:val="%6."/>
      <w:lvlJc w:val="right"/>
      <w:pPr>
        <w:ind w:left="4665" w:hanging="180"/>
      </w:pPr>
      <w:rPr>
        <w:rFonts w:cs="Times New Roman"/>
      </w:rPr>
    </w:lvl>
    <w:lvl w:ilvl="6" w:tplc="0422000F" w:tentative="1">
      <w:start w:val="1"/>
      <w:numFmt w:val="decimal"/>
      <w:lvlText w:val="%7."/>
      <w:lvlJc w:val="left"/>
      <w:pPr>
        <w:ind w:left="5385" w:hanging="360"/>
      </w:pPr>
      <w:rPr>
        <w:rFonts w:cs="Times New Roman"/>
      </w:rPr>
    </w:lvl>
    <w:lvl w:ilvl="7" w:tplc="04220019" w:tentative="1">
      <w:start w:val="1"/>
      <w:numFmt w:val="lowerLetter"/>
      <w:lvlText w:val="%8."/>
      <w:lvlJc w:val="left"/>
      <w:pPr>
        <w:ind w:left="6105" w:hanging="360"/>
      </w:pPr>
      <w:rPr>
        <w:rFonts w:cs="Times New Roman"/>
      </w:rPr>
    </w:lvl>
    <w:lvl w:ilvl="8" w:tplc="0422001B" w:tentative="1">
      <w:start w:val="1"/>
      <w:numFmt w:val="lowerRoman"/>
      <w:lvlText w:val="%9."/>
      <w:lvlJc w:val="right"/>
      <w:pPr>
        <w:ind w:left="6825" w:hanging="180"/>
      </w:pPr>
      <w:rPr>
        <w:rFonts w:cs="Times New Roman"/>
      </w:rPr>
    </w:lvl>
  </w:abstractNum>
  <w:abstractNum w:abstractNumId="9">
    <w:nsid w:val="39F6590D"/>
    <w:multiLevelType w:val="hybridMultilevel"/>
    <w:tmpl w:val="141E0A78"/>
    <w:lvl w:ilvl="0" w:tplc="4E80E3C4">
      <w:start w:val="5"/>
      <w:numFmt w:val="bullet"/>
      <w:lvlText w:val="–"/>
      <w:lvlJc w:val="left"/>
      <w:pPr>
        <w:tabs>
          <w:tab w:val="num" w:pos="1069"/>
        </w:tabs>
        <w:ind w:firstLine="709"/>
      </w:pPr>
      <w:rPr>
        <w:rFonts w:ascii="Times New Roman" w:hAnsi="Times New Roman"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B2B6CF0"/>
    <w:multiLevelType w:val="hybridMultilevel"/>
    <w:tmpl w:val="73BEB370"/>
    <w:lvl w:ilvl="0" w:tplc="0422000F">
      <w:start w:val="1"/>
      <w:numFmt w:val="decimal"/>
      <w:lvlText w:val="%1."/>
      <w:lvlJc w:val="left"/>
      <w:pPr>
        <w:ind w:left="1434" w:hanging="360"/>
      </w:pPr>
      <w:rPr>
        <w:rFonts w:cs="Times New Roman"/>
      </w:rPr>
    </w:lvl>
    <w:lvl w:ilvl="1" w:tplc="04220019">
      <w:start w:val="1"/>
      <w:numFmt w:val="decimal"/>
      <w:lvlText w:val="%2."/>
      <w:lvlJc w:val="left"/>
      <w:pPr>
        <w:tabs>
          <w:tab w:val="num" w:pos="2154"/>
        </w:tabs>
        <w:ind w:left="2154" w:hanging="360"/>
      </w:pPr>
      <w:rPr>
        <w:rFonts w:cs="Times New Roman"/>
      </w:rPr>
    </w:lvl>
    <w:lvl w:ilvl="2" w:tplc="0422001B">
      <w:start w:val="1"/>
      <w:numFmt w:val="decimal"/>
      <w:lvlText w:val="%3."/>
      <w:lvlJc w:val="left"/>
      <w:pPr>
        <w:tabs>
          <w:tab w:val="num" w:pos="2874"/>
        </w:tabs>
        <w:ind w:left="2874" w:hanging="360"/>
      </w:pPr>
      <w:rPr>
        <w:rFonts w:cs="Times New Roman"/>
      </w:rPr>
    </w:lvl>
    <w:lvl w:ilvl="3" w:tplc="0422000F">
      <w:start w:val="1"/>
      <w:numFmt w:val="decimal"/>
      <w:lvlText w:val="%4."/>
      <w:lvlJc w:val="left"/>
      <w:pPr>
        <w:tabs>
          <w:tab w:val="num" w:pos="3594"/>
        </w:tabs>
        <w:ind w:left="3594" w:hanging="360"/>
      </w:pPr>
      <w:rPr>
        <w:rFonts w:cs="Times New Roman"/>
      </w:rPr>
    </w:lvl>
    <w:lvl w:ilvl="4" w:tplc="04220019">
      <w:start w:val="1"/>
      <w:numFmt w:val="decimal"/>
      <w:lvlText w:val="%5."/>
      <w:lvlJc w:val="left"/>
      <w:pPr>
        <w:tabs>
          <w:tab w:val="num" w:pos="4314"/>
        </w:tabs>
        <w:ind w:left="4314" w:hanging="360"/>
      </w:pPr>
      <w:rPr>
        <w:rFonts w:cs="Times New Roman"/>
      </w:rPr>
    </w:lvl>
    <w:lvl w:ilvl="5" w:tplc="0422001B">
      <w:start w:val="1"/>
      <w:numFmt w:val="decimal"/>
      <w:lvlText w:val="%6."/>
      <w:lvlJc w:val="left"/>
      <w:pPr>
        <w:tabs>
          <w:tab w:val="num" w:pos="5034"/>
        </w:tabs>
        <w:ind w:left="5034" w:hanging="360"/>
      </w:pPr>
      <w:rPr>
        <w:rFonts w:cs="Times New Roman"/>
      </w:rPr>
    </w:lvl>
    <w:lvl w:ilvl="6" w:tplc="0422000F">
      <w:start w:val="1"/>
      <w:numFmt w:val="decimal"/>
      <w:lvlText w:val="%7."/>
      <w:lvlJc w:val="left"/>
      <w:pPr>
        <w:tabs>
          <w:tab w:val="num" w:pos="5754"/>
        </w:tabs>
        <w:ind w:left="5754" w:hanging="360"/>
      </w:pPr>
      <w:rPr>
        <w:rFonts w:cs="Times New Roman"/>
      </w:rPr>
    </w:lvl>
    <w:lvl w:ilvl="7" w:tplc="04220019">
      <w:start w:val="1"/>
      <w:numFmt w:val="decimal"/>
      <w:lvlText w:val="%8."/>
      <w:lvlJc w:val="left"/>
      <w:pPr>
        <w:tabs>
          <w:tab w:val="num" w:pos="6474"/>
        </w:tabs>
        <w:ind w:left="6474" w:hanging="360"/>
      </w:pPr>
      <w:rPr>
        <w:rFonts w:cs="Times New Roman"/>
      </w:rPr>
    </w:lvl>
    <w:lvl w:ilvl="8" w:tplc="0422001B">
      <w:start w:val="1"/>
      <w:numFmt w:val="decimal"/>
      <w:lvlText w:val="%9."/>
      <w:lvlJc w:val="left"/>
      <w:pPr>
        <w:tabs>
          <w:tab w:val="num" w:pos="7194"/>
        </w:tabs>
        <w:ind w:left="7194" w:hanging="360"/>
      </w:pPr>
      <w:rPr>
        <w:rFonts w:cs="Times New Roman"/>
      </w:rPr>
    </w:lvl>
  </w:abstractNum>
  <w:abstractNum w:abstractNumId="11">
    <w:nsid w:val="4E3514B8"/>
    <w:multiLevelType w:val="hybridMultilevel"/>
    <w:tmpl w:val="21201648"/>
    <w:lvl w:ilvl="0" w:tplc="1D2A5A46">
      <w:start w:val="1"/>
      <w:numFmt w:val="decimal"/>
      <w:lvlText w:val="%1."/>
      <w:lvlJc w:val="left"/>
      <w:pPr>
        <w:ind w:left="720" w:hanging="360"/>
      </w:pPr>
      <w:rPr>
        <w:rFonts w:cs="Times New Roman"/>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7D603B1"/>
    <w:multiLevelType w:val="multilevel"/>
    <w:tmpl w:val="9626D7B0"/>
    <w:lvl w:ilvl="0">
      <w:start w:val="3"/>
      <w:numFmt w:val="decimal"/>
      <w:lvlText w:val="%1."/>
      <w:lvlJc w:val="left"/>
      <w:pPr>
        <w:tabs>
          <w:tab w:val="num" w:pos="420"/>
        </w:tabs>
        <w:ind w:left="420" w:hanging="420"/>
      </w:pPr>
      <w:rPr>
        <w:rFonts w:cs="Times New Roman"/>
      </w:rPr>
    </w:lvl>
    <w:lvl w:ilvl="1">
      <w:start w:val="2"/>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3">
    <w:nsid w:val="58B0158A"/>
    <w:multiLevelType w:val="hybridMultilevel"/>
    <w:tmpl w:val="F5E03762"/>
    <w:lvl w:ilvl="0" w:tplc="A02E89CC">
      <w:numFmt w:val="bullet"/>
      <w:lvlText w:val=""/>
      <w:lvlJc w:val="left"/>
      <w:pPr>
        <w:tabs>
          <w:tab w:val="num" w:pos="1695"/>
        </w:tabs>
        <w:ind w:left="1695" w:hanging="360"/>
      </w:pPr>
      <w:rPr>
        <w:rFonts w:ascii="Symbol" w:eastAsia="Times New Roman" w:hAnsi="Symbol" w:hint="default"/>
        <w:b/>
      </w:rPr>
    </w:lvl>
    <w:lvl w:ilvl="1" w:tplc="04190003" w:tentative="1">
      <w:start w:val="1"/>
      <w:numFmt w:val="bullet"/>
      <w:lvlText w:val="o"/>
      <w:lvlJc w:val="left"/>
      <w:pPr>
        <w:tabs>
          <w:tab w:val="num" w:pos="2415"/>
        </w:tabs>
        <w:ind w:left="2415" w:hanging="360"/>
      </w:pPr>
      <w:rPr>
        <w:rFonts w:ascii="Courier New" w:hAnsi="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14">
    <w:nsid w:val="5A6E7909"/>
    <w:multiLevelType w:val="hybridMultilevel"/>
    <w:tmpl w:val="D46252CE"/>
    <w:lvl w:ilvl="0" w:tplc="38C415BE">
      <w:numFmt w:val="none"/>
      <w:lvlText w:val=""/>
      <w:lvlJc w:val="left"/>
      <w:pPr>
        <w:tabs>
          <w:tab w:val="num" w:pos="360"/>
        </w:tabs>
      </w:pPr>
      <w:rPr>
        <w:rFonts w:cs="Times New Roman"/>
      </w:rPr>
    </w:lvl>
    <w:lvl w:ilvl="1" w:tplc="7CEC07A8" w:tentative="1">
      <w:start w:val="1"/>
      <w:numFmt w:val="lowerLetter"/>
      <w:lvlText w:val="%2."/>
      <w:lvlJc w:val="left"/>
      <w:pPr>
        <w:tabs>
          <w:tab w:val="num" w:pos="1440"/>
        </w:tabs>
        <w:ind w:left="1440" w:hanging="360"/>
      </w:pPr>
      <w:rPr>
        <w:rFonts w:cs="Times New Roman"/>
      </w:rPr>
    </w:lvl>
    <w:lvl w:ilvl="2" w:tplc="17F67B84" w:tentative="1">
      <w:start w:val="1"/>
      <w:numFmt w:val="lowerRoman"/>
      <w:lvlText w:val="%3."/>
      <w:lvlJc w:val="right"/>
      <w:pPr>
        <w:tabs>
          <w:tab w:val="num" w:pos="2160"/>
        </w:tabs>
        <w:ind w:left="2160" w:hanging="180"/>
      </w:pPr>
      <w:rPr>
        <w:rFonts w:cs="Times New Roman"/>
      </w:rPr>
    </w:lvl>
    <w:lvl w:ilvl="3" w:tplc="0A4C43A0" w:tentative="1">
      <w:start w:val="1"/>
      <w:numFmt w:val="decimal"/>
      <w:lvlText w:val="%4."/>
      <w:lvlJc w:val="left"/>
      <w:pPr>
        <w:tabs>
          <w:tab w:val="num" w:pos="2880"/>
        </w:tabs>
        <w:ind w:left="2880" w:hanging="360"/>
      </w:pPr>
      <w:rPr>
        <w:rFonts w:cs="Times New Roman"/>
      </w:rPr>
    </w:lvl>
    <w:lvl w:ilvl="4" w:tplc="9EACCE26" w:tentative="1">
      <w:start w:val="1"/>
      <w:numFmt w:val="lowerLetter"/>
      <w:lvlText w:val="%5."/>
      <w:lvlJc w:val="left"/>
      <w:pPr>
        <w:tabs>
          <w:tab w:val="num" w:pos="3600"/>
        </w:tabs>
        <w:ind w:left="3600" w:hanging="360"/>
      </w:pPr>
      <w:rPr>
        <w:rFonts w:cs="Times New Roman"/>
      </w:rPr>
    </w:lvl>
    <w:lvl w:ilvl="5" w:tplc="FF96AA6A" w:tentative="1">
      <w:start w:val="1"/>
      <w:numFmt w:val="lowerRoman"/>
      <w:lvlText w:val="%6."/>
      <w:lvlJc w:val="right"/>
      <w:pPr>
        <w:tabs>
          <w:tab w:val="num" w:pos="4320"/>
        </w:tabs>
        <w:ind w:left="4320" w:hanging="180"/>
      </w:pPr>
      <w:rPr>
        <w:rFonts w:cs="Times New Roman"/>
      </w:rPr>
    </w:lvl>
    <w:lvl w:ilvl="6" w:tplc="4192DF2C" w:tentative="1">
      <w:start w:val="1"/>
      <w:numFmt w:val="decimal"/>
      <w:lvlText w:val="%7."/>
      <w:lvlJc w:val="left"/>
      <w:pPr>
        <w:tabs>
          <w:tab w:val="num" w:pos="5040"/>
        </w:tabs>
        <w:ind w:left="5040" w:hanging="360"/>
      </w:pPr>
      <w:rPr>
        <w:rFonts w:cs="Times New Roman"/>
      </w:rPr>
    </w:lvl>
    <w:lvl w:ilvl="7" w:tplc="445A95CC" w:tentative="1">
      <w:start w:val="1"/>
      <w:numFmt w:val="lowerLetter"/>
      <w:lvlText w:val="%8."/>
      <w:lvlJc w:val="left"/>
      <w:pPr>
        <w:tabs>
          <w:tab w:val="num" w:pos="5760"/>
        </w:tabs>
        <w:ind w:left="5760" w:hanging="360"/>
      </w:pPr>
      <w:rPr>
        <w:rFonts w:cs="Times New Roman"/>
      </w:rPr>
    </w:lvl>
    <w:lvl w:ilvl="8" w:tplc="2084D9F4" w:tentative="1">
      <w:start w:val="1"/>
      <w:numFmt w:val="lowerRoman"/>
      <w:lvlText w:val="%9."/>
      <w:lvlJc w:val="right"/>
      <w:pPr>
        <w:tabs>
          <w:tab w:val="num" w:pos="6480"/>
        </w:tabs>
        <w:ind w:left="6480" w:hanging="180"/>
      </w:pPr>
      <w:rPr>
        <w:rFonts w:cs="Times New Roman"/>
      </w:rPr>
    </w:lvl>
  </w:abstractNum>
  <w:abstractNum w:abstractNumId="15">
    <w:nsid w:val="5DC22614"/>
    <w:multiLevelType w:val="hybridMultilevel"/>
    <w:tmpl w:val="14264E48"/>
    <w:lvl w:ilvl="0" w:tplc="B060BF26">
      <w:start w:val="1"/>
      <w:numFmt w:val="decimal"/>
      <w:lvlText w:val="%1."/>
      <w:lvlJc w:val="left"/>
      <w:pPr>
        <w:tabs>
          <w:tab w:val="num" w:pos="720"/>
        </w:tabs>
        <w:ind w:left="720" w:hanging="360"/>
      </w:pPr>
      <w:rPr>
        <w:rFonts w:cs="Times New Roman" w:hint="default"/>
      </w:rPr>
    </w:lvl>
    <w:lvl w:ilvl="1" w:tplc="A4246CDA">
      <w:numFmt w:val="none"/>
      <w:lvlText w:val=""/>
      <w:lvlJc w:val="left"/>
      <w:pPr>
        <w:tabs>
          <w:tab w:val="num" w:pos="360"/>
        </w:tabs>
      </w:pPr>
      <w:rPr>
        <w:rFonts w:cs="Times New Roman"/>
      </w:rPr>
    </w:lvl>
    <w:lvl w:ilvl="2" w:tplc="5948B5A4">
      <w:numFmt w:val="none"/>
      <w:lvlText w:val=""/>
      <w:lvlJc w:val="left"/>
      <w:pPr>
        <w:tabs>
          <w:tab w:val="num" w:pos="360"/>
        </w:tabs>
      </w:pPr>
      <w:rPr>
        <w:rFonts w:cs="Times New Roman"/>
      </w:rPr>
    </w:lvl>
    <w:lvl w:ilvl="3" w:tplc="CE006B8C">
      <w:numFmt w:val="none"/>
      <w:lvlText w:val=""/>
      <w:lvlJc w:val="left"/>
      <w:pPr>
        <w:tabs>
          <w:tab w:val="num" w:pos="360"/>
        </w:tabs>
      </w:pPr>
      <w:rPr>
        <w:rFonts w:cs="Times New Roman"/>
      </w:rPr>
    </w:lvl>
    <w:lvl w:ilvl="4" w:tplc="58007B64">
      <w:numFmt w:val="none"/>
      <w:lvlText w:val=""/>
      <w:lvlJc w:val="left"/>
      <w:pPr>
        <w:tabs>
          <w:tab w:val="num" w:pos="360"/>
        </w:tabs>
      </w:pPr>
      <w:rPr>
        <w:rFonts w:cs="Times New Roman"/>
      </w:rPr>
    </w:lvl>
    <w:lvl w:ilvl="5" w:tplc="0F2EB8EC">
      <w:numFmt w:val="none"/>
      <w:lvlText w:val=""/>
      <w:lvlJc w:val="left"/>
      <w:pPr>
        <w:tabs>
          <w:tab w:val="num" w:pos="360"/>
        </w:tabs>
      </w:pPr>
      <w:rPr>
        <w:rFonts w:cs="Times New Roman"/>
      </w:rPr>
    </w:lvl>
    <w:lvl w:ilvl="6" w:tplc="BF68B094">
      <w:numFmt w:val="none"/>
      <w:lvlText w:val=""/>
      <w:lvlJc w:val="left"/>
      <w:pPr>
        <w:tabs>
          <w:tab w:val="num" w:pos="360"/>
        </w:tabs>
      </w:pPr>
      <w:rPr>
        <w:rFonts w:cs="Times New Roman"/>
      </w:rPr>
    </w:lvl>
    <w:lvl w:ilvl="7" w:tplc="BB4E11DE">
      <w:numFmt w:val="none"/>
      <w:lvlText w:val=""/>
      <w:lvlJc w:val="left"/>
      <w:pPr>
        <w:tabs>
          <w:tab w:val="num" w:pos="360"/>
        </w:tabs>
      </w:pPr>
      <w:rPr>
        <w:rFonts w:cs="Times New Roman"/>
      </w:rPr>
    </w:lvl>
    <w:lvl w:ilvl="8" w:tplc="CA4C82DE">
      <w:numFmt w:val="none"/>
      <w:lvlText w:val=""/>
      <w:lvlJc w:val="left"/>
      <w:pPr>
        <w:tabs>
          <w:tab w:val="num" w:pos="360"/>
        </w:tabs>
      </w:pPr>
      <w:rPr>
        <w:rFonts w:cs="Times New Roman"/>
      </w:rPr>
    </w:lvl>
  </w:abstractNum>
  <w:abstractNum w:abstractNumId="16">
    <w:nsid w:val="61ED1A6C"/>
    <w:multiLevelType w:val="multilevel"/>
    <w:tmpl w:val="8DA6980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nsid w:val="667313E1"/>
    <w:multiLevelType w:val="hybridMultilevel"/>
    <w:tmpl w:val="0666F220"/>
    <w:lvl w:ilvl="0" w:tplc="A13ADFBE">
      <w:numFmt w:val="bullet"/>
      <w:lvlText w:val=""/>
      <w:lvlJc w:val="left"/>
      <w:pPr>
        <w:tabs>
          <w:tab w:val="num" w:pos="1695"/>
        </w:tabs>
        <w:ind w:left="1695" w:hanging="360"/>
      </w:pPr>
      <w:rPr>
        <w:rFonts w:ascii="Symbol" w:eastAsia="Times New Roman" w:hAnsi="Symbol" w:hint="default"/>
      </w:rPr>
    </w:lvl>
    <w:lvl w:ilvl="1" w:tplc="04190003" w:tentative="1">
      <w:start w:val="1"/>
      <w:numFmt w:val="bullet"/>
      <w:lvlText w:val="o"/>
      <w:lvlJc w:val="left"/>
      <w:pPr>
        <w:tabs>
          <w:tab w:val="num" w:pos="2415"/>
        </w:tabs>
        <w:ind w:left="2415" w:hanging="360"/>
      </w:pPr>
      <w:rPr>
        <w:rFonts w:ascii="Courier New" w:hAnsi="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18">
    <w:nsid w:val="7AB82644"/>
    <w:multiLevelType w:val="hybridMultilevel"/>
    <w:tmpl w:val="8BF2494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DA862DD"/>
    <w:multiLevelType w:val="hybridMultilevel"/>
    <w:tmpl w:val="75A6E24A"/>
    <w:lvl w:ilvl="0" w:tplc="7646C60C">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11"/>
  </w:num>
  <w:num w:numId="8">
    <w:abstractNumId w:val="18"/>
  </w:num>
  <w:num w:numId="9">
    <w:abstractNumId w:val="0"/>
  </w:num>
  <w:num w:numId="10">
    <w:abstractNumId w:val="0"/>
  </w:num>
  <w:num w:numId="11">
    <w:abstractNumId w:val="3"/>
  </w:num>
  <w:num w:numId="12">
    <w:abstractNumId w:val="15"/>
  </w:num>
  <w:num w:numId="13">
    <w:abstractNumId w:val="2"/>
  </w:num>
  <w:num w:numId="14">
    <w:abstractNumId w:val="5"/>
  </w:num>
  <w:num w:numId="15">
    <w:abstractNumId w:val="14"/>
  </w:num>
  <w:num w:numId="16">
    <w:abstractNumId w:val="6"/>
  </w:num>
  <w:num w:numId="17">
    <w:abstractNumId w:val="1"/>
  </w:num>
  <w:num w:numId="18">
    <w:abstractNumId w:val="19"/>
  </w:num>
  <w:num w:numId="19">
    <w:abstractNumId w:val="4"/>
  </w:num>
  <w:num w:numId="20">
    <w:abstractNumId w:val="16"/>
  </w:num>
  <w:num w:numId="21">
    <w:abstractNumId w:val="9"/>
  </w:num>
  <w:num w:numId="22">
    <w:abstractNumId w:val="17"/>
  </w:num>
  <w:num w:numId="23">
    <w:abstractNumId w:val="13"/>
  </w:num>
  <w:num w:numId="24">
    <w:abstractNumId w:val="1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451BA"/>
    <w:rsid w:val="00000006"/>
    <w:rsid w:val="0000059F"/>
    <w:rsid w:val="00001D50"/>
    <w:rsid w:val="00002B16"/>
    <w:rsid w:val="00006883"/>
    <w:rsid w:val="00006B3B"/>
    <w:rsid w:val="00010F59"/>
    <w:rsid w:val="00010F65"/>
    <w:rsid w:val="00012E7D"/>
    <w:rsid w:val="00012F5D"/>
    <w:rsid w:val="0001315C"/>
    <w:rsid w:val="000133EB"/>
    <w:rsid w:val="00013D18"/>
    <w:rsid w:val="000204EE"/>
    <w:rsid w:val="00021C85"/>
    <w:rsid w:val="00022169"/>
    <w:rsid w:val="000262EC"/>
    <w:rsid w:val="000269CE"/>
    <w:rsid w:val="00026CE2"/>
    <w:rsid w:val="00027E82"/>
    <w:rsid w:val="00031423"/>
    <w:rsid w:val="0003157B"/>
    <w:rsid w:val="000325EC"/>
    <w:rsid w:val="0003455E"/>
    <w:rsid w:val="00034996"/>
    <w:rsid w:val="00037041"/>
    <w:rsid w:val="000409F0"/>
    <w:rsid w:val="00040A79"/>
    <w:rsid w:val="00040EFC"/>
    <w:rsid w:val="0004122F"/>
    <w:rsid w:val="00041B0E"/>
    <w:rsid w:val="0004275F"/>
    <w:rsid w:val="00042B99"/>
    <w:rsid w:val="00042BDC"/>
    <w:rsid w:val="00042C6D"/>
    <w:rsid w:val="00042DF0"/>
    <w:rsid w:val="00042EE3"/>
    <w:rsid w:val="00043ED9"/>
    <w:rsid w:val="00043F46"/>
    <w:rsid w:val="0004495A"/>
    <w:rsid w:val="000453DD"/>
    <w:rsid w:val="00046067"/>
    <w:rsid w:val="00046D72"/>
    <w:rsid w:val="000471DA"/>
    <w:rsid w:val="000472F9"/>
    <w:rsid w:val="00047776"/>
    <w:rsid w:val="000502E6"/>
    <w:rsid w:val="000514A1"/>
    <w:rsid w:val="000514A7"/>
    <w:rsid w:val="00052A26"/>
    <w:rsid w:val="00052E03"/>
    <w:rsid w:val="000535D9"/>
    <w:rsid w:val="0005410F"/>
    <w:rsid w:val="00054545"/>
    <w:rsid w:val="00054DA0"/>
    <w:rsid w:val="000555F9"/>
    <w:rsid w:val="000563EB"/>
    <w:rsid w:val="00060B26"/>
    <w:rsid w:val="00061C3D"/>
    <w:rsid w:val="000626FB"/>
    <w:rsid w:val="000627B5"/>
    <w:rsid w:val="0006294D"/>
    <w:rsid w:val="00062CF8"/>
    <w:rsid w:val="00062FCA"/>
    <w:rsid w:val="00063B64"/>
    <w:rsid w:val="0006479E"/>
    <w:rsid w:val="00064879"/>
    <w:rsid w:val="00065BC5"/>
    <w:rsid w:val="00066323"/>
    <w:rsid w:val="0006653D"/>
    <w:rsid w:val="00066EDB"/>
    <w:rsid w:val="00067644"/>
    <w:rsid w:val="00070D28"/>
    <w:rsid w:val="00071457"/>
    <w:rsid w:val="00072907"/>
    <w:rsid w:val="000745A4"/>
    <w:rsid w:val="00076AFE"/>
    <w:rsid w:val="00077226"/>
    <w:rsid w:val="0008094E"/>
    <w:rsid w:val="00081BD2"/>
    <w:rsid w:val="00082596"/>
    <w:rsid w:val="00085619"/>
    <w:rsid w:val="00085C9C"/>
    <w:rsid w:val="00085E96"/>
    <w:rsid w:val="0008610A"/>
    <w:rsid w:val="0008667F"/>
    <w:rsid w:val="00087235"/>
    <w:rsid w:val="0009039C"/>
    <w:rsid w:val="0009197A"/>
    <w:rsid w:val="00092389"/>
    <w:rsid w:val="00093F78"/>
    <w:rsid w:val="00094C8C"/>
    <w:rsid w:val="0009519E"/>
    <w:rsid w:val="0009572A"/>
    <w:rsid w:val="0009720C"/>
    <w:rsid w:val="000A0C5B"/>
    <w:rsid w:val="000A30EC"/>
    <w:rsid w:val="000A5963"/>
    <w:rsid w:val="000A5BE2"/>
    <w:rsid w:val="000A6E75"/>
    <w:rsid w:val="000B00F3"/>
    <w:rsid w:val="000B1022"/>
    <w:rsid w:val="000B19D7"/>
    <w:rsid w:val="000B1BFD"/>
    <w:rsid w:val="000B1C63"/>
    <w:rsid w:val="000B330E"/>
    <w:rsid w:val="000B39AC"/>
    <w:rsid w:val="000B3C4A"/>
    <w:rsid w:val="000B3D18"/>
    <w:rsid w:val="000B51F4"/>
    <w:rsid w:val="000B5C2F"/>
    <w:rsid w:val="000B68F3"/>
    <w:rsid w:val="000B7761"/>
    <w:rsid w:val="000C00CD"/>
    <w:rsid w:val="000C13A3"/>
    <w:rsid w:val="000C24B7"/>
    <w:rsid w:val="000C2A17"/>
    <w:rsid w:val="000C2B58"/>
    <w:rsid w:val="000C41B3"/>
    <w:rsid w:val="000C4322"/>
    <w:rsid w:val="000C4E60"/>
    <w:rsid w:val="000C4EC5"/>
    <w:rsid w:val="000C4EC8"/>
    <w:rsid w:val="000C532A"/>
    <w:rsid w:val="000C785D"/>
    <w:rsid w:val="000D1D73"/>
    <w:rsid w:val="000D24A3"/>
    <w:rsid w:val="000D29F3"/>
    <w:rsid w:val="000D3D2A"/>
    <w:rsid w:val="000D447D"/>
    <w:rsid w:val="000D4E84"/>
    <w:rsid w:val="000D5C67"/>
    <w:rsid w:val="000D5F37"/>
    <w:rsid w:val="000D676D"/>
    <w:rsid w:val="000D7092"/>
    <w:rsid w:val="000D7BA2"/>
    <w:rsid w:val="000E0266"/>
    <w:rsid w:val="000E291F"/>
    <w:rsid w:val="000E2B3B"/>
    <w:rsid w:val="000E3156"/>
    <w:rsid w:val="000E3F34"/>
    <w:rsid w:val="000E51C7"/>
    <w:rsid w:val="000E6447"/>
    <w:rsid w:val="000E75E8"/>
    <w:rsid w:val="000E7AD0"/>
    <w:rsid w:val="000E7CB6"/>
    <w:rsid w:val="000F0382"/>
    <w:rsid w:val="000F05BF"/>
    <w:rsid w:val="000F07B6"/>
    <w:rsid w:val="000F18B4"/>
    <w:rsid w:val="000F56EB"/>
    <w:rsid w:val="000F598E"/>
    <w:rsid w:val="000F5BE1"/>
    <w:rsid w:val="000F601D"/>
    <w:rsid w:val="000F7334"/>
    <w:rsid w:val="00100273"/>
    <w:rsid w:val="001011C6"/>
    <w:rsid w:val="00101CEA"/>
    <w:rsid w:val="001023DA"/>
    <w:rsid w:val="0010293E"/>
    <w:rsid w:val="00103155"/>
    <w:rsid w:val="00103D46"/>
    <w:rsid w:val="00103E5F"/>
    <w:rsid w:val="001041E5"/>
    <w:rsid w:val="00104C98"/>
    <w:rsid w:val="0010593A"/>
    <w:rsid w:val="00105BEA"/>
    <w:rsid w:val="00107BAA"/>
    <w:rsid w:val="00110790"/>
    <w:rsid w:val="00111ACF"/>
    <w:rsid w:val="0011261A"/>
    <w:rsid w:val="0011418C"/>
    <w:rsid w:val="00115403"/>
    <w:rsid w:val="00116170"/>
    <w:rsid w:val="00117F13"/>
    <w:rsid w:val="00120D1F"/>
    <w:rsid w:val="00121808"/>
    <w:rsid w:val="00121CCB"/>
    <w:rsid w:val="00122AA6"/>
    <w:rsid w:val="00124C68"/>
    <w:rsid w:val="001258B4"/>
    <w:rsid w:val="00125CF9"/>
    <w:rsid w:val="00126CD4"/>
    <w:rsid w:val="001317CE"/>
    <w:rsid w:val="001317D2"/>
    <w:rsid w:val="001322A6"/>
    <w:rsid w:val="00132E39"/>
    <w:rsid w:val="001343EF"/>
    <w:rsid w:val="001361F8"/>
    <w:rsid w:val="00136B67"/>
    <w:rsid w:val="001378EC"/>
    <w:rsid w:val="00137FD7"/>
    <w:rsid w:val="001407D8"/>
    <w:rsid w:val="00141712"/>
    <w:rsid w:val="00141A8F"/>
    <w:rsid w:val="001451BA"/>
    <w:rsid w:val="00145AC5"/>
    <w:rsid w:val="001467F9"/>
    <w:rsid w:val="00147A0F"/>
    <w:rsid w:val="00151842"/>
    <w:rsid w:val="00152E24"/>
    <w:rsid w:val="001558C8"/>
    <w:rsid w:val="00156C70"/>
    <w:rsid w:val="001571FA"/>
    <w:rsid w:val="00157541"/>
    <w:rsid w:val="00157672"/>
    <w:rsid w:val="00157E5D"/>
    <w:rsid w:val="0016059E"/>
    <w:rsid w:val="001606D0"/>
    <w:rsid w:val="001609F1"/>
    <w:rsid w:val="001617E6"/>
    <w:rsid w:val="00165D7A"/>
    <w:rsid w:val="0017065A"/>
    <w:rsid w:val="001708D0"/>
    <w:rsid w:val="00171520"/>
    <w:rsid w:val="00171CDA"/>
    <w:rsid w:val="00171E8A"/>
    <w:rsid w:val="0017227F"/>
    <w:rsid w:val="00172490"/>
    <w:rsid w:val="001730A7"/>
    <w:rsid w:val="001756FA"/>
    <w:rsid w:val="0017630D"/>
    <w:rsid w:val="001766D0"/>
    <w:rsid w:val="00176A17"/>
    <w:rsid w:val="001802EF"/>
    <w:rsid w:val="00182076"/>
    <w:rsid w:val="00183555"/>
    <w:rsid w:val="00184F1A"/>
    <w:rsid w:val="00187EBB"/>
    <w:rsid w:val="0019037D"/>
    <w:rsid w:val="00192CBE"/>
    <w:rsid w:val="001930F8"/>
    <w:rsid w:val="001945A8"/>
    <w:rsid w:val="001960B0"/>
    <w:rsid w:val="00196605"/>
    <w:rsid w:val="00197096"/>
    <w:rsid w:val="00197C6E"/>
    <w:rsid w:val="001A1451"/>
    <w:rsid w:val="001A1513"/>
    <w:rsid w:val="001A3376"/>
    <w:rsid w:val="001A3686"/>
    <w:rsid w:val="001A3B55"/>
    <w:rsid w:val="001A3CF9"/>
    <w:rsid w:val="001A472B"/>
    <w:rsid w:val="001A4ACD"/>
    <w:rsid w:val="001A6F40"/>
    <w:rsid w:val="001A728A"/>
    <w:rsid w:val="001B284D"/>
    <w:rsid w:val="001B29C3"/>
    <w:rsid w:val="001B3885"/>
    <w:rsid w:val="001B3E2D"/>
    <w:rsid w:val="001B79E4"/>
    <w:rsid w:val="001C0C39"/>
    <w:rsid w:val="001C357B"/>
    <w:rsid w:val="001C4CBA"/>
    <w:rsid w:val="001C51DD"/>
    <w:rsid w:val="001C6351"/>
    <w:rsid w:val="001D0526"/>
    <w:rsid w:val="001D1174"/>
    <w:rsid w:val="001D2426"/>
    <w:rsid w:val="001D2839"/>
    <w:rsid w:val="001D33D2"/>
    <w:rsid w:val="001D7956"/>
    <w:rsid w:val="001E218C"/>
    <w:rsid w:val="001E3224"/>
    <w:rsid w:val="001E4936"/>
    <w:rsid w:val="001E496A"/>
    <w:rsid w:val="001E4C06"/>
    <w:rsid w:val="001E4CCF"/>
    <w:rsid w:val="001E5861"/>
    <w:rsid w:val="001E5E72"/>
    <w:rsid w:val="001E6A55"/>
    <w:rsid w:val="001F336C"/>
    <w:rsid w:val="001F4B72"/>
    <w:rsid w:val="001F5612"/>
    <w:rsid w:val="001F5BEE"/>
    <w:rsid w:val="001F6207"/>
    <w:rsid w:val="001F7A0C"/>
    <w:rsid w:val="00200786"/>
    <w:rsid w:val="0020230A"/>
    <w:rsid w:val="00202D19"/>
    <w:rsid w:val="0020418D"/>
    <w:rsid w:val="00205C8E"/>
    <w:rsid w:val="0020720C"/>
    <w:rsid w:val="002076AA"/>
    <w:rsid w:val="00211B4E"/>
    <w:rsid w:val="002128C5"/>
    <w:rsid w:val="00212B73"/>
    <w:rsid w:val="00213423"/>
    <w:rsid w:val="002140CF"/>
    <w:rsid w:val="0021484C"/>
    <w:rsid w:val="00214CFB"/>
    <w:rsid w:val="002153D8"/>
    <w:rsid w:val="00216621"/>
    <w:rsid w:val="0021738C"/>
    <w:rsid w:val="00217464"/>
    <w:rsid w:val="0022162B"/>
    <w:rsid w:val="00221C90"/>
    <w:rsid w:val="00221D19"/>
    <w:rsid w:val="002226AD"/>
    <w:rsid w:val="002256FD"/>
    <w:rsid w:val="002260F4"/>
    <w:rsid w:val="00227522"/>
    <w:rsid w:val="0022793B"/>
    <w:rsid w:val="00230783"/>
    <w:rsid w:val="002315DC"/>
    <w:rsid w:val="00233456"/>
    <w:rsid w:val="00233E1C"/>
    <w:rsid w:val="0023461E"/>
    <w:rsid w:val="002350A4"/>
    <w:rsid w:val="00236C3E"/>
    <w:rsid w:val="00241C90"/>
    <w:rsid w:val="00241F00"/>
    <w:rsid w:val="00244777"/>
    <w:rsid w:val="00244885"/>
    <w:rsid w:val="0024490E"/>
    <w:rsid w:val="0024550A"/>
    <w:rsid w:val="00246761"/>
    <w:rsid w:val="00246764"/>
    <w:rsid w:val="00246B49"/>
    <w:rsid w:val="00246C96"/>
    <w:rsid w:val="00247331"/>
    <w:rsid w:val="002520BA"/>
    <w:rsid w:val="00253C1A"/>
    <w:rsid w:val="00253E2C"/>
    <w:rsid w:val="002542A3"/>
    <w:rsid w:val="00255481"/>
    <w:rsid w:val="00256525"/>
    <w:rsid w:val="0026037F"/>
    <w:rsid w:val="0026298F"/>
    <w:rsid w:val="00264006"/>
    <w:rsid w:val="0026456A"/>
    <w:rsid w:val="00264D87"/>
    <w:rsid w:val="002653CF"/>
    <w:rsid w:val="00266CB4"/>
    <w:rsid w:val="0027000A"/>
    <w:rsid w:val="00274618"/>
    <w:rsid w:val="00274CAF"/>
    <w:rsid w:val="002751FA"/>
    <w:rsid w:val="00276EA0"/>
    <w:rsid w:val="002802AB"/>
    <w:rsid w:val="00280868"/>
    <w:rsid w:val="00282453"/>
    <w:rsid w:val="0028497F"/>
    <w:rsid w:val="00285671"/>
    <w:rsid w:val="00287AFE"/>
    <w:rsid w:val="002914EB"/>
    <w:rsid w:val="002936B6"/>
    <w:rsid w:val="002943B1"/>
    <w:rsid w:val="002949A6"/>
    <w:rsid w:val="002958EC"/>
    <w:rsid w:val="00296AB5"/>
    <w:rsid w:val="002A0596"/>
    <w:rsid w:val="002A1144"/>
    <w:rsid w:val="002A1749"/>
    <w:rsid w:val="002A25AE"/>
    <w:rsid w:val="002A2C1C"/>
    <w:rsid w:val="002A2DA3"/>
    <w:rsid w:val="002A3067"/>
    <w:rsid w:val="002A34D5"/>
    <w:rsid w:val="002A4191"/>
    <w:rsid w:val="002A4242"/>
    <w:rsid w:val="002A440A"/>
    <w:rsid w:val="002A4DA7"/>
    <w:rsid w:val="002A6561"/>
    <w:rsid w:val="002A6C78"/>
    <w:rsid w:val="002A7284"/>
    <w:rsid w:val="002B267D"/>
    <w:rsid w:val="002B27A1"/>
    <w:rsid w:val="002B42FA"/>
    <w:rsid w:val="002B4B96"/>
    <w:rsid w:val="002B6E44"/>
    <w:rsid w:val="002B700A"/>
    <w:rsid w:val="002C0A91"/>
    <w:rsid w:val="002C1997"/>
    <w:rsid w:val="002C2FE7"/>
    <w:rsid w:val="002C30AA"/>
    <w:rsid w:val="002C45AE"/>
    <w:rsid w:val="002C4EC5"/>
    <w:rsid w:val="002C513B"/>
    <w:rsid w:val="002C7B7C"/>
    <w:rsid w:val="002D0B54"/>
    <w:rsid w:val="002D3218"/>
    <w:rsid w:val="002D3E60"/>
    <w:rsid w:val="002D3EFE"/>
    <w:rsid w:val="002D5251"/>
    <w:rsid w:val="002D6E42"/>
    <w:rsid w:val="002D75A0"/>
    <w:rsid w:val="002E1AB6"/>
    <w:rsid w:val="002E3163"/>
    <w:rsid w:val="002E5E20"/>
    <w:rsid w:val="002E6013"/>
    <w:rsid w:val="002E690E"/>
    <w:rsid w:val="002E69E6"/>
    <w:rsid w:val="002E7C90"/>
    <w:rsid w:val="002F07A9"/>
    <w:rsid w:val="002F0DF1"/>
    <w:rsid w:val="002F1A4C"/>
    <w:rsid w:val="002F2E4A"/>
    <w:rsid w:val="002F5139"/>
    <w:rsid w:val="002F5643"/>
    <w:rsid w:val="002F5C40"/>
    <w:rsid w:val="002F650B"/>
    <w:rsid w:val="002F69DD"/>
    <w:rsid w:val="002F77D0"/>
    <w:rsid w:val="003001D2"/>
    <w:rsid w:val="0030216D"/>
    <w:rsid w:val="00303FC6"/>
    <w:rsid w:val="00304FDB"/>
    <w:rsid w:val="00305A12"/>
    <w:rsid w:val="00306ED7"/>
    <w:rsid w:val="00307162"/>
    <w:rsid w:val="003077B9"/>
    <w:rsid w:val="003118E5"/>
    <w:rsid w:val="00311AE3"/>
    <w:rsid w:val="003124B3"/>
    <w:rsid w:val="003133C1"/>
    <w:rsid w:val="00314B25"/>
    <w:rsid w:val="00314E91"/>
    <w:rsid w:val="00314EB3"/>
    <w:rsid w:val="00316290"/>
    <w:rsid w:val="00316497"/>
    <w:rsid w:val="00316A55"/>
    <w:rsid w:val="00320017"/>
    <w:rsid w:val="00320112"/>
    <w:rsid w:val="00320300"/>
    <w:rsid w:val="00324191"/>
    <w:rsid w:val="003259B8"/>
    <w:rsid w:val="003259CF"/>
    <w:rsid w:val="003263F2"/>
    <w:rsid w:val="00326CCF"/>
    <w:rsid w:val="00326F3F"/>
    <w:rsid w:val="0032759C"/>
    <w:rsid w:val="003303BE"/>
    <w:rsid w:val="00330806"/>
    <w:rsid w:val="00330DD1"/>
    <w:rsid w:val="003317A7"/>
    <w:rsid w:val="00331E17"/>
    <w:rsid w:val="00331EBF"/>
    <w:rsid w:val="00332AF6"/>
    <w:rsid w:val="003335C8"/>
    <w:rsid w:val="00333C1A"/>
    <w:rsid w:val="0033400B"/>
    <w:rsid w:val="00335D05"/>
    <w:rsid w:val="00336D62"/>
    <w:rsid w:val="00336D74"/>
    <w:rsid w:val="003401F3"/>
    <w:rsid w:val="00344AFE"/>
    <w:rsid w:val="00345798"/>
    <w:rsid w:val="00347060"/>
    <w:rsid w:val="00347A01"/>
    <w:rsid w:val="003501E0"/>
    <w:rsid w:val="00350D1B"/>
    <w:rsid w:val="00351553"/>
    <w:rsid w:val="003537B2"/>
    <w:rsid w:val="00353A9B"/>
    <w:rsid w:val="00353E7A"/>
    <w:rsid w:val="003542C4"/>
    <w:rsid w:val="00354C0F"/>
    <w:rsid w:val="0035510C"/>
    <w:rsid w:val="00355A8E"/>
    <w:rsid w:val="00361A54"/>
    <w:rsid w:val="00364397"/>
    <w:rsid w:val="00365839"/>
    <w:rsid w:val="00365FED"/>
    <w:rsid w:val="00366598"/>
    <w:rsid w:val="00366811"/>
    <w:rsid w:val="0037054F"/>
    <w:rsid w:val="00371D3B"/>
    <w:rsid w:val="003720B5"/>
    <w:rsid w:val="00372CB6"/>
    <w:rsid w:val="00372F48"/>
    <w:rsid w:val="0037350D"/>
    <w:rsid w:val="003739BC"/>
    <w:rsid w:val="00374D8F"/>
    <w:rsid w:val="00377990"/>
    <w:rsid w:val="003808C9"/>
    <w:rsid w:val="00380D19"/>
    <w:rsid w:val="00380FC5"/>
    <w:rsid w:val="00382C74"/>
    <w:rsid w:val="003833B2"/>
    <w:rsid w:val="003834DD"/>
    <w:rsid w:val="00383C43"/>
    <w:rsid w:val="00383DD1"/>
    <w:rsid w:val="00384A6F"/>
    <w:rsid w:val="00384F89"/>
    <w:rsid w:val="00385076"/>
    <w:rsid w:val="00385BA9"/>
    <w:rsid w:val="00387EDF"/>
    <w:rsid w:val="00387F30"/>
    <w:rsid w:val="0039053F"/>
    <w:rsid w:val="00392678"/>
    <w:rsid w:val="0039276D"/>
    <w:rsid w:val="00392C47"/>
    <w:rsid w:val="00392F88"/>
    <w:rsid w:val="00393F2F"/>
    <w:rsid w:val="0039547B"/>
    <w:rsid w:val="003A03AB"/>
    <w:rsid w:val="003A36BE"/>
    <w:rsid w:val="003A3705"/>
    <w:rsid w:val="003A3CD4"/>
    <w:rsid w:val="003A51F1"/>
    <w:rsid w:val="003A60C7"/>
    <w:rsid w:val="003A63C9"/>
    <w:rsid w:val="003A6C92"/>
    <w:rsid w:val="003A6EB4"/>
    <w:rsid w:val="003A7347"/>
    <w:rsid w:val="003A791C"/>
    <w:rsid w:val="003B088D"/>
    <w:rsid w:val="003B0B84"/>
    <w:rsid w:val="003B155A"/>
    <w:rsid w:val="003B1636"/>
    <w:rsid w:val="003B2ADD"/>
    <w:rsid w:val="003B3103"/>
    <w:rsid w:val="003B33B5"/>
    <w:rsid w:val="003B36DC"/>
    <w:rsid w:val="003B549F"/>
    <w:rsid w:val="003B5F39"/>
    <w:rsid w:val="003B78A4"/>
    <w:rsid w:val="003C0E3F"/>
    <w:rsid w:val="003C1467"/>
    <w:rsid w:val="003C218F"/>
    <w:rsid w:val="003C25AD"/>
    <w:rsid w:val="003C6087"/>
    <w:rsid w:val="003C6173"/>
    <w:rsid w:val="003D05F0"/>
    <w:rsid w:val="003D26CE"/>
    <w:rsid w:val="003D284B"/>
    <w:rsid w:val="003D3894"/>
    <w:rsid w:val="003D3C65"/>
    <w:rsid w:val="003D40E2"/>
    <w:rsid w:val="003D4E8C"/>
    <w:rsid w:val="003D7578"/>
    <w:rsid w:val="003D7A04"/>
    <w:rsid w:val="003E0CF5"/>
    <w:rsid w:val="003E1021"/>
    <w:rsid w:val="003E10B6"/>
    <w:rsid w:val="003E13A1"/>
    <w:rsid w:val="003E141E"/>
    <w:rsid w:val="003E4D0F"/>
    <w:rsid w:val="003E5A50"/>
    <w:rsid w:val="003E71F7"/>
    <w:rsid w:val="003F00D7"/>
    <w:rsid w:val="003F00E1"/>
    <w:rsid w:val="003F04C4"/>
    <w:rsid w:val="003F3D62"/>
    <w:rsid w:val="003F5780"/>
    <w:rsid w:val="0040028C"/>
    <w:rsid w:val="00400952"/>
    <w:rsid w:val="00401840"/>
    <w:rsid w:val="0040305D"/>
    <w:rsid w:val="00403A73"/>
    <w:rsid w:val="004048D0"/>
    <w:rsid w:val="00404BB1"/>
    <w:rsid w:val="004063FE"/>
    <w:rsid w:val="0040712B"/>
    <w:rsid w:val="00407C50"/>
    <w:rsid w:val="00407E67"/>
    <w:rsid w:val="00410368"/>
    <w:rsid w:val="0041084E"/>
    <w:rsid w:val="004108F3"/>
    <w:rsid w:val="00410EC1"/>
    <w:rsid w:val="004115BA"/>
    <w:rsid w:val="0041161B"/>
    <w:rsid w:val="00413492"/>
    <w:rsid w:val="00413A7A"/>
    <w:rsid w:val="0041651D"/>
    <w:rsid w:val="00416CF1"/>
    <w:rsid w:val="004174FF"/>
    <w:rsid w:val="00420E9F"/>
    <w:rsid w:val="00421E74"/>
    <w:rsid w:val="0042266B"/>
    <w:rsid w:val="00422838"/>
    <w:rsid w:val="00423243"/>
    <w:rsid w:val="00423983"/>
    <w:rsid w:val="0042522E"/>
    <w:rsid w:val="004259C8"/>
    <w:rsid w:val="004259E8"/>
    <w:rsid w:val="0042636F"/>
    <w:rsid w:val="00427F36"/>
    <w:rsid w:val="0043068D"/>
    <w:rsid w:val="00430ED3"/>
    <w:rsid w:val="00431741"/>
    <w:rsid w:val="0043378E"/>
    <w:rsid w:val="00434EEF"/>
    <w:rsid w:val="004357F0"/>
    <w:rsid w:val="00436357"/>
    <w:rsid w:val="00440E41"/>
    <w:rsid w:val="00441B3D"/>
    <w:rsid w:val="00441DFC"/>
    <w:rsid w:val="00443494"/>
    <w:rsid w:val="00443C04"/>
    <w:rsid w:val="00446430"/>
    <w:rsid w:val="004472AF"/>
    <w:rsid w:val="0045120B"/>
    <w:rsid w:val="00451A26"/>
    <w:rsid w:val="00452D98"/>
    <w:rsid w:val="0045412A"/>
    <w:rsid w:val="004543D7"/>
    <w:rsid w:val="0045735B"/>
    <w:rsid w:val="00460C6D"/>
    <w:rsid w:val="00465397"/>
    <w:rsid w:val="00466A00"/>
    <w:rsid w:val="0047148B"/>
    <w:rsid w:val="0047226A"/>
    <w:rsid w:val="00472762"/>
    <w:rsid w:val="0047290B"/>
    <w:rsid w:val="004739DD"/>
    <w:rsid w:val="004742C5"/>
    <w:rsid w:val="00477832"/>
    <w:rsid w:val="00477A00"/>
    <w:rsid w:val="00477E97"/>
    <w:rsid w:val="00480042"/>
    <w:rsid w:val="00481C3D"/>
    <w:rsid w:val="00481FD4"/>
    <w:rsid w:val="00485EF3"/>
    <w:rsid w:val="004869FF"/>
    <w:rsid w:val="004901D1"/>
    <w:rsid w:val="0049177D"/>
    <w:rsid w:val="00491BFD"/>
    <w:rsid w:val="004920D7"/>
    <w:rsid w:val="0049252F"/>
    <w:rsid w:val="0049288D"/>
    <w:rsid w:val="00494383"/>
    <w:rsid w:val="00494AC7"/>
    <w:rsid w:val="00494AE4"/>
    <w:rsid w:val="00494FAD"/>
    <w:rsid w:val="00496644"/>
    <w:rsid w:val="00496D3C"/>
    <w:rsid w:val="004A0A80"/>
    <w:rsid w:val="004A2572"/>
    <w:rsid w:val="004A6271"/>
    <w:rsid w:val="004A7914"/>
    <w:rsid w:val="004B0573"/>
    <w:rsid w:val="004B2102"/>
    <w:rsid w:val="004B362E"/>
    <w:rsid w:val="004B415C"/>
    <w:rsid w:val="004B458B"/>
    <w:rsid w:val="004B48EB"/>
    <w:rsid w:val="004B4B96"/>
    <w:rsid w:val="004B5516"/>
    <w:rsid w:val="004B5D61"/>
    <w:rsid w:val="004B634B"/>
    <w:rsid w:val="004B67AB"/>
    <w:rsid w:val="004B6B7E"/>
    <w:rsid w:val="004B6F8C"/>
    <w:rsid w:val="004C1506"/>
    <w:rsid w:val="004C3070"/>
    <w:rsid w:val="004C3482"/>
    <w:rsid w:val="004C3683"/>
    <w:rsid w:val="004C569C"/>
    <w:rsid w:val="004C57B3"/>
    <w:rsid w:val="004C588E"/>
    <w:rsid w:val="004C593B"/>
    <w:rsid w:val="004C6595"/>
    <w:rsid w:val="004C6606"/>
    <w:rsid w:val="004C775E"/>
    <w:rsid w:val="004D00C7"/>
    <w:rsid w:val="004D0AF8"/>
    <w:rsid w:val="004D16BD"/>
    <w:rsid w:val="004D1B1E"/>
    <w:rsid w:val="004D1B2A"/>
    <w:rsid w:val="004D1C17"/>
    <w:rsid w:val="004D2EB1"/>
    <w:rsid w:val="004D35B6"/>
    <w:rsid w:val="004D4D87"/>
    <w:rsid w:val="004D7581"/>
    <w:rsid w:val="004D7A90"/>
    <w:rsid w:val="004E25FC"/>
    <w:rsid w:val="004E5321"/>
    <w:rsid w:val="004E5F87"/>
    <w:rsid w:val="004E64FD"/>
    <w:rsid w:val="004E726C"/>
    <w:rsid w:val="004F09F5"/>
    <w:rsid w:val="004F0BEA"/>
    <w:rsid w:val="004F0BFB"/>
    <w:rsid w:val="004F188F"/>
    <w:rsid w:val="004F1B41"/>
    <w:rsid w:val="004F27E0"/>
    <w:rsid w:val="004F3189"/>
    <w:rsid w:val="004F34AA"/>
    <w:rsid w:val="004F39A0"/>
    <w:rsid w:val="004F4874"/>
    <w:rsid w:val="004F6CA8"/>
    <w:rsid w:val="004F79D0"/>
    <w:rsid w:val="004F7F0C"/>
    <w:rsid w:val="004F7F2A"/>
    <w:rsid w:val="005000F1"/>
    <w:rsid w:val="00501DD2"/>
    <w:rsid w:val="00503175"/>
    <w:rsid w:val="0050321F"/>
    <w:rsid w:val="00503FE6"/>
    <w:rsid w:val="00504F3D"/>
    <w:rsid w:val="00505D8F"/>
    <w:rsid w:val="00505FFC"/>
    <w:rsid w:val="005067CC"/>
    <w:rsid w:val="0050758F"/>
    <w:rsid w:val="00507D71"/>
    <w:rsid w:val="005102CE"/>
    <w:rsid w:val="00510894"/>
    <w:rsid w:val="0051103A"/>
    <w:rsid w:val="005115D1"/>
    <w:rsid w:val="005129DD"/>
    <w:rsid w:val="00512E0B"/>
    <w:rsid w:val="00512E2C"/>
    <w:rsid w:val="0051622A"/>
    <w:rsid w:val="00516FB8"/>
    <w:rsid w:val="00517DC9"/>
    <w:rsid w:val="00517FB1"/>
    <w:rsid w:val="00520556"/>
    <w:rsid w:val="00520B16"/>
    <w:rsid w:val="00521415"/>
    <w:rsid w:val="005215FD"/>
    <w:rsid w:val="0052319B"/>
    <w:rsid w:val="00523BC5"/>
    <w:rsid w:val="00524219"/>
    <w:rsid w:val="005265C3"/>
    <w:rsid w:val="00526C4F"/>
    <w:rsid w:val="00530145"/>
    <w:rsid w:val="00531011"/>
    <w:rsid w:val="00534A9E"/>
    <w:rsid w:val="00535133"/>
    <w:rsid w:val="00535C0C"/>
    <w:rsid w:val="005369B9"/>
    <w:rsid w:val="005370C2"/>
    <w:rsid w:val="0053727C"/>
    <w:rsid w:val="005377B4"/>
    <w:rsid w:val="00537B65"/>
    <w:rsid w:val="00540ACB"/>
    <w:rsid w:val="00541EA9"/>
    <w:rsid w:val="00541EDD"/>
    <w:rsid w:val="00542715"/>
    <w:rsid w:val="00543813"/>
    <w:rsid w:val="00544C9C"/>
    <w:rsid w:val="00545275"/>
    <w:rsid w:val="005460C2"/>
    <w:rsid w:val="00546553"/>
    <w:rsid w:val="00547A80"/>
    <w:rsid w:val="005510EA"/>
    <w:rsid w:val="005515E9"/>
    <w:rsid w:val="00555B9D"/>
    <w:rsid w:val="00555ED7"/>
    <w:rsid w:val="00556135"/>
    <w:rsid w:val="00556994"/>
    <w:rsid w:val="005572BA"/>
    <w:rsid w:val="00557603"/>
    <w:rsid w:val="00557C78"/>
    <w:rsid w:val="00557D8A"/>
    <w:rsid w:val="00557F0C"/>
    <w:rsid w:val="00561E08"/>
    <w:rsid w:val="0056259D"/>
    <w:rsid w:val="0056323B"/>
    <w:rsid w:val="0056467C"/>
    <w:rsid w:val="005656D6"/>
    <w:rsid w:val="005661A4"/>
    <w:rsid w:val="00566964"/>
    <w:rsid w:val="00566976"/>
    <w:rsid w:val="00570BD3"/>
    <w:rsid w:val="00570DB2"/>
    <w:rsid w:val="00570DE6"/>
    <w:rsid w:val="00571584"/>
    <w:rsid w:val="00572419"/>
    <w:rsid w:val="00572593"/>
    <w:rsid w:val="00574794"/>
    <w:rsid w:val="00574B01"/>
    <w:rsid w:val="005759CB"/>
    <w:rsid w:val="00575CC4"/>
    <w:rsid w:val="005765AF"/>
    <w:rsid w:val="00577D8D"/>
    <w:rsid w:val="00581563"/>
    <w:rsid w:val="005825A9"/>
    <w:rsid w:val="00582CEF"/>
    <w:rsid w:val="00584AE1"/>
    <w:rsid w:val="00584D4D"/>
    <w:rsid w:val="00585C7C"/>
    <w:rsid w:val="0058630A"/>
    <w:rsid w:val="00586401"/>
    <w:rsid w:val="00587CA0"/>
    <w:rsid w:val="00591B13"/>
    <w:rsid w:val="00592697"/>
    <w:rsid w:val="00593521"/>
    <w:rsid w:val="0059386B"/>
    <w:rsid w:val="00595210"/>
    <w:rsid w:val="00596C40"/>
    <w:rsid w:val="005A09F2"/>
    <w:rsid w:val="005A2103"/>
    <w:rsid w:val="005A25D2"/>
    <w:rsid w:val="005A2F76"/>
    <w:rsid w:val="005A304C"/>
    <w:rsid w:val="005A4D96"/>
    <w:rsid w:val="005B0EDD"/>
    <w:rsid w:val="005B11BF"/>
    <w:rsid w:val="005B15DA"/>
    <w:rsid w:val="005B31B3"/>
    <w:rsid w:val="005B4600"/>
    <w:rsid w:val="005B4C0B"/>
    <w:rsid w:val="005B4F5E"/>
    <w:rsid w:val="005B52A5"/>
    <w:rsid w:val="005B7A4B"/>
    <w:rsid w:val="005C041E"/>
    <w:rsid w:val="005C0A23"/>
    <w:rsid w:val="005C20CF"/>
    <w:rsid w:val="005C2B60"/>
    <w:rsid w:val="005C3879"/>
    <w:rsid w:val="005C3C37"/>
    <w:rsid w:val="005C779F"/>
    <w:rsid w:val="005C77C3"/>
    <w:rsid w:val="005D080A"/>
    <w:rsid w:val="005D13F7"/>
    <w:rsid w:val="005D176C"/>
    <w:rsid w:val="005D1C74"/>
    <w:rsid w:val="005D22DB"/>
    <w:rsid w:val="005D3A7F"/>
    <w:rsid w:val="005D4A08"/>
    <w:rsid w:val="005D5028"/>
    <w:rsid w:val="005D570A"/>
    <w:rsid w:val="005D6625"/>
    <w:rsid w:val="005D6D8F"/>
    <w:rsid w:val="005D6DCB"/>
    <w:rsid w:val="005D7B21"/>
    <w:rsid w:val="005E064B"/>
    <w:rsid w:val="005E11C2"/>
    <w:rsid w:val="005E1A33"/>
    <w:rsid w:val="005E1B33"/>
    <w:rsid w:val="005E439B"/>
    <w:rsid w:val="005E4757"/>
    <w:rsid w:val="005E5A96"/>
    <w:rsid w:val="005E5E3D"/>
    <w:rsid w:val="005E7A2E"/>
    <w:rsid w:val="005F0943"/>
    <w:rsid w:val="005F1051"/>
    <w:rsid w:val="005F1473"/>
    <w:rsid w:val="005F2D11"/>
    <w:rsid w:val="005F2E01"/>
    <w:rsid w:val="005F3978"/>
    <w:rsid w:val="005F3B2E"/>
    <w:rsid w:val="005F3E62"/>
    <w:rsid w:val="005F5A0D"/>
    <w:rsid w:val="005F5EE7"/>
    <w:rsid w:val="005F7DE1"/>
    <w:rsid w:val="006006FC"/>
    <w:rsid w:val="00600A6D"/>
    <w:rsid w:val="0060318C"/>
    <w:rsid w:val="006034D3"/>
    <w:rsid w:val="006041AC"/>
    <w:rsid w:val="00605AAF"/>
    <w:rsid w:val="00605C66"/>
    <w:rsid w:val="00605DD3"/>
    <w:rsid w:val="00606207"/>
    <w:rsid w:val="0061426B"/>
    <w:rsid w:val="0061554E"/>
    <w:rsid w:val="00617013"/>
    <w:rsid w:val="00617227"/>
    <w:rsid w:val="00620227"/>
    <w:rsid w:val="00620D8B"/>
    <w:rsid w:val="00621EBD"/>
    <w:rsid w:val="006224E5"/>
    <w:rsid w:val="00622F3B"/>
    <w:rsid w:val="00623029"/>
    <w:rsid w:val="0062615E"/>
    <w:rsid w:val="006305A5"/>
    <w:rsid w:val="006314F2"/>
    <w:rsid w:val="006319C1"/>
    <w:rsid w:val="00632257"/>
    <w:rsid w:val="006334C7"/>
    <w:rsid w:val="00635B6F"/>
    <w:rsid w:val="00635E49"/>
    <w:rsid w:val="00636994"/>
    <w:rsid w:val="006369EF"/>
    <w:rsid w:val="00637A21"/>
    <w:rsid w:val="006403D8"/>
    <w:rsid w:val="006409B9"/>
    <w:rsid w:val="00640DB7"/>
    <w:rsid w:val="00642375"/>
    <w:rsid w:val="00642521"/>
    <w:rsid w:val="00642EEB"/>
    <w:rsid w:val="00643374"/>
    <w:rsid w:val="006439D3"/>
    <w:rsid w:val="00643C3F"/>
    <w:rsid w:val="00643EB5"/>
    <w:rsid w:val="00644118"/>
    <w:rsid w:val="00644284"/>
    <w:rsid w:val="00644BD6"/>
    <w:rsid w:val="00645133"/>
    <w:rsid w:val="00645706"/>
    <w:rsid w:val="006461CF"/>
    <w:rsid w:val="00647048"/>
    <w:rsid w:val="00647269"/>
    <w:rsid w:val="006474A1"/>
    <w:rsid w:val="0065231F"/>
    <w:rsid w:val="006539AD"/>
    <w:rsid w:val="00653EB9"/>
    <w:rsid w:val="00654A66"/>
    <w:rsid w:val="006552DA"/>
    <w:rsid w:val="00655A5C"/>
    <w:rsid w:val="006614A4"/>
    <w:rsid w:val="006632C1"/>
    <w:rsid w:val="006652E2"/>
    <w:rsid w:val="00665497"/>
    <w:rsid w:val="00665BC4"/>
    <w:rsid w:val="00665F05"/>
    <w:rsid w:val="006674EB"/>
    <w:rsid w:val="00667CDA"/>
    <w:rsid w:val="00671499"/>
    <w:rsid w:val="00671EB7"/>
    <w:rsid w:val="006730AC"/>
    <w:rsid w:val="00673286"/>
    <w:rsid w:val="00673E9A"/>
    <w:rsid w:val="00673F3A"/>
    <w:rsid w:val="0067415E"/>
    <w:rsid w:val="00674C91"/>
    <w:rsid w:val="00674E75"/>
    <w:rsid w:val="00677097"/>
    <w:rsid w:val="00677226"/>
    <w:rsid w:val="006772FF"/>
    <w:rsid w:val="00681237"/>
    <w:rsid w:val="00682225"/>
    <w:rsid w:val="006822E7"/>
    <w:rsid w:val="00683686"/>
    <w:rsid w:val="00683781"/>
    <w:rsid w:val="00684003"/>
    <w:rsid w:val="0068503C"/>
    <w:rsid w:val="006871CE"/>
    <w:rsid w:val="0068721A"/>
    <w:rsid w:val="0068746F"/>
    <w:rsid w:val="00687963"/>
    <w:rsid w:val="0069006F"/>
    <w:rsid w:val="00691B2A"/>
    <w:rsid w:val="00691BA5"/>
    <w:rsid w:val="0069394A"/>
    <w:rsid w:val="006942F5"/>
    <w:rsid w:val="006951FB"/>
    <w:rsid w:val="00696FC7"/>
    <w:rsid w:val="0069710D"/>
    <w:rsid w:val="006A0035"/>
    <w:rsid w:val="006A0D0B"/>
    <w:rsid w:val="006A1ACB"/>
    <w:rsid w:val="006A1FFF"/>
    <w:rsid w:val="006A3EF9"/>
    <w:rsid w:val="006A3FF1"/>
    <w:rsid w:val="006A431D"/>
    <w:rsid w:val="006A4C93"/>
    <w:rsid w:val="006A5B84"/>
    <w:rsid w:val="006A7237"/>
    <w:rsid w:val="006A7C95"/>
    <w:rsid w:val="006B01F2"/>
    <w:rsid w:val="006B1F58"/>
    <w:rsid w:val="006B23FC"/>
    <w:rsid w:val="006B2528"/>
    <w:rsid w:val="006B27D6"/>
    <w:rsid w:val="006B3B9B"/>
    <w:rsid w:val="006B3C71"/>
    <w:rsid w:val="006B44E7"/>
    <w:rsid w:val="006C2A2C"/>
    <w:rsid w:val="006C3DC7"/>
    <w:rsid w:val="006C43C4"/>
    <w:rsid w:val="006C5505"/>
    <w:rsid w:val="006C6A35"/>
    <w:rsid w:val="006D0904"/>
    <w:rsid w:val="006D0926"/>
    <w:rsid w:val="006D0B58"/>
    <w:rsid w:val="006D1421"/>
    <w:rsid w:val="006D30DE"/>
    <w:rsid w:val="006D6760"/>
    <w:rsid w:val="006D7DFF"/>
    <w:rsid w:val="006E0F1A"/>
    <w:rsid w:val="006E12A7"/>
    <w:rsid w:val="006E3295"/>
    <w:rsid w:val="006E4C59"/>
    <w:rsid w:val="006E5AD4"/>
    <w:rsid w:val="006E5EFE"/>
    <w:rsid w:val="006E73CD"/>
    <w:rsid w:val="006E7710"/>
    <w:rsid w:val="006F24FE"/>
    <w:rsid w:val="006F25C4"/>
    <w:rsid w:val="006F3A02"/>
    <w:rsid w:val="006F6698"/>
    <w:rsid w:val="00703946"/>
    <w:rsid w:val="0070730D"/>
    <w:rsid w:val="00710731"/>
    <w:rsid w:val="00710B71"/>
    <w:rsid w:val="00710C35"/>
    <w:rsid w:val="00712A37"/>
    <w:rsid w:val="00712A96"/>
    <w:rsid w:val="00714291"/>
    <w:rsid w:val="00716287"/>
    <w:rsid w:val="00717464"/>
    <w:rsid w:val="00722433"/>
    <w:rsid w:val="00722EED"/>
    <w:rsid w:val="0072542E"/>
    <w:rsid w:val="00726DCC"/>
    <w:rsid w:val="00726E32"/>
    <w:rsid w:val="00727025"/>
    <w:rsid w:val="00727ADC"/>
    <w:rsid w:val="00727FF2"/>
    <w:rsid w:val="007302E9"/>
    <w:rsid w:val="00730798"/>
    <w:rsid w:val="00730E66"/>
    <w:rsid w:val="00731180"/>
    <w:rsid w:val="007321D5"/>
    <w:rsid w:val="007336FB"/>
    <w:rsid w:val="00734412"/>
    <w:rsid w:val="00734B2C"/>
    <w:rsid w:val="007378D7"/>
    <w:rsid w:val="007378F8"/>
    <w:rsid w:val="00740242"/>
    <w:rsid w:val="007402B5"/>
    <w:rsid w:val="0074191D"/>
    <w:rsid w:val="00742D1D"/>
    <w:rsid w:val="0074349C"/>
    <w:rsid w:val="00743CB3"/>
    <w:rsid w:val="00744D10"/>
    <w:rsid w:val="00745CA3"/>
    <w:rsid w:val="007469AC"/>
    <w:rsid w:val="007502EC"/>
    <w:rsid w:val="00750734"/>
    <w:rsid w:val="0075089B"/>
    <w:rsid w:val="0075177A"/>
    <w:rsid w:val="00751803"/>
    <w:rsid w:val="00752032"/>
    <w:rsid w:val="00753678"/>
    <w:rsid w:val="00753E3A"/>
    <w:rsid w:val="007554AC"/>
    <w:rsid w:val="00756AB1"/>
    <w:rsid w:val="00757420"/>
    <w:rsid w:val="0076083B"/>
    <w:rsid w:val="00761B5E"/>
    <w:rsid w:val="00761BEB"/>
    <w:rsid w:val="0076205C"/>
    <w:rsid w:val="007624C3"/>
    <w:rsid w:val="0076475A"/>
    <w:rsid w:val="00764CBC"/>
    <w:rsid w:val="00764F98"/>
    <w:rsid w:val="00765B4C"/>
    <w:rsid w:val="00765F37"/>
    <w:rsid w:val="00766CD8"/>
    <w:rsid w:val="007674A7"/>
    <w:rsid w:val="00771A05"/>
    <w:rsid w:val="00771E11"/>
    <w:rsid w:val="007724BD"/>
    <w:rsid w:val="007725C2"/>
    <w:rsid w:val="00773620"/>
    <w:rsid w:val="00773FA7"/>
    <w:rsid w:val="00774478"/>
    <w:rsid w:val="00774ECA"/>
    <w:rsid w:val="00782AFD"/>
    <w:rsid w:val="00783116"/>
    <w:rsid w:val="0078316E"/>
    <w:rsid w:val="0078359F"/>
    <w:rsid w:val="00785D21"/>
    <w:rsid w:val="00785D82"/>
    <w:rsid w:val="00786E71"/>
    <w:rsid w:val="007917DB"/>
    <w:rsid w:val="00791AF1"/>
    <w:rsid w:val="00791E16"/>
    <w:rsid w:val="0079238D"/>
    <w:rsid w:val="00792E36"/>
    <w:rsid w:val="00793D41"/>
    <w:rsid w:val="007941EB"/>
    <w:rsid w:val="00796561"/>
    <w:rsid w:val="00796672"/>
    <w:rsid w:val="00797E5F"/>
    <w:rsid w:val="007A1440"/>
    <w:rsid w:val="007A1EF9"/>
    <w:rsid w:val="007A31D6"/>
    <w:rsid w:val="007A323B"/>
    <w:rsid w:val="007A408C"/>
    <w:rsid w:val="007A498C"/>
    <w:rsid w:val="007A551F"/>
    <w:rsid w:val="007A5BD8"/>
    <w:rsid w:val="007A77E1"/>
    <w:rsid w:val="007A7BEF"/>
    <w:rsid w:val="007B05BB"/>
    <w:rsid w:val="007B1D43"/>
    <w:rsid w:val="007B2563"/>
    <w:rsid w:val="007B34BD"/>
    <w:rsid w:val="007B44BC"/>
    <w:rsid w:val="007B6795"/>
    <w:rsid w:val="007B7835"/>
    <w:rsid w:val="007B7D28"/>
    <w:rsid w:val="007C0251"/>
    <w:rsid w:val="007C0D7C"/>
    <w:rsid w:val="007C1E14"/>
    <w:rsid w:val="007C2230"/>
    <w:rsid w:val="007C3549"/>
    <w:rsid w:val="007C415B"/>
    <w:rsid w:val="007C533A"/>
    <w:rsid w:val="007C5E1F"/>
    <w:rsid w:val="007C6D35"/>
    <w:rsid w:val="007C7887"/>
    <w:rsid w:val="007C79AC"/>
    <w:rsid w:val="007C7F22"/>
    <w:rsid w:val="007C7FB7"/>
    <w:rsid w:val="007D48E4"/>
    <w:rsid w:val="007D4A2C"/>
    <w:rsid w:val="007D602D"/>
    <w:rsid w:val="007D70CF"/>
    <w:rsid w:val="007D768A"/>
    <w:rsid w:val="007D7AB1"/>
    <w:rsid w:val="007E066E"/>
    <w:rsid w:val="007E101D"/>
    <w:rsid w:val="007E1D33"/>
    <w:rsid w:val="007E1F30"/>
    <w:rsid w:val="007E229A"/>
    <w:rsid w:val="007E2CA5"/>
    <w:rsid w:val="007E30A8"/>
    <w:rsid w:val="007E5BD0"/>
    <w:rsid w:val="007E7AF7"/>
    <w:rsid w:val="007F08C5"/>
    <w:rsid w:val="007F0A7B"/>
    <w:rsid w:val="007F2E1E"/>
    <w:rsid w:val="007F2F69"/>
    <w:rsid w:val="007F35B5"/>
    <w:rsid w:val="007F38C6"/>
    <w:rsid w:val="007F45AD"/>
    <w:rsid w:val="007F4961"/>
    <w:rsid w:val="007F4B72"/>
    <w:rsid w:val="007F602B"/>
    <w:rsid w:val="007F640B"/>
    <w:rsid w:val="007F7773"/>
    <w:rsid w:val="007F78B1"/>
    <w:rsid w:val="00800358"/>
    <w:rsid w:val="008009FD"/>
    <w:rsid w:val="00800F02"/>
    <w:rsid w:val="0080101D"/>
    <w:rsid w:val="00801035"/>
    <w:rsid w:val="00801D71"/>
    <w:rsid w:val="0080291C"/>
    <w:rsid w:val="00803D72"/>
    <w:rsid w:val="00805080"/>
    <w:rsid w:val="00805494"/>
    <w:rsid w:val="00805683"/>
    <w:rsid w:val="008057BA"/>
    <w:rsid w:val="00806412"/>
    <w:rsid w:val="0080693A"/>
    <w:rsid w:val="008079DA"/>
    <w:rsid w:val="00807E40"/>
    <w:rsid w:val="00810323"/>
    <w:rsid w:val="008109D9"/>
    <w:rsid w:val="0081140A"/>
    <w:rsid w:val="008146EE"/>
    <w:rsid w:val="008159D0"/>
    <w:rsid w:val="00820EAE"/>
    <w:rsid w:val="00821E07"/>
    <w:rsid w:val="008234F3"/>
    <w:rsid w:val="0082378B"/>
    <w:rsid w:val="00824373"/>
    <w:rsid w:val="008249C2"/>
    <w:rsid w:val="0083121C"/>
    <w:rsid w:val="00831382"/>
    <w:rsid w:val="00831A48"/>
    <w:rsid w:val="00832730"/>
    <w:rsid w:val="00832E90"/>
    <w:rsid w:val="00834905"/>
    <w:rsid w:val="00835EAF"/>
    <w:rsid w:val="0083612D"/>
    <w:rsid w:val="008366AC"/>
    <w:rsid w:val="0083670D"/>
    <w:rsid w:val="008368A8"/>
    <w:rsid w:val="0084096A"/>
    <w:rsid w:val="00840F5B"/>
    <w:rsid w:val="0084137F"/>
    <w:rsid w:val="00841544"/>
    <w:rsid w:val="00842C21"/>
    <w:rsid w:val="008436D1"/>
    <w:rsid w:val="00843DF1"/>
    <w:rsid w:val="008450F2"/>
    <w:rsid w:val="00846A90"/>
    <w:rsid w:val="00851C62"/>
    <w:rsid w:val="00853D83"/>
    <w:rsid w:val="00854555"/>
    <w:rsid w:val="008547A1"/>
    <w:rsid w:val="00855ED2"/>
    <w:rsid w:val="00856EB8"/>
    <w:rsid w:val="00857B1C"/>
    <w:rsid w:val="00857ECB"/>
    <w:rsid w:val="00862090"/>
    <w:rsid w:val="0086331E"/>
    <w:rsid w:val="0086466D"/>
    <w:rsid w:val="0087168A"/>
    <w:rsid w:val="008745F5"/>
    <w:rsid w:val="0087467E"/>
    <w:rsid w:val="00874763"/>
    <w:rsid w:val="00874F96"/>
    <w:rsid w:val="0087610A"/>
    <w:rsid w:val="00876A12"/>
    <w:rsid w:val="00876AEA"/>
    <w:rsid w:val="00876F39"/>
    <w:rsid w:val="008803E5"/>
    <w:rsid w:val="008811C1"/>
    <w:rsid w:val="00881624"/>
    <w:rsid w:val="0088202B"/>
    <w:rsid w:val="00883801"/>
    <w:rsid w:val="008838CD"/>
    <w:rsid w:val="00883CEF"/>
    <w:rsid w:val="00884045"/>
    <w:rsid w:val="0088405B"/>
    <w:rsid w:val="00885454"/>
    <w:rsid w:val="00885A74"/>
    <w:rsid w:val="00886B0C"/>
    <w:rsid w:val="008870CE"/>
    <w:rsid w:val="00887984"/>
    <w:rsid w:val="00891F9C"/>
    <w:rsid w:val="008935FF"/>
    <w:rsid w:val="00895EF5"/>
    <w:rsid w:val="008A0246"/>
    <w:rsid w:val="008A1150"/>
    <w:rsid w:val="008A1E35"/>
    <w:rsid w:val="008A2222"/>
    <w:rsid w:val="008A3199"/>
    <w:rsid w:val="008A4419"/>
    <w:rsid w:val="008A4444"/>
    <w:rsid w:val="008A4BFC"/>
    <w:rsid w:val="008A4E8A"/>
    <w:rsid w:val="008A53A2"/>
    <w:rsid w:val="008A55B1"/>
    <w:rsid w:val="008A600C"/>
    <w:rsid w:val="008A6127"/>
    <w:rsid w:val="008A6226"/>
    <w:rsid w:val="008A64BD"/>
    <w:rsid w:val="008A6D6C"/>
    <w:rsid w:val="008A6FB1"/>
    <w:rsid w:val="008A7ACF"/>
    <w:rsid w:val="008A7BFF"/>
    <w:rsid w:val="008B0A15"/>
    <w:rsid w:val="008B125E"/>
    <w:rsid w:val="008B1999"/>
    <w:rsid w:val="008B3DEE"/>
    <w:rsid w:val="008B4DA8"/>
    <w:rsid w:val="008B5F26"/>
    <w:rsid w:val="008B6FA7"/>
    <w:rsid w:val="008B70D9"/>
    <w:rsid w:val="008B7D08"/>
    <w:rsid w:val="008C02A2"/>
    <w:rsid w:val="008C0639"/>
    <w:rsid w:val="008C1EEA"/>
    <w:rsid w:val="008C2B08"/>
    <w:rsid w:val="008C323D"/>
    <w:rsid w:val="008C333B"/>
    <w:rsid w:val="008C36AA"/>
    <w:rsid w:val="008C531F"/>
    <w:rsid w:val="008C58C4"/>
    <w:rsid w:val="008C58F0"/>
    <w:rsid w:val="008C6673"/>
    <w:rsid w:val="008D15AD"/>
    <w:rsid w:val="008D364D"/>
    <w:rsid w:val="008D3839"/>
    <w:rsid w:val="008D629A"/>
    <w:rsid w:val="008D70BA"/>
    <w:rsid w:val="008E1124"/>
    <w:rsid w:val="008E2B75"/>
    <w:rsid w:val="008E343D"/>
    <w:rsid w:val="008E3547"/>
    <w:rsid w:val="008E48B0"/>
    <w:rsid w:val="008E4C8B"/>
    <w:rsid w:val="008E68CB"/>
    <w:rsid w:val="008F060D"/>
    <w:rsid w:val="008F2587"/>
    <w:rsid w:val="008F2B4B"/>
    <w:rsid w:val="008F2C99"/>
    <w:rsid w:val="008F30A1"/>
    <w:rsid w:val="008F3C76"/>
    <w:rsid w:val="008F6D9B"/>
    <w:rsid w:val="008F772C"/>
    <w:rsid w:val="008F793E"/>
    <w:rsid w:val="00900FAF"/>
    <w:rsid w:val="00902B3A"/>
    <w:rsid w:val="0090425A"/>
    <w:rsid w:val="00905F7D"/>
    <w:rsid w:val="009068E8"/>
    <w:rsid w:val="009073CA"/>
    <w:rsid w:val="00907587"/>
    <w:rsid w:val="00907875"/>
    <w:rsid w:val="00910303"/>
    <w:rsid w:val="00910C0C"/>
    <w:rsid w:val="0091266A"/>
    <w:rsid w:val="00912A72"/>
    <w:rsid w:val="00912B61"/>
    <w:rsid w:val="0091351C"/>
    <w:rsid w:val="00913E3C"/>
    <w:rsid w:val="00914021"/>
    <w:rsid w:val="00915B80"/>
    <w:rsid w:val="00915F87"/>
    <w:rsid w:val="00916762"/>
    <w:rsid w:val="009176FD"/>
    <w:rsid w:val="009177CF"/>
    <w:rsid w:val="00917BE8"/>
    <w:rsid w:val="009222AE"/>
    <w:rsid w:val="009227F1"/>
    <w:rsid w:val="00922B72"/>
    <w:rsid w:val="00923089"/>
    <w:rsid w:val="00924F6D"/>
    <w:rsid w:val="00926BAF"/>
    <w:rsid w:val="00930FA5"/>
    <w:rsid w:val="00933271"/>
    <w:rsid w:val="00933B17"/>
    <w:rsid w:val="00933C66"/>
    <w:rsid w:val="00934730"/>
    <w:rsid w:val="00936CB0"/>
    <w:rsid w:val="00940DD0"/>
    <w:rsid w:val="00940E62"/>
    <w:rsid w:val="00942D1D"/>
    <w:rsid w:val="00943000"/>
    <w:rsid w:val="009444AD"/>
    <w:rsid w:val="0094455B"/>
    <w:rsid w:val="00944FA8"/>
    <w:rsid w:val="00945D86"/>
    <w:rsid w:val="00945EF6"/>
    <w:rsid w:val="009469E2"/>
    <w:rsid w:val="00947659"/>
    <w:rsid w:val="0094773F"/>
    <w:rsid w:val="009477AA"/>
    <w:rsid w:val="009477BE"/>
    <w:rsid w:val="00947D3E"/>
    <w:rsid w:val="009507CC"/>
    <w:rsid w:val="00952A8D"/>
    <w:rsid w:val="00952EEF"/>
    <w:rsid w:val="00954F1A"/>
    <w:rsid w:val="00956072"/>
    <w:rsid w:val="00957D87"/>
    <w:rsid w:val="00960327"/>
    <w:rsid w:val="0096155D"/>
    <w:rsid w:val="00963A2C"/>
    <w:rsid w:val="00963A84"/>
    <w:rsid w:val="00963B93"/>
    <w:rsid w:val="009648C0"/>
    <w:rsid w:val="00966856"/>
    <w:rsid w:val="00966BDE"/>
    <w:rsid w:val="0097003D"/>
    <w:rsid w:val="00971487"/>
    <w:rsid w:val="00971E4F"/>
    <w:rsid w:val="00972A20"/>
    <w:rsid w:val="00972D6F"/>
    <w:rsid w:val="009738F4"/>
    <w:rsid w:val="00975B15"/>
    <w:rsid w:val="00975B68"/>
    <w:rsid w:val="00976543"/>
    <w:rsid w:val="0097706E"/>
    <w:rsid w:val="00977CB3"/>
    <w:rsid w:val="00981BBB"/>
    <w:rsid w:val="009834C3"/>
    <w:rsid w:val="00985F7A"/>
    <w:rsid w:val="00986A18"/>
    <w:rsid w:val="00986FC7"/>
    <w:rsid w:val="0098703C"/>
    <w:rsid w:val="00991BCC"/>
    <w:rsid w:val="0099568C"/>
    <w:rsid w:val="009978BF"/>
    <w:rsid w:val="009A0B8F"/>
    <w:rsid w:val="009A1154"/>
    <w:rsid w:val="009A26A8"/>
    <w:rsid w:val="009A2F4E"/>
    <w:rsid w:val="009A309D"/>
    <w:rsid w:val="009A3AF5"/>
    <w:rsid w:val="009A74CF"/>
    <w:rsid w:val="009A7B36"/>
    <w:rsid w:val="009B045F"/>
    <w:rsid w:val="009B202E"/>
    <w:rsid w:val="009B2912"/>
    <w:rsid w:val="009B3D2E"/>
    <w:rsid w:val="009B3F2B"/>
    <w:rsid w:val="009B4428"/>
    <w:rsid w:val="009B5318"/>
    <w:rsid w:val="009B5749"/>
    <w:rsid w:val="009C0453"/>
    <w:rsid w:val="009C0A84"/>
    <w:rsid w:val="009C1FA6"/>
    <w:rsid w:val="009C218A"/>
    <w:rsid w:val="009C23D0"/>
    <w:rsid w:val="009C2604"/>
    <w:rsid w:val="009C28BB"/>
    <w:rsid w:val="009C336C"/>
    <w:rsid w:val="009C3A42"/>
    <w:rsid w:val="009C51F5"/>
    <w:rsid w:val="009C5361"/>
    <w:rsid w:val="009C5585"/>
    <w:rsid w:val="009C5FFB"/>
    <w:rsid w:val="009C63C6"/>
    <w:rsid w:val="009D3356"/>
    <w:rsid w:val="009D4B61"/>
    <w:rsid w:val="009D4EA3"/>
    <w:rsid w:val="009D5013"/>
    <w:rsid w:val="009D55D0"/>
    <w:rsid w:val="009D5D3A"/>
    <w:rsid w:val="009E058C"/>
    <w:rsid w:val="009E126E"/>
    <w:rsid w:val="009E17D5"/>
    <w:rsid w:val="009E1BA2"/>
    <w:rsid w:val="009E262A"/>
    <w:rsid w:val="009E2C8B"/>
    <w:rsid w:val="009E2D92"/>
    <w:rsid w:val="009E44EB"/>
    <w:rsid w:val="009E6DAA"/>
    <w:rsid w:val="009F0B50"/>
    <w:rsid w:val="009F2CD4"/>
    <w:rsid w:val="009F355F"/>
    <w:rsid w:val="009F35AB"/>
    <w:rsid w:val="009F4E1F"/>
    <w:rsid w:val="009F5110"/>
    <w:rsid w:val="009F66AE"/>
    <w:rsid w:val="009F7C38"/>
    <w:rsid w:val="009F7D1E"/>
    <w:rsid w:val="00A00087"/>
    <w:rsid w:val="00A02521"/>
    <w:rsid w:val="00A060AA"/>
    <w:rsid w:val="00A076FF"/>
    <w:rsid w:val="00A10862"/>
    <w:rsid w:val="00A119DF"/>
    <w:rsid w:val="00A133FB"/>
    <w:rsid w:val="00A13884"/>
    <w:rsid w:val="00A15941"/>
    <w:rsid w:val="00A167BB"/>
    <w:rsid w:val="00A177D2"/>
    <w:rsid w:val="00A20197"/>
    <w:rsid w:val="00A206B2"/>
    <w:rsid w:val="00A20F72"/>
    <w:rsid w:val="00A224C5"/>
    <w:rsid w:val="00A232A5"/>
    <w:rsid w:val="00A23CA5"/>
    <w:rsid w:val="00A244D4"/>
    <w:rsid w:val="00A257C7"/>
    <w:rsid w:val="00A25E14"/>
    <w:rsid w:val="00A27BF3"/>
    <w:rsid w:val="00A30104"/>
    <w:rsid w:val="00A307F8"/>
    <w:rsid w:val="00A307FC"/>
    <w:rsid w:val="00A30F7C"/>
    <w:rsid w:val="00A31160"/>
    <w:rsid w:val="00A319B8"/>
    <w:rsid w:val="00A31A26"/>
    <w:rsid w:val="00A325CC"/>
    <w:rsid w:val="00A335C3"/>
    <w:rsid w:val="00A33C87"/>
    <w:rsid w:val="00A33DD2"/>
    <w:rsid w:val="00A36D64"/>
    <w:rsid w:val="00A36FD7"/>
    <w:rsid w:val="00A405E9"/>
    <w:rsid w:val="00A40831"/>
    <w:rsid w:val="00A42794"/>
    <w:rsid w:val="00A4413C"/>
    <w:rsid w:val="00A442F0"/>
    <w:rsid w:val="00A447A4"/>
    <w:rsid w:val="00A45C9A"/>
    <w:rsid w:val="00A4619F"/>
    <w:rsid w:val="00A47077"/>
    <w:rsid w:val="00A47C98"/>
    <w:rsid w:val="00A50101"/>
    <w:rsid w:val="00A501DA"/>
    <w:rsid w:val="00A526A8"/>
    <w:rsid w:val="00A53EBB"/>
    <w:rsid w:val="00A544D2"/>
    <w:rsid w:val="00A552D9"/>
    <w:rsid w:val="00A556E9"/>
    <w:rsid w:val="00A602FB"/>
    <w:rsid w:val="00A628AA"/>
    <w:rsid w:val="00A6489C"/>
    <w:rsid w:val="00A64F45"/>
    <w:rsid w:val="00A650EB"/>
    <w:rsid w:val="00A658F4"/>
    <w:rsid w:val="00A65A34"/>
    <w:rsid w:val="00A65B65"/>
    <w:rsid w:val="00A71EFD"/>
    <w:rsid w:val="00A72000"/>
    <w:rsid w:val="00A7272B"/>
    <w:rsid w:val="00A73090"/>
    <w:rsid w:val="00A76C3A"/>
    <w:rsid w:val="00A77FB9"/>
    <w:rsid w:val="00A8191B"/>
    <w:rsid w:val="00A81F35"/>
    <w:rsid w:val="00A824E8"/>
    <w:rsid w:val="00A82C53"/>
    <w:rsid w:val="00A82E74"/>
    <w:rsid w:val="00A84123"/>
    <w:rsid w:val="00A84B5E"/>
    <w:rsid w:val="00A87436"/>
    <w:rsid w:val="00A87685"/>
    <w:rsid w:val="00A9170B"/>
    <w:rsid w:val="00A917AC"/>
    <w:rsid w:val="00A91865"/>
    <w:rsid w:val="00A91F9C"/>
    <w:rsid w:val="00A931D9"/>
    <w:rsid w:val="00A96AF4"/>
    <w:rsid w:val="00A96BE8"/>
    <w:rsid w:val="00A97EA8"/>
    <w:rsid w:val="00AA170E"/>
    <w:rsid w:val="00AA1792"/>
    <w:rsid w:val="00AA230D"/>
    <w:rsid w:val="00AA3B8D"/>
    <w:rsid w:val="00AA42B5"/>
    <w:rsid w:val="00AA694D"/>
    <w:rsid w:val="00AA744E"/>
    <w:rsid w:val="00AB0EB9"/>
    <w:rsid w:val="00AB1678"/>
    <w:rsid w:val="00AB3B45"/>
    <w:rsid w:val="00AB4BCF"/>
    <w:rsid w:val="00AB4C3C"/>
    <w:rsid w:val="00AB572F"/>
    <w:rsid w:val="00AB5D64"/>
    <w:rsid w:val="00AB6205"/>
    <w:rsid w:val="00AB635D"/>
    <w:rsid w:val="00AB78FB"/>
    <w:rsid w:val="00AC229D"/>
    <w:rsid w:val="00AC2A68"/>
    <w:rsid w:val="00AC38B9"/>
    <w:rsid w:val="00AC7286"/>
    <w:rsid w:val="00AC7AF3"/>
    <w:rsid w:val="00AD0DDD"/>
    <w:rsid w:val="00AD16F4"/>
    <w:rsid w:val="00AD1E2A"/>
    <w:rsid w:val="00AD22E0"/>
    <w:rsid w:val="00AD2D2A"/>
    <w:rsid w:val="00AD3F33"/>
    <w:rsid w:val="00AD4DB3"/>
    <w:rsid w:val="00AD4E66"/>
    <w:rsid w:val="00AD5D5D"/>
    <w:rsid w:val="00AE19D0"/>
    <w:rsid w:val="00AE2376"/>
    <w:rsid w:val="00AE24B3"/>
    <w:rsid w:val="00AE300A"/>
    <w:rsid w:val="00AF09E5"/>
    <w:rsid w:val="00AF14BD"/>
    <w:rsid w:val="00B0074C"/>
    <w:rsid w:val="00B0219D"/>
    <w:rsid w:val="00B021C4"/>
    <w:rsid w:val="00B02CA6"/>
    <w:rsid w:val="00B03451"/>
    <w:rsid w:val="00B03AC7"/>
    <w:rsid w:val="00B04D45"/>
    <w:rsid w:val="00B0525C"/>
    <w:rsid w:val="00B06115"/>
    <w:rsid w:val="00B100E8"/>
    <w:rsid w:val="00B11080"/>
    <w:rsid w:val="00B1250F"/>
    <w:rsid w:val="00B1506B"/>
    <w:rsid w:val="00B1568E"/>
    <w:rsid w:val="00B16249"/>
    <w:rsid w:val="00B165A6"/>
    <w:rsid w:val="00B20487"/>
    <w:rsid w:val="00B22B8C"/>
    <w:rsid w:val="00B23216"/>
    <w:rsid w:val="00B23FD0"/>
    <w:rsid w:val="00B24ED9"/>
    <w:rsid w:val="00B261D3"/>
    <w:rsid w:val="00B26E98"/>
    <w:rsid w:val="00B273A3"/>
    <w:rsid w:val="00B275CA"/>
    <w:rsid w:val="00B319EC"/>
    <w:rsid w:val="00B320DB"/>
    <w:rsid w:val="00B32149"/>
    <w:rsid w:val="00B326A7"/>
    <w:rsid w:val="00B32959"/>
    <w:rsid w:val="00B35CF7"/>
    <w:rsid w:val="00B35ED4"/>
    <w:rsid w:val="00B37A17"/>
    <w:rsid w:val="00B37E0D"/>
    <w:rsid w:val="00B400C5"/>
    <w:rsid w:val="00B404D5"/>
    <w:rsid w:val="00B41BD1"/>
    <w:rsid w:val="00B41FA8"/>
    <w:rsid w:val="00B42F5D"/>
    <w:rsid w:val="00B4391B"/>
    <w:rsid w:val="00B46153"/>
    <w:rsid w:val="00B462A6"/>
    <w:rsid w:val="00B471C1"/>
    <w:rsid w:val="00B522B8"/>
    <w:rsid w:val="00B5242A"/>
    <w:rsid w:val="00B537C7"/>
    <w:rsid w:val="00B53D7D"/>
    <w:rsid w:val="00B54D95"/>
    <w:rsid w:val="00B55345"/>
    <w:rsid w:val="00B55500"/>
    <w:rsid w:val="00B5657A"/>
    <w:rsid w:val="00B56FBF"/>
    <w:rsid w:val="00B6011C"/>
    <w:rsid w:val="00B61DB8"/>
    <w:rsid w:val="00B62ABC"/>
    <w:rsid w:val="00B63B2F"/>
    <w:rsid w:val="00B64107"/>
    <w:rsid w:val="00B65826"/>
    <w:rsid w:val="00B7024A"/>
    <w:rsid w:val="00B71843"/>
    <w:rsid w:val="00B726CB"/>
    <w:rsid w:val="00B72A4D"/>
    <w:rsid w:val="00B736BE"/>
    <w:rsid w:val="00B7389B"/>
    <w:rsid w:val="00B73CFA"/>
    <w:rsid w:val="00B74120"/>
    <w:rsid w:val="00B7438B"/>
    <w:rsid w:val="00B75FE2"/>
    <w:rsid w:val="00B760DC"/>
    <w:rsid w:val="00B76A71"/>
    <w:rsid w:val="00B77E03"/>
    <w:rsid w:val="00B81B72"/>
    <w:rsid w:val="00B8272A"/>
    <w:rsid w:val="00B83062"/>
    <w:rsid w:val="00B83C87"/>
    <w:rsid w:val="00B84194"/>
    <w:rsid w:val="00B84603"/>
    <w:rsid w:val="00B8481B"/>
    <w:rsid w:val="00B84AE9"/>
    <w:rsid w:val="00B86397"/>
    <w:rsid w:val="00B86E61"/>
    <w:rsid w:val="00B871E5"/>
    <w:rsid w:val="00B87574"/>
    <w:rsid w:val="00B877CC"/>
    <w:rsid w:val="00B90DB8"/>
    <w:rsid w:val="00B910EB"/>
    <w:rsid w:val="00B91DA5"/>
    <w:rsid w:val="00B92666"/>
    <w:rsid w:val="00B9431A"/>
    <w:rsid w:val="00B94B3C"/>
    <w:rsid w:val="00B95CA5"/>
    <w:rsid w:val="00B966B2"/>
    <w:rsid w:val="00BA0C3C"/>
    <w:rsid w:val="00BA10FA"/>
    <w:rsid w:val="00BA17DD"/>
    <w:rsid w:val="00BA2FAF"/>
    <w:rsid w:val="00BA4695"/>
    <w:rsid w:val="00BA5590"/>
    <w:rsid w:val="00BA55BE"/>
    <w:rsid w:val="00BA5A17"/>
    <w:rsid w:val="00BA6157"/>
    <w:rsid w:val="00BA7707"/>
    <w:rsid w:val="00BB0E03"/>
    <w:rsid w:val="00BB2E2C"/>
    <w:rsid w:val="00BB33B9"/>
    <w:rsid w:val="00BB397B"/>
    <w:rsid w:val="00BB3B6C"/>
    <w:rsid w:val="00BB4272"/>
    <w:rsid w:val="00BB4445"/>
    <w:rsid w:val="00BB4BDB"/>
    <w:rsid w:val="00BB50EF"/>
    <w:rsid w:val="00BB7D94"/>
    <w:rsid w:val="00BC008A"/>
    <w:rsid w:val="00BC17DD"/>
    <w:rsid w:val="00BC1AEA"/>
    <w:rsid w:val="00BC30C2"/>
    <w:rsid w:val="00BC3347"/>
    <w:rsid w:val="00BC36D1"/>
    <w:rsid w:val="00BC3F16"/>
    <w:rsid w:val="00BC406B"/>
    <w:rsid w:val="00BC440E"/>
    <w:rsid w:val="00BC4723"/>
    <w:rsid w:val="00BC6D8C"/>
    <w:rsid w:val="00BC6E44"/>
    <w:rsid w:val="00BD1DED"/>
    <w:rsid w:val="00BD28F5"/>
    <w:rsid w:val="00BD368C"/>
    <w:rsid w:val="00BD423D"/>
    <w:rsid w:val="00BD458C"/>
    <w:rsid w:val="00BD5832"/>
    <w:rsid w:val="00BD6A9B"/>
    <w:rsid w:val="00BD6CBB"/>
    <w:rsid w:val="00BD6E37"/>
    <w:rsid w:val="00BE056A"/>
    <w:rsid w:val="00BE05B2"/>
    <w:rsid w:val="00BE170E"/>
    <w:rsid w:val="00BE2C3B"/>
    <w:rsid w:val="00BE2CDC"/>
    <w:rsid w:val="00BE42A0"/>
    <w:rsid w:val="00BE4735"/>
    <w:rsid w:val="00BE620F"/>
    <w:rsid w:val="00BE68D1"/>
    <w:rsid w:val="00BE6B79"/>
    <w:rsid w:val="00BE6B92"/>
    <w:rsid w:val="00BE6D9E"/>
    <w:rsid w:val="00BF00C8"/>
    <w:rsid w:val="00BF217B"/>
    <w:rsid w:val="00BF2CEF"/>
    <w:rsid w:val="00BF33E1"/>
    <w:rsid w:val="00BF3617"/>
    <w:rsid w:val="00BF5A2F"/>
    <w:rsid w:val="00BF60C2"/>
    <w:rsid w:val="00BF6A39"/>
    <w:rsid w:val="00BF6D7C"/>
    <w:rsid w:val="00BF74EB"/>
    <w:rsid w:val="00BF7C1B"/>
    <w:rsid w:val="00C002CE"/>
    <w:rsid w:val="00C00CCD"/>
    <w:rsid w:val="00C0139B"/>
    <w:rsid w:val="00C02B67"/>
    <w:rsid w:val="00C02C55"/>
    <w:rsid w:val="00C03F51"/>
    <w:rsid w:val="00C04980"/>
    <w:rsid w:val="00C06F35"/>
    <w:rsid w:val="00C07178"/>
    <w:rsid w:val="00C1098C"/>
    <w:rsid w:val="00C11903"/>
    <w:rsid w:val="00C12050"/>
    <w:rsid w:val="00C128C9"/>
    <w:rsid w:val="00C13E16"/>
    <w:rsid w:val="00C1446E"/>
    <w:rsid w:val="00C16129"/>
    <w:rsid w:val="00C163B3"/>
    <w:rsid w:val="00C16ADD"/>
    <w:rsid w:val="00C16BBE"/>
    <w:rsid w:val="00C1749C"/>
    <w:rsid w:val="00C176E9"/>
    <w:rsid w:val="00C20129"/>
    <w:rsid w:val="00C246BC"/>
    <w:rsid w:val="00C2477E"/>
    <w:rsid w:val="00C25D7D"/>
    <w:rsid w:val="00C270F6"/>
    <w:rsid w:val="00C31F8E"/>
    <w:rsid w:val="00C32605"/>
    <w:rsid w:val="00C32D9F"/>
    <w:rsid w:val="00C33664"/>
    <w:rsid w:val="00C34850"/>
    <w:rsid w:val="00C34A06"/>
    <w:rsid w:val="00C34BB0"/>
    <w:rsid w:val="00C34E16"/>
    <w:rsid w:val="00C36778"/>
    <w:rsid w:val="00C3680F"/>
    <w:rsid w:val="00C37B60"/>
    <w:rsid w:val="00C400C5"/>
    <w:rsid w:val="00C400ED"/>
    <w:rsid w:val="00C4300A"/>
    <w:rsid w:val="00C44DB5"/>
    <w:rsid w:val="00C45ABC"/>
    <w:rsid w:val="00C4632D"/>
    <w:rsid w:val="00C470AB"/>
    <w:rsid w:val="00C478D0"/>
    <w:rsid w:val="00C50F77"/>
    <w:rsid w:val="00C516D2"/>
    <w:rsid w:val="00C52349"/>
    <w:rsid w:val="00C52FF4"/>
    <w:rsid w:val="00C53D21"/>
    <w:rsid w:val="00C5420B"/>
    <w:rsid w:val="00C56583"/>
    <w:rsid w:val="00C61008"/>
    <w:rsid w:val="00C6318C"/>
    <w:rsid w:val="00C63352"/>
    <w:rsid w:val="00C633DD"/>
    <w:rsid w:val="00C63777"/>
    <w:rsid w:val="00C63958"/>
    <w:rsid w:val="00C63E76"/>
    <w:rsid w:val="00C65403"/>
    <w:rsid w:val="00C65AB9"/>
    <w:rsid w:val="00C70DC6"/>
    <w:rsid w:val="00C72D7B"/>
    <w:rsid w:val="00C7312F"/>
    <w:rsid w:val="00C73255"/>
    <w:rsid w:val="00C73938"/>
    <w:rsid w:val="00C74974"/>
    <w:rsid w:val="00C75A9A"/>
    <w:rsid w:val="00C75DB6"/>
    <w:rsid w:val="00C7665D"/>
    <w:rsid w:val="00C805F9"/>
    <w:rsid w:val="00C810E6"/>
    <w:rsid w:val="00C8190C"/>
    <w:rsid w:val="00C819EC"/>
    <w:rsid w:val="00C81DF7"/>
    <w:rsid w:val="00C82762"/>
    <w:rsid w:val="00C85889"/>
    <w:rsid w:val="00C8785D"/>
    <w:rsid w:val="00C87D12"/>
    <w:rsid w:val="00C87E9E"/>
    <w:rsid w:val="00C90713"/>
    <w:rsid w:val="00C90AD8"/>
    <w:rsid w:val="00C90EC4"/>
    <w:rsid w:val="00C91A8C"/>
    <w:rsid w:val="00C923FF"/>
    <w:rsid w:val="00C9249A"/>
    <w:rsid w:val="00C9396E"/>
    <w:rsid w:val="00C93C81"/>
    <w:rsid w:val="00C93D96"/>
    <w:rsid w:val="00C948A8"/>
    <w:rsid w:val="00C952F5"/>
    <w:rsid w:val="00C95E01"/>
    <w:rsid w:val="00CA0573"/>
    <w:rsid w:val="00CA32DE"/>
    <w:rsid w:val="00CA384F"/>
    <w:rsid w:val="00CA5D72"/>
    <w:rsid w:val="00CB048B"/>
    <w:rsid w:val="00CB1827"/>
    <w:rsid w:val="00CB373E"/>
    <w:rsid w:val="00CB41AD"/>
    <w:rsid w:val="00CB7F6B"/>
    <w:rsid w:val="00CC0803"/>
    <w:rsid w:val="00CC08D6"/>
    <w:rsid w:val="00CC0D34"/>
    <w:rsid w:val="00CC322A"/>
    <w:rsid w:val="00CC383E"/>
    <w:rsid w:val="00CC4714"/>
    <w:rsid w:val="00CC51DF"/>
    <w:rsid w:val="00CC787D"/>
    <w:rsid w:val="00CD0753"/>
    <w:rsid w:val="00CD0EC7"/>
    <w:rsid w:val="00CD10F8"/>
    <w:rsid w:val="00CD15D1"/>
    <w:rsid w:val="00CD15FC"/>
    <w:rsid w:val="00CD1DCB"/>
    <w:rsid w:val="00CD2088"/>
    <w:rsid w:val="00CD3898"/>
    <w:rsid w:val="00CD3986"/>
    <w:rsid w:val="00CD5101"/>
    <w:rsid w:val="00CD6766"/>
    <w:rsid w:val="00CE00EE"/>
    <w:rsid w:val="00CE1E0C"/>
    <w:rsid w:val="00CE1E71"/>
    <w:rsid w:val="00CE2C2F"/>
    <w:rsid w:val="00CE3B54"/>
    <w:rsid w:val="00CE643B"/>
    <w:rsid w:val="00CE64B8"/>
    <w:rsid w:val="00CF1414"/>
    <w:rsid w:val="00CF2478"/>
    <w:rsid w:val="00CF4554"/>
    <w:rsid w:val="00CF4E71"/>
    <w:rsid w:val="00CF4F1C"/>
    <w:rsid w:val="00CF7308"/>
    <w:rsid w:val="00CF7884"/>
    <w:rsid w:val="00D026CF"/>
    <w:rsid w:val="00D03B3A"/>
    <w:rsid w:val="00D03CD1"/>
    <w:rsid w:val="00D03F64"/>
    <w:rsid w:val="00D042C1"/>
    <w:rsid w:val="00D0431E"/>
    <w:rsid w:val="00D10EA1"/>
    <w:rsid w:val="00D113CF"/>
    <w:rsid w:val="00D118E1"/>
    <w:rsid w:val="00D1193D"/>
    <w:rsid w:val="00D11E94"/>
    <w:rsid w:val="00D140AD"/>
    <w:rsid w:val="00D142B2"/>
    <w:rsid w:val="00D15ACA"/>
    <w:rsid w:val="00D16655"/>
    <w:rsid w:val="00D168A8"/>
    <w:rsid w:val="00D2042B"/>
    <w:rsid w:val="00D215AE"/>
    <w:rsid w:val="00D224C7"/>
    <w:rsid w:val="00D2368E"/>
    <w:rsid w:val="00D240C2"/>
    <w:rsid w:val="00D255EE"/>
    <w:rsid w:val="00D255F9"/>
    <w:rsid w:val="00D26304"/>
    <w:rsid w:val="00D265D5"/>
    <w:rsid w:val="00D2677C"/>
    <w:rsid w:val="00D27824"/>
    <w:rsid w:val="00D27C00"/>
    <w:rsid w:val="00D311A1"/>
    <w:rsid w:val="00D31902"/>
    <w:rsid w:val="00D3361E"/>
    <w:rsid w:val="00D33E63"/>
    <w:rsid w:val="00D34745"/>
    <w:rsid w:val="00D34FC6"/>
    <w:rsid w:val="00D3525C"/>
    <w:rsid w:val="00D3594D"/>
    <w:rsid w:val="00D3606D"/>
    <w:rsid w:val="00D367A0"/>
    <w:rsid w:val="00D417B9"/>
    <w:rsid w:val="00D41D07"/>
    <w:rsid w:val="00D42079"/>
    <w:rsid w:val="00D4221C"/>
    <w:rsid w:val="00D43D70"/>
    <w:rsid w:val="00D43E5F"/>
    <w:rsid w:val="00D43FA2"/>
    <w:rsid w:val="00D4471D"/>
    <w:rsid w:val="00D459A8"/>
    <w:rsid w:val="00D467A5"/>
    <w:rsid w:val="00D46D24"/>
    <w:rsid w:val="00D502E3"/>
    <w:rsid w:val="00D50E31"/>
    <w:rsid w:val="00D52E16"/>
    <w:rsid w:val="00D52FFD"/>
    <w:rsid w:val="00D539BB"/>
    <w:rsid w:val="00D541BF"/>
    <w:rsid w:val="00D54D33"/>
    <w:rsid w:val="00D55A35"/>
    <w:rsid w:val="00D57D83"/>
    <w:rsid w:val="00D60246"/>
    <w:rsid w:val="00D60726"/>
    <w:rsid w:val="00D60C2A"/>
    <w:rsid w:val="00D62A6E"/>
    <w:rsid w:val="00D638B9"/>
    <w:rsid w:val="00D6461D"/>
    <w:rsid w:val="00D65D6E"/>
    <w:rsid w:val="00D70DA5"/>
    <w:rsid w:val="00D7183A"/>
    <w:rsid w:val="00D71EF1"/>
    <w:rsid w:val="00D72498"/>
    <w:rsid w:val="00D732D5"/>
    <w:rsid w:val="00D74B6C"/>
    <w:rsid w:val="00D74FAB"/>
    <w:rsid w:val="00D7652D"/>
    <w:rsid w:val="00D77DD8"/>
    <w:rsid w:val="00D81701"/>
    <w:rsid w:val="00D84AE3"/>
    <w:rsid w:val="00D86CE9"/>
    <w:rsid w:val="00D86E43"/>
    <w:rsid w:val="00D86E9B"/>
    <w:rsid w:val="00D86EEA"/>
    <w:rsid w:val="00D9196B"/>
    <w:rsid w:val="00D91A34"/>
    <w:rsid w:val="00D920B1"/>
    <w:rsid w:val="00D92AE1"/>
    <w:rsid w:val="00D92F36"/>
    <w:rsid w:val="00D93BDC"/>
    <w:rsid w:val="00D93F3D"/>
    <w:rsid w:val="00D9487F"/>
    <w:rsid w:val="00D959CB"/>
    <w:rsid w:val="00DA0270"/>
    <w:rsid w:val="00DA0FC8"/>
    <w:rsid w:val="00DA4447"/>
    <w:rsid w:val="00DA5004"/>
    <w:rsid w:val="00DA57EA"/>
    <w:rsid w:val="00DA5AE4"/>
    <w:rsid w:val="00DA6B18"/>
    <w:rsid w:val="00DA7D59"/>
    <w:rsid w:val="00DB0B58"/>
    <w:rsid w:val="00DB0C9E"/>
    <w:rsid w:val="00DB0D34"/>
    <w:rsid w:val="00DB2197"/>
    <w:rsid w:val="00DB27A6"/>
    <w:rsid w:val="00DB2E23"/>
    <w:rsid w:val="00DB3149"/>
    <w:rsid w:val="00DB3AFE"/>
    <w:rsid w:val="00DB4749"/>
    <w:rsid w:val="00DB4923"/>
    <w:rsid w:val="00DB64B2"/>
    <w:rsid w:val="00DB6A6A"/>
    <w:rsid w:val="00DC065D"/>
    <w:rsid w:val="00DC1CF1"/>
    <w:rsid w:val="00DC2775"/>
    <w:rsid w:val="00DC70FD"/>
    <w:rsid w:val="00DD0538"/>
    <w:rsid w:val="00DD0898"/>
    <w:rsid w:val="00DD0EB2"/>
    <w:rsid w:val="00DD14B4"/>
    <w:rsid w:val="00DD19E9"/>
    <w:rsid w:val="00DD2108"/>
    <w:rsid w:val="00DD360D"/>
    <w:rsid w:val="00DD3991"/>
    <w:rsid w:val="00DD43FF"/>
    <w:rsid w:val="00DD4DB6"/>
    <w:rsid w:val="00DD5C5B"/>
    <w:rsid w:val="00DE07E5"/>
    <w:rsid w:val="00DE0CB1"/>
    <w:rsid w:val="00DE330F"/>
    <w:rsid w:val="00DE37F8"/>
    <w:rsid w:val="00DE4C02"/>
    <w:rsid w:val="00DE5596"/>
    <w:rsid w:val="00DE6067"/>
    <w:rsid w:val="00DE6A96"/>
    <w:rsid w:val="00DE7593"/>
    <w:rsid w:val="00DF1C17"/>
    <w:rsid w:val="00DF2DFD"/>
    <w:rsid w:val="00DF31EA"/>
    <w:rsid w:val="00DF408E"/>
    <w:rsid w:val="00DF4667"/>
    <w:rsid w:val="00DF4EA6"/>
    <w:rsid w:val="00DF584D"/>
    <w:rsid w:val="00DF5DA8"/>
    <w:rsid w:val="00DF679A"/>
    <w:rsid w:val="00E00A8F"/>
    <w:rsid w:val="00E02285"/>
    <w:rsid w:val="00E038CB"/>
    <w:rsid w:val="00E04C5B"/>
    <w:rsid w:val="00E0702B"/>
    <w:rsid w:val="00E0759C"/>
    <w:rsid w:val="00E10DCD"/>
    <w:rsid w:val="00E110E3"/>
    <w:rsid w:val="00E119F4"/>
    <w:rsid w:val="00E12814"/>
    <w:rsid w:val="00E13C92"/>
    <w:rsid w:val="00E165E0"/>
    <w:rsid w:val="00E1668B"/>
    <w:rsid w:val="00E16A21"/>
    <w:rsid w:val="00E1753E"/>
    <w:rsid w:val="00E23FCB"/>
    <w:rsid w:val="00E24CCD"/>
    <w:rsid w:val="00E2612C"/>
    <w:rsid w:val="00E26624"/>
    <w:rsid w:val="00E27B42"/>
    <w:rsid w:val="00E30842"/>
    <w:rsid w:val="00E30A4C"/>
    <w:rsid w:val="00E31B6C"/>
    <w:rsid w:val="00E32C44"/>
    <w:rsid w:val="00E341A7"/>
    <w:rsid w:val="00E35690"/>
    <w:rsid w:val="00E35B08"/>
    <w:rsid w:val="00E35C7A"/>
    <w:rsid w:val="00E35F90"/>
    <w:rsid w:val="00E366AB"/>
    <w:rsid w:val="00E3674D"/>
    <w:rsid w:val="00E373EC"/>
    <w:rsid w:val="00E419CD"/>
    <w:rsid w:val="00E4206B"/>
    <w:rsid w:val="00E421A2"/>
    <w:rsid w:val="00E425B4"/>
    <w:rsid w:val="00E436FB"/>
    <w:rsid w:val="00E43CCC"/>
    <w:rsid w:val="00E43F00"/>
    <w:rsid w:val="00E44A85"/>
    <w:rsid w:val="00E44C7F"/>
    <w:rsid w:val="00E45279"/>
    <w:rsid w:val="00E456BA"/>
    <w:rsid w:val="00E464ED"/>
    <w:rsid w:val="00E46C32"/>
    <w:rsid w:val="00E47083"/>
    <w:rsid w:val="00E47CB3"/>
    <w:rsid w:val="00E503B9"/>
    <w:rsid w:val="00E51EB9"/>
    <w:rsid w:val="00E524F3"/>
    <w:rsid w:val="00E52DFB"/>
    <w:rsid w:val="00E53C21"/>
    <w:rsid w:val="00E54B26"/>
    <w:rsid w:val="00E54BE2"/>
    <w:rsid w:val="00E55473"/>
    <w:rsid w:val="00E613A2"/>
    <w:rsid w:val="00E62129"/>
    <w:rsid w:val="00E62494"/>
    <w:rsid w:val="00E62D18"/>
    <w:rsid w:val="00E62FF0"/>
    <w:rsid w:val="00E63520"/>
    <w:rsid w:val="00E648A0"/>
    <w:rsid w:val="00E65582"/>
    <w:rsid w:val="00E656A7"/>
    <w:rsid w:val="00E66C39"/>
    <w:rsid w:val="00E6789C"/>
    <w:rsid w:val="00E70104"/>
    <w:rsid w:val="00E717DB"/>
    <w:rsid w:val="00E7668D"/>
    <w:rsid w:val="00E76CAF"/>
    <w:rsid w:val="00E76EC8"/>
    <w:rsid w:val="00E76FD3"/>
    <w:rsid w:val="00E77C34"/>
    <w:rsid w:val="00E80FF9"/>
    <w:rsid w:val="00E81013"/>
    <w:rsid w:val="00E81C7B"/>
    <w:rsid w:val="00E8241E"/>
    <w:rsid w:val="00E83BAA"/>
    <w:rsid w:val="00E85D86"/>
    <w:rsid w:val="00E86065"/>
    <w:rsid w:val="00E861BC"/>
    <w:rsid w:val="00E86ACB"/>
    <w:rsid w:val="00E9146E"/>
    <w:rsid w:val="00E91CFB"/>
    <w:rsid w:val="00E92110"/>
    <w:rsid w:val="00E9273A"/>
    <w:rsid w:val="00E938C9"/>
    <w:rsid w:val="00E946CB"/>
    <w:rsid w:val="00E95846"/>
    <w:rsid w:val="00E96139"/>
    <w:rsid w:val="00E964A0"/>
    <w:rsid w:val="00EA1D73"/>
    <w:rsid w:val="00EA3DBA"/>
    <w:rsid w:val="00EA45E9"/>
    <w:rsid w:val="00EA679F"/>
    <w:rsid w:val="00EA7B0A"/>
    <w:rsid w:val="00EB10FD"/>
    <w:rsid w:val="00EB1D31"/>
    <w:rsid w:val="00EB2337"/>
    <w:rsid w:val="00EB3143"/>
    <w:rsid w:val="00EB3303"/>
    <w:rsid w:val="00EB5AE5"/>
    <w:rsid w:val="00EB6360"/>
    <w:rsid w:val="00EB6C06"/>
    <w:rsid w:val="00EB731E"/>
    <w:rsid w:val="00EB7A9E"/>
    <w:rsid w:val="00EC1536"/>
    <w:rsid w:val="00EC29ED"/>
    <w:rsid w:val="00EC344C"/>
    <w:rsid w:val="00EC4C46"/>
    <w:rsid w:val="00EC5118"/>
    <w:rsid w:val="00EC5496"/>
    <w:rsid w:val="00EC550D"/>
    <w:rsid w:val="00EC5958"/>
    <w:rsid w:val="00EC6D96"/>
    <w:rsid w:val="00EC7B55"/>
    <w:rsid w:val="00ED00C5"/>
    <w:rsid w:val="00ED046F"/>
    <w:rsid w:val="00ED157B"/>
    <w:rsid w:val="00ED1709"/>
    <w:rsid w:val="00ED2E0A"/>
    <w:rsid w:val="00ED320E"/>
    <w:rsid w:val="00ED7030"/>
    <w:rsid w:val="00ED7C08"/>
    <w:rsid w:val="00EE03D4"/>
    <w:rsid w:val="00EE2174"/>
    <w:rsid w:val="00EE2B55"/>
    <w:rsid w:val="00EE2BFA"/>
    <w:rsid w:val="00EE5432"/>
    <w:rsid w:val="00EE624F"/>
    <w:rsid w:val="00EE6370"/>
    <w:rsid w:val="00EE69E1"/>
    <w:rsid w:val="00EE6A62"/>
    <w:rsid w:val="00EE6CD4"/>
    <w:rsid w:val="00EE7F30"/>
    <w:rsid w:val="00EF2596"/>
    <w:rsid w:val="00EF321A"/>
    <w:rsid w:val="00EF5724"/>
    <w:rsid w:val="00EF632A"/>
    <w:rsid w:val="00EF6814"/>
    <w:rsid w:val="00EF7AC6"/>
    <w:rsid w:val="00F01601"/>
    <w:rsid w:val="00F02135"/>
    <w:rsid w:val="00F025CB"/>
    <w:rsid w:val="00F034D9"/>
    <w:rsid w:val="00F03C0E"/>
    <w:rsid w:val="00F04388"/>
    <w:rsid w:val="00F04F57"/>
    <w:rsid w:val="00F079B4"/>
    <w:rsid w:val="00F101CF"/>
    <w:rsid w:val="00F10662"/>
    <w:rsid w:val="00F1067F"/>
    <w:rsid w:val="00F12A84"/>
    <w:rsid w:val="00F140DB"/>
    <w:rsid w:val="00F148ED"/>
    <w:rsid w:val="00F149B0"/>
    <w:rsid w:val="00F15021"/>
    <w:rsid w:val="00F153F7"/>
    <w:rsid w:val="00F16460"/>
    <w:rsid w:val="00F2004B"/>
    <w:rsid w:val="00F210FE"/>
    <w:rsid w:val="00F2126D"/>
    <w:rsid w:val="00F229FB"/>
    <w:rsid w:val="00F231C0"/>
    <w:rsid w:val="00F23284"/>
    <w:rsid w:val="00F237C9"/>
    <w:rsid w:val="00F248DA"/>
    <w:rsid w:val="00F248E3"/>
    <w:rsid w:val="00F26C34"/>
    <w:rsid w:val="00F26C65"/>
    <w:rsid w:val="00F26EF8"/>
    <w:rsid w:val="00F27875"/>
    <w:rsid w:val="00F30C38"/>
    <w:rsid w:val="00F322AC"/>
    <w:rsid w:val="00F331BB"/>
    <w:rsid w:val="00F40CC8"/>
    <w:rsid w:val="00F40E02"/>
    <w:rsid w:val="00F41F85"/>
    <w:rsid w:val="00F42367"/>
    <w:rsid w:val="00F43ACD"/>
    <w:rsid w:val="00F449A9"/>
    <w:rsid w:val="00F44ED3"/>
    <w:rsid w:val="00F45292"/>
    <w:rsid w:val="00F45E5D"/>
    <w:rsid w:val="00F4791D"/>
    <w:rsid w:val="00F50B84"/>
    <w:rsid w:val="00F50F6D"/>
    <w:rsid w:val="00F5187A"/>
    <w:rsid w:val="00F51B6C"/>
    <w:rsid w:val="00F52113"/>
    <w:rsid w:val="00F52321"/>
    <w:rsid w:val="00F53AEE"/>
    <w:rsid w:val="00F53BD0"/>
    <w:rsid w:val="00F559F5"/>
    <w:rsid w:val="00F55B86"/>
    <w:rsid w:val="00F55F0A"/>
    <w:rsid w:val="00F5614D"/>
    <w:rsid w:val="00F56E6D"/>
    <w:rsid w:val="00F56FFB"/>
    <w:rsid w:val="00F60FAC"/>
    <w:rsid w:val="00F617CC"/>
    <w:rsid w:val="00F61D2F"/>
    <w:rsid w:val="00F62A87"/>
    <w:rsid w:val="00F631C1"/>
    <w:rsid w:val="00F64D2E"/>
    <w:rsid w:val="00F6606D"/>
    <w:rsid w:val="00F669A1"/>
    <w:rsid w:val="00F73051"/>
    <w:rsid w:val="00F735A2"/>
    <w:rsid w:val="00F753A0"/>
    <w:rsid w:val="00F76164"/>
    <w:rsid w:val="00F7734F"/>
    <w:rsid w:val="00F8004B"/>
    <w:rsid w:val="00F803A1"/>
    <w:rsid w:val="00F80B83"/>
    <w:rsid w:val="00F80EF7"/>
    <w:rsid w:val="00F83C84"/>
    <w:rsid w:val="00F83F00"/>
    <w:rsid w:val="00F83FAA"/>
    <w:rsid w:val="00F8419F"/>
    <w:rsid w:val="00F8461C"/>
    <w:rsid w:val="00F84AE2"/>
    <w:rsid w:val="00F858AC"/>
    <w:rsid w:val="00F87F08"/>
    <w:rsid w:val="00F909FF"/>
    <w:rsid w:val="00F918C7"/>
    <w:rsid w:val="00F9421A"/>
    <w:rsid w:val="00F94837"/>
    <w:rsid w:val="00F94C6F"/>
    <w:rsid w:val="00F95D95"/>
    <w:rsid w:val="00F95E7F"/>
    <w:rsid w:val="00F96B0E"/>
    <w:rsid w:val="00F975E8"/>
    <w:rsid w:val="00F97D41"/>
    <w:rsid w:val="00FA12DB"/>
    <w:rsid w:val="00FA1C5E"/>
    <w:rsid w:val="00FA323D"/>
    <w:rsid w:val="00FA46A0"/>
    <w:rsid w:val="00FA491D"/>
    <w:rsid w:val="00FA5559"/>
    <w:rsid w:val="00FA5D8A"/>
    <w:rsid w:val="00FA5F81"/>
    <w:rsid w:val="00FA6173"/>
    <w:rsid w:val="00FA620A"/>
    <w:rsid w:val="00FA794F"/>
    <w:rsid w:val="00FB081E"/>
    <w:rsid w:val="00FB09A5"/>
    <w:rsid w:val="00FB1BBA"/>
    <w:rsid w:val="00FB1D64"/>
    <w:rsid w:val="00FB30C6"/>
    <w:rsid w:val="00FB4B3D"/>
    <w:rsid w:val="00FB6FEC"/>
    <w:rsid w:val="00FC0877"/>
    <w:rsid w:val="00FC2016"/>
    <w:rsid w:val="00FC22C6"/>
    <w:rsid w:val="00FC2A90"/>
    <w:rsid w:val="00FC3FD9"/>
    <w:rsid w:val="00FC497C"/>
    <w:rsid w:val="00FC53B5"/>
    <w:rsid w:val="00FC642F"/>
    <w:rsid w:val="00FC6AB6"/>
    <w:rsid w:val="00FC6C42"/>
    <w:rsid w:val="00FC7528"/>
    <w:rsid w:val="00FD06F1"/>
    <w:rsid w:val="00FD2C4C"/>
    <w:rsid w:val="00FD2DFF"/>
    <w:rsid w:val="00FD31D6"/>
    <w:rsid w:val="00FD3448"/>
    <w:rsid w:val="00FD45CE"/>
    <w:rsid w:val="00FD49FE"/>
    <w:rsid w:val="00FD4F4E"/>
    <w:rsid w:val="00FD4FE9"/>
    <w:rsid w:val="00FD5159"/>
    <w:rsid w:val="00FD5C69"/>
    <w:rsid w:val="00FD603E"/>
    <w:rsid w:val="00FD6715"/>
    <w:rsid w:val="00FD6885"/>
    <w:rsid w:val="00FD77CB"/>
    <w:rsid w:val="00FD78CB"/>
    <w:rsid w:val="00FD7AF1"/>
    <w:rsid w:val="00FE12BF"/>
    <w:rsid w:val="00FE1EEF"/>
    <w:rsid w:val="00FE2EE5"/>
    <w:rsid w:val="00FE3740"/>
    <w:rsid w:val="00FE463D"/>
    <w:rsid w:val="00FE60DF"/>
    <w:rsid w:val="00FE6D09"/>
    <w:rsid w:val="00FE70AD"/>
    <w:rsid w:val="00FE73BB"/>
    <w:rsid w:val="00FE7770"/>
    <w:rsid w:val="00FE7788"/>
    <w:rsid w:val="00FF00F3"/>
    <w:rsid w:val="00FF1885"/>
    <w:rsid w:val="00FF2391"/>
    <w:rsid w:val="00FF2961"/>
    <w:rsid w:val="00FF3AA7"/>
    <w:rsid w:val="00FF6A59"/>
    <w:rsid w:val="00FF7B66"/>
    <w:rsid w:val="00FF7E2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A544D2"/>
    <w:rPr>
      <w:sz w:val="24"/>
      <w:szCs w:val="24"/>
      <w:lang w:val="uk-UA"/>
    </w:rPr>
  </w:style>
  <w:style w:type="paragraph" w:styleId="Heading1">
    <w:name w:val="heading 1"/>
    <w:basedOn w:val="Normal"/>
    <w:next w:val="Normal"/>
    <w:link w:val="Heading1Char"/>
    <w:uiPriority w:val="99"/>
    <w:qFormat/>
    <w:rsid w:val="00DA7D59"/>
    <w:pPr>
      <w:keepNext/>
      <w:jc w:val="right"/>
      <w:outlineLvl w:val="0"/>
    </w:pPr>
    <w:rPr>
      <w:szCs w:val="20"/>
    </w:rPr>
  </w:style>
  <w:style w:type="paragraph" w:styleId="Heading2">
    <w:name w:val="heading 2"/>
    <w:aliases w:val="Від &quot;Дата і Номер&quot;"/>
    <w:basedOn w:val="Normal"/>
    <w:next w:val="Normal"/>
    <w:link w:val="Heading2Char"/>
    <w:uiPriority w:val="99"/>
    <w:qFormat/>
    <w:rsid w:val="00DA7D59"/>
    <w:pPr>
      <w:keepNext/>
      <w:jc w:val="center"/>
      <w:outlineLvl w:val="1"/>
    </w:pPr>
    <w:rPr>
      <w:b/>
      <w:szCs w:val="20"/>
    </w:rPr>
  </w:style>
  <w:style w:type="paragraph" w:styleId="Heading3">
    <w:name w:val="heading 3"/>
    <w:basedOn w:val="Normal"/>
    <w:next w:val="Normal"/>
    <w:link w:val="Heading3Char"/>
    <w:uiPriority w:val="99"/>
    <w:qFormat/>
    <w:rsid w:val="00DA7D59"/>
    <w:pPr>
      <w:keepNext/>
      <w:jc w:val="center"/>
      <w:outlineLvl w:val="2"/>
    </w:pPr>
    <w:rPr>
      <w:szCs w:val="20"/>
    </w:rPr>
  </w:style>
  <w:style w:type="paragraph" w:styleId="Heading4">
    <w:name w:val="heading 4"/>
    <w:basedOn w:val="Normal"/>
    <w:next w:val="Normal"/>
    <w:link w:val="Heading4Char"/>
    <w:uiPriority w:val="99"/>
    <w:qFormat/>
    <w:rsid w:val="00DA7D59"/>
    <w:pPr>
      <w:keepNext/>
      <w:ind w:firstLine="851"/>
      <w:jc w:val="both"/>
      <w:outlineLvl w:val="3"/>
    </w:pPr>
    <w:rPr>
      <w:szCs w:val="20"/>
    </w:rPr>
  </w:style>
  <w:style w:type="paragraph" w:styleId="Heading5">
    <w:name w:val="heading 5"/>
    <w:basedOn w:val="Normal"/>
    <w:next w:val="Normal"/>
    <w:link w:val="Heading5Char"/>
    <w:uiPriority w:val="99"/>
    <w:qFormat/>
    <w:rsid w:val="00DA7D59"/>
    <w:pPr>
      <w:keepNext/>
      <w:outlineLvl w:val="4"/>
    </w:pPr>
    <w:rPr>
      <w:szCs w:val="20"/>
    </w:rPr>
  </w:style>
  <w:style w:type="paragraph" w:styleId="Heading6">
    <w:name w:val="heading 6"/>
    <w:basedOn w:val="Normal"/>
    <w:next w:val="Normal"/>
    <w:link w:val="Heading6Char"/>
    <w:uiPriority w:val="99"/>
    <w:qFormat/>
    <w:rsid w:val="00DA7D59"/>
    <w:pPr>
      <w:keepNext/>
      <w:ind w:left="5103" w:right="-1"/>
      <w:jc w:val="both"/>
      <w:outlineLvl w:val="5"/>
    </w:pPr>
    <w:rPr>
      <w:szCs w:val="20"/>
    </w:rPr>
  </w:style>
  <w:style w:type="paragraph" w:styleId="Heading7">
    <w:name w:val="heading 7"/>
    <w:basedOn w:val="Normal"/>
    <w:next w:val="Normal"/>
    <w:link w:val="Heading7Char"/>
    <w:uiPriority w:val="99"/>
    <w:qFormat/>
    <w:rsid w:val="00F7734F"/>
    <w:pPr>
      <w:keepNext/>
      <w:jc w:val="center"/>
      <w:outlineLvl w:val="6"/>
    </w:pPr>
    <w:rPr>
      <w:sz w:val="32"/>
      <w:szCs w:val="20"/>
    </w:rPr>
  </w:style>
  <w:style w:type="paragraph" w:styleId="Heading8">
    <w:name w:val="heading 8"/>
    <w:basedOn w:val="Normal"/>
    <w:next w:val="Normal"/>
    <w:link w:val="Heading8Char"/>
    <w:uiPriority w:val="99"/>
    <w:qFormat/>
    <w:rsid w:val="00DA7D59"/>
    <w:pPr>
      <w:keepNext/>
      <w:tabs>
        <w:tab w:val="left" w:pos="8222"/>
      </w:tabs>
      <w:ind w:right="-1"/>
      <w:jc w:val="center"/>
      <w:outlineLvl w:val="7"/>
    </w:pPr>
    <w:rPr>
      <w:rFonts w:ascii="a_AlbionicTitulNrSh" w:hAnsi="a_AlbionicTitulNrSh"/>
      <w:b/>
      <w:sz w:val="26"/>
      <w:szCs w:val="20"/>
    </w:rPr>
  </w:style>
  <w:style w:type="paragraph" w:styleId="Heading9">
    <w:name w:val="heading 9"/>
    <w:basedOn w:val="Normal"/>
    <w:next w:val="Normal"/>
    <w:link w:val="Heading9Char"/>
    <w:uiPriority w:val="99"/>
    <w:qFormat/>
    <w:rsid w:val="00F7734F"/>
    <w:pPr>
      <w:spacing w:before="240" w:after="60"/>
      <w:outlineLvl w:val="8"/>
    </w:pPr>
    <w:rPr>
      <w:rFonts w:ascii="Arial" w:hAnsi="Arial" w:cs="Arial"/>
      <w:sz w:val="22"/>
      <w:szCs w:val="22"/>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034D9"/>
    <w:rPr>
      <w:rFonts w:ascii="Cambria" w:hAnsi="Cambria" w:cs="Times New Roman"/>
      <w:b/>
      <w:bCs/>
      <w:kern w:val="32"/>
      <w:sz w:val="32"/>
      <w:szCs w:val="32"/>
      <w:lang w:val="uk-UA"/>
    </w:rPr>
  </w:style>
  <w:style w:type="character" w:customStyle="1" w:styleId="Heading2Char">
    <w:name w:val="Heading 2 Char"/>
    <w:aliases w:val="Від &quot;Дата і Номер&quot; Char"/>
    <w:basedOn w:val="DefaultParagraphFont"/>
    <w:link w:val="Heading2"/>
    <w:uiPriority w:val="99"/>
    <w:semiHidden/>
    <w:locked/>
    <w:rsid w:val="00F034D9"/>
    <w:rPr>
      <w:rFonts w:ascii="Cambria" w:hAnsi="Cambria" w:cs="Times New Roman"/>
      <w:b/>
      <w:bCs/>
      <w:i/>
      <w:iCs/>
      <w:sz w:val="28"/>
      <w:szCs w:val="28"/>
      <w:lang w:val="uk-UA"/>
    </w:rPr>
  </w:style>
  <w:style w:type="character" w:customStyle="1" w:styleId="Heading3Char">
    <w:name w:val="Heading 3 Char"/>
    <w:basedOn w:val="DefaultParagraphFont"/>
    <w:link w:val="Heading3"/>
    <w:uiPriority w:val="99"/>
    <w:semiHidden/>
    <w:locked/>
    <w:rsid w:val="00F034D9"/>
    <w:rPr>
      <w:rFonts w:ascii="Cambria" w:hAnsi="Cambria" w:cs="Times New Roman"/>
      <w:b/>
      <w:bCs/>
      <w:sz w:val="26"/>
      <w:szCs w:val="26"/>
      <w:lang w:val="uk-UA"/>
    </w:rPr>
  </w:style>
  <w:style w:type="character" w:customStyle="1" w:styleId="Heading4Char">
    <w:name w:val="Heading 4 Char"/>
    <w:basedOn w:val="DefaultParagraphFont"/>
    <w:link w:val="Heading4"/>
    <w:uiPriority w:val="99"/>
    <w:semiHidden/>
    <w:locked/>
    <w:rsid w:val="00F034D9"/>
    <w:rPr>
      <w:rFonts w:ascii="Calibri" w:hAnsi="Calibri" w:cs="Times New Roman"/>
      <w:b/>
      <w:bCs/>
      <w:sz w:val="28"/>
      <w:szCs w:val="28"/>
      <w:lang w:val="uk-UA"/>
    </w:rPr>
  </w:style>
  <w:style w:type="character" w:customStyle="1" w:styleId="Heading5Char">
    <w:name w:val="Heading 5 Char"/>
    <w:basedOn w:val="DefaultParagraphFont"/>
    <w:link w:val="Heading5"/>
    <w:uiPriority w:val="99"/>
    <w:semiHidden/>
    <w:locked/>
    <w:rsid w:val="00F034D9"/>
    <w:rPr>
      <w:rFonts w:ascii="Calibri" w:hAnsi="Calibri" w:cs="Times New Roman"/>
      <w:b/>
      <w:bCs/>
      <w:i/>
      <w:iCs/>
      <w:sz w:val="26"/>
      <w:szCs w:val="26"/>
      <w:lang w:val="uk-UA"/>
    </w:rPr>
  </w:style>
  <w:style w:type="character" w:customStyle="1" w:styleId="Heading6Char">
    <w:name w:val="Heading 6 Char"/>
    <w:basedOn w:val="DefaultParagraphFont"/>
    <w:link w:val="Heading6"/>
    <w:uiPriority w:val="99"/>
    <w:semiHidden/>
    <w:locked/>
    <w:rsid w:val="00F034D9"/>
    <w:rPr>
      <w:rFonts w:ascii="Calibri" w:hAnsi="Calibri" w:cs="Times New Roman"/>
      <w:b/>
      <w:bCs/>
      <w:lang w:val="uk-UA"/>
    </w:rPr>
  </w:style>
  <w:style w:type="character" w:customStyle="1" w:styleId="Heading7Char">
    <w:name w:val="Heading 7 Char"/>
    <w:basedOn w:val="DefaultParagraphFont"/>
    <w:link w:val="Heading7"/>
    <w:uiPriority w:val="99"/>
    <w:semiHidden/>
    <w:locked/>
    <w:rsid w:val="00F034D9"/>
    <w:rPr>
      <w:rFonts w:ascii="Calibri" w:hAnsi="Calibri" w:cs="Times New Roman"/>
      <w:sz w:val="24"/>
      <w:szCs w:val="24"/>
      <w:lang w:val="uk-UA"/>
    </w:rPr>
  </w:style>
  <w:style w:type="character" w:customStyle="1" w:styleId="Heading8Char">
    <w:name w:val="Heading 8 Char"/>
    <w:basedOn w:val="DefaultParagraphFont"/>
    <w:link w:val="Heading8"/>
    <w:uiPriority w:val="99"/>
    <w:semiHidden/>
    <w:locked/>
    <w:rsid w:val="00F034D9"/>
    <w:rPr>
      <w:rFonts w:ascii="Calibri" w:hAnsi="Calibri" w:cs="Times New Roman"/>
      <w:i/>
      <w:iCs/>
      <w:sz w:val="24"/>
      <w:szCs w:val="24"/>
      <w:lang w:val="uk-UA"/>
    </w:rPr>
  </w:style>
  <w:style w:type="character" w:customStyle="1" w:styleId="Heading9Char">
    <w:name w:val="Heading 9 Char"/>
    <w:basedOn w:val="DefaultParagraphFont"/>
    <w:link w:val="Heading9"/>
    <w:uiPriority w:val="99"/>
    <w:semiHidden/>
    <w:locked/>
    <w:rsid w:val="00F034D9"/>
    <w:rPr>
      <w:rFonts w:ascii="Cambria" w:hAnsi="Cambria" w:cs="Times New Roman"/>
      <w:lang w:val="uk-UA"/>
    </w:rPr>
  </w:style>
  <w:style w:type="table" w:styleId="TableGrid">
    <w:name w:val="Table Grid"/>
    <w:basedOn w:val="TableNormal"/>
    <w:uiPriority w:val="99"/>
    <w:rsid w:val="00C44DB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28567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034D9"/>
    <w:rPr>
      <w:rFonts w:cs="Times New Roman"/>
      <w:sz w:val="2"/>
      <w:lang w:val="uk-UA"/>
    </w:rPr>
  </w:style>
  <w:style w:type="paragraph" w:styleId="Header">
    <w:name w:val="header"/>
    <w:basedOn w:val="Normal"/>
    <w:link w:val="HeaderChar"/>
    <w:uiPriority w:val="99"/>
    <w:rsid w:val="00006B3B"/>
    <w:pPr>
      <w:keepLines/>
      <w:tabs>
        <w:tab w:val="left" w:pos="-1080"/>
        <w:tab w:val="center" w:pos="4320"/>
        <w:tab w:val="right" w:pos="9720"/>
      </w:tabs>
      <w:spacing w:line="220" w:lineRule="atLeast"/>
    </w:pPr>
    <w:rPr>
      <w:i/>
      <w:sz w:val="20"/>
      <w:szCs w:val="20"/>
      <w:lang w:val="en-US"/>
    </w:rPr>
  </w:style>
  <w:style w:type="character" w:customStyle="1" w:styleId="HeaderChar">
    <w:name w:val="Header Char"/>
    <w:basedOn w:val="DefaultParagraphFont"/>
    <w:link w:val="Header"/>
    <w:uiPriority w:val="99"/>
    <w:locked/>
    <w:rsid w:val="008109D9"/>
    <w:rPr>
      <w:rFonts w:cs="Times New Roman"/>
      <w:i/>
      <w:lang w:val="en-US" w:eastAsia="ru-RU"/>
    </w:rPr>
  </w:style>
  <w:style w:type="paragraph" w:styleId="Footer">
    <w:name w:val="footer"/>
    <w:basedOn w:val="Normal"/>
    <w:link w:val="FooterChar"/>
    <w:uiPriority w:val="99"/>
    <w:rsid w:val="00006B3B"/>
    <w:pPr>
      <w:keepLines/>
      <w:tabs>
        <w:tab w:val="left" w:pos="-1080"/>
        <w:tab w:val="center" w:pos="4320"/>
        <w:tab w:val="right" w:pos="9720"/>
      </w:tabs>
      <w:spacing w:before="440" w:line="220" w:lineRule="atLeast"/>
    </w:pPr>
    <w:rPr>
      <w:rFonts w:ascii="Arial" w:hAnsi="Arial"/>
      <w:b/>
      <w:sz w:val="18"/>
      <w:szCs w:val="20"/>
      <w:lang w:val="en-US"/>
    </w:rPr>
  </w:style>
  <w:style w:type="character" w:customStyle="1" w:styleId="FooterChar">
    <w:name w:val="Footer Char"/>
    <w:basedOn w:val="DefaultParagraphFont"/>
    <w:link w:val="Footer"/>
    <w:uiPriority w:val="99"/>
    <w:locked/>
    <w:rsid w:val="00CC4714"/>
    <w:rPr>
      <w:rFonts w:ascii="Arial" w:hAnsi="Arial" w:cs="Times New Roman"/>
      <w:b/>
      <w:sz w:val="18"/>
      <w:lang w:val="en-US" w:eastAsia="ru-RU"/>
    </w:rPr>
  </w:style>
  <w:style w:type="paragraph" w:styleId="ListBullet">
    <w:name w:val="List Bullet"/>
    <w:basedOn w:val="Normal"/>
    <w:uiPriority w:val="99"/>
    <w:rsid w:val="00006B3B"/>
    <w:pPr>
      <w:numPr>
        <w:numId w:val="5"/>
      </w:numPr>
    </w:pPr>
    <w:rPr>
      <w:lang w:val="ru-RU"/>
    </w:rPr>
  </w:style>
  <w:style w:type="paragraph" w:styleId="Title">
    <w:name w:val="Title"/>
    <w:basedOn w:val="Normal"/>
    <w:link w:val="TitleChar"/>
    <w:uiPriority w:val="99"/>
    <w:qFormat/>
    <w:rsid w:val="00006B3B"/>
    <w:pPr>
      <w:jc w:val="center"/>
    </w:pPr>
    <w:rPr>
      <w:b/>
      <w:sz w:val="28"/>
      <w:szCs w:val="20"/>
    </w:rPr>
  </w:style>
  <w:style w:type="character" w:customStyle="1" w:styleId="TitleChar">
    <w:name w:val="Title Char"/>
    <w:basedOn w:val="DefaultParagraphFont"/>
    <w:link w:val="Title"/>
    <w:uiPriority w:val="99"/>
    <w:locked/>
    <w:rsid w:val="00F034D9"/>
    <w:rPr>
      <w:rFonts w:ascii="Cambria" w:hAnsi="Cambria" w:cs="Times New Roman"/>
      <w:b/>
      <w:bCs/>
      <w:kern w:val="28"/>
      <w:sz w:val="32"/>
      <w:szCs w:val="32"/>
      <w:lang w:val="uk-UA"/>
    </w:rPr>
  </w:style>
  <w:style w:type="character" w:styleId="CommentReference">
    <w:name w:val="annotation reference"/>
    <w:basedOn w:val="DefaultParagraphFont"/>
    <w:uiPriority w:val="99"/>
    <w:semiHidden/>
    <w:rsid w:val="00006B3B"/>
    <w:rPr>
      <w:rFonts w:cs="Times New Roman"/>
      <w:sz w:val="16"/>
    </w:rPr>
  </w:style>
  <w:style w:type="character" w:customStyle="1" w:styleId="FontStyle25">
    <w:name w:val="Font Style25"/>
    <w:uiPriority w:val="99"/>
    <w:rsid w:val="00006B3B"/>
    <w:rPr>
      <w:rFonts w:ascii="Times New Roman" w:hAnsi="Times New Roman"/>
      <w:sz w:val="26"/>
    </w:rPr>
  </w:style>
  <w:style w:type="paragraph" w:styleId="BlockText">
    <w:name w:val="Block Text"/>
    <w:basedOn w:val="Normal"/>
    <w:uiPriority w:val="99"/>
    <w:rsid w:val="00DA7D59"/>
    <w:pPr>
      <w:ind w:left="284" w:right="4337"/>
      <w:jc w:val="both"/>
    </w:pPr>
    <w:rPr>
      <w:sz w:val="20"/>
      <w:szCs w:val="20"/>
    </w:rPr>
  </w:style>
  <w:style w:type="paragraph" w:styleId="BodyText">
    <w:name w:val="Body Text"/>
    <w:basedOn w:val="Normal"/>
    <w:link w:val="BodyTextChar"/>
    <w:uiPriority w:val="99"/>
    <w:rsid w:val="00DA7D59"/>
    <w:pPr>
      <w:spacing w:after="220" w:line="220" w:lineRule="atLeast"/>
      <w:ind w:left="835" w:right="-360" w:firstLine="720"/>
    </w:pPr>
    <w:rPr>
      <w:sz w:val="20"/>
      <w:szCs w:val="20"/>
      <w:lang w:val="en-US"/>
    </w:rPr>
  </w:style>
  <w:style w:type="character" w:customStyle="1" w:styleId="BodyTextChar">
    <w:name w:val="Body Text Char"/>
    <w:basedOn w:val="DefaultParagraphFont"/>
    <w:link w:val="BodyText"/>
    <w:uiPriority w:val="99"/>
    <w:semiHidden/>
    <w:locked/>
    <w:rsid w:val="00F034D9"/>
    <w:rPr>
      <w:rFonts w:cs="Times New Roman"/>
      <w:sz w:val="24"/>
      <w:szCs w:val="24"/>
      <w:lang w:val="uk-UA"/>
    </w:rPr>
  </w:style>
  <w:style w:type="paragraph" w:styleId="BodyTextIndent">
    <w:name w:val="Body Text Indent"/>
    <w:basedOn w:val="Normal"/>
    <w:link w:val="BodyTextIndentChar"/>
    <w:uiPriority w:val="99"/>
    <w:rsid w:val="00DA7D59"/>
    <w:pPr>
      <w:ind w:firstLine="851"/>
      <w:jc w:val="both"/>
    </w:pPr>
    <w:rPr>
      <w:b/>
      <w:i/>
      <w:sz w:val="28"/>
      <w:szCs w:val="20"/>
    </w:rPr>
  </w:style>
  <w:style w:type="character" w:customStyle="1" w:styleId="BodyTextIndentChar">
    <w:name w:val="Body Text Indent Char"/>
    <w:basedOn w:val="DefaultParagraphFont"/>
    <w:link w:val="BodyTextIndent"/>
    <w:uiPriority w:val="99"/>
    <w:semiHidden/>
    <w:locked/>
    <w:rsid w:val="00F034D9"/>
    <w:rPr>
      <w:rFonts w:cs="Times New Roman"/>
      <w:sz w:val="24"/>
      <w:szCs w:val="24"/>
      <w:lang w:val="uk-UA"/>
    </w:rPr>
  </w:style>
  <w:style w:type="paragraph" w:styleId="Date">
    <w:name w:val="Date"/>
    <w:basedOn w:val="Normal"/>
    <w:next w:val="a"/>
    <w:link w:val="DateChar"/>
    <w:uiPriority w:val="99"/>
    <w:rsid w:val="00DA7D59"/>
    <w:pPr>
      <w:spacing w:after="260" w:line="220" w:lineRule="atLeast"/>
      <w:ind w:left="4320" w:right="-360"/>
    </w:pPr>
    <w:rPr>
      <w:sz w:val="20"/>
      <w:szCs w:val="20"/>
      <w:lang w:val="en-US"/>
    </w:rPr>
  </w:style>
  <w:style w:type="character" w:customStyle="1" w:styleId="DateChar">
    <w:name w:val="Date Char"/>
    <w:basedOn w:val="DefaultParagraphFont"/>
    <w:link w:val="Date"/>
    <w:uiPriority w:val="99"/>
    <w:semiHidden/>
    <w:locked/>
    <w:rsid w:val="00F034D9"/>
    <w:rPr>
      <w:rFonts w:cs="Times New Roman"/>
      <w:sz w:val="24"/>
      <w:szCs w:val="24"/>
      <w:lang w:val="uk-UA"/>
    </w:rPr>
  </w:style>
  <w:style w:type="paragraph" w:customStyle="1" w:styleId="a">
    <w:name w:val="Адресат"/>
    <w:basedOn w:val="Normal"/>
    <w:next w:val="Normal"/>
    <w:uiPriority w:val="99"/>
    <w:rsid w:val="00DA7D59"/>
    <w:pPr>
      <w:spacing w:before="220"/>
      <w:ind w:left="835" w:right="-360"/>
    </w:pPr>
    <w:rPr>
      <w:sz w:val="20"/>
      <w:szCs w:val="20"/>
    </w:rPr>
  </w:style>
  <w:style w:type="paragraph" w:styleId="Salutation">
    <w:name w:val="Salutation"/>
    <w:basedOn w:val="Normal"/>
    <w:next w:val="Normal"/>
    <w:link w:val="SalutationChar"/>
    <w:uiPriority w:val="99"/>
    <w:rsid w:val="00DA7D59"/>
    <w:pPr>
      <w:spacing w:before="220" w:after="220"/>
      <w:ind w:left="835" w:right="-360"/>
    </w:pPr>
    <w:rPr>
      <w:sz w:val="20"/>
      <w:szCs w:val="20"/>
      <w:lang w:val="en-US"/>
    </w:rPr>
  </w:style>
  <w:style w:type="character" w:customStyle="1" w:styleId="SalutationChar">
    <w:name w:val="Salutation Char"/>
    <w:basedOn w:val="DefaultParagraphFont"/>
    <w:link w:val="Salutation"/>
    <w:uiPriority w:val="99"/>
    <w:semiHidden/>
    <w:locked/>
    <w:rsid w:val="00F034D9"/>
    <w:rPr>
      <w:rFonts w:cs="Times New Roman"/>
      <w:sz w:val="24"/>
      <w:szCs w:val="24"/>
      <w:lang w:val="uk-UA"/>
    </w:rPr>
  </w:style>
  <w:style w:type="character" w:styleId="PageNumber">
    <w:name w:val="page number"/>
    <w:basedOn w:val="DefaultParagraphFont"/>
    <w:uiPriority w:val="99"/>
    <w:rsid w:val="00DA7D59"/>
    <w:rPr>
      <w:rFonts w:ascii="Arial" w:hAnsi="Arial" w:cs="Times New Roman"/>
      <w:b/>
      <w:sz w:val="18"/>
      <w:vertAlign w:val="baseline"/>
    </w:rPr>
  </w:style>
  <w:style w:type="paragraph" w:styleId="Closing">
    <w:name w:val="Closing"/>
    <w:basedOn w:val="Normal"/>
    <w:next w:val="Signature"/>
    <w:link w:val="ClosingChar"/>
    <w:uiPriority w:val="99"/>
    <w:rsid w:val="00DA7D59"/>
    <w:pPr>
      <w:keepNext/>
      <w:spacing w:after="60"/>
      <w:ind w:left="4320" w:right="-360"/>
    </w:pPr>
    <w:rPr>
      <w:sz w:val="20"/>
      <w:szCs w:val="20"/>
      <w:lang w:val="en-US"/>
    </w:rPr>
  </w:style>
  <w:style w:type="character" w:customStyle="1" w:styleId="ClosingChar">
    <w:name w:val="Closing Char"/>
    <w:basedOn w:val="DefaultParagraphFont"/>
    <w:link w:val="Closing"/>
    <w:uiPriority w:val="99"/>
    <w:semiHidden/>
    <w:locked/>
    <w:rsid w:val="00F034D9"/>
    <w:rPr>
      <w:rFonts w:cs="Times New Roman"/>
      <w:sz w:val="24"/>
      <w:szCs w:val="24"/>
      <w:lang w:val="uk-UA"/>
    </w:rPr>
  </w:style>
  <w:style w:type="paragraph" w:styleId="Signature">
    <w:name w:val="Signature"/>
    <w:basedOn w:val="Normal"/>
    <w:next w:val="a0"/>
    <w:link w:val="SignatureChar"/>
    <w:uiPriority w:val="99"/>
    <w:rsid w:val="00DA7D59"/>
    <w:pPr>
      <w:keepNext/>
      <w:spacing w:before="880"/>
      <w:ind w:left="4320" w:right="-360"/>
    </w:pPr>
    <w:rPr>
      <w:sz w:val="20"/>
      <w:szCs w:val="20"/>
      <w:lang w:val="en-US"/>
    </w:rPr>
  </w:style>
  <w:style w:type="character" w:customStyle="1" w:styleId="SignatureChar">
    <w:name w:val="Signature Char"/>
    <w:basedOn w:val="DefaultParagraphFont"/>
    <w:link w:val="Signature"/>
    <w:uiPriority w:val="99"/>
    <w:semiHidden/>
    <w:locked/>
    <w:rsid w:val="00F034D9"/>
    <w:rPr>
      <w:rFonts w:cs="Times New Roman"/>
      <w:sz w:val="24"/>
      <w:szCs w:val="24"/>
      <w:lang w:val="uk-UA"/>
    </w:rPr>
  </w:style>
  <w:style w:type="paragraph" w:customStyle="1" w:styleId="a0">
    <w:name w:val="Должность в подписи"/>
    <w:basedOn w:val="Signature"/>
    <w:next w:val="Normal"/>
    <w:uiPriority w:val="99"/>
    <w:rsid w:val="00DA7D59"/>
    <w:pPr>
      <w:spacing w:before="0"/>
    </w:pPr>
    <w:rPr>
      <w:lang w:val="ru-RU"/>
    </w:rPr>
  </w:style>
  <w:style w:type="paragraph" w:customStyle="1" w:styleId="2">
    <w:name w:val="Девиз2"/>
    <w:basedOn w:val="Normal"/>
    <w:uiPriority w:val="99"/>
    <w:rsid w:val="00DA7D59"/>
    <w:pPr>
      <w:framePr w:w="5171" w:h="1684" w:hRule="exact" w:hSpace="187" w:vSpace="187" w:wrap="around" w:vAnchor="page" w:hAnchor="page" w:x="965" w:y="14460" w:anchorLock="1"/>
    </w:pPr>
    <w:rPr>
      <w:i/>
      <w:spacing w:val="-6"/>
      <w:szCs w:val="20"/>
    </w:rPr>
  </w:style>
  <w:style w:type="paragraph" w:customStyle="1" w:styleId="a1">
    <w:name w:val="Название предприятия"/>
    <w:basedOn w:val="Normal"/>
    <w:next w:val="Date"/>
    <w:uiPriority w:val="99"/>
    <w:rsid w:val="00DA7D59"/>
    <w:pPr>
      <w:spacing w:before="100" w:after="600" w:line="600" w:lineRule="atLeast"/>
      <w:ind w:left="840" w:right="-360"/>
    </w:pPr>
    <w:rPr>
      <w:spacing w:val="-34"/>
      <w:sz w:val="60"/>
      <w:szCs w:val="20"/>
    </w:rPr>
  </w:style>
  <w:style w:type="paragraph" w:customStyle="1" w:styleId="a2">
    <w:name w:val="Обратный адрес"/>
    <w:basedOn w:val="Normal"/>
    <w:uiPriority w:val="99"/>
    <w:rsid w:val="00DA7D59"/>
    <w:pPr>
      <w:keepLines/>
      <w:framePr w:w="2640" w:h="1018" w:hRule="exact" w:hSpace="180" w:wrap="notBeside" w:vAnchor="page" w:hAnchor="page" w:x="8821" w:y="721" w:anchorLock="1"/>
      <w:spacing w:line="200" w:lineRule="atLeast"/>
      <w:ind w:right="-360"/>
    </w:pPr>
    <w:rPr>
      <w:sz w:val="16"/>
      <w:szCs w:val="20"/>
    </w:rPr>
  </w:style>
  <w:style w:type="paragraph" w:customStyle="1" w:styleId="a3">
    <w:name w:val="Внимание"/>
    <w:basedOn w:val="Normal"/>
    <w:next w:val="Salutation"/>
    <w:uiPriority w:val="99"/>
    <w:rsid w:val="00DA7D59"/>
    <w:pPr>
      <w:spacing w:before="220"/>
      <w:ind w:left="840" w:right="-360"/>
    </w:pPr>
    <w:rPr>
      <w:sz w:val="20"/>
      <w:szCs w:val="20"/>
    </w:rPr>
  </w:style>
  <w:style w:type="paragraph" w:customStyle="1" w:styleId="a4">
    <w:name w:val="Внутренний адрес"/>
    <w:basedOn w:val="Normal"/>
    <w:uiPriority w:val="99"/>
    <w:rsid w:val="00DA7D59"/>
    <w:pPr>
      <w:ind w:left="835" w:right="-360"/>
    </w:pPr>
    <w:rPr>
      <w:sz w:val="20"/>
      <w:szCs w:val="20"/>
    </w:rPr>
  </w:style>
  <w:style w:type="paragraph" w:customStyle="1" w:styleId="a5">
    <w:name w:val="Название предприятия в подписи"/>
    <w:basedOn w:val="Signature"/>
    <w:next w:val="Normal"/>
    <w:uiPriority w:val="99"/>
    <w:rsid w:val="00DA7D59"/>
    <w:pPr>
      <w:spacing w:before="0"/>
    </w:pPr>
    <w:rPr>
      <w:lang w:val="ru-RU"/>
    </w:rPr>
  </w:style>
  <w:style w:type="paragraph" w:customStyle="1" w:styleId="a6">
    <w:name w:val="Тема"/>
    <w:basedOn w:val="Normal"/>
    <w:next w:val="BodyText"/>
    <w:uiPriority w:val="99"/>
    <w:rsid w:val="00DA7D59"/>
    <w:pPr>
      <w:spacing w:after="220"/>
      <w:ind w:left="835" w:right="-360"/>
    </w:pPr>
    <w:rPr>
      <w:rFonts w:ascii="Arial" w:hAnsi="Arial"/>
      <w:b/>
      <w:spacing w:val="-6"/>
      <w:sz w:val="18"/>
      <w:szCs w:val="20"/>
    </w:rPr>
  </w:style>
  <w:style w:type="paragraph" w:styleId="BodyTextIndent2">
    <w:name w:val="Body Text Indent 2"/>
    <w:basedOn w:val="Normal"/>
    <w:link w:val="BodyTextIndent2Char"/>
    <w:uiPriority w:val="99"/>
    <w:rsid w:val="00DA7D59"/>
    <w:pPr>
      <w:tabs>
        <w:tab w:val="left" w:pos="7938"/>
        <w:tab w:val="left" w:pos="8080"/>
      </w:tabs>
      <w:ind w:firstLine="851"/>
      <w:jc w:val="both"/>
    </w:pPr>
    <w:rPr>
      <w:szCs w:val="20"/>
    </w:rPr>
  </w:style>
  <w:style w:type="character" w:customStyle="1" w:styleId="BodyTextIndent2Char">
    <w:name w:val="Body Text Indent 2 Char"/>
    <w:basedOn w:val="DefaultParagraphFont"/>
    <w:link w:val="BodyTextIndent2"/>
    <w:uiPriority w:val="99"/>
    <w:semiHidden/>
    <w:locked/>
    <w:rsid w:val="00F034D9"/>
    <w:rPr>
      <w:rFonts w:cs="Times New Roman"/>
      <w:sz w:val="24"/>
      <w:szCs w:val="24"/>
      <w:lang w:val="uk-UA"/>
    </w:rPr>
  </w:style>
  <w:style w:type="paragraph" w:customStyle="1" w:styleId="Style10">
    <w:name w:val="Style10"/>
    <w:basedOn w:val="Normal"/>
    <w:uiPriority w:val="99"/>
    <w:rsid w:val="00DA7D59"/>
    <w:pPr>
      <w:widowControl w:val="0"/>
      <w:autoSpaceDE w:val="0"/>
      <w:autoSpaceDN w:val="0"/>
      <w:adjustRightInd w:val="0"/>
      <w:spacing w:line="322" w:lineRule="exact"/>
      <w:jc w:val="both"/>
    </w:pPr>
    <w:rPr>
      <w:lang w:val="ru-RU"/>
    </w:rPr>
  </w:style>
  <w:style w:type="paragraph" w:styleId="BodyTextIndent3">
    <w:name w:val="Body Text Indent 3"/>
    <w:basedOn w:val="Normal"/>
    <w:link w:val="BodyTextIndent3Char"/>
    <w:uiPriority w:val="99"/>
    <w:rsid w:val="00DA7D59"/>
    <w:pPr>
      <w:tabs>
        <w:tab w:val="left" w:pos="7938"/>
        <w:tab w:val="left" w:pos="8080"/>
      </w:tabs>
      <w:ind w:left="851"/>
      <w:jc w:val="both"/>
    </w:pPr>
    <w:rPr>
      <w:szCs w:val="20"/>
    </w:rPr>
  </w:style>
  <w:style w:type="character" w:customStyle="1" w:styleId="BodyTextIndent3Char">
    <w:name w:val="Body Text Indent 3 Char"/>
    <w:basedOn w:val="DefaultParagraphFont"/>
    <w:link w:val="BodyTextIndent3"/>
    <w:uiPriority w:val="99"/>
    <w:semiHidden/>
    <w:locked/>
    <w:rsid w:val="00F034D9"/>
    <w:rPr>
      <w:rFonts w:cs="Times New Roman"/>
      <w:sz w:val="16"/>
      <w:szCs w:val="16"/>
      <w:lang w:val="uk-UA"/>
    </w:rPr>
  </w:style>
  <w:style w:type="character" w:customStyle="1" w:styleId="FontStyle16">
    <w:name w:val="Font Style16"/>
    <w:uiPriority w:val="99"/>
    <w:rsid w:val="00DA7D59"/>
    <w:rPr>
      <w:rFonts w:ascii="Times New Roman" w:hAnsi="Times New Roman"/>
      <w:b/>
      <w:sz w:val="26"/>
    </w:rPr>
  </w:style>
  <w:style w:type="paragraph" w:customStyle="1" w:styleId="Style1">
    <w:name w:val="Style1"/>
    <w:basedOn w:val="Normal"/>
    <w:uiPriority w:val="99"/>
    <w:rsid w:val="00DA7D59"/>
    <w:pPr>
      <w:widowControl w:val="0"/>
      <w:autoSpaceDE w:val="0"/>
      <w:autoSpaceDN w:val="0"/>
      <w:adjustRightInd w:val="0"/>
      <w:spacing w:line="322" w:lineRule="exact"/>
      <w:jc w:val="center"/>
    </w:pPr>
    <w:rPr>
      <w:lang w:val="ru-RU"/>
    </w:rPr>
  </w:style>
  <w:style w:type="character" w:customStyle="1" w:styleId="FontStyle37">
    <w:name w:val="Font Style37"/>
    <w:uiPriority w:val="99"/>
    <w:rsid w:val="00DA7D59"/>
    <w:rPr>
      <w:rFonts w:ascii="Arial" w:hAnsi="Arial"/>
      <w:spacing w:val="-10"/>
      <w:sz w:val="24"/>
    </w:rPr>
  </w:style>
  <w:style w:type="paragraph" w:customStyle="1" w:styleId="Style6">
    <w:name w:val="Style6"/>
    <w:basedOn w:val="Normal"/>
    <w:uiPriority w:val="99"/>
    <w:rsid w:val="00DA7D59"/>
    <w:pPr>
      <w:widowControl w:val="0"/>
      <w:autoSpaceDE w:val="0"/>
      <w:autoSpaceDN w:val="0"/>
      <w:adjustRightInd w:val="0"/>
      <w:spacing w:line="325" w:lineRule="exact"/>
    </w:pPr>
    <w:rPr>
      <w:lang w:val="ru-RU"/>
    </w:rPr>
  </w:style>
  <w:style w:type="paragraph" w:customStyle="1" w:styleId="1">
    <w:name w:val="Стиль1"/>
    <w:basedOn w:val="Title"/>
    <w:uiPriority w:val="99"/>
    <w:rsid w:val="00DA7D59"/>
    <w:pPr>
      <w:tabs>
        <w:tab w:val="left" w:pos="5387"/>
      </w:tabs>
      <w:ind w:left="5954"/>
    </w:pPr>
    <w:rPr>
      <w:b w:val="0"/>
      <w:szCs w:val="28"/>
    </w:rPr>
  </w:style>
  <w:style w:type="paragraph" w:customStyle="1" w:styleId="a7">
    <w:name w:val="Знак"/>
    <w:basedOn w:val="Normal"/>
    <w:uiPriority w:val="99"/>
    <w:rsid w:val="00DA7D59"/>
    <w:rPr>
      <w:rFonts w:ascii="Verdana" w:hAnsi="Verdana" w:cs="Verdana"/>
      <w:sz w:val="20"/>
      <w:szCs w:val="20"/>
      <w:lang w:val="en-US" w:eastAsia="en-US"/>
    </w:rPr>
  </w:style>
  <w:style w:type="character" w:styleId="Hyperlink">
    <w:name w:val="Hyperlink"/>
    <w:basedOn w:val="DefaultParagraphFont"/>
    <w:uiPriority w:val="99"/>
    <w:rsid w:val="000C13A3"/>
    <w:rPr>
      <w:rFonts w:cs="Times New Roman"/>
      <w:color w:val="0000FF"/>
      <w:u w:val="single"/>
    </w:rPr>
  </w:style>
  <w:style w:type="paragraph" w:styleId="ListParagraph">
    <w:name w:val="List Paragraph"/>
    <w:basedOn w:val="Normal"/>
    <w:uiPriority w:val="99"/>
    <w:qFormat/>
    <w:rsid w:val="002A2DA3"/>
    <w:pPr>
      <w:spacing w:after="200" w:line="276" w:lineRule="auto"/>
      <w:ind w:left="720"/>
      <w:contextualSpacing/>
    </w:pPr>
    <w:rPr>
      <w:rFonts w:ascii="Calibri" w:hAnsi="Calibri"/>
      <w:sz w:val="22"/>
      <w:szCs w:val="22"/>
      <w:lang w:eastAsia="uk-UA"/>
    </w:rPr>
  </w:style>
  <w:style w:type="paragraph" w:styleId="NormalWeb">
    <w:name w:val="Normal (Web)"/>
    <w:basedOn w:val="Normal"/>
    <w:uiPriority w:val="99"/>
    <w:rsid w:val="007554AC"/>
    <w:pPr>
      <w:spacing w:after="100"/>
    </w:pPr>
    <w:rPr>
      <w:lang w:val="ru-RU"/>
    </w:rPr>
  </w:style>
  <w:style w:type="paragraph" w:customStyle="1" w:styleId="docdata">
    <w:name w:val="docdata"/>
    <w:aliases w:val="docy,v5,12129,baiaagaaboqcaaadmi0aaawolqaaaaaaaaaaaaaaaaaaaaaaaaaaaaaaaaaaaaaaaaaaaaaaaaaaaaaaaaaaaaaaaaaaaaaaaaaaaaaaaaaaaaaaaaaaaaaaaaaaaaaaaaaaaaaaaaaaaaaaaaaaaaaaaaaaaaaaaaaaaaaaaaaaaaaaaaaaaaaaaaaaaaaaaaaaaaaaaaaaaaaaaaaaaaaaaaaaaaaaaaaaaa"/>
    <w:basedOn w:val="Normal"/>
    <w:uiPriority w:val="99"/>
    <w:rsid w:val="00831382"/>
    <w:pPr>
      <w:spacing w:before="100" w:beforeAutospacing="1" w:after="100" w:afterAutospacing="1"/>
    </w:pPr>
    <w:rPr>
      <w:lang w:eastAsia="uk-UA"/>
    </w:rPr>
  </w:style>
  <w:style w:type="character" w:styleId="Strong">
    <w:name w:val="Strong"/>
    <w:basedOn w:val="DefaultParagraphFont"/>
    <w:uiPriority w:val="99"/>
    <w:qFormat/>
    <w:rsid w:val="008109D9"/>
    <w:rPr>
      <w:rFonts w:cs="Times New Roman"/>
      <w:b/>
      <w:bCs/>
    </w:rPr>
  </w:style>
</w:styles>
</file>

<file path=word/webSettings.xml><?xml version="1.0" encoding="utf-8"?>
<w:webSettings xmlns:r="http://schemas.openxmlformats.org/officeDocument/2006/relationships" xmlns:w="http://schemas.openxmlformats.org/wordprocessingml/2006/main">
  <w:divs>
    <w:div w:id="1847550063">
      <w:marLeft w:val="0"/>
      <w:marRight w:val="0"/>
      <w:marTop w:val="0"/>
      <w:marBottom w:val="0"/>
      <w:divBdr>
        <w:top w:val="none" w:sz="0" w:space="0" w:color="auto"/>
        <w:left w:val="none" w:sz="0" w:space="0" w:color="auto"/>
        <w:bottom w:val="none" w:sz="0" w:space="0" w:color="auto"/>
        <w:right w:val="none" w:sz="0" w:space="0" w:color="auto"/>
      </w:divBdr>
    </w:div>
    <w:div w:id="1847550064">
      <w:marLeft w:val="0"/>
      <w:marRight w:val="0"/>
      <w:marTop w:val="0"/>
      <w:marBottom w:val="0"/>
      <w:divBdr>
        <w:top w:val="none" w:sz="0" w:space="0" w:color="auto"/>
        <w:left w:val="none" w:sz="0" w:space="0" w:color="auto"/>
        <w:bottom w:val="none" w:sz="0" w:space="0" w:color="auto"/>
        <w:right w:val="none" w:sz="0" w:space="0" w:color="auto"/>
      </w:divBdr>
    </w:div>
    <w:div w:id="1847550065">
      <w:marLeft w:val="0"/>
      <w:marRight w:val="0"/>
      <w:marTop w:val="0"/>
      <w:marBottom w:val="0"/>
      <w:divBdr>
        <w:top w:val="none" w:sz="0" w:space="0" w:color="auto"/>
        <w:left w:val="none" w:sz="0" w:space="0" w:color="auto"/>
        <w:bottom w:val="none" w:sz="0" w:space="0" w:color="auto"/>
        <w:right w:val="none" w:sz="0" w:space="0" w:color="auto"/>
      </w:divBdr>
    </w:div>
    <w:div w:id="1847550066">
      <w:marLeft w:val="0"/>
      <w:marRight w:val="0"/>
      <w:marTop w:val="0"/>
      <w:marBottom w:val="0"/>
      <w:divBdr>
        <w:top w:val="none" w:sz="0" w:space="0" w:color="auto"/>
        <w:left w:val="none" w:sz="0" w:space="0" w:color="auto"/>
        <w:bottom w:val="none" w:sz="0" w:space="0" w:color="auto"/>
        <w:right w:val="none" w:sz="0" w:space="0" w:color="auto"/>
      </w:divBdr>
    </w:div>
    <w:div w:id="1847550067">
      <w:marLeft w:val="0"/>
      <w:marRight w:val="0"/>
      <w:marTop w:val="0"/>
      <w:marBottom w:val="0"/>
      <w:divBdr>
        <w:top w:val="none" w:sz="0" w:space="0" w:color="auto"/>
        <w:left w:val="none" w:sz="0" w:space="0" w:color="auto"/>
        <w:bottom w:val="none" w:sz="0" w:space="0" w:color="auto"/>
        <w:right w:val="none" w:sz="0" w:space="0" w:color="auto"/>
      </w:divBdr>
    </w:div>
    <w:div w:id="1847550069">
      <w:marLeft w:val="0"/>
      <w:marRight w:val="0"/>
      <w:marTop w:val="0"/>
      <w:marBottom w:val="0"/>
      <w:divBdr>
        <w:top w:val="none" w:sz="0" w:space="0" w:color="auto"/>
        <w:left w:val="none" w:sz="0" w:space="0" w:color="auto"/>
        <w:bottom w:val="none" w:sz="0" w:space="0" w:color="auto"/>
        <w:right w:val="none" w:sz="0" w:space="0" w:color="auto"/>
      </w:divBdr>
    </w:div>
    <w:div w:id="1847550070">
      <w:marLeft w:val="0"/>
      <w:marRight w:val="0"/>
      <w:marTop w:val="0"/>
      <w:marBottom w:val="0"/>
      <w:divBdr>
        <w:top w:val="none" w:sz="0" w:space="0" w:color="auto"/>
        <w:left w:val="none" w:sz="0" w:space="0" w:color="auto"/>
        <w:bottom w:val="none" w:sz="0" w:space="0" w:color="auto"/>
        <w:right w:val="none" w:sz="0" w:space="0" w:color="auto"/>
      </w:divBdr>
      <w:divsChild>
        <w:div w:id="1847550068">
          <w:marLeft w:val="-108"/>
          <w:marRight w:val="0"/>
          <w:marTop w:val="0"/>
          <w:marBottom w:val="0"/>
          <w:divBdr>
            <w:top w:val="none" w:sz="0" w:space="0" w:color="auto"/>
            <w:left w:val="none" w:sz="0" w:space="0" w:color="auto"/>
            <w:bottom w:val="none" w:sz="0" w:space="0" w:color="auto"/>
            <w:right w:val="none" w:sz="0" w:space="0" w:color="auto"/>
          </w:divBdr>
        </w:div>
      </w:divsChild>
    </w:div>
    <w:div w:id="18475500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230</TotalTime>
  <Pages>4</Pages>
  <Words>765</Words>
  <Characters>4365</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затвердження перевізників</dc:title>
  <dc:subject/>
  <dc:creator>Пользователь</dc:creator>
  <cp:keywords/>
  <dc:description/>
  <cp:lastModifiedBy>Анжела</cp:lastModifiedBy>
  <cp:revision>31</cp:revision>
  <cp:lastPrinted>2023-11-29T12:24:00Z</cp:lastPrinted>
  <dcterms:created xsi:type="dcterms:W3CDTF">2023-11-28T14:31:00Z</dcterms:created>
  <dcterms:modified xsi:type="dcterms:W3CDTF">2023-12-06T09:30:00Z</dcterms:modified>
</cp:coreProperties>
</file>