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295" w:rsidRPr="00DD3617" w:rsidRDefault="002C6295" w:rsidP="00F804B8">
      <w:pPr>
        <w:spacing w:after="0" w:line="240" w:lineRule="auto"/>
        <w:rPr>
          <w:rFonts w:ascii="Times New Roman" w:hAnsi="Times New Roman"/>
          <w:sz w:val="40"/>
          <w:szCs w:val="40"/>
        </w:rPr>
      </w:pPr>
      <w:r w:rsidRPr="003558E6">
        <w:rPr>
          <w:sz w:val="27"/>
          <w:szCs w:val="27"/>
        </w:rPr>
        <w:t xml:space="preserve">                              </w:t>
      </w:r>
      <w:r w:rsidRPr="00DD3617">
        <w:rPr>
          <w:rFonts w:ascii="Times New Roman" w:hAnsi="Times New Roman"/>
          <w:sz w:val="24"/>
          <w:szCs w:val="24"/>
        </w:rPr>
        <w:tab/>
      </w:r>
      <w:r w:rsidRPr="00DD3617">
        <w:rPr>
          <w:rFonts w:ascii="Times New Roman" w:hAnsi="Times New Roman"/>
          <w:sz w:val="24"/>
          <w:szCs w:val="24"/>
        </w:rPr>
        <w:tab/>
      </w:r>
      <w:r w:rsidRPr="00DD3617">
        <w:rPr>
          <w:rFonts w:ascii="Times New Roman" w:hAnsi="Times New Roman"/>
          <w:sz w:val="24"/>
          <w:szCs w:val="24"/>
        </w:rPr>
        <w:tab/>
      </w:r>
      <w:r w:rsidRPr="00DD3617">
        <w:rPr>
          <w:rFonts w:ascii="Times New Roman" w:hAnsi="Times New Roman"/>
          <w:sz w:val="24"/>
          <w:szCs w:val="24"/>
        </w:rPr>
        <w:tab/>
      </w:r>
      <w:r w:rsidRPr="00DD3617">
        <w:rPr>
          <w:rFonts w:ascii="Times New Roman" w:hAnsi="Times New Roman"/>
          <w:sz w:val="24"/>
          <w:szCs w:val="24"/>
        </w:rPr>
        <w:tab/>
      </w:r>
      <w:r w:rsidRPr="00FB38E4">
        <w:rPr>
          <w:rFonts w:ascii="Times New Roman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7" o:title=""/>
          </v:shape>
        </w:pict>
      </w:r>
    </w:p>
    <w:p w:rsidR="002C6295" w:rsidRPr="00DD3617" w:rsidRDefault="002C6295" w:rsidP="00F804B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DD3617">
        <w:rPr>
          <w:rFonts w:ascii="Times New Roman" w:hAnsi="Times New Roman"/>
          <w:sz w:val="40"/>
          <w:szCs w:val="40"/>
        </w:rPr>
        <w:t>ПЕРВОМАЙСЬКА   МІСЬКА</w:t>
      </w:r>
      <w:r w:rsidRPr="00DD3617">
        <w:rPr>
          <w:rFonts w:ascii="Times New Roman" w:hAnsi="Times New Roman"/>
          <w:sz w:val="36"/>
          <w:szCs w:val="36"/>
        </w:rPr>
        <w:t xml:space="preserve">   </w:t>
      </w:r>
      <w:r w:rsidRPr="00DD3617">
        <w:rPr>
          <w:rFonts w:ascii="Times New Roman" w:hAnsi="Times New Roman"/>
          <w:sz w:val="40"/>
          <w:szCs w:val="40"/>
        </w:rPr>
        <w:t>РАДА</w:t>
      </w:r>
    </w:p>
    <w:p w:rsidR="002C6295" w:rsidRPr="00DD3617" w:rsidRDefault="002C6295" w:rsidP="00F804B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DD3617">
        <w:rPr>
          <w:rFonts w:ascii="Times New Roman" w:hAnsi="Times New Roman"/>
          <w:sz w:val="40"/>
          <w:szCs w:val="40"/>
        </w:rPr>
        <w:t xml:space="preserve">Миколаївської </w:t>
      </w:r>
      <w:r w:rsidRPr="00DD3617">
        <w:rPr>
          <w:rFonts w:ascii="Times New Roman" w:hAnsi="Times New Roman"/>
          <w:sz w:val="32"/>
          <w:szCs w:val="32"/>
        </w:rPr>
        <w:t xml:space="preserve"> </w:t>
      </w:r>
      <w:r w:rsidRPr="00DD3617">
        <w:rPr>
          <w:rFonts w:ascii="Times New Roman" w:hAnsi="Times New Roman"/>
          <w:sz w:val="40"/>
          <w:szCs w:val="40"/>
        </w:rPr>
        <w:t>області</w:t>
      </w:r>
    </w:p>
    <w:p w:rsidR="002C6295" w:rsidRPr="00DD3617" w:rsidRDefault="002C6295" w:rsidP="00F804B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33</w:t>
      </w:r>
      <w:r w:rsidRPr="00DD3617">
        <w:rPr>
          <w:rFonts w:ascii="Times New Roman" w:hAnsi="Times New Roman"/>
          <w:sz w:val="32"/>
          <w:szCs w:val="32"/>
        </w:rPr>
        <w:t xml:space="preserve"> СЕСІЯ      </w:t>
      </w:r>
      <w:r w:rsidRPr="00DD3617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DD3617">
        <w:rPr>
          <w:rFonts w:ascii="Times New Roman" w:hAnsi="Times New Roman"/>
          <w:sz w:val="32"/>
          <w:szCs w:val="32"/>
        </w:rPr>
        <w:t xml:space="preserve"> СКЛИКАННЯ</w:t>
      </w:r>
    </w:p>
    <w:p w:rsidR="002C6295" w:rsidRPr="00DD3617" w:rsidRDefault="002C6295" w:rsidP="00F804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617">
        <w:rPr>
          <w:rFonts w:ascii="Times New Roman" w:hAnsi="Times New Roman"/>
          <w:sz w:val="32"/>
          <w:szCs w:val="32"/>
        </w:rPr>
        <w:tab/>
      </w:r>
      <w:r w:rsidRPr="00DD3617">
        <w:rPr>
          <w:rFonts w:ascii="Times New Roman" w:hAnsi="Times New Roman"/>
          <w:sz w:val="32"/>
          <w:szCs w:val="32"/>
        </w:rPr>
        <w:tab/>
      </w:r>
      <w:r w:rsidRPr="00DD3617">
        <w:rPr>
          <w:rFonts w:ascii="Times New Roman" w:hAnsi="Times New Roman"/>
          <w:sz w:val="32"/>
          <w:szCs w:val="32"/>
        </w:rPr>
        <w:tab/>
      </w:r>
    </w:p>
    <w:p w:rsidR="002C6295" w:rsidRPr="00DD3617" w:rsidRDefault="002C6295" w:rsidP="00F804B8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DD3617">
        <w:rPr>
          <w:rFonts w:ascii="Times New Roman" w:hAnsi="Times New Roman"/>
          <w:b/>
          <w:sz w:val="40"/>
          <w:szCs w:val="40"/>
        </w:rPr>
        <w:t>РІШЕННЯ</w:t>
      </w:r>
    </w:p>
    <w:p w:rsidR="002C6295" w:rsidRPr="00DD3617" w:rsidRDefault="002C6295" w:rsidP="00F804B8">
      <w:pPr>
        <w:spacing w:after="0" w:line="240" w:lineRule="auto"/>
        <w:rPr>
          <w:rFonts w:ascii="Arial" w:hAnsi="Arial" w:cs="Arial"/>
          <w:u w:val="single"/>
        </w:rPr>
      </w:pPr>
      <w:r w:rsidRPr="00DD3617">
        <w:rPr>
          <w:rFonts w:ascii="Arial" w:hAnsi="Arial" w:cs="Arial"/>
        </w:rPr>
        <w:t xml:space="preserve"> від  </w:t>
      </w:r>
      <w:r>
        <w:rPr>
          <w:rFonts w:ascii="Arial" w:hAnsi="Arial" w:cs="Arial"/>
          <w:u w:val="single"/>
        </w:rPr>
        <w:t>25.08</w:t>
      </w:r>
      <w:r w:rsidRPr="00DD3617">
        <w:rPr>
          <w:rFonts w:ascii="Arial" w:hAnsi="Arial" w:cs="Arial"/>
          <w:u w:val="single"/>
        </w:rPr>
        <w:t>.2022</w:t>
      </w:r>
      <w:r w:rsidRPr="00DD3617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</w:rPr>
        <w:t>1</w:t>
      </w:r>
    </w:p>
    <w:p w:rsidR="002C6295" w:rsidRPr="00DD3617" w:rsidRDefault="002C6295" w:rsidP="00F804B8">
      <w:pPr>
        <w:spacing w:after="0" w:line="240" w:lineRule="auto"/>
        <w:rPr>
          <w:rFonts w:ascii="Arial" w:hAnsi="Arial" w:cs="Arial"/>
        </w:rPr>
      </w:pPr>
      <w:r w:rsidRPr="00DD3617">
        <w:rPr>
          <w:rFonts w:ascii="Arial" w:hAnsi="Arial" w:cs="Arial"/>
        </w:rPr>
        <w:t xml:space="preserve">      м. Первомайськ</w:t>
      </w:r>
    </w:p>
    <w:p w:rsidR="002C6295" w:rsidRPr="003558E6" w:rsidRDefault="002C6295" w:rsidP="00CD3C18">
      <w:pPr>
        <w:spacing w:after="0"/>
        <w:rPr>
          <w:rFonts w:ascii="Times New Roman" w:hAnsi="Times New Roman"/>
          <w:sz w:val="28"/>
          <w:szCs w:val="28"/>
        </w:rPr>
      </w:pPr>
    </w:p>
    <w:p w:rsidR="002C6295" w:rsidRDefault="002C6295" w:rsidP="00CD3C18">
      <w:pPr>
        <w:shd w:val="clear" w:color="auto" w:fill="FFFFFF"/>
        <w:spacing w:after="0" w:line="240" w:lineRule="auto"/>
        <w:ind w:right="496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F6476">
        <w:rPr>
          <w:rFonts w:ascii="Times New Roman" w:hAnsi="Times New Roman"/>
          <w:color w:val="000000"/>
          <w:sz w:val="28"/>
          <w:szCs w:val="28"/>
          <w:lang w:eastAsia="uk-UA"/>
        </w:rPr>
        <w:br/>
      </w:r>
      <w:r w:rsidRPr="00951F8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внесення змін до рішення міської ради від 24.02.2022 року № 10 «Про </w:t>
      </w:r>
      <w:r w:rsidRPr="00951F8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початок реорганізації </w:t>
      </w:r>
      <w:r w:rsidRPr="00951F8C">
        <w:rPr>
          <w:rFonts w:ascii="Times New Roman" w:hAnsi="Times New Roman"/>
          <w:sz w:val="28"/>
          <w:szCs w:val="28"/>
        </w:rPr>
        <w:t>дитяч</w:t>
      </w:r>
      <w:r>
        <w:rPr>
          <w:rFonts w:ascii="Times New Roman" w:hAnsi="Times New Roman"/>
          <w:sz w:val="28"/>
          <w:szCs w:val="28"/>
        </w:rPr>
        <w:t>ої</w:t>
      </w:r>
      <w:r w:rsidRPr="00951F8C">
        <w:rPr>
          <w:rFonts w:ascii="Times New Roman" w:hAnsi="Times New Roman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ої школи</w:t>
      </w:r>
      <w:r w:rsidRPr="00951F8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 xml:space="preserve">1 м. Первомайська </w:t>
      </w:r>
      <w:r w:rsidRPr="00951F8C">
        <w:rPr>
          <w:rFonts w:ascii="Times New Roman" w:hAnsi="Times New Roman"/>
          <w:color w:val="000000"/>
          <w:sz w:val="28"/>
          <w:szCs w:val="28"/>
          <w:lang w:eastAsia="uk-UA"/>
        </w:rPr>
        <w:t>та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>дитяч</w:t>
      </w:r>
      <w:r>
        <w:rPr>
          <w:rFonts w:ascii="Times New Roman" w:hAnsi="Times New Roman"/>
          <w:sz w:val="28"/>
          <w:szCs w:val="28"/>
        </w:rPr>
        <w:t>ої</w:t>
      </w:r>
      <w:r w:rsidRPr="00951F8C">
        <w:rPr>
          <w:rFonts w:ascii="Times New Roman" w:hAnsi="Times New Roman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ої школи</w:t>
      </w:r>
      <w:r w:rsidRPr="00951F8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951F8C">
        <w:rPr>
          <w:rFonts w:ascii="Times New Roman" w:hAnsi="Times New Roman"/>
          <w:sz w:val="28"/>
          <w:szCs w:val="28"/>
        </w:rPr>
        <w:t>м. Первомайська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color w:val="000000"/>
          <w:sz w:val="28"/>
          <w:szCs w:val="28"/>
          <w:lang w:eastAsia="uk-UA"/>
        </w:rPr>
        <w:t>шляхом злиття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BB4D20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</w:p>
    <w:p w:rsidR="002C6295" w:rsidRPr="00BB4D20" w:rsidRDefault="002C6295" w:rsidP="008603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C6295" w:rsidRDefault="002C6295" w:rsidP="004E5421">
      <w:pPr>
        <w:pStyle w:val="Heading1"/>
        <w:ind w:firstLine="567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В</w:t>
      </w:r>
      <w:r w:rsidRPr="001C1B9E">
        <w:rPr>
          <w:color w:val="000000"/>
          <w:szCs w:val="28"/>
          <w:lang w:eastAsia="uk-UA"/>
        </w:rPr>
        <w:t>ідповідно до статей 104-107 Цивільного коде</w:t>
      </w:r>
      <w:bookmarkStart w:id="0" w:name="_GoBack"/>
      <w:bookmarkEnd w:id="0"/>
      <w:r w:rsidRPr="001C1B9E">
        <w:rPr>
          <w:color w:val="000000"/>
          <w:szCs w:val="28"/>
          <w:lang w:eastAsia="uk-UA"/>
        </w:rPr>
        <w:t>ксу України</w:t>
      </w:r>
      <w:r>
        <w:rPr>
          <w:color w:val="000000"/>
          <w:szCs w:val="28"/>
          <w:lang w:eastAsia="uk-UA"/>
        </w:rPr>
        <w:t xml:space="preserve">                                 від </w:t>
      </w:r>
      <w:r w:rsidRPr="00115524">
        <w:rPr>
          <w:shd w:val="clear" w:color="auto" w:fill="FFFFFF"/>
        </w:rPr>
        <w:t>16.01.2003</w:t>
      </w:r>
      <w:r>
        <w:rPr>
          <w:shd w:val="clear" w:color="auto" w:fill="FFFFFF"/>
        </w:rPr>
        <w:t xml:space="preserve"> року</w:t>
      </w:r>
      <w:r w:rsidRPr="00115524">
        <w:rPr>
          <w:shd w:val="clear" w:color="auto" w:fill="FFFFFF"/>
        </w:rPr>
        <w:t xml:space="preserve"> № </w:t>
      </w:r>
      <w:r w:rsidRPr="00115524">
        <w:rPr>
          <w:rStyle w:val="Strong"/>
          <w:b w:val="0"/>
        </w:rPr>
        <w:t>435-IV</w:t>
      </w:r>
      <w:r w:rsidRPr="00115524">
        <w:rPr>
          <w:szCs w:val="28"/>
          <w:lang w:eastAsia="uk-UA"/>
        </w:rPr>
        <w:t>,</w:t>
      </w:r>
      <w:r w:rsidRPr="00AF6696">
        <w:rPr>
          <w:color w:val="000000"/>
          <w:szCs w:val="28"/>
          <w:lang w:eastAsia="uk-UA"/>
        </w:rPr>
        <w:t xml:space="preserve"> </w:t>
      </w:r>
      <w:r w:rsidRPr="001C1B9E">
        <w:rPr>
          <w:color w:val="000000"/>
          <w:szCs w:val="28"/>
          <w:lang w:eastAsia="uk-UA"/>
        </w:rPr>
        <w:t>статт</w:t>
      </w:r>
      <w:r>
        <w:rPr>
          <w:color w:val="000000"/>
          <w:szCs w:val="28"/>
          <w:lang w:eastAsia="uk-UA"/>
        </w:rPr>
        <w:t>і</w:t>
      </w:r>
      <w:r w:rsidRPr="001C1B9E">
        <w:rPr>
          <w:color w:val="000000"/>
          <w:szCs w:val="28"/>
          <w:lang w:eastAsia="uk-UA"/>
        </w:rPr>
        <w:t xml:space="preserve"> 59 Господарського кодексу України</w:t>
      </w:r>
      <w:r>
        <w:rPr>
          <w:color w:val="000000"/>
          <w:szCs w:val="28"/>
          <w:lang w:eastAsia="uk-UA"/>
        </w:rPr>
        <w:t xml:space="preserve"> </w:t>
      </w:r>
      <w:r w:rsidRPr="0072431C">
        <w:rPr>
          <w:szCs w:val="28"/>
          <w:lang w:eastAsia="uk-UA"/>
        </w:rPr>
        <w:t xml:space="preserve">від </w:t>
      </w:r>
      <w:r w:rsidRPr="0072431C">
        <w:rPr>
          <w:shd w:val="clear" w:color="auto" w:fill="FFFFFF"/>
        </w:rPr>
        <w:t>16.01.2003 року № </w:t>
      </w:r>
      <w:r w:rsidRPr="0072431C">
        <w:rPr>
          <w:rStyle w:val="Strong"/>
          <w:b w:val="0"/>
        </w:rPr>
        <w:t>436-IV</w:t>
      </w:r>
      <w:r w:rsidRPr="0072431C">
        <w:rPr>
          <w:szCs w:val="28"/>
          <w:lang w:eastAsia="uk-UA"/>
        </w:rPr>
        <w:t>,</w:t>
      </w:r>
      <w:r w:rsidRPr="001C1B9E">
        <w:rPr>
          <w:color w:val="000000"/>
          <w:szCs w:val="28"/>
          <w:lang w:eastAsia="uk-UA"/>
        </w:rPr>
        <w:t xml:space="preserve"> Закону України «Про культуру»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>14.12.2010</w:t>
      </w:r>
      <w:r>
        <w:rPr>
          <w:shd w:val="clear" w:color="auto" w:fill="FFFFFF"/>
        </w:rPr>
        <w:t xml:space="preserve"> року</w:t>
      </w:r>
      <w:r w:rsidRPr="00115524">
        <w:rPr>
          <w:shd w:val="clear" w:color="auto" w:fill="FFFFFF"/>
        </w:rPr>
        <w:t xml:space="preserve"> №</w:t>
      </w:r>
      <w:r>
        <w:rPr>
          <w:shd w:val="clear" w:color="auto" w:fill="FFFFFF"/>
        </w:rPr>
        <w:t xml:space="preserve"> </w:t>
      </w:r>
      <w:r w:rsidRPr="00115524">
        <w:rPr>
          <w:rStyle w:val="Strong"/>
          <w:b w:val="0"/>
        </w:rPr>
        <w:t>2778-VI</w:t>
      </w:r>
      <w:r w:rsidRPr="00115524">
        <w:rPr>
          <w:szCs w:val="28"/>
          <w:lang w:eastAsia="uk-UA"/>
        </w:rPr>
        <w:t>,</w:t>
      </w:r>
      <w:r w:rsidRPr="001C1B9E">
        <w:rPr>
          <w:color w:val="000000"/>
          <w:szCs w:val="28"/>
          <w:lang w:eastAsia="uk-UA"/>
        </w:rPr>
        <w:t xml:space="preserve"> Закону України «Про державну реєстрацію юридичних осіб, фізичних осіб – підприємців та громадських формувань»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 xml:space="preserve">15.05.2003 року </w:t>
      </w:r>
      <w:r>
        <w:rPr>
          <w:shd w:val="clear" w:color="auto" w:fill="FFFFFF"/>
        </w:rPr>
        <w:t xml:space="preserve">        </w:t>
      </w:r>
      <w:r w:rsidRPr="00115524">
        <w:rPr>
          <w:shd w:val="clear" w:color="auto" w:fill="FFFFFF"/>
        </w:rPr>
        <w:t xml:space="preserve">№ </w:t>
      </w:r>
      <w:r w:rsidRPr="00115524">
        <w:rPr>
          <w:rStyle w:val="Strong"/>
          <w:b w:val="0"/>
        </w:rPr>
        <w:t>755-IV</w:t>
      </w:r>
      <w:r w:rsidRPr="00115524">
        <w:rPr>
          <w:szCs w:val="28"/>
          <w:lang w:eastAsia="uk-UA"/>
        </w:rPr>
        <w:t xml:space="preserve">, </w:t>
      </w:r>
      <w:r>
        <w:rPr>
          <w:color w:val="000000"/>
          <w:szCs w:val="28"/>
          <w:lang w:eastAsia="uk-UA"/>
        </w:rPr>
        <w:t xml:space="preserve">Закону України «Про </w:t>
      </w:r>
      <w:r w:rsidRPr="001C1B9E">
        <w:rPr>
          <w:lang w:eastAsia="uk-UA"/>
        </w:rPr>
        <w:t>професійні спілки, їх права та гарантії діяльності</w:t>
      </w:r>
      <w:r w:rsidRPr="001C1B9E">
        <w:t>»</w:t>
      </w:r>
      <w:r>
        <w:t xml:space="preserve"> від </w:t>
      </w:r>
      <w:r w:rsidRPr="00115524">
        <w:rPr>
          <w:shd w:val="clear" w:color="auto" w:fill="FFFFFF"/>
        </w:rPr>
        <w:t>15.09.1999 року № </w:t>
      </w:r>
      <w:r w:rsidRPr="00115524">
        <w:rPr>
          <w:rStyle w:val="Strong"/>
          <w:b w:val="0"/>
        </w:rPr>
        <w:t>1045-XIV</w:t>
      </w:r>
      <w:r>
        <w:t>, к</w:t>
      </w:r>
      <w:r w:rsidRPr="001C1B9E">
        <w:rPr>
          <w:color w:val="000000"/>
          <w:szCs w:val="28"/>
          <w:lang w:eastAsia="uk-UA"/>
        </w:rPr>
        <w:t>еруючись статтями 25, 59 Закону України «Про місцеве самоврядування в Україні»</w:t>
      </w:r>
      <w:r>
        <w:rPr>
          <w:color w:val="000000"/>
          <w:szCs w:val="28"/>
          <w:lang w:eastAsia="uk-UA"/>
        </w:rPr>
        <w:t xml:space="preserve"> від </w:t>
      </w:r>
      <w:r w:rsidRPr="008B24C1">
        <w:rPr>
          <w:shd w:val="clear" w:color="auto" w:fill="FFFFFF"/>
        </w:rPr>
        <w:t xml:space="preserve">21.05.1997 року </w:t>
      </w:r>
      <w:r>
        <w:rPr>
          <w:shd w:val="clear" w:color="auto" w:fill="FFFFFF"/>
        </w:rPr>
        <w:t xml:space="preserve">                        </w:t>
      </w:r>
      <w:r w:rsidRPr="008B24C1">
        <w:rPr>
          <w:shd w:val="clear" w:color="auto" w:fill="FFFFFF"/>
        </w:rPr>
        <w:t>№ 280/97-ВР</w:t>
      </w:r>
      <w:r w:rsidRPr="001C1B9E">
        <w:rPr>
          <w:color w:val="000000"/>
          <w:szCs w:val="28"/>
          <w:lang w:eastAsia="uk-UA"/>
        </w:rPr>
        <w:t xml:space="preserve">, </w:t>
      </w:r>
      <w:r>
        <w:rPr>
          <w:color w:val="000000"/>
          <w:szCs w:val="28"/>
          <w:lang w:eastAsia="uk-UA"/>
        </w:rPr>
        <w:t>у зв’язку з уточненням даних членів комісії</w:t>
      </w:r>
      <w:r>
        <w:rPr>
          <w:szCs w:val="28"/>
        </w:rPr>
        <w:t>,</w:t>
      </w:r>
      <w:r w:rsidRPr="001C1B9E">
        <w:rPr>
          <w:color w:val="000000"/>
          <w:szCs w:val="28"/>
          <w:lang w:eastAsia="uk-UA"/>
        </w:rPr>
        <w:t xml:space="preserve"> </w:t>
      </w:r>
      <w:r w:rsidRPr="00BB4D20">
        <w:rPr>
          <w:color w:val="000000"/>
          <w:szCs w:val="28"/>
          <w:lang w:eastAsia="uk-UA"/>
        </w:rPr>
        <w:t>Первомайська</w:t>
      </w:r>
      <w:r w:rsidRPr="001C1B9E">
        <w:rPr>
          <w:color w:val="000000"/>
          <w:szCs w:val="28"/>
          <w:lang w:eastAsia="uk-UA"/>
        </w:rPr>
        <w:t xml:space="preserve"> </w:t>
      </w:r>
      <w:r>
        <w:rPr>
          <w:color w:val="000000"/>
          <w:szCs w:val="28"/>
          <w:lang w:eastAsia="uk-UA"/>
        </w:rPr>
        <w:t xml:space="preserve">   </w:t>
      </w:r>
      <w:r w:rsidRPr="001C1B9E">
        <w:rPr>
          <w:color w:val="000000"/>
          <w:szCs w:val="28"/>
          <w:lang w:eastAsia="uk-UA"/>
        </w:rPr>
        <w:t>міська рада</w:t>
      </w:r>
    </w:p>
    <w:p w:rsidR="002C6295" w:rsidRPr="002D3B99" w:rsidRDefault="002C6295" w:rsidP="002D3B99">
      <w:pPr>
        <w:spacing w:after="0"/>
        <w:rPr>
          <w:lang w:eastAsia="uk-UA"/>
        </w:rPr>
      </w:pPr>
    </w:p>
    <w:p w:rsidR="002C6295" w:rsidRDefault="002C6295" w:rsidP="00C1095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4D20">
        <w:rPr>
          <w:rFonts w:ascii="Times New Roman" w:hAnsi="Times New Roman"/>
          <w:color w:val="000000"/>
          <w:sz w:val="28"/>
          <w:szCs w:val="28"/>
          <w:lang w:eastAsia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</w:t>
      </w:r>
    </w:p>
    <w:p w:rsidR="002C6295" w:rsidRDefault="002C6295" w:rsidP="002D3B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</w:t>
      </w:r>
    </w:p>
    <w:p w:rsidR="002C6295" w:rsidRPr="00CD3C18" w:rsidRDefault="002C6295" w:rsidP="00022635">
      <w:pPr>
        <w:pStyle w:val="ListParagraph"/>
        <w:numPr>
          <w:ilvl w:val="0"/>
          <w:numId w:val="53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пункту 4 рішення міської ради від 24.02.2022 року № 10 «Про </w:t>
      </w:r>
      <w:r w:rsidRPr="00951F8C">
        <w:rPr>
          <w:rFonts w:ascii="Times New Roman" w:hAnsi="Times New Roman" w:cs="Times New Roman"/>
          <w:sz w:val="28"/>
          <w:szCs w:val="28"/>
        </w:rPr>
        <w:t>початок реорганізації 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</w:rPr>
        <w:t>ої школи</w:t>
      </w:r>
      <w:r w:rsidRPr="00951F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1 м. Первомайська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</w:rPr>
        <w:t>ої школи</w:t>
      </w:r>
      <w:r w:rsidRPr="00951F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м. Первомайська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шляхом злиття</w:t>
      </w:r>
      <w:r>
        <w:rPr>
          <w:rFonts w:ascii="Times New Roman" w:hAnsi="Times New Roman" w:cs="Times New Roman"/>
          <w:sz w:val="28"/>
          <w:szCs w:val="28"/>
        </w:rPr>
        <w:t>», виклавши додаток в новій редакції, що додається.</w:t>
      </w:r>
    </w:p>
    <w:p w:rsidR="002C6295" w:rsidRPr="00022635" w:rsidRDefault="002C6295" w:rsidP="00022635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C6295" w:rsidRPr="00F275CE" w:rsidRDefault="002C6295" w:rsidP="00957C31">
      <w:pPr>
        <w:pStyle w:val="Heading1"/>
        <w:ind w:firstLine="567"/>
        <w:jc w:val="both"/>
      </w:pPr>
      <w:r>
        <w:t>2.</w:t>
      </w:r>
      <w:r w:rsidRPr="00F275CE">
        <w:t xml:space="preserve"> Контроль за виконанням рішення покласти на постійну комісію міської ради </w:t>
      </w:r>
      <w:r w:rsidRPr="00FA0665">
        <w:rPr>
          <w:szCs w:val="28"/>
        </w:rPr>
        <w:t xml:space="preserve">з питань </w:t>
      </w:r>
      <w:r w:rsidRPr="00FA0665">
        <w:rPr>
          <w:szCs w:val="28"/>
          <w:shd w:val="clear" w:color="auto" w:fill="FFFFFF"/>
        </w:rPr>
        <w:t xml:space="preserve">охорони здоров’я, освіти, науки, культури, молоді, спорту та туризму, </w:t>
      </w:r>
      <w:r w:rsidRPr="00FA0665">
        <w:rPr>
          <w:szCs w:val="28"/>
          <w:shd w:val="clear" w:color="auto" w:fill="FFFFFF"/>
          <w:lang w:val="ru-RU"/>
        </w:rPr>
        <w:t>соціального захисту, мови, прав національних меншин, гендерної рівності, материнства та дитинства</w:t>
      </w:r>
      <w:r w:rsidRPr="00F275CE">
        <w:t>.</w:t>
      </w:r>
    </w:p>
    <w:p w:rsidR="002C6295" w:rsidRPr="00D838CB" w:rsidRDefault="002C6295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2C6295" w:rsidRDefault="002C6295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  <w:r w:rsidRPr="00D838CB">
        <w:rPr>
          <w:rFonts w:ascii="Times New Roman" w:hAnsi="Times New Roman"/>
          <w:sz w:val="28"/>
          <w:szCs w:val="28"/>
          <w:lang w:eastAsia="uk-UA"/>
        </w:rPr>
        <w:t>Міський голова                                                                           Олег ДЕМЧЕНКО</w:t>
      </w:r>
    </w:p>
    <w:p w:rsidR="002C6295" w:rsidRPr="00090D4A" w:rsidRDefault="002C6295" w:rsidP="00090D4A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2C6295" w:rsidRPr="00727664" w:rsidRDefault="002C6295" w:rsidP="001659BD">
      <w:pPr>
        <w:tabs>
          <w:tab w:val="left" w:pos="4820"/>
          <w:tab w:val="left" w:pos="5103"/>
          <w:tab w:val="left" w:pos="5387"/>
        </w:tabs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727664">
        <w:rPr>
          <w:rFonts w:ascii="Times New Roman" w:hAnsi="Times New Roman"/>
          <w:sz w:val="28"/>
          <w:szCs w:val="28"/>
        </w:rPr>
        <w:t xml:space="preserve">Додаток </w:t>
      </w:r>
    </w:p>
    <w:p w:rsidR="002C6295" w:rsidRPr="00727664" w:rsidRDefault="002C6295" w:rsidP="001659BD">
      <w:pPr>
        <w:tabs>
          <w:tab w:val="left" w:pos="4962"/>
        </w:tabs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727664">
        <w:rPr>
          <w:rFonts w:ascii="Times New Roman" w:hAnsi="Times New Roman"/>
          <w:sz w:val="28"/>
          <w:szCs w:val="28"/>
        </w:rPr>
        <w:t xml:space="preserve">до рішення міської ради </w:t>
      </w:r>
    </w:p>
    <w:p w:rsidR="002C6295" w:rsidRPr="002D7AF8" w:rsidRDefault="002C6295" w:rsidP="001659BD">
      <w:pPr>
        <w:tabs>
          <w:tab w:val="left" w:pos="4820"/>
        </w:tabs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F804B8">
        <w:rPr>
          <w:rFonts w:ascii="Times New Roman" w:hAnsi="Times New Roman"/>
          <w:sz w:val="28"/>
          <w:szCs w:val="28"/>
          <w:u w:val="single"/>
        </w:rPr>
        <w:t>25.08.2022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664">
        <w:rPr>
          <w:rFonts w:ascii="Times New Roman" w:hAnsi="Times New Roman"/>
          <w:sz w:val="28"/>
          <w:szCs w:val="28"/>
        </w:rPr>
        <w:t xml:space="preserve"> № </w:t>
      </w:r>
      <w:r w:rsidRPr="00F804B8">
        <w:rPr>
          <w:rFonts w:ascii="Times New Roman" w:hAnsi="Times New Roman"/>
          <w:sz w:val="28"/>
          <w:szCs w:val="28"/>
          <w:u w:val="single"/>
        </w:rPr>
        <w:t>1</w:t>
      </w:r>
    </w:p>
    <w:p w:rsidR="002C6295" w:rsidRPr="00163F40" w:rsidRDefault="002C6295" w:rsidP="003471A1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2C6295" w:rsidRPr="00727664" w:rsidRDefault="002C6295" w:rsidP="00347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27664">
        <w:rPr>
          <w:rFonts w:ascii="Times New Roman" w:hAnsi="Times New Roman"/>
          <w:sz w:val="28"/>
          <w:szCs w:val="28"/>
          <w:lang w:eastAsia="ru-RU"/>
        </w:rPr>
        <w:t>Склад комісії з реорганізації шляхом злиття</w:t>
      </w:r>
    </w:p>
    <w:p w:rsidR="002C6295" w:rsidRDefault="002C6295" w:rsidP="007743A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1F8C">
        <w:rPr>
          <w:rFonts w:ascii="Times New Roman" w:hAnsi="Times New Roman"/>
          <w:sz w:val="28"/>
          <w:szCs w:val="28"/>
        </w:rPr>
        <w:t>дитяч</w:t>
      </w:r>
      <w:r>
        <w:rPr>
          <w:rFonts w:ascii="Times New Roman" w:hAnsi="Times New Roman"/>
          <w:sz w:val="28"/>
          <w:szCs w:val="28"/>
        </w:rPr>
        <w:t>ої</w:t>
      </w:r>
      <w:r w:rsidRPr="00951F8C">
        <w:rPr>
          <w:rFonts w:ascii="Times New Roman" w:hAnsi="Times New Roman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ої школи</w:t>
      </w:r>
      <w:r w:rsidRPr="00951F8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 xml:space="preserve">1 м. Первомайська </w:t>
      </w:r>
      <w:r w:rsidRPr="00951F8C">
        <w:rPr>
          <w:rFonts w:ascii="Times New Roman" w:hAnsi="Times New Roman"/>
          <w:color w:val="000000"/>
          <w:sz w:val="28"/>
          <w:szCs w:val="28"/>
          <w:lang w:eastAsia="uk-UA"/>
        </w:rPr>
        <w:t>та</w:t>
      </w:r>
    </w:p>
    <w:p w:rsidR="002C6295" w:rsidRDefault="002C6295" w:rsidP="007743A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1F8C">
        <w:rPr>
          <w:rFonts w:ascii="Times New Roman" w:hAnsi="Times New Roman"/>
          <w:sz w:val="28"/>
          <w:szCs w:val="28"/>
        </w:rPr>
        <w:t>дитяч</w:t>
      </w:r>
      <w:r>
        <w:rPr>
          <w:rFonts w:ascii="Times New Roman" w:hAnsi="Times New Roman"/>
          <w:sz w:val="28"/>
          <w:szCs w:val="28"/>
        </w:rPr>
        <w:t>ої</w:t>
      </w:r>
      <w:r w:rsidRPr="00951F8C">
        <w:rPr>
          <w:rFonts w:ascii="Times New Roman" w:hAnsi="Times New Roman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ої школи</w:t>
      </w:r>
      <w:r w:rsidRPr="00951F8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>м. Первомайська</w:t>
      </w:r>
    </w:p>
    <w:p w:rsidR="002C6295" w:rsidRPr="00163F40" w:rsidRDefault="002C6295" w:rsidP="007743A5">
      <w:pPr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</w:p>
    <w:p w:rsidR="002C6295" w:rsidRPr="0087753E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Голова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2C6295" w:rsidRPr="00727664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7664">
        <w:rPr>
          <w:rFonts w:ascii="Times New Roman" w:hAnsi="Times New Roman"/>
          <w:sz w:val="28"/>
          <w:szCs w:val="28"/>
        </w:rPr>
        <w:t>ОЛІШЕВСЬКА Наталія – начальник 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, реєстраційний номер облікової картки платника податків ХХХХХХХ.</w:t>
      </w:r>
    </w:p>
    <w:p w:rsidR="002C6295" w:rsidRPr="00163F40" w:rsidRDefault="002C6295" w:rsidP="00CE2261">
      <w:pPr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2C6295" w:rsidRPr="00B658BC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58BC">
        <w:rPr>
          <w:rFonts w:ascii="Times New Roman" w:hAnsi="Times New Roman"/>
          <w:sz w:val="28"/>
          <w:szCs w:val="28"/>
        </w:rPr>
        <w:t>Заступник голови Комісії</w:t>
      </w:r>
    </w:p>
    <w:p w:rsidR="002C6295" w:rsidRPr="00B658BC" w:rsidRDefault="002C6295" w:rsidP="00CE2261">
      <w:pPr>
        <w:pStyle w:val="Heading1"/>
        <w:jc w:val="both"/>
      </w:pPr>
      <w:r>
        <w:t>БАРЩ</w:t>
      </w:r>
      <w:r w:rsidRPr="00B658BC">
        <w:t xml:space="preserve"> Катерина – економіст </w:t>
      </w:r>
      <w:r w:rsidRPr="00B658BC">
        <w:rPr>
          <w:szCs w:val="28"/>
        </w:rPr>
        <w:t>централізованої бухгалтерії управління культури, національностей, релігій, молоді та спорту Первомайської міської ради</w:t>
      </w:r>
      <w:r>
        <w:rPr>
          <w:szCs w:val="28"/>
        </w:rPr>
        <w:t>, реєстраційний номер облікової картки платника податків</w:t>
      </w:r>
      <w:r w:rsidRPr="00B658BC">
        <w:t xml:space="preserve"> </w:t>
      </w:r>
      <w:r>
        <w:rPr>
          <w:szCs w:val="28"/>
        </w:rPr>
        <w:t>ХХХХХХХ</w:t>
      </w:r>
      <w:r>
        <w:t>.</w:t>
      </w:r>
      <w:r w:rsidRPr="00B658BC">
        <w:rPr>
          <w:sz w:val="24"/>
        </w:rPr>
        <w:t xml:space="preserve">                                           </w:t>
      </w:r>
    </w:p>
    <w:p w:rsidR="002C6295" w:rsidRPr="00163F40" w:rsidRDefault="002C6295" w:rsidP="00CE2261">
      <w:pPr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2C6295" w:rsidRPr="0087753E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Секретар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2C6295" w:rsidRPr="00727664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МАРЧУК Альона – головний спеціаліст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, реєстраційний номер облікової картки платника податків ХХХХХХХ.</w:t>
      </w:r>
    </w:p>
    <w:p w:rsidR="002C6295" w:rsidRPr="00163F40" w:rsidRDefault="002C6295" w:rsidP="00CE2261">
      <w:pPr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2C6295" w:rsidRPr="0087753E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Члени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2C6295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ВОДОВОЗОВА Віта -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, реєстраційний номер облікової картки платника податків ХХХХХХХ;</w:t>
      </w:r>
    </w:p>
    <w:p w:rsidR="002C6295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ВОЛОХ Людмила – голова Первомайської міської професійної спілки працівників культури України, реєстраційний номер облікової картки платника податків ХХХХХХХ;</w:t>
      </w:r>
    </w:p>
    <w:p w:rsidR="002C6295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КРАВЧЕНКО Олена -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 w:rsidRPr="005809EA">
        <w:rPr>
          <w:rFonts w:ascii="Times New Roman" w:hAnsi="Times New Roman"/>
          <w:sz w:val="28"/>
          <w:szCs w:val="28"/>
        </w:rPr>
        <w:t xml:space="preserve">, реєстраційний номер облікової картки платника податків </w:t>
      </w:r>
      <w:r>
        <w:rPr>
          <w:rFonts w:ascii="Times New Roman" w:hAnsi="Times New Roman"/>
          <w:sz w:val="28"/>
          <w:szCs w:val="28"/>
        </w:rPr>
        <w:t>ХХХХХХХ;</w:t>
      </w:r>
    </w:p>
    <w:p w:rsidR="002C6295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ЛЕУТСЬКА Олена – головний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, реєстраційний номер облікової картки платника податків ХХХХХХХ;</w:t>
      </w:r>
    </w:p>
    <w:p w:rsidR="002C6295" w:rsidRDefault="002C629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ПАСТУШОК Оксана – депутат </w:t>
      </w:r>
      <w:r w:rsidRPr="0050003D">
        <w:rPr>
          <w:rFonts w:ascii="Times New Roman" w:hAnsi="Times New Roman"/>
          <w:sz w:val="28"/>
          <w:szCs w:val="28"/>
        </w:rPr>
        <w:t>Первомайської міської ради</w:t>
      </w:r>
      <w:r>
        <w:rPr>
          <w:rFonts w:ascii="Times New Roman" w:hAnsi="Times New Roman"/>
          <w:sz w:val="28"/>
          <w:szCs w:val="28"/>
        </w:rPr>
        <w:t xml:space="preserve"> (за узгодженням), реєстраційний номер облікової картки платника податків ХХХХХХХ;</w:t>
      </w:r>
    </w:p>
    <w:p w:rsidR="002C6295" w:rsidRPr="0050003D" w:rsidRDefault="002C6295" w:rsidP="00CE2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003D">
        <w:rPr>
          <w:rFonts w:ascii="Times New Roman" w:hAnsi="Times New Roman"/>
          <w:sz w:val="28"/>
          <w:szCs w:val="28"/>
        </w:rPr>
        <w:t>РОМАНОВ Євген – начальник відділу у справах молоді, фізичної культури та спорту управління культури, національностей, релігій, молоді та спорту Первомайської міської ради</w:t>
      </w:r>
      <w:r w:rsidRPr="005809EA">
        <w:rPr>
          <w:rFonts w:ascii="Times New Roman" w:hAnsi="Times New Roman"/>
          <w:sz w:val="28"/>
          <w:szCs w:val="28"/>
        </w:rPr>
        <w:t xml:space="preserve">,    реєстраційний номер облікової картки платника податків </w:t>
      </w:r>
      <w:r>
        <w:rPr>
          <w:rFonts w:ascii="Times New Roman" w:hAnsi="Times New Roman"/>
          <w:sz w:val="28"/>
          <w:szCs w:val="28"/>
        </w:rPr>
        <w:t>ХХХХХХХ.</w:t>
      </w:r>
    </w:p>
    <w:p w:rsidR="002C6295" w:rsidRPr="00163F40" w:rsidRDefault="002C6295" w:rsidP="00983744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2C6295" w:rsidRDefault="002C6295" w:rsidP="0098374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аступник міського голови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B453A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</w:p>
    <w:p w:rsidR="002C6295" w:rsidRDefault="002C6295" w:rsidP="0098374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питань діяльності виконавчих</w:t>
      </w:r>
    </w:p>
    <w:p w:rsidR="002C6295" w:rsidRPr="00163F40" w:rsidRDefault="002C6295" w:rsidP="00163F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органів міської ради</w:t>
      </w:r>
      <w:r w:rsidRPr="007276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2766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2766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Володимир</w:t>
      </w:r>
      <w:r w:rsidRPr="00727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РЯБЧЕНКО</w:t>
      </w:r>
    </w:p>
    <w:sectPr w:rsidR="002C6295" w:rsidRPr="00163F40" w:rsidSect="00163F40">
      <w:headerReference w:type="default" r:id="rId8"/>
      <w:footerReference w:type="default" r:id="rId9"/>
      <w:pgSz w:w="11906" w:h="16838" w:code="9"/>
      <w:pgMar w:top="709" w:right="567" w:bottom="709" w:left="1701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295" w:rsidRDefault="002C6295" w:rsidP="003121F7">
      <w:pPr>
        <w:spacing w:after="0" w:line="240" w:lineRule="auto"/>
      </w:pPr>
      <w:r>
        <w:separator/>
      </w:r>
    </w:p>
  </w:endnote>
  <w:endnote w:type="continuationSeparator" w:id="0">
    <w:p w:rsidR="002C6295" w:rsidRDefault="002C6295" w:rsidP="0031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295" w:rsidRPr="00CE1B21" w:rsidRDefault="002C6295" w:rsidP="006A295B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uk-UA"/>
      </w:rPr>
    </w:pPr>
    <w:r w:rsidRPr="00CE1B21">
      <w:rPr>
        <w:rFonts w:ascii="Times New Roman" w:hAnsi="Times New Roman"/>
        <w:b/>
        <w:color w:val="000000"/>
        <w:sz w:val="18"/>
        <w:szCs w:val="18"/>
        <w:lang w:eastAsia="uk-UA"/>
      </w:rPr>
      <w:t>Рішення Первомайської міської ради</w:t>
    </w:r>
  </w:p>
  <w:p w:rsidR="002C6295" w:rsidRPr="00E25A0C" w:rsidRDefault="002C6295" w:rsidP="00E25A0C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E25A0C">
      <w:rPr>
        <w:rFonts w:ascii="Times New Roman" w:hAnsi="Times New Roman"/>
        <w:b/>
        <w:color w:val="000000"/>
        <w:sz w:val="18"/>
        <w:szCs w:val="18"/>
        <w:lang w:eastAsia="uk-UA"/>
      </w:rPr>
      <w:t xml:space="preserve">Про внесення змін до рішення міської ради від 24.02.2022 року № 10 «Про початок реорганізації </w:t>
    </w:r>
    <w:r w:rsidRPr="00E25A0C">
      <w:rPr>
        <w:rFonts w:ascii="Times New Roman" w:hAnsi="Times New Roman"/>
        <w:b/>
        <w:sz w:val="18"/>
        <w:szCs w:val="18"/>
      </w:rPr>
      <w:t xml:space="preserve">дитячої музичної школи № 1 м. Первомайська </w:t>
    </w:r>
    <w:r w:rsidRPr="00E25A0C">
      <w:rPr>
        <w:rFonts w:ascii="Times New Roman" w:hAnsi="Times New Roman"/>
        <w:b/>
        <w:color w:val="000000"/>
        <w:sz w:val="18"/>
        <w:szCs w:val="18"/>
        <w:lang w:eastAsia="uk-UA"/>
      </w:rPr>
      <w:t xml:space="preserve">та </w:t>
    </w:r>
    <w:r w:rsidRPr="00E25A0C">
      <w:rPr>
        <w:rFonts w:ascii="Times New Roman" w:hAnsi="Times New Roman"/>
        <w:b/>
        <w:sz w:val="18"/>
        <w:szCs w:val="18"/>
      </w:rPr>
      <w:t>дитячої музичної школи № 2</w:t>
    </w:r>
    <w:r w:rsidRPr="00E25A0C">
      <w:rPr>
        <w:rFonts w:ascii="Times New Roman" w:hAnsi="Times New Roman"/>
        <w:b/>
        <w:color w:val="000000"/>
        <w:sz w:val="18"/>
        <w:szCs w:val="18"/>
        <w:lang w:eastAsia="uk-UA"/>
      </w:rPr>
      <w:t xml:space="preserve"> </w:t>
    </w:r>
    <w:r w:rsidRPr="00E25A0C">
      <w:rPr>
        <w:rFonts w:ascii="Times New Roman" w:hAnsi="Times New Roman"/>
        <w:b/>
        <w:sz w:val="18"/>
        <w:szCs w:val="18"/>
      </w:rPr>
      <w:t xml:space="preserve">м. Первомайська </w:t>
    </w:r>
    <w:r w:rsidRPr="00E25A0C">
      <w:rPr>
        <w:rFonts w:ascii="Times New Roman" w:hAnsi="Times New Roman"/>
        <w:b/>
        <w:color w:val="000000"/>
        <w:sz w:val="18"/>
        <w:szCs w:val="18"/>
        <w:lang w:eastAsia="uk-UA"/>
      </w:rPr>
      <w:t>шляхом злиття»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295" w:rsidRDefault="002C6295" w:rsidP="003121F7">
      <w:pPr>
        <w:spacing w:after="0" w:line="240" w:lineRule="auto"/>
      </w:pPr>
      <w:r>
        <w:separator/>
      </w:r>
    </w:p>
  </w:footnote>
  <w:footnote w:type="continuationSeparator" w:id="0">
    <w:p w:rsidR="002C6295" w:rsidRDefault="002C6295" w:rsidP="0031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295" w:rsidRPr="005E301D" w:rsidRDefault="002C6295" w:rsidP="00694A83">
    <w:pPr>
      <w:pStyle w:val="Header"/>
      <w:jc w:val="center"/>
      <w:rPr>
        <w:rFonts w:ascii="Times New Roman" w:hAnsi="Times New Roman"/>
      </w:rPr>
    </w:pPr>
    <w:r w:rsidRPr="005E301D">
      <w:rPr>
        <w:rFonts w:ascii="Times New Roman" w:hAnsi="Times New Roman"/>
      </w:rPr>
      <w:fldChar w:fldCharType="begin"/>
    </w:r>
    <w:r w:rsidRPr="005E301D">
      <w:rPr>
        <w:rFonts w:ascii="Times New Roman" w:hAnsi="Times New Roman"/>
      </w:rPr>
      <w:instrText>PAGE   \* MERGEFORMAT</w:instrText>
    </w:r>
    <w:r w:rsidRPr="005E301D">
      <w:rPr>
        <w:rFonts w:ascii="Times New Roman" w:hAnsi="Times New Roman"/>
      </w:rPr>
      <w:fldChar w:fldCharType="separate"/>
    </w:r>
    <w:r w:rsidRPr="00D975A7">
      <w:rPr>
        <w:rFonts w:ascii="Times New Roman" w:hAnsi="Times New Roman"/>
        <w:noProof/>
        <w:lang w:val="ru-RU"/>
      </w:rPr>
      <w:t>2</w:t>
    </w:r>
    <w:r w:rsidRPr="005E301D">
      <w:rPr>
        <w:rFonts w:ascii="Times New Roman" w:hAnsi="Times New Roman"/>
      </w:rPr>
      <w:fldChar w:fldCharType="end"/>
    </w:r>
    <w:r w:rsidRPr="005E301D">
      <w:rPr>
        <w:rFonts w:ascii="Times New Roman" w:hAnsi="Times New Roman"/>
      </w:rPr>
      <w:t xml:space="preserve"> із </w:t>
    </w:r>
    <w:r>
      <w:rPr>
        <w:rFonts w:ascii="Times New Roman" w:hAnsi="Times New Roman"/>
      </w:rPr>
      <w:t>2</w:t>
    </w:r>
  </w:p>
  <w:p w:rsidR="002C6295" w:rsidRDefault="002C62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9D3"/>
    <w:multiLevelType w:val="multilevel"/>
    <w:tmpl w:val="CAC697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E61808"/>
    <w:multiLevelType w:val="multilevel"/>
    <w:tmpl w:val="26B2DF0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02DE2335"/>
    <w:multiLevelType w:val="multilevel"/>
    <w:tmpl w:val="A874EF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46A1743"/>
    <w:multiLevelType w:val="multilevel"/>
    <w:tmpl w:val="4CB4162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cs="Times New Roman" w:hint="default"/>
      </w:rPr>
    </w:lvl>
  </w:abstractNum>
  <w:abstractNum w:abstractNumId="4">
    <w:nsid w:val="0505340C"/>
    <w:multiLevelType w:val="multilevel"/>
    <w:tmpl w:val="CCFC9E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5460817"/>
    <w:multiLevelType w:val="multilevel"/>
    <w:tmpl w:val="F6C2023C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790535D"/>
    <w:multiLevelType w:val="multilevel"/>
    <w:tmpl w:val="BDC4C1F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170D10C6"/>
    <w:multiLevelType w:val="multilevel"/>
    <w:tmpl w:val="3FD06C7E"/>
    <w:lvl w:ilvl="0">
      <w:start w:val="10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9A6265C"/>
    <w:multiLevelType w:val="hybridMultilevel"/>
    <w:tmpl w:val="61E4F480"/>
    <w:lvl w:ilvl="0" w:tplc="A97C730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16AC9"/>
    <w:multiLevelType w:val="multilevel"/>
    <w:tmpl w:val="E0EA123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1F430C67"/>
    <w:multiLevelType w:val="multilevel"/>
    <w:tmpl w:val="5636D2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F792768"/>
    <w:multiLevelType w:val="multilevel"/>
    <w:tmpl w:val="DFCC309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2461601D"/>
    <w:multiLevelType w:val="multilevel"/>
    <w:tmpl w:val="0414B3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5ED3973"/>
    <w:multiLevelType w:val="multilevel"/>
    <w:tmpl w:val="5CCC894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C2A7DBE"/>
    <w:multiLevelType w:val="hybridMultilevel"/>
    <w:tmpl w:val="BDEC9C5E"/>
    <w:lvl w:ilvl="0" w:tplc="D5664468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3784D"/>
    <w:multiLevelType w:val="multilevel"/>
    <w:tmpl w:val="D348149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34F1DB0"/>
    <w:multiLevelType w:val="multilevel"/>
    <w:tmpl w:val="5914D92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>
    <w:nsid w:val="34182AFA"/>
    <w:multiLevelType w:val="hybridMultilevel"/>
    <w:tmpl w:val="B63CC77E"/>
    <w:lvl w:ilvl="0" w:tplc="D53876E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37126FA8"/>
    <w:multiLevelType w:val="multilevel"/>
    <w:tmpl w:val="B358C2CE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8DC010F"/>
    <w:multiLevelType w:val="multilevel"/>
    <w:tmpl w:val="BA0CFFA2"/>
    <w:lvl w:ilvl="0">
      <w:start w:val="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4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cs="Times New Roman" w:hint="default"/>
      </w:rPr>
    </w:lvl>
  </w:abstractNum>
  <w:abstractNum w:abstractNumId="20">
    <w:nsid w:val="3C6E1A01"/>
    <w:multiLevelType w:val="multilevel"/>
    <w:tmpl w:val="81C4D78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D6C0D7D"/>
    <w:multiLevelType w:val="multilevel"/>
    <w:tmpl w:val="6402F9E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22">
    <w:nsid w:val="3E963FAF"/>
    <w:multiLevelType w:val="multilevel"/>
    <w:tmpl w:val="09C2C11E"/>
    <w:lvl w:ilvl="0">
      <w:start w:val="1"/>
      <w:numFmt w:val="decimal"/>
      <w:lvlText w:val="%1."/>
      <w:lvlJc w:val="left"/>
      <w:pPr>
        <w:ind w:left="876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cs="Times New Roman" w:hint="default"/>
      </w:rPr>
    </w:lvl>
  </w:abstractNum>
  <w:abstractNum w:abstractNumId="23">
    <w:nsid w:val="40EB2D83"/>
    <w:multiLevelType w:val="multilevel"/>
    <w:tmpl w:val="4BEAA10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43C04DE6"/>
    <w:multiLevelType w:val="multilevel"/>
    <w:tmpl w:val="72C6837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4077A0F"/>
    <w:multiLevelType w:val="multilevel"/>
    <w:tmpl w:val="CA02341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461C6A07"/>
    <w:multiLevelType w:val="multilevel"/>
    <w:tmpl w:val="BAC8064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46B26F69"/>
    <w:multiLevelType w:val="multilevel"/>
    <w:tmpl w:val="CF2A1FC6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7827CF9"/>
    <w:multiLevelType w:val="multilevel"/>
    <w:tmpl w:val="5316C7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491E556F"/>
    <w:multiLevelType w:val="multilevel"/>
    <w:tmpl w:val="8FA2AE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4BF11CBE"/>
    <w:multiLevelType w:val="multilevel"/>
    <w:tmpl w:val="CC1A8F0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4CE24F66"/>
    <w:multiLevelType w:val="multilevel"/>
    <w:tmpl w:val="A306902E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04E07E5"/>
    <w:multiLevelType w:val="multilevel"/>
    <w:tmpl w:val="BDEECAD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30F37E4"/>
    <w:multiLevelType w:val="multilevel"/>
    <w:tmpl w:val="E34A214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5113045"/>
    <w:multiLevelType w:val="multilevel"/>
    <w:tmpl w:val="2918F07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567632A8"/>
    <w:multiLevelType w:val="multilevel"/>
    <w:tmpl w:val="386C05A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56F24601"/>
    <w:multiLevelType w:val="multilevel"/>
    <w:tmpl w:val="34AE5CCA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74" w:hanging="1065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16" w:hanging="1065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73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17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9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1" w:hanging="1800"/>
      </w:pPr>
      <w:rPr>
        <w:rFonts w:cs="Times New Roman" w:hint="default"/>
        <w:color w:val="auto"/>
      </w:rPr>
    </w:lvl>
  </w:abstractNum>
  <w:abstractNum w:abstractNumId="37">
    <w:nsid w:val="59526FC3"/>
    <w:multiLevelType w:val="multilevel"/>
    <w:tmpl w:val="C876107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599330CC"/>
    <w:multiLevelType w:val="multilevel"/>
    <w:tmpl w:val="7EB465BE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B8C4FA7"/>
    <w:multiLevelType w:val="multilevel"/>
    <w:tmpl w:val="DB34185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5D280F9F"/>
    <w:multiLevelType w:val="multilevel"/>
    <w:tmpl w:val="E5BE3F96"/>
    <w:lvl w:ilvl="0">
      <w:start w:val="1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5E436D66"/>
    <w:multiLevelType w:val="multilevel"/>
    <w:tmpl w:val="77C2EE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60B2541F"/>
    <w:multiLevelType w:val="multilevel"/>
    <w:tmpl w:val="9D1CE210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64E1497F"/>
    <w:multiLevelType w:val="multilevel"/>
    <w:tmpl w:val="BFD6E5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4">
    <w:nsid w:val="64F60CF6"/>
    <w:multiLevelType w:val="hybridMultilevel"/>
    <w:tmpl w:val="CF2EBB48"/>
    <w:lvl w:ilvl="0" w:tplc="7122A204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5">
    <w:nsid w:val="6561117F"/>
    <w:multiLevelType w:val="multilevel"/>
    <w:tmpl w:val="BD7000A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66977F84"/>
    <w:multiLevelType w:val="multilevel"/>
    <w:tmpl w:val="711804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674D4084"/>
    <w:multiLevelType w:val="multilevel"/>
    <w:tmpl w:val="9FF04D0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8">
    <w:nsid w:val="6EDC34D2"/>
    <w:multiLevelType w:val="multilevel"/>
    <w:tmpl w:val="36D87ADC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711E4FF9"/>
    <w:multiLevelType w:val="multilevel"/>
    <w:tmpl w:val="F7F4E698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50">
    <w:nsid w:val="7811650B"/>
    <w:multiLevelType w:val="multilevel"/>
    <w:tmpl w:val="CC2EAAA2"/>
    <w:lvl w:ilvl="0">
      <w:start w:val="4"/>
      <w:numFmt w:val="upperRoman"/>
      <w:lvlText w:val="%1."/>
      <w:lvlJc w:val="left"/>
      <w:pPr>
        <w:ind w:left="2007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cs="Times New Roman" w:hint="default"/>
      </w:rPr>
    </w:lvl>
  </w:abstractNum>
  <w:abstractNum w:abstractNumId="51">
    <w:nsid w:val="7A3928D0"/>
    <w:multiLevelType w:val="multilevel"/>
    <w:tmpl w:val="BCB05D4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>
    <w:nsid w:val="7FDB4947"/>
    <w:multiLevelType w:val="multilevel"/>
    <w:tmpl w:val="DE44704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0"/>
  </w:num>
  <w:num w:numId="2">
    <w:abstractNumId w:val="32"/>
  </w:num>
  <w:num w:numId="3">
    <w:abstractNumId w:val="12"/>
  </w:num>
  <w:num w:numId="4">
    <w:abstractNumId w:val="29"/>
  </w:num>
  <w:num w:numId="5">
    <w:abstractNumId w:val="46"/>
  </w:num>
  <w:num w:numId="6">
    <w:abstractNumId w:val="35"/>
  </w:num>
  <w:num w:numId="7">
    <w:abstractNumId w:val="45"/>
  </w:num>
  <w:num w:numId="8">
    <w:abstractNumId w:val="33"/>
  </w:num>
  <w:num w:numId="9">
    <w:abstractNumId w:val="15"/>
  </w:num>
  <w:num w:numId="10">
    <w:abstractNumId w:val="51"/>
  </w:num>
  <w:num w:numId="11">
    <w:abstractNumId w:val="4"/>
  </w:num>
  <w:num w:numId="12">
    <w:abstractNumId w:val="19"/>
  </w:num>
  <w:num w:numId="13">
    <w:abstractNumId w:val="10"/>
  </w:num>
  <w:num w:numId="14">
    <w:abstractNumId w:val="42"/>
  </w:num>
  <w:num w:numId="15">
    <w:abstractNumId w:val="2"/>
  </w:num>
  <w:num w:numId="16">
    <w:abstractNumId w:val="48"/>
  </w:num>
  <w:num w:numId="17">
    <w:abstractNumId w:val="39"/>
  </w:num>
  <w:num w:numId="18">
    <w:abstractNumId w:val="24"/>
  </w:num>
  <w:num w:numId="19">
    <w:abstractNumId w:val="41"/>
  </w:num>
  <w:num w:numId="20">
    <w:abstractNumId w:val="27"/>
  </w:num>
  <w:num w:numId="21">
    <w:abstractNumId w:val="0"/>
  </w:num>
  <w:num w:numId="22">
    <w:abstractNumId w:val="31"/>
  </w:num>
  <w:num w:numId="23">
    <w:abstractNumId w:val="18"/>
  </w:num>
  <w:num w:numId="24">
    <w:abstractNumId w:val="40"/>
  </w:num>
  <w:num w:numId="25">
    <w:abstractNumId w:val="34"/>
  </w:num>
  <w:num w:numId="26">
    <w:abstractNumId w:val="38"/>
  </w:num>
  <w:num w:numId="27">
    <w:abstractNumId w:val="37"/>
  </w:num>
  <w:num w:numId="28">
    <w:abstractNumId w:val="7"/>
  </w:num>
  <w:num w:numId="29">
    <w:abstractNumId w:val="22"/>
  </w:num>
  <w:num w:numId="30">
    <w:abstractNumId w:val="14"/>
  </w:num>
  <w:num w:numId="31">
    <w:abstractNumId w:val="9"/>
  </w:num>
  <w:num w:numId="32">
    <w:abstractNumId w:val="13"/>
  </w:num>
  <w:num w:numId="33">
    <w:abstractNumId w:val="16"/>
  </w:num>
  <w:num w:numId="34">
    <w:abstractNumId w:val="28"/>
  </w:num>
  <w:num w:numId="35">
    <w:abstractNumId w:val="43"/>
  </w:num>
  <w:num w:numId="36">
    <w:abstractNumId w:val="23"/>
  </w:num>
  <w:num w:numId="37">
    <w:abstractNumId w:val="25"/>
  </w:num>
  <w:num w:numId="38">
    <w:abstractNumId w:val="52"/>
  </w:num>
  <w:num w:numId="39">
    <w:abstractNumId w:val="26"/>
  </w:num>
  <w:num w:numId="40">
    <w:abstractNumId w:val="5"/>
  </w:num>
  <w:num w:numId="41">
    <w:abstractNumId w:val="11"/>
  </w:num>
  <w:num w:numId="42">
    <w:abstractNumId w:val="21"/>
  </w:num>
  <w:num w:numId="43">
    <w:abstractNumId w:val="47"/>
  </w:num>
  <w:num w:numId="44">
    <w:abstractNumId w:val="1"/>
  </w:num>
  <w:num w:numId="45">
    <w:abstractNumId w:val="50"/>
  </w:num>
  <w:num w:numId="46">
    <w:abstractNumId w:val="30"/>
  </w:num>
  <w:num w:numId="47">
    <w:abstractNumId w:val="36"/>
  </w:num>
  <w:num w:numId="48">
    <w:abstractNumId w:val="44"/>
  </w:num>
  <w:num w:numId="49">
    <w:abstractNumId w:val="8"/>
  </w:num>
  <w:num w:numId="50">
    <w:abstractNumId w:val="17"/>
  </w:num>
  <w:num w:numId="51">
    <w:abstractNumId w:val="3"/>
  </w:num>
  <w:num w:numId="52">
    <w:abstractNumId w:val="6"/>
  </w:num>
  <w:num w:numId="53">
    <w:abstractNumId w:val="49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CE5"/>
    <w:rsid w:val="00003B66"/>
    <w:rsid w:val="000100C0"/>
    <w:rsid w:val="00012CAA"/>
    <w:rsid w:val="000170C2"/>
    <w:rsid w:val="00017324"/>
    <w:rsid w:val="00022635"/>
    <w:rsid w:val="000245ED"/>
    <w:rsid w:val="00026D72"/>
    <w:rsid w:val="0003636F"/>
    <w:rsid w:val="00040A22"/>
    <w:rsid w:val="00042968"/>
    <w:rsid w:val="0004714D"/>
    <w:rsid w:val="00047254"/>
    <w:rsid w:val="000619CD"/>
    <w:rsid w:val="00062FBC"/>
    <w:rsid w:val="000642C2"/>
    <w:rsid w:val="00065035"/>
    <w:rsid w:val="00066DAA"/>
    <w:rsid w:val="00081697"/>
    <w:rsid w:val="00090D4A"/>
    <w:rsid w:val="000939BF"/>
    <w:rsid w:val="0009459C"/>
    <w:rsid w:val="00097408"/>
    <w:rsid w:val="000A142B"/>
    <w:rsid w:val="000A2FDD"/>
    <w:rsid w:val="000A46ED"/>
    <w:rsid w:val="000A6005"/>
    <w:rsid w:val="000A6819"/>
    <w:rsid w:val="000B1B61"/>
    <w:rsid w:val="000B71D8"/>
    <w:rsid w:val="000C0EF1"/>
    <w:rsid w:val="000C375E"/>
    <w:rsid w:val="000C3A88"/>
    <w:rsid w:val="000C48DB"/>
    <w:rsid w:val="000C5984"/>
    <w:rsid w:val="000C59E3"/>
    <w:rsid w:val="000E1FDF"/>
    <w:rsid w:val="000E47B9"/>
    <w:rsid w:val="000F2947"/>
    <w:rsid w:val="00102D79"/>
    <w:rsid w:val="00106026"/>
    <w:rsid w:val="00111AFC"/>
    <w:rsid w:val="00113B68"/>
    <w:rsid w:val="00115524"/>
    <w:rsid w:val="00124368"/>
    <w:rsid w:val="00124DB0"/>
    <w:rsid w:val="001333A0"/>
    <w:rsid w:val="0014766E"/>
    <w:rsid w:val="00151981"/>
    <w:rsid w:val="00161990"/>
    <w:rsid w:val="00163F40"/>
    <w:rsid w:val="001659BD"/>
    <w:rsid w:val="00166C3B"/>
    <w:rsid w:val="00172DAD"/>
    <w:rsid w:val="0017315C"/>
    <w:rsid w:val="00173E87"/>
    <w:rsid w:val="00184BE8"/>
    <w:rsid w:val="00196621"/>
    <w:rsid w:val="001A1C09"/>
    <w:rsid w:val="001A370D"/>
    <w:rsid w:val="001B54BC"/>
    <w:rsid w:val="001B727F"/>
    <w:rsid w:val="001C1B9E"/>
    <w:rsid w:val="001C6BAF"/>
    <w:rsid w:val="001C7970"/>
    <w:rsid w:val="001E0D27"/>
    <w:rsid w:val="001E6117"/>
    <w:rsid w:val="001F75BE"/>
    <w:rsid w:val="00201772"/>
    <w:rsid w:val="00204EED"/>
    <w:rsid w:val="002070C0"/>
    <w:rsid w:val="00207ED2"/>
    <w:rsid w:val="002121A0"/>
    <w:rsid w:val="00216D87"/>
    <w:rsid w:val="0022319D"/>
    <w:rsid w:val="00240E99"/>
    <w:rsid w:val="00250A15"/>
    <w:rsid w:val="00256B85"/>
    <w:rsid w:val="0026074A"/>
    <w:rsid w:val="002674F2"/>
    <w:rsid w:val="00271659"/>
    <w:rsid w:val="002775EC"/>
    <w:rsid w:val="00277CBF"/>
    <w:rsid w:val="0028655C"/>
    <w:rsid w:val="00293B09"/>
    <w:rsid w:val="002944FF"/>
    <w:rsid w:val="002950B5"/>
    <w:rsid w:val="0029566D"/>
    <w:rsid w:val="002C6295"/>
    <w:rsid w:val="002D17D3"/>
    <w:rsid w:val="002D2676"/>
    <w:rsid w:val="002D3B99"/>
    <w:rsid w:val="002D536B"/>
    <w:rsid w:val="002D7AF8"/>
    <w:rsid w:val="002E3842"/>
    <w:rsid w:val="002E6846"/>
    <w:rsid w:val="002F7093"/>
    <w:rsid w:val="00300491"/>
    <w:rsid w:val="00301E42"/>
    <w:rsid w:val="003021AC"/>
    <w:rsid w:val="003121F7"/>
    <w:rsid w:val="00312ADD"/>
    <w:rsid w:val="00313358"/>
    <w:rsid w:val="00313657"/>
    <w:rsid w:val="00316FFE"/>
    <w:rsid w:val="003234A4"/>
    <w:rsid w:val="00337026"/>
    <w:rsid w:val="003471A1"/>
    <w:rsid w:val="0035327B"/>
    <w:rsid w:val="00353297"/>
    <w:rsid w:val="003558E6"/>
    <w:rsid w:val="0035590B"/>
    <w:rsid w:val="00356AD4"/>
    <w:rsid w:val="00357C6A"/>
    <w:rsid w:val="00362F37"/>
    <w:rsid w:val="00364965"/>
    <w:rsid w:val="0036617B"/>
    <w:rsid w:val="00367F31"/>
    <w:rsid w:val="00375FC5"/>
    <w:rsid w:val="00380194"/>
    <w:rsid w:val="0038409B"/>
    <w:rsid w:val="003A5791"/>
    <w:rsid w:val="003A71AD"/>
    <w:rsid w:val="003A734C"/>
    <w:rsid w:val="003B298C"/>
    <w:rsid w:val="003B41CC"/>
    <w:rsid w:val="003B453A"/>
    <w:rsid w:val="003B5F44"/>
    <w:rsid w:val="003B64DE"/>
    <w:rsid w:val="003B6AC4"/>
    <w:rsid w:val="003B75B9"/>
    <w:rsid w:val="003C12BF"/>
    <w:rsid w:val="003C1D69"/>
    <w:rsid w:val="003C4777"/>
    <w:rsid w:val="003C6278"/>
    <w:rsid w:val="003E090D"/>
    <w:rsid w:val="003E1022"/>
    <w:rsid w:val="003E3AC6"/>
    <w:rsid w:val="0040039B"/>
    <w:rsid w:val="004045C1"/>
    <w:rsid w:val="00404DCB"/>
    <w:rsid w:val="00405AC3"/>
    <w:rsid w:val="0040689B"/>
    <w:rsid w:val="00410DF6"/>
    <w:rsid w:val="0041665B"/>
    <w:rsid w:val="00420879"/>
    <w:rsid w:val="00420A27"/>
    <w:rsid w:val="00421865"/>
    <w:rsid w:val="00440B86"/>
    <w:rsid w:val="004479AD"/>
    <w:rsid w:val="00450816"/>
    <w:rsid w:val="0046295B"/>
    <w:rsid w:val="004723E3"/>
    <w:rsid w:val="0047363E"/>
    <w:rsid w:val="004751A9"/>
    <w:rsid w:val="004816BF"/>
    <w:rsid w:val="00492A1D"/>
    <w:rsid w:val="004A095C"/>
    <w:rsid w:val="004A09DE"/>
    <w:rsid w:val="004B42CD"/>
    <w:rsid w:val="004B7570"/>
    <w:rsid w:val="004C6892"/>
    <w:rsid w:val="004D6E4E"/>
    <w:rsid w:val="004E4528"/>
    <w:rsid w:val="004E5421"/>
    <w:rsid w:val="0050003D"/>
    <w:rsid w:val="0050015A"/>
    <w:rsid w:val="00522C9D"/>
    <w:rsid w:val="00522F7A"/>
    <w:rsid w:val="005241E3"/>
    <w:rsid w:val="0053095D"/>
    <w:rsid w:val="0053102E"/>
    <w:rsid w:val="00532F5B"/>
    <w:rsid w:val="0053530F"/>
    <w:rsid w:val="0053538F"/>
    <w:rsid w:val="005353B2"/>
    <w:rsid w:val="005407E2"/>
    <w:rsid w:val="00547362"/>
    <w:rsid w:val="00561897"/>
    <w:rsid w:val="00565419"/>
    <w:rsid w:val="00573FE2"/>
    <w:rsid w:val="005773F1"/>
    <w:rsid w:val="005809EA"/>
    <w:rsid w:val="00596C74"/>
    <w:rsid w:val="005B2C36"/>
    <w:rsid w:val="005B6742"/>
    <w:rsid w:val="005C61EB"/>
    <w:rsid w:val="005D0892"/>
    <w:rsid w:val="005E0651"/>
    <w:rsid w:val="005E09E4"/>
    <w:rsid w:val="005E301D"/>
    <w:rsid w:val="005F414E"/>
    <w:rsid w:val="005F4BEA"/>
    <w:rsid w:val="005F604D"/>
    <w:rsid w:val="00603393"/>
    <w:rsid w:val="00604F17"/>
    <w:rsid w:val="00610DA3"/>
    <w:rsid w:val="00612B94"/>
    <w:rsid w:val="00612F32"/>
    <w:rsid w:val="00614BE6"/>
    <w:rsid w:val="0061543B"/>
    <w:rsid w:val="006415BB"/>
    <w:rsid w:val="00641F94"/>
    <w:rsid w:val="006423A4"/>
    <w:rsid w:val="0065338F"/>
    <w:rsid w:val="00653DDB"/>
    <w:rsid w:val="006606F4"/>
    <w:rsid w:val="0066112F"/>
    <w:rsid w:val="00665EFB"/>
    <w:rsid w:val="006675E9"/>
    <w:rsid w:val="0067045B"/>
    <w:rsid w:val="00677A66"/>
    <w:rsid w:val="00680638"/>
    <w:rsid w:val="0068642F"/>
    <w:rsid w:val="00690E58"/>
    <w:rsid w:val="00694A83"/>
    <w:rsid w:val="0069520C"/>
    <w:rsid w:val="00697D26"/>
    <w:rsid w:val="006A27ED"/>
    <w:rsid w:val="006A295B"/>
    <w:rsid w:val="006A6D13"/>
    <w:rsid w:val="006B4F9D"/>
    <w:rsid w:val="006C2775"/>
    <w:rsid w:val="006D5005"/>
    <w:rsid w:val="006D5F45"/>
    <w:rsid w:val="006D6F9E"/>
    <w:rsid w:val="006E19D2"/>
    <w:rsid w:val="006E4E1F"/>
    <w:rsid w:val="006F3BD8"/>
    <w:rsid w:val="0070722F"/>
    <w:rsid w:val="00707D5C"/>
    <w:rsid w:val="007100F7"/>
    <w:rsid w:val="007132E4"/>
    <w:rsid w:val="007133A3"/>
    <w:rsid w:val="0072431C"/>
    <w:rsid w:val="00727664"/>
    <w:rsid w:val="00734D86"/>
    <w:rsid w:val="007420B0"/>
    <w:rsid w:val="00745303"/>
    <w:rsid w:val="00755FA0"/>
    <w:rsid w:val="00757A16"/>
    <w:rsid w:val="00762E4F"/>
    <w:rsid w:val="007643EA"/>
    <w:rsid w:val="00766608"/>
    <w:rsid w:val="00770A2C"/>
    <w:rsid w:val="007743A5"/>
    <w:rsid w:val="00774B19"/>
    <w:rsid w:val="00780DB8"/>
    <w:rsid w:val="007928AC"/>
    <w:rsid w:val="00794087"/>
    <w:rsid w:val="007A366C"/>
    <w:rsid w:val="007A3C4F"/>
    <w:rsid w:val="007A5810"/>
    <w:rsid w:val="007B1C66"/>
    <w:rsid w:val="007B2035"/>
    <w:rsid w:val="007C2A77"/>
    <w:rsid w:val="007C2B2C"/>
    <w:rsid w:val="007C42A4"/>
    <w:rsid w:val="007C4B55"/>
    <w:rsid w:val="007C63D1"/>
    <w:rsid w:val="007C66B0"/>
    <w:rsid w:val="007D073E"/>
    <w:rsid w:val="007E487D"/>
    <w:rsid w:val="007F01EE"/>
    <w:rsid w:val="00800F42"/>
    <w:rsid w:val="00807A87"/>
    <w:rsid w:val="00814049"/>
    <w:rsid w:val="00814C03"/>
    <w:rsid w:val="008202B2"/>
    <w:rsid w:val="00822A2A"/>
    <w:rsid w:val="008243BD"/>
    <w:rsid w:val="00832D13"/>
    <w:rsid w:val="00833D07"/>
    <w:rsid w:val="0083594C"/>
    <w:rsid w:val="008371A7"/>
    <w:rsid w:val="00845FBD"/>
    <w:rsid w:val="0085301F"/>
    <w:rsid w:val="0085533A"/>
    <w:rsid w:val="008603FF"/>
    <w:rsid w:val="008605F7"/>
    <w:rsid w:val="00863D09"/>
    <w:rsid w:val="008736B7"/>
    <w:rsid w:val="0087753E"/>
    <w:rsid w:val="0088560A"/>
    <w:rsid w:val="0088624E"/>
    <w:rsid w:val="00887C44"/>
    <w:rsid w:val="00896E2F"/>
    <w:rsid w:val="008A0E0D"/>
    <w:rsid w:val="008A3CAC"/>
    <w:rsid w:val="008A65F2"/>
    <w:rsid w:val="008B24C1"/>
    <w:rsid w:val="008B74A7"/>
    <w:rsid w:val="008C0D43"/>
    <w:rsid w:val="008C1C90"/>
    <w:rsid w:val="008C3DEE"/>
    <w:rsid w:val="008C7E31"/>
    <w:rsid w:val="008D1EF2"/>
    <w:rsid w:val="008D3D23"/>
    <w:rsid w:val="008D40CA"/>
    <w:rsid w:val="008E1A06"/>
    <w:rsid w:val="008E394F"/>
    <w:rsid w:val="008E3A37"/>
    <w:rsid w:val="008E58E5"/>
    <w:rsid w:val="008E754E"/>
    <w:rsid w:val="008F3657"/>
    <w:rsid w:val="008F6476"/>
    <w:rsid w:val="00903634"/>
    <w:rsid w:val="009047A1"/>
    <w:rsid w:val="00904BC7"/>
    <w:rsid w:val="00905904"/>
    <w:rsid w:val="00910371"/>
    <w:rsid w:val="00915CBE"/>
    <w:rsid w:val="00916934"/>
    <w:rsid w:val="00923DE8"/>
    <w:rsid w:val="0092442A"/>
    <w:rsid w:val="00930982"/>
    <w:rsid w:val="00932DD7"/>
    <w:rsid w:val="009400E3"/>
    <w:rsid w:val="00946780"/>
    <w:rsid w:val="00947244"/>
    <w:rsid w:val="009477A2"/>
    <w:rsid w:val="00951F8C"/>
    <w:rsid w:val="0095200B"/>
    <w:rsid w:val="009547BB"/>
    <w:rsid w:val="00955F0F"/>
    <w:rsid w:val="00957C31"/>
    <w:rsid w:val="00966E32"/>
    <w:rsid w:val="009719FE"/>
    <w:rsid w:val="009746BB"/>
    <w:rsid w:val="00976D19"/>
    <w:rsid w:val="00983744"/>
    <w:rsid w:val="00986B6B"/>
    <w:rsid w:val="00987EEA"/>
    <w:rsid w:val="00994DD6"/>
    <w:rsid w:val="009950A9"/>
    <w:rsid w:val="009951FD"/>
    <w:rsid w:val="009972B3"/>
    <w:rsid w:val="009A699F"/>
    <w:rsid w:val="009B7E11"/>
    <w:rsid w:val="009C322F"/>
    <w:rsid w:val="009D0BF4"/>
    <w:rsid w:val="009E1B42"/>
    <w:rsid w:val="009E4680"/>
    <w:rsid w:val="009E4E00"/>
    <w:rsid w:val="009F2FA2"/>
    <w:rsid w:val="00A01351"/>
    <w:rsid w:val="00A01904"/>
    <w:rsid w:val="00A038FA"/>
    <w:rsid w:val="00A04CE5"/>
    <w:rsid w:val="00A06459"/>
    <w:rsid w:val="00A11AA1"/>
    <w:rsid w:val="00A1551B"/>
    <w:rsid w:val="00A219E5"/>
    <w:rsid w:val="00A2338B"/>
    <w:rsid w:val="00A26083"/>
    <w:rsid w:val="00A27D53"/>
    <w:rsid w:val="00A31021"/>
    <w:rsid w:val="00A3154F"/>
    <w:rsid w:val="00A34CED"/>
    <w:rsid w:val="00A40219"/>
    <w:rsid w:val="00A40AE8"/>
    <w:rsid w:val="00A44818"/>
    <w:rsid w:val="00A46865"/>
    <w:rsid w:val="00A50CC3"/>
    <w:rsid w:val="00A52FA9"/>
    <w:rsid w:val="00A704F3"/>
    <w:rsid w:val="00A81CBA"/>
    <w:rsid w:val="00A82006"/>
    <w:rsid w:val="00A838C1"/>
    <w:rsid w:val="00A920D3"/>
    <w:rsid w:val="00A946B2"/>
    <w:rsid w:val="00AA23D1"/>
    <w:rsid w:val="00AB77F9"/>
    <w:rsid w:val="00AD137F"/>
    <w:rsid w:val="00AD2AB8"/>
    <w:rsid w:val="00AD43C4"/>
    <w:rsid w:val="00AD5297"/>
    <w:rsid w:val="00AD6059"/>
    <w:rsid w:val="00AD62F4"/>
    <w:rsid w:val="00AE323A"/>
    <w:rsid w:val="00AE743F"/>
    <w:rsid w:val="00AF6696"/>
    <w:rsid w:val="00B012DD"/>
    <w:rsid w:val="00B04AA4"/>
    <w:rsid w:val="00B14162"/>
    <w:rsid w:val="00B20A1C"/>
    <w:rsid w:val="00B21930"/>
    <w:rsid w:val="00B21E6E"/>
    <w:rsid w:val="00B260CF"/>
    <w:rsid w:val="00B32605"/>
    <w:rsid w:val="00B34F0A"/>
    <w:rsid w:val="00B41868"/>
    <w:rsid w:val="00B43E59"/>
    <w:rsid w:val="00B46C90"/>
    <w:rsid w:val="00B51998"/>
    <w:rsid w:val="00B556FE"/>
    <w:rsid w:val="00B658BC"/>
    <w:rsid w:val="00B716C9"/>
    <w:rsid w:val="00B76A3A"/>
    <w:rsid w:val="00B776AC"/>
    <w:rsid w:val="00B77E79"/>
    <w:rsid w:val="00B803EC"/>
    <w:rsid w:val="00B83844"/>
    <w:rsid w:val="00B85569"/>
    <w:rsid w:val="00B87C4C"/>
    <w:rsid w:val="00B9444F"/>
    <w:rsid w:val="00BB4D20"/>
    <w:rsid w:val="00BB52C6"/>
    <w:rsid w:val="00BB6220"/>
    <w:rsid w:val="00BB6456"/>
    <w:rsid w:val="00BD4221"/>
    <w:rsid w:val="00BD4E67"/>
    <w:rsid w:val="00BE6697"/>
    <w:rsid w:val="00BE7302"/>
    <w:rsid w:val="00C00429"/>
    <w:rsid w:val="00C05610"/>
    <w:rsid w:val="00C05990"/>
    <w:rsid w:val="00C1095B"/>
    <w:rsid w:val="00C110B5"/>
    <w:rsid w:val="00C14D92"/>
    <w:rsid w:val="00C1774C"/>
    <w:rsid w:val="00C21062"/>
    <w:rsid w:val="00C252AA"/>
    <w:rsid w:val="00C26CC9"/>
    <w:rsid w:val="00C30FAF"/>
    <w:rsid w:val="00C32A02"/>
    <w:rsid w:val="00C4002A"/>
    <w:rsid w:val="00C42053"/>
    <w:rsid w:val="00C566F3"/>
    <w:rsid w:val="00C67EE0"/>
    <w:rsid w:val="00C73C63"/>
    <w:rsid w:val="00C743A6"/>
    <w:rsid w:val="00C91212"/>
    <w:rsid w:val="00C9712E"/>
    <w:rsid w:val="00CA793F"/>
    <w:rsid w:val="00CB5EED"/>
    <w:rsid w:val="00CB7C30"/>
    <w:rsid w:val="00CC51C1"/>
    <w:rsid w:val="00CC5B89"/>
    <w:rsid w:val="00CC6049"/>
    <w:rsid w:val="00CD0BBC"/>
    <w:rsid w:val="00CD2D36"/>
    <w:rsid w:val="00CD3C18"/>
    <w:rsid w:val="00CD7D7E"/>
    <w:rsid w:val="00CE0906"/>
    <w:rsid w:val="00CE1B21"/>
    <w:rsid w:val="00CE2261"/>
    <w:rsid w:val="00CF4873"/>
    <w:rsid w:val="00CF56B5"/>
    <w:rsid w:val="00D02CD5"/>
    <w:rsid w:val="00D03F6D"/>
    <w:rsid w:val="00D045FF"/>
    <w:rsid w:val="00D05F48"/>
    <w:rsid w:val="00D06C69"/>
    <w:rsid w:val="00D07842"/>
    <w:rsid w:val="00D11781"/>
    <w:rsid w:val="00D117AE"/>
    <w:rsid w:val="00D21751"/>
    <w:rsid w:val="00D26856"/>
    <w:rsid w:val="00D34C6B"/>
    <w:rsid w:val="00D355F5"/>
    <w:rsid w:val="00D3587E"/>
    <w:rsid w:val="00D37B81"/>
    <w:rsid w:val="00D475F8"/>
    <w:rsid w:val="00D554F7"/>
    <w:rsid w:val="00D7103C"/>
    <w:rsid w:val="00D73433"/>
    <w:rsid w:val="00D77040"/>
    <w:rsid w:val="00D838CB"/>
    <w:rsid w:val="00D90998"/>
    <w:rsid w:val="00D92519"/>
    <w:rsid w:val="00D94310"/>
    <w:rsid w:val="00D9654D"/>
    <w:rsid w:val="00D975A7"/>
    <w:rsid w:val="00DA289A"/>
    <w:rsid w:val="00DA43A8"/>
    <w:rsid w:val="00DA7A05"/>
    <w:rsid w:val="00DC6E2A"/>
    <w:rsid w:val="00DD3617"/>
    <w:rsid w:val="00DE2C8E"/>
    <w:rsid w:val="00DE7424"/>
    <w:rsid w:val="00DF11DC"/>
    <w:rsid w:val="00DF358C"/>
    <w:rsid w:val="00DF62C5"/>
    <w:rsid w:val="00DF67AE"/>
    <w:rsid w:val="00E0298F"/>
    <w:rsid w:val="00E10A3F"/>
    <w:rsid w:val="00E23F11"/>
    <w:rsid w:val="00E25A0C"/>
    <w:rsid w:val="00E25C3E"/>
    <w:rsid w:val="00E32A94"/>
    <w:rsid w:val="00E4504D"/>
    <w:rsid w:val="00E45251"/>
    <w:rsid w:val="00E465A1"/>
    <w:rsid w:val="00E4707C"/>
    <w:rsid w:val="00E55557"/>
    <w:rsid w:val="00E56055"/>
    <w:rsid w:val="00E56477"/>
    <w:rsid w:val="00E56C1D"/>
    <w:rsid w:val="00E57C5C"/>
    <w:rsid w:val="00E62BF5"/>
    <w:rsid w:val="00E64C48"/>
    <w:rsid w:val="00E67F93"/>
    <w:rsid w:val="00E71B85"/>
    <w:rsid w:val="00E75902"/>
    <w:rsid w:val="00E86887"/>
    <w:rsid w:val="00E943F0"/>
    <w:rsid w:val="00E94CF1"/>
    <w:rsid w:val="00E95A50"/>
    <w:rsid w:val="00E9696E"/>
    <w:rsid w:val="00EA40BE"/>
    <w:rsid w:val="00EA50AF"/>
    <w:rsid w:val="00EB1C47"/>
    <w:rsid w:val="00EB2785"/>
    <w:rsid w:val="00EB30CB"/>
    <w:rsid w:val="00EC0663"/>
    <w:rsid w:val="00EC30FE"/>
    <w:rsid w:val="00F02329"/>
    <w:rsid w:val="00F175E9"/>
    <w:rsid w:val="00F275CE"/>
    <w:rsid w:val="00F27D43"/>
    <w:rsid w:val="00F339E1"/>
    <w:rsid w:val="00F3764B"/>
    <w:rsid w:val="00F42634"/>
    <w:rsid w:val="00F432AB"/>
    <w:rsid w:val="00F4371B"/>
    <w:rsid w:val="00F44B66"/>
    <w:rsid w:val="00F57668"/>
    <w:rsid w:val="00F66D47"/>
    <w:rsid w:val="00F71565"/>
    <w:rsid w:val="00F804B8"/>
    <w:rsid w:val="00F822FE"/>
    <w:rsid w:val="00F84E53"/>
    <w:rsid w:val="00F95139"/>
    <w:rsid w:val="00FA0665"/>
    <w:rsid w:val="00FA736F"/>
    <w:rsid w:val="00FB23E0"/>
    <w:rsid w:val="00FB38E4"/>
    <w:rsid w:val="00FB51C8"/>
    <w:rsid w:val="00FB677A"/>
    <w:rsid w:val="00FB7ABB"/>
    <w:rsid w:val="00FC10B1"/>
    <w:rsid w:val="00FC6481"/>
    <w:rsid w:val="00FD39AA"/>
    <w:rsid w:val="00FF3127"/>
    <w:rsid w:val="00FF3BDB"/>
    <w:rsid w:val="00FF56B5"/>
    <w:rsid w:val="00FF5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42B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4D20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4D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DefaultParagraphFont"/>
    <w:link w:val="1"/>
    <w:uiPriority w:val="99"/>
    <w:locked/>
    <w:rsid w:val="00F71565"/>
    <w:rPr>
      <w:rFonts w:ascii="Trebuchet MS" w:hAnsi="Trebuchet MS" w:cs="Trebuchet MS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Bodytext"/>
    <w:uiPriority w:val="99"/>
    <w:rsid w:val="00F71565"/>
    <w:pPr>
      <w:widowControl w:val="0"/>
      <w:shd w:val="clear" w:color="auto" w:fill="FFFFFF"/>
      <w:spacing w:after="120" w:line="240" w:lineRule="atLeast"/>
      <w:jc w:val="both"/>
    </w:pPr>
    <w:rPr>
      <w:rFonts w:ascii="Trebuchet MS" w:hAnsi="Trebuchet MS" w:cs="Trebuchet MS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FB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7A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121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121F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121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121F7"/>
    <w:rPr>
      <w:rFonts w:cs="Times New Roman"/>
    </w:rPr>
  </w:style>
  <w:style w:type="paragraph" w:styleId="NoSpacing">
    <w:name w:val="No Spacing"/>
    <w:uiPriority w:val="99"/>
    <w:qFormat/>
    <w:rsid w:val="00353297"/>
    <w:rPr>
      <w:lang w:val="uk-UA" w:eastAsia="en-US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9A699F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2">
    <w:name w:val="Основной текст (2)"/>
    <w:basedOn w:val="DefaultParagraphFont"/>
    <w:uiPriority w:val="99"/>
    <w:rsid w:val="009A699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paragraph" w:customStyle="1" w:styleId="11">
    <w:name w:val="Заголовок №1"/>
    <w:basedOn w:val="Normal"/>
    <w:link w:val="10"/>
    <w:uiPriority w:val="99"/>
    <w:rsid w:val="009A699F"/>
    <w:pPr>
      <w:widowControl w:val="0"/>
      <w:shd w:val="clear" w:color="auto" w:fill="FFFFFF"/>
      <w:spacing w:after="600" w:line="240" w:lineRule="atLeast"/>
      <w:jc w:val="center"/>
      <w:outlineLvl w:val="0"/>
    </w:pPr>
    <w:rPr>
      <w:rFonts w:ascii="Times New Roman" w:eastAsia="Times New Roman" w:hAnsi="Times New Roman"/>
      <w:sz w:val="40"/>
      <w:szCs w:val="40"/>
    </w:rPr>
  </w:style>
  <w:style w:type="paragraph" w:styleId="ListParagraph">
    <w:name w:val="List Paragraph"/>
    <w:basedOn w:val="Normal"/>
    <w:uiPriority w:val="99"/>
    <w:qFormat/>
    <w:rsid w:val="009A699F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customStyle="1" w:styleId="112">
    <w:name w:val="Заголовок №11 (2)_"/>
    <w:basedOn w:val="DefaultParagraphFont"/>
    <w:link w:val="1120"/>
    <w:uiPriority w:val="99"/>
    <w:locked/>
    <w:rsid w:val="0066112F"/>
    <w:rPr>
      <w:rFonts w:ascii="Times New Roman" w:hAnsi="Times New Roman" w:cs="Times New Roman"/>
      <w:sz w:val="42"/>
      <w:szCs w:val="42"/>
      <w:shd w:val="clear" w:color="auto" w:fill="FFFFFF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66112F"/>
    <w:rPr>
      <w:rFonts w:ascii="Times New Roman" w:hAnsi="Times New Roman" w:cs="Times New Roman"/>
      <w:sz w:val="46"/>
      <w:szCs w:val="46"/>
      <w:shd w:val="clear" w:color="auto" w:fill="FFFFFF"/>
    </w:rPr>
  </w:style>
  <w:style w:type="character" w:customStyle="1" w:styleId="1121">
    <w:name w:val="Заголовок №11 (2) + Курсив"/>
    <w:aliases w:val="Интервал 1 pt"/>
    <w:basedOn w:val="112"/>
    <w:uiPriority w:val="99"/>
    <w:rsid w:val="0066112F"/>
    <w:rPr>
      <w:i/>
      <w:iCs/>
      <w:color w:val="000000"/>
      <w:spacing w:val="30"/>
      <w:w w:val="100"/>
      <w:position w:val="0"/>
      <w:lang w:val="uk-UA" w:eastAsia="uk-UA"/>
    </w:rPr>
  </w:style>
  <w:style w:type="character" w:customStyle="1" w:styleId="20">
    <w:name w:val="Основной текст (2) + Полужирный"/>
    <w:basedOn w:val="21"/>
    <w:uiPriority w:val="99"/>
    <w:rsid w:val="0066112F"/>
    <w:rPr>
      <w:b/>
      <w:bCs/>
    </w:rPr>
  </w:style>
  <w:style w:type="character" w:customStyle="1" w:styleId="21">
    <w:name w:val="Основной текст (2)_"/>
    <w:basedOn w:val="DefaultParagraphFont"/>
    <w:uiPriority w:val="99"/>
    <w:rsid w:val="0066112F"/>
    <w:rPr>
      <w:rFonts w:ascii="Times New Roman" w:hAnsi="Times New Roman" w:cs="Times New Roman"/>
      <w:sz w:val="40"/>
      <w:szCs w:val="40"/>
      <w:u w:val="none"/>
    </w:rPr>
  </w:style>
  <w:style w:type="character" w:customStyle="1" w:styleId="22">
    <w:name w:val="Основной текст (2) + Малые прописные"/>
    <w:basedOn w:val="21"/>
    <w:uiPriority w:val="99"/>
    <w:rsid w:val="0066112F"/>
    <w:rPr>
      <w:smallCaps/>
      <w:color w:val="000000"/>
      <w:spacing w:val="0"/>
      <w:w w:val="100"/>
      <w:position w:val="0"/>
      <w:lang w:val="uk-UA" w:eastAsia="uk-UA"/>
    </w:rPr>
  </w:style>
  <w:style w:type="character" w:customStyle="1" w:styleId="23">
    <w:name w:val="Основной текст (2) + Курсив"/>
    <w:basedOn w:val="21"/>
    <w:uiPriority w:val="99"/>
    <w:rsid w:val="0066112F"/>
    <w:rPr>
      <w:i/>
      <w:iCs/>
      <w:color w:val="000000"/>
      <w:spacing w:val="0"/>
      <w:w w:val="100"/>
      <w:position w:val="0"/>
      <w:lang w:val="uk-UA" w:eastAsia="uk-UA"/>
    </w:rPr>
  </w:style>
  <w:style w:type="character" w:customStyle="1" w:styleId="15">
    <w:name w:val="Основной текст (15)_"/>
    <w:basedOn w:val="DefaultParagraphFont"/>
    <w:link w:val="150"/>
    <w:uiPriority w:val="99"/>
    <w:locked/>
    <w:rsid w:val="0066112F"/>
    <w:rPr>
      <w:rFonts w:ascii="Times New Roman" w:hAnsi="Times New Roman" w:cs="Times New Roman"/>
      <w:sz w:val="50"/>
      <w:szCs w:val="50"/>
      <w:shd w:val="clear" w:color="auto" w:fill="FFFFFF"/>
    </w:rPr>
  </w:style>
  <w:style w:type="character" w:customStyle="1" w:styleId="1520pt">
    <w:name w:val="Основной текст (15) + 20 pt"/>
    <w:basedOn w:val="15"/>
    <w:uiPriority w:val="99"/>
    <w:rsid w:val="0066112F"/>
    <w:rPr>
      <w:color w:val="000000"/>
      <w:spacing w:val="0"/>
      <w:w w:val="100"/>
      <w:position w:val="0"/>
      <w:sz w:val="40"/>
      <w:szCs w:val="40"/>
      <w:lang w:val="uk-UA" w:eastAsia="uk-UA"/>
    </w:rPr>
  </w:style>
  <w:style w:type="character" w:customStyle="1" w:styleId="221pt">
    <w:name w:val="Основной текст (2) + 21 pt"/>
    <w:basedOn w:val="21"/>
    <w:uiPriority w:val="99"/>
    <w:rsid w:val="0066112F"/>
    <w:rPr>
      <w:color w:val="000000"/>
      <w:spacing w:val="0"/>
      <w:w w:val="100"/>
      <w:position w:val="0"/>
      <w:sz w:val="42"/>
      <w:szCs w:val="42"/>
      <w:lang w:val="uk-UA" w:eastAsia="uk-UA"/>
    </w:rPr>
  </w:style>
  <w:style w:type="character" w:customStyle="1" w:styleId="151">
    <w:name w:val="Основной текст (15) + Малые прописные"/>
    <w:basedOn w:val="15"/>
    <w:uiPriority w:val="99"/>
    <w:rsid w:val="0066112F"/>
    <w:rPr>
      <w:smallCaps/>
      <w:color w:val="000000"/>
      <w:spacing w:val="0"/>
      <w:w w:val="100"/>
      <w:position w:val="0"/>
      <w:lang w:val="uk-UA" w:eastAsia="uk-UA"/>
    </w:rPr>
  </w:style>
  <w:style w:type="character" w:customStyle="1" w:styleId="225pt">
    <w:name w:val="Основной текст (2) + 25 pt"/>
    <w:basedOn w:val="21"/>
    <w:uiPriority w:val="99"/>
    <w:rsid w:val="0066112F"/>
    <w:rPr>
      <w:color w:val="000000"/>
      <w:spacing w:val="0"/>
      <w:w w:val="100"/>
      <w:position w:val="0"/>
      <w:sz w:val="50"/>
      <w:szCs w:val="50"/>
      <w:lang w:val="uk-UA" w:eastAsia="uk-UA"/>
    </w:rPr>
  </w:style>
  <w:style w:type="character" w:customStyle="1" w:styleId="2TrebuchetMS">
    <w:name w:val="Основной текст (2) + Trebuchet MS"/>
    <w:aliases w:val="23 pt,Интервал 0 pt"/>
    <w:basedOn w:val="21"/>
    <w:uiPriority w:val="99"/>
    <w:rsid w:val="0066112F"/>
    <w:rPr>
      <w:rFonts w:ascii="Trebuchet MS" w:hAnsi="Trebuchet MS" w:cs="Trebuchet MS"/>
      <w:color w:val="000000"/>
      <w:spacing w:val="-10"/>
      <w:w w:val="100"/>
      <w:position w:val="0"/>
      <w:sz w:val="46"/>
      <w:szCs w:val="46"/>
      <w:lang w:val="uk-UA" w:eastAsia="uk-UA"/>
    </w:rPr>
  </w:style>
  <w:style w:type="paragraph" w:customStyle="1" w:styleId="1120">
    <w:name w:val="Заголовок №11 (2)"/>
    <w:basedOn w:val="Normal"/>
    <w:link w:val="112"/>
    <w:uiPriority w:val="99"/>
    <w:rsid w:val="0066112F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="Times New Roman" w:hAnsi="Times New Roman"/>
      <w:sz w:val="42"/>
      <w:szCs w:val="42"/>
    </w:rPr>
  </w:style>
  <w:style w:type="paragraph" w:customStyle="1" w:styleId="30">
    <w:name w:val="Основной текст (3)"/>
    <w:basedOn w:val="Normal"/>
    <w:link w:val="3"/>
    <w:uiPriority w:val="99"/>
    <w:rsid w:val="0066112F"/>
    <w:pPr>
      <w:widowControl w:val="0"/>
      <w:shd w:val="clear" w:color="auto" w:fill="FFFFFF"/>
      <w:spacing w:after="60" w:line="240" w:lineRule="atLeast"/>
    </w:pPr>
    <w:rPr>
      <w:rFonts w:ascii="Times New Roman" w:eastAsia="Times New Roman" w:hAnsi="Times New Roman"/>
      <w:sz w:val="46"/>
      <w:szCs w:val="46"/>
    </w:rPr>
  </w:style>
  <w:style w:type="paragraph" w:customStyle="1" w:styleId="150">
    <w:name w:val="Основной текст (15)"/>
    <w:basedOn w:val="Normal"/>
    <w:link w:val="15"/>
    <w:uiPriority w:val="99"/>
    <w:rsid w:val="0066112F"/>
    <w:pPr>
      <w:widowControl w:val="0"/>
      <w:shd w:val="clear" w:color="auto" w:fill="FFFFFF"/>
      <w:spacing w:after="0" w:line="490" w:lineRule="exact"/>
      <w:jc w:val="both"/>
    </w:pPr>
    <w:rPr>
      <w:rFonts w:ascii="Times New Roman" w:eastAsia="Times New Roman" w:hAnsi="Times New Roman"/>
      <w:sz w:val="50"/>
      <w:szCs w:val="50"/>
    </w:rPr>
  </w:style>
  <w:style w:type="character" w:customStyle="1" w:styleId="a">
    <w:name w:val="Колонтитул_"/>
    <w:basedOn w:val="DefaultParagraphFont"/>
    <w:uiPriority w:val="99"/>
    <w:rsid w:val="00762E4F"/>
    <w:rPr>
      <w:rFonts w:ascii="Times New Roman" w:hAnsi="Times New Roman" w:cs="Times New Roman"/>
      <w:spacing w:val="10"/>
      <w:sz w:val="19"/>
      <w:szCs w:val="19"/>
      <w:u w:val="none"/>
    </w:rPr>
  </w:style>
  <w:style w:type="character" w:customStyle="1" w:styleId="a0">
    <w:name w:val="Колонтитул"/>
    <w:basedOn w:val="a"/>
    <w:uiPriority w:val="99"/>
    <w:rsid w:val="00762E4F"/>
    <w:rPr>
      <w:color w:val="000000"/>
      <w:w w:val="100"/>
      <w:position w:val="0"/>
      <w:lang w:val="uk-UA" w:eastAsia="uk-UA"/>
    </w:rPr>
  </w:style>
  <w:style w:type="character" w:customStyle="1" w:styleId="2Corbel">
    <w:name w:val="Основной текст (2) + Corbel"/>
    <w:aliases w:val="11,5 pt,Не полужирный,Интервал -1 pt"/>
    <w:basedOn w:val="21"/>
    <w:uiPriority w:val="99"/>
    <w:rsid w:val="001B727F"/>
    <w:rPr>
      <w:rFonts w:ascii="Corbel" w:hAnsi="Corbel" w:cs="Corbel"/>
      <w:b/>
      <w:bCs/>
      <w:color w:val="000000"/>
      <w:spacing w:val="-30"/>
      <w:w w:val="100"/>
      <w:position w:val="0"/>
      <w:sz w:val="23"/>
      <w:szCs w:val="23"/>
      <w:lang w:val="uk-UA" w:eastAsia="uk-UA"/>
    </w:rPr>
  </w:style>
  <w:style w:type="character" w:customStyle="1" w:styleId="2Calibri">
    <w:name w:val="Основной текст (2) + Calibri"/>
    <w:aliases w:val="5,5 pt1,Не полужирный1,Интервал 0 pt1"/>
    <w:basedOn w:val="21"/>
    <w:uiPriority w:val="99"/>
    <w:rsid w:val="001B727F"/>
    <w:rPr>
      <w:rFonts w:ascii="Calibri" w:hAnsi="Calibri" w:cs="Calibri"/>
      <w:b/>
      <w:bCs/>
      <w:color w:val="000000"/>
      <w:spacing w:val="10"/>
      <w:w w:val="100"/>
      <w:position w:val="0"/>
      <w:sz w:val="11"/>
      <w:szCs w:val="11"/>
      <w:lang w:val="uk-UA" w:eastAsia="uk-UA"/>
    </w:rPr>
  </w:style>
  <w:style w:type="character" w:customStyle="1" w:styleId="21pt">
    <w:name w:val="Основной текст (2) + Интервал 1 pt"/>
    <w:basedOn w:val="21"/>
    <w:uiPriority w:val="99"/>
    <w:rsid w:val="001B727F"/>
    <w:rPr>
      <w:b/>
      <w:bCs/>
      <w:color w:val="000000"/>
      <w:spacing w:val="20"/>
      <w:w w:val="100"/>
      <w:position w:val="0"/>
      <w:sz w:val="20"/>
      <w:szCs w:val="20"/>
      <w:lang w:val="uk-UA" w:eastAsia="uk-UA"/>
    </w:rPr>
  </w:style>
  <w:style w:type="paragraph" w:customStyle="1" w:styleId="12">
    <w:name w:val="Без интервала1"/>
    <w:uiPriority w:val="99"/>
    <w:rsid w:val="00A01351"/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rsid w:val="00896E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4E542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2152</TotalTime>
  <Pages>2</Pages>
  <Words>594</Words>
  <Characters>3388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Анжела</cp:lastModifiedBy>
  <cp:revision>499</cp:revision>
  <cp:lastPrinted>2022-08-08T07:13:00Z</cp:lastPrinted>
  <dcterms:created xsi:type="dcterms:W3CDTF">2021-01-15T07:42:00Z</dcterms:created>
  <dcterms:modified xsi:type="dcterms:W3CDTF">2022-08-26T06:45:00Z</dcterms:modified>
</cp:coreProperties>
</file>