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65" w:rsidRDefault="00536E65" w:rsidP="00EB2A62">
      <w:pPr>
        <w:tabs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</w:p>
    <w:p w:rsidR="00536E65" w:rsidRPr="00617FC3" w:rsidRDefault="00536E65" w:rsidP="00617FC3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617FC3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6" o:title=""/>
          </v:shape>
        </w:pict>
      </w:r>
    </w:p>
    <w:p w:rsidR="00536E65" w:rsidRPr="00617FC3" w:rsidRDefault="00536E65" w:rsidP="00617FC3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uk-UA"/>
        </w:rPr>
      </w:pPr>
      <w:r w:rsidRPr="00617FC3">
        <w:rPr>
          <w:rFonts w:ascii="Times New Roman" w:hAnsi="Times New Roman"/>
          <w:sz w:val="40"/>
          <w:szCs w:val="40"/>
          <w:lang w:eastAsia="uk-UA"/>
        </w:rPr>
        <w:t>ПЕРВОМАЙСЬКА   МІСЬКА</w:t>
      </w:r>
      <w:r w:rsidRPr="00617FC3">
        <w:rPr>
          <w:rFonts w:ascii="Times New Roman" w:hAnsi="Times New Roman"/>
          <w:sz w:val="36"/>
          <w:szCs w:val="36"/>
          <w:lang w:eastAsia="uk-UA"/>
        </w:rPr>
        <w:t xml:space="preserve">   </w:t>
      </w:r>
      <w:r w:rsidRPr="00617FC3">
        <w:rPr>
          <w:rFonts w:ascii="Times New Roman" w:hAnsi="Times New Roman"/>
          <w:sz w:val="40"/>
          <w:szCs w:val="40"/>
          <w:lang w:eastAsia="uk-UA"/>
        </w:rPr>
        <w:t>РАДА</w:t>
      </w:r>
    </w:p>
    <w:p w:rsidR="00536E65" w:rsidRPr="00617FC3" w:rsidRDefault="00536E65" w:rsidP="00617FC3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r w:rsidRPr="00617FC3">
        <w:rPr>
          <w:rFonts w:ascii="Times New Roman" w:hAnsi="Times New Roman"/>
          <w:sz w:val="40"/>
          <w:szCs w:val="40"/>
          <w:lang w:eastAsia="uk-UA"/>
        </w:rPr>
        <w:t xml:space="preserve">Миколаївської </w:t>
      </w:r>
      <w:r w:rsidRPr="00617FC3">
        <w:rPr>
          <w:rFonts w:ascii="Times New Roman" w:hAnsi="Times New Roman"/>
          <w:sz w:val="32"/>
          <w:szCs w:val="32"/>
          <w:lang w:eastAsia="uk-UA"/>
        </w:rPr>
        <w:t xml:space="preserve"> </w:t>
      </w:r>
      <w:r w:rsidRPr="00617FC3">
        <w:rPr>
          <w:rFonts w:ascii="Times New Roman" w:hAnsi="Times New Roman"/>
          <w:sz w:val="40"/>
          <w:szCs w:val="40"/>
          <w:lang w:eastAsia="uk-UA"/>
        </w:rPr>
        <w:t>області</w:t>
      </w:r>
    </w:p>
    <w:p w:rsidR="00536E65" w:rsidRPr="00617FC3" w:rsidRDefault="00536E65" w:rsidP="00617F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 w:rsidRPr="00617FC3">
        <w:rPr>
          <w:rFonts w:ascii="Times New Roman" w:hAnsi="Times New Roman"/>
          <w:sz w:val="32"/>
          <w:szCs w:val="32"/>
          <w:u w:val="single"/>
          <w:lang w:eastAsia="uk-UA"/>
        </w:rPr>
        <w:t>2</w:t>
      </w:r>
      <w:r w:rsidRPr="00617FC3">
        <w:rPr>
          <w:rFonts w:ascii="Times New Roman" w:hAnsi="Times New Roman"/>
          <w:sz w:val="32"/>
          <w:szCs w:val="32"/>
          <w:u w:val="single"/>
          <w:lang w:val="uk-UA" w:eastAsia="uk-UA"/>
        </w:rPr>
        <w:t>5</w:t>
      </w:r>
      <w:r w:rsidRPr="00617FC3">
        <w:rPr>
          <w:rFonts w:ascii="Times New Roman" w:hAnsi="Times New Roman"/>
          <w:sz w:val="32"/>
          <w:szCs w:val="32"/>
          <w:lang w:eastAsia="uk-UA"/>
        </w:rPr>
        <w:t xml:space="preserve"> СЕСІЯ     </w:t>
      </w:r>
      <w:r w:rsidRPr="00617FC3">
        <w:rPr>
          <w:rFonts w:ascii="Times New Roman" w:hAnsi="Times New Roman"/>
          <w:sz w:val="32"/>
          <w:szCs w:val="32"/>
          <w:u w:val="single"/>
          <w:lang w:eastAsia="uk-UA"/>
        </w:rPr>
        <w:t xml:space="preserve">VІІІ </w:t>
      </w:r>
      <w:r w:rsidRPr="00617FC3">
        <w:rPr>
          <w:rFonts w:ascii="Times New Roman" w:hAnsi="Times New Roman"/>
          <w:sz w:val="32"/>
          <w:szCs w:val="32"/>
          <w:lang w:eastAsia="uk-UA"/>
        </w:rPr>
        <w:t>СКЛИКАННЯ</w:t>
      </w:r>
    </w:p>
    <w:p w:rsidR="00536E65" w:rsidRPr="00617FC3" w:rsidRDefault="00536E65" w:rsidP="00617F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617FC3">
        <w:rPr>
          <w:rFonts w:ascii="Times New Roman" w:hAnsi="Times New Roman"/>
          <w:sz w:val="24"/>
          <w:szCs w:val="24"/>
          <w:lang w:eastAsia="uk-UA"/>
        </w:rPr>
        <w:tab/>
      </w:r>
      <w:r w:rsidRPr="00617FC3">
        <w:rPr>
          <w:rFonts w:ascii="Times New Roman" w:hAnsi="Times New Roman"/>
          <w:sz w:val="24"/>
          <w:szCs w:val="24"/>
          <w:lang w:eastAsia="uk-UA"/>
        </w:rPr>
        <w:tab/>
      </w:r>
      <w:r w:rsidRPr="00617FC3">
        <w:rPr>
          <w:rFonts w:ascii="Times New Roman" w:hAnsi="Times New Roman"/>
          <w:sz w:val="24"/>
          <w:szCs w:val="24"/>
          <w:lang w:eastAsia="uk-UA"/>
        </w:rPr>
        <w:tab/>
      </w:r>
    </w:p>
    <w:p w:rsidR="00536E65" w:rsidRPr="00617FC3" w:rsidRDefault="00536E65" w:rsidP="00617F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uk-UA"/>
        </w:rPr>
      </w:pPr>
      <w:r w:rsidRPr="00617FC3">
        <w:rPr>
          <w:rFonts w:ascii="Times New Roman" w:hAnsi="Times New Roman"/>
          <w:b/>
          <w:sz w:val="40"/>
          <w:szCs w:val="40"/>
          <w:lang w:eastAsia="uk-UA"/>
        </w:rPr>
        <w:t>РІШЕННЯ</w:t>
      </w:r>
    </w:p>
    <w:p w:rsidR="00536E65" w:rsidRPr="00617FC3" w:rsidRDefault="00536E65" w:rsidP="00617FC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617FC3">
        <w:rPr>
          <w:rFonts w:ascii="Arial" w:hAnsi="Arial" w:cs="Arial"/>
          <w:lang w:eastAsia="uk-UA"/>
        </w:rPr>
        <w:t xml:space="preserve"> від </w:t>
      </w:r>
      <w:r w:rsidRPr="00617FC3">
        <w:rPr>
          <w:rFonts w:ascii="Arial" w:hAnsi="Arial" w:cs="Arial"/>
          <w:u w:val="single"/>
          <w:lang w:val="uk-UA" w:eastAsia="uk-UA"/>
        </w:rPr>
        <w:t>27</w:t>
      </w:r>
      <w:r w:rsidRPr="00617FC3">
        <w:rPr>
          <w:rFonts w:ascii="Arial" w:hAnsi="Arial" w:cs="Arial"/>
          <w:u w:val="single"/>
          <w:lang w:eastAsia="uk-UA"/>
        </w:rPr>
        <w:t>.</w:t>
      </w:r>
      <w:r w:rsidRPr="00617FC3">
        <w:rPr>
          <w:rFonts w:ascii="Arial" w:hAnsi="Arial" w:cs="Arial"/>
          <w:u w:val="single"/>
          <w:lang w:val="uk-UA" w:eastAsia="uk-UA"/>
        </w:rPr>
        <w:t>01</w:t>
      </w:r>
      <w:r w:rsidRPr="00617FC3">
        <w:rPr>
          <w:rFonts w:ascii="Arial" w:hAnsi="Arial" w:cs="Arial"/>
          <w:u w:val="single"/>
          <w:lang w:eastAsia="uk-UA"/>
        </w:rPr>
        <w:t>.202</w:t>
      </w:r>
      <w:r w:rsidRPr="00617FC3">
        <w:rPr>
          <w:rFonts w:ascii="Arial" w:hAnsi="Arial" w:cs="Arial"/>
          <w:u w:val="single"/>
          <w:lang w:val="uk-UA" w:eastAsia="uk-UA"/>
        </w:rPr>
        <w:t>2</w:t>
      </w:r>
      <w:r w:rsidRPr="00617FC3">
        <w:rPr>
          <w:rFonts w:ascii="Arial" w:hAnsi="Arial" w:cs="Arial"/>
          <w:u w:val="single"/>
          <w:lang w:eastAsia="uk-UA"/>
        </w:rPr>
        <w:t xml:space="preserve"> року</w:t>
      </w:r>
      <w:r w:rsidRPr="00617FC3">
        <w:rPr>
          <w:rFonts w:ascii="Arial" w:hAnsi="Arial" w:cs="Arial"/>
          <w:lang w:eastAsia="uk-UA"/>
        </w:rPr>
        <w:t xml:space="preserve">    № </w:t>
      </w:r>
      <w:r w:rsidRPr="00617FC3">
        <w:rPr>
          <w:rFonts w:ascii="Arial" w:hAnsi="Arial" w:cs="Arial"/>
          <w:u w:val="single"/>
          <w:lang w:val="uk-UA" w:eastAsia="uk-UA"/>
        </w:rPr>
        <w:t>1</w:t>
      </w:r>
      <w:r>
        <w:rPr>
          <w:rFonts w:ascii="Arial" w:hAnsi="Arial" w:cs="Arial"/>
          <w:u w:val="single"/>
          <w:lang w:val="uk-UA" w:eastAsia="uk-UA"/>
        </w:rPr>
        <w:t>9</w:t>
      </w:r>
    </w:p>
    <w:p w:rsidR="00536E65" w:rsidRPr="00617FC3" w:rsidRDefault="00536E65" w:rsidP="00617FC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uk-UA"/>
        </w:rPr>
      </w:pPr>
      <w:r w:rsidRPr="00617FC3">
        <w:rPr>
          <w:rFonts w:ascii="Arial" w:hAnsi="Arial" w:cs="Arial"/>
          <w:lang w:eastAsia="uk-UA"/>
        </w:rPr>
        <w:t xml:space="preserve">      м. Первомайськ</w:t>
      </w:r>
    </w:p>
    <w:p w:rsidR="00536E65" w:rsidRPr="00E52BE2" w:rsidRDefault="00536E65" w:rsidP="001B02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доручення на замовлення  </w:t>
      </w:r>
    </w:p>
    <w:p w:rsidR="00536E65" w:rsidRDefault="00536E65" w:rsidP="001B026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виготовлення технічного паспорту </w:t>
      </w:r>
    </w:p>
    <w:p w:rsidR="00536E65" w:rsidRDefault="00536E65" w:rsidP="001B026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об’єкт нерухомого майна </w:t>
      </w:r>
    </w:p>
    <w:p w:rsidR="00536E65" w:rsidRPr="00E52BE2" w:rsidRDefault="00536E65" w:rsidP="001B026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536E65" w:rsidRPr="00AD181A" w:rsidRDefault="00536E65" w:rsidP="001B0260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пункту 31 частини 1 статті 26 </w:t>
      </w:r>
      <w:r w:rsidRPr="00E52BE2">
        <w:rPr>
          <w:sz w:val="28"/>
          <w:szCs w:val="28"/>
          <w:lang w:val="uk-UA"/>
        </w:rPr>
        <w:t>Закону України «Про місцеве самоврядування в Україні» від 21.05.1997 року № 280/97</w:t>
      </w:r>
      <w:r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ВР зі змінами та доповненнями,</w:t>
      </w:r>
      <w:r>
        <w:rPr>
          <w:sz w:val="28"/>
          <w:szCs w:val="28"/>
          <w:lang w:val="uk-UA"/>
        </w:rPr>
        <w:t xml:space="preserve"> </w:t>
      </w:r>
      <w:r>
        <w:rPr>
          <w:rStyle w:val="1j-g"/>
          <w:sz w:val="28"/>
          <w:szCs w:val="28"/>
          <w:shd w:val="clear" w:color="auto" w:fill="FFFFFF"/>
          <w:lang w:val="uk-UA"/>
        </w:rPr>
        <w:t>н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аказ</w:t>
      </w:r>
      <w:r>
        <w:rPr>
          <w:rStyle w:val="1j-g"/>
          <w:sz w:val="28"/>
          <w:szCs w:val="28"/>
          <w:shd w:val="clear" w:color="auto" w:fill="FFFFFF"/>
          <w:lang w:val="uk-UA"/>
        </w:rPr>
        <w:t>у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 xml:space="preserve"> Міністерства регіонального розвитку, будівництва та житлово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-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 xml:space="preserve">комунального господарства України від 26.07.2018 року 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                         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№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186</w:t>
      </w:r>
      <w:r w:rsidRPr="005A51EE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5A51EE">
        <w:rPr>
          <w:sz w:val="28"/>
          <w:szCs w:val="28"/>
          <w:shd w:val="clear" w:color="auto" w:fill="FFFFFF"/>
          <w:lang w:val="uk-UA"/>
        </w:rPr>
        <w:t>Про внесення змін до</w:t>
      </w:r>
      <w:r w:rsidRPr="005A51EE">
        <w:rPr>
          <w:sz w:val="28"/>
          <w:szCs w:val="28"/>
          <w:shd w:val="clear" w:color="auto" w:fill="FFFFFF"/>
        </w:rPr>
        <w:t> 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</w:t>
      </w:r>
      <w:r>
        <w:rPr>
          <w:rStyle w:val="1j-g"/>
          <w:sz w:val="28"/>
          <w:szCs w:val="28"/>
          <w:shd w:val="clear" w:color="auto" w:fill="FFFFFF"/>
          <w:lang w:val="uk-UA"/>
        </w:rPr>
        <w:t>», зареєстрованого в Міністерстві юстиції України 20.12.2018 року за № 1442/32894</w:t>
      </w:r>
      <w:r w:rsidRPr="005B56DF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розглянувши звернення комунального підприємства «Первомайський міський центр первинної    медико - санітарної допомоги»  Первомайської міської ради від 29.11.2021 року № 2172, </w:t>
      </w:r>
      <w:r w:rsidRPr="005B56DF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виготовлення технічних паспортів на  об’єкти </w:t>
      </w:r>
      <w:r w:rsidRPr="00E52BE2">
        <w:rPr>
          <w:sz w:val="28"/>
          <w:szCs w:val="28"/>
          <w:lang w:val="uk-UA"/>
        </w:rPr>
        <w:t>нерухомого майна комунальної власності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Pr="005B56DF">
        <w:rPr>
          <w:sz w:val="28"/>
          <w:szCs w:val="28"/>
          <w:lang w:val="uk-UA"/>
        </w:rPr>
        <w:t>міська рада</w:t>
      </w:r>
    </w:p>
    <w:p w:rsidR="00536E65" w:rsidRPr="005B56DF" w:rsidRDefault="00536E65" w:rsidP="001B0260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36E65" w:rsidRDefault="00536E65" w:rsidP="001B026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Доручити управлінню комунальної власності та земельних відносин Первомайської міської ради  замовити виготовлення технічних паспортів на такі об’єкти  </w:t>
      </w:r>
      <w:r w:rsidRPr="00E52BE2">
        <w:rPr>
          <w:rFonts w:ascii="Times New Roman" w:hAnsi="Times New Roman"/>
          <w:sz w:val="28"/>
          <w:szCs w:val="28"/>
          <w:lang w:val="uk-UA"/>
        </w:rPr>
        <w:t>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36E65" w:rsidRDefault="00536E65" w:rsidP="001B02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Нежитлове приміщення</w:t>
      </w:r>
      <w:r w:rsidRPr="00A754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фельдшерсько - акушерського пункту, яке розташоване за адресою:   вул. Центральна, 16,  с. Кам</w:t>
      </w:r>
      <w:r w:rsidRPr="007F464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яна Балка, Первомайський район,  Миколаївська область; </w:t>
      </w: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Нежитлове  приміщення амбулаторії,  яке  розташоване   за  адресою:               вул. Соборна, 60,  смт. Підгородна,  Первомайський район, Миколаївська область;</w:t>
      </w: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Житловий будинок,  який   розташований   за  адресою:                           пров. Володимира  Сальського, 2,  м.  Первомайськ,  Миколаївська область;</w:t>
      </w: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 Нежитлове підвальне  приміщення, яке розташоване  за адресою:               вул. Олександра Коротченка, 4/101,  м.  Первомайськ,  Миколаївська область;</w:t>
      </w: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1B0260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 Нежитлове підвальне  приміщення, яке розташоване  за адресою:                    вул. Олександра Коротченка, 4/102,  м.  Первомайськ,  Миколаївська область.</w:t>
      </w:r>
    </w:p>
    <w:p w:rsidR="00536E65" w:rsidRDefault="00536E65" w:rsidP="001B02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E65" w:rsidRPr="00E52BE2" w:rsidRDefault="00536E65" w:rsidP="001B02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36E65" w:rsidRDefault="00536E65" w:rsidP="001B0260">
      <w:pPr>
        <w:pStyle w:val="Footer"/>
        <w:rPr>
          <w:sz w:val="28"/>
          <w:szCs w:val="28"/>
          <w:lang w:val="uk-UA"/>
        </w:rPr>
      </w:pPr>
    </w:p>
    <w:p w:rsidR="00536E65" w:rsidRDefault="00536E65" w:rsidP="001B0260">
      <w:pPr>
        <w:pStyle w:val="Footer"/>
        <w:rPr>
          <w:sz w:val="28"/>
          <w:szCs w:val="28"/>
          <w:lang w:val="uk-UA"/>
        </w:rPr>
      </w:pPr>
    </w:p>
    <w:p w:rsidR="00536E65" w:rsidRDefault="00536E65" w:rsidP="00E52BE2">
      <w:pPr>
        <w:pStyle w:val="Footer"/>
        <w:rPr>
          <w:sz w:val="28"/>
          <w:szCs w:val="28"/>
          <w:lang w:val="uk-UA"/>
        </w:rPr>
      </w:pPr>
    </w:p>
    <w:p w:rsidR="00536E65" w:rsidRPr="00E52BE2" w:rsidRDefault="00536E65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536E65" w:rsidRPr="00E52BE2" w:rsidRDefault="00536E65" w:rsidP="00E52BE2">
      <w:pPr>
        <w:pStyle w:val="Footer"/>
        <w:rPr>
          <w:sz w:val="28"/>
          <w:szCs w:val="28"/>
          <w:lang w:val="uk-UA"/>
        </w:rPr>
      </w:pPr>
    </w:p>
    <w:p w:rsidR="00536E65" w:rsidRDefault="00536E65" w:rsidP="00E52BE2">
      <w:pPr>
        <w:pStyle w:val="Footer"/>
        <w:rPr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D034CD">
      <w:pPr>
        <w:tabs>
          <w:tab w:val="left" w:pos="61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36E65" w:rsidRDefault="00536E6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536E65" w:rsidSect="00EB2A62">
      <w:headerReference w:type="default" r:id="rId7"/>
      <w:footerReference w:type="default" r:id="rId8"/>
      <w:pgSz w:w="11906" w:h="16838"/>
      <w:pgMar w:top="426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E65" w:rsidRDefault="00536E65" w:rsidP="00FD6A12">
      <w:pPr>
        <w:spacing w:after="0" w:line="240" w:lineRule="auto"/>
      </w:pPr>
      <w:r>
        <w:separator/>
      </w:r>
    </w:p>
  </w:endnote>
  <w:endnote w:type="continuationSeparator" w:id="0">
    <w:p w:rsidR="00536E65" w:rsidRDefault="00536E65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65" w:rsidRPr="00FD6A12" w:rsidRDefault="00536E65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36E65" w:rsidRPr="00FD6A12" w:rsidRDefault="00536E65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майна </w:t>
    </w:r>
  </w:p>
  <w:p w:rsidR="00536E65" w:rsidRPr="00FD6A12" w:rsidRDefault="00536E65" w:rsidP="00FD6A12">
    <w:pPr>
      <w:pStyle w:val="Footer"/>
      <w:jc w:val="center"/>
      <w:rPr>
        <w:b/>
        <w:sz w:val="18"/>
        <w:szCs w:val="18"/>
        <w:lang w:val="uk-UA"/>
      </w:rPr>
    </w:pPr>
  </w:p>
  <w:p w:rsidR="00536E65" w:rsidRPr="00FD6A12" w:rsidRDefault="00536E65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E65" w:rsidRDefault="00536E65" w:rsidP="00FD6A12">
      <w:pPr>
        <w:spacing w:after="0" w:line="240" w:lineRule="auto"/>
      </w:pPr>
      <w:r>
        <w:separator/>
      </w:r>
    </w:p>
  </w:footnote>
  <w:footnote w:type="continuationSeparator" w:id="0">
    <w:p w:rsidR="00536E65" w:rsidRDefault="00536E65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65" w:rsidRPr="00FD6A12" w:rsidRDefault="00536E65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92268"/>
    <w:rsid w:val="000A34D3"/>
    <w:rsid w:val="000A52DB"/>
    <w:rsid w:val="000B5B29"/>
    <w:rsid w:val="000D2151"/>
    <w:rsid w:val="00195C02"/>
    <w:rsid w:val="001B0260"/>
    <w:rsid w:val="001B6BA9"/>
    <w:rsid w:val="001C142D"/>
    <w:rsid w:val="001C1A55"/>
    <w:rsid w:val="001D7202"/>
    <w:rsid w:val="00216328"/>
    <w:rsid w:val="00216F3A"/>
    <w:rsid w:val="00227112"/>
    <w:rsid w:val="00235F9E"/>
    <w:rsid w:val="002444C3"/>
    <w:rsid w:val="0025655B"/>
    <w:rsid w:val="002579BA"/>
    <w:rsid w:val="0026382E"/>
    <w:rsid w:val="00282D4B"/>
    <w:rsid w:val="002B1B34"/>
    <w:rsid w:val="002B4760"/>
    <w:rsid w:val="002D3F26"/>
    <w:rsid w:val="002E3A05"/>
    <w:rsid w:val="00300A59"/>
    <w:rsid w:val="0030212E"/>
    <w:rsid w:val="00312A3A"/>
    <w:rsid w:val="003340F5"/>
    <w:rsid w:val="003473D9"/>
    <w:rsid w:val="003A0242"/>
    <w:rsid w:val="003C0777"/>
    <w:rsid w:val="003D300F"/>
    <w:rsid w:val="00403696"/>
    <w:rsid w:val="00467F35"/>
    <w:rsid w:val="00477009"/>
    <w:rsid w:val="00493440"/>
    <w:rsid w:val="004973F8"/>
    <w:rsid w:val="004C035B"/>
    <w:rsid w:val="004C4D2E"/>
    <w:rsid w:val="004F7A33"/>
    <w:rsid w:val="00533F96"/>
    <w:rsid w:val="00536E65"/>
    <w:rsid w:val="00561913"/>
    <w:rsid w:val="00565BE3"/>
    <w:rsid w:val="00567B7A"/>
    <w:rsid w:val="00596C4C"/>
    <w:rsid w:val="005A0124"/>
    <w:rsid w:val="005A39CC"/>
    <w:rsid w:val="005A51EE"/>
    <w:rsid w:val="005B56DF"/>
    <w:rsid w:val="00617FC3"/>
    <w:rsid w:val="00647DAD"/>
    <w:rsid w:val="00657FE5"/>
    <w:rsid w:val="006762B1"/>
    <w:rsid w:val="006B03B9"/>
    <w:rsid w:val="006B1D4C"/>
    <w:rsid w:val="006B56D2"/>
    <w:rsid w:val="006C68B2"/>
    <w:rsid w:val="006E2327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6C06"/>
    <w:rsid w:val="007B1034"/>
    <w:rsid w:val="007F3A31"/>
    <w:rsid w:val="007F464F"/>
    <w:rsid w:val="008321F8"/>
    <w:rsid w:val="00841B51"/>
    <w:rsid w:val="00884C6D"/>
    <w:rsid w:val="0088710C"/>
    <w:rsid w:val="0089582C"/>
    <w:rsid w:val="008C32A9"/>
    <w:rsid w:val="008E6859"/>
    <w:rsid w:val="008E7F09"/>
    <w:rsid w:val="0091002D"/>
    <w:rsid w:val="00941EE7"/>
    <w:rsid w:val="00953E1B"/>
    <w:rsid w:val="00960038"/>
    <w:rsid w:val="00964F09"/>
    <w:rsid w:val="009829C4"/>
    <w:rsid w:val="0098429A"/>
    <w:rsid w:val="00990395"/>
    <w:rsid w:val="009B7F10"/>
    <w:rsid w:val="009F587E"/>
    <w:rsid w:val="00A00977"/>
    <w:rsid w:val="00A25CAA"/>
    <w:rsid w:val="00A51ED8"/>
    <w:rsid w:val="00A55309"/>
    <w:rsid w:val="00A754C7"/>
    <w:rsid w:val="00A7601D"/>
    <w:rsid w:val="00A9656D"/>
    <w:rsid w:val="00AB3752"/>
    <w:rsid w:val="00AB3C33"/>
    <w:rsid w:val="00AD181A"/>
    <w:rsid w:val="00AE243B"/>
    <w:rsid w:val="00AE3A69"/>
    <w:rsid w:val="00AF67C8"/>
    <w:rsid w:val="00B03815"/>
    <w:rsid w:val="00B83C85"/>
    <w:rsid w:val="00B92C66"/>
    <w:rsid w:val="00BE082B"/>
    <w:rsid w:val="00BE5AAD"/>
    <w:rsid w:val="00BF210E"/>
    <w:rsid w:val="00BF3B24"/>
    <w:rsid w:val="00BF6093"/>
    <w:rsid w:val="00C011B0"/>
    <w:rsid w:val="00C02CA7"/>
    <w:rsid w:val="00C16D49"/>
    <w:rsid w:val="00C74CD1"/>
    <w:rsid w:val="00C931FB"/>
    <w:rsid w:val="00CB4F65"/>
    <w:rsid w:val="00CD209E"/>
    <w:rsid w:val="00CD2F49"/>
    <w:rsid w:val="00D034CD"/>
    <w:rsid w:val="00D05060"/>
    <w:rsid w:val="00D35E19"/>
    <w:rsid w:val="00DD6FBF"/>
    <w:rsid w:val="00DE65E0"/>
    <w:rsid w:val="00DF62CF"/>
    <w:rsid w:val="00E33638"/>
    <w:rsid w:val="00E437D8"/>
    <w:rsid w:val="00E52BE2"/>
    <w:rsid w:val="00E57E7D"/>
    <w:rsid w:val="00E73D73"/>
    <w:rsid w:val="00EA62DD"/>
    <w:rsid w:val="00EB2A62"/>
    <w:rsid w:val="00F2627D"/>
    <w:rsid w:val="00F9024D"/>
    <w:rsid w:val="00FC026D"/>
    <w:rsid w:val="00FC052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  <w:style w:type="paragraph" w:styleId="NormalWeb">
    <w:name w:val="Normal (Web)"/>
    <w:basedOn w:val="Normal"/>
    <w:uiPriority w:val="99"/>
    <w:rsid w:val="001B02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j-g">
    <w:name w:val="_1j-g"/>
    <w:basedOn w:val="DefaultParagraphFont"/>
    <w:uiPriority w:val="99"/>
    <w:rsid w:val="001B02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1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499</TotalTime>
  <Pages>2</Pages>
  <Words>347</Words>
  <Characters>1983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249</cp:revision>
  <cp:lastPrinted>2022-01-28T11:49:00Z</cp:lastPrinted>
  <dcterms:created xsi:type="dcterms:W3CDTF">2021-10-12T06:04:00Z</dcterms:created>
  <dcterms:modified xsi:type="dcterms:W3CDTF">2022-01-28T11:52:00Z</dcterms:modified>
</cp:coreProperties>
</file>