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6D" w:rsidRPr="008C2663" w:rsidRDefault="00FE7DBD" w:rsidP="00064087">
      <w:pPr>
        <w:jc w:val="center"/>
        <w:rPr>
          <w:sz w:val="40"/>
          <w:szCs w:val="40"/>
        </w:rPr>
      </w:pPr>
      <w:r w:rsidRPr="00FE7DBD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31346D" w:rsidRPr="008C2663" w:rsidRDefault="0031346D" w:rsidP="00064087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8C2663">
        <w:rPr>
          <w:sz w:val="40"/>
          <w:szCs w:val="40"/>
        </w:rPr>
        <w:t>ПЕРВОМАЙСЬКА   МІСЬКА</w:t>
      </w:r>
      <w:r w:rsidRPr="008C2663">
        <w:rPr>
          <w:sz w:val="36"/>
          <w:szCs w:val="36"/>
        </w:rPr>
        <w:t xml:space="preserve">   </w:t>
      </w:r>
      <w:r w:rsidRPr="008C2663">
        <w:rPr>
          <w:sz w:val="40"/>
          <w:szCs w:val="40"/>
        </w:rPr>
        <w:t>РАДА</w:t>
      </w:r>
    </w:p>
    <w:p w:rsidR="0031346D" w:rsidRPr="008C2663" w:rsidRDefault="0031346D" w:rsidP="00064087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8C2663">
        <w:rPr>
          <w:sz w:val="40"/>
          <w:szCs w:val="40"/>
        </w:rPr>
        <w:t xml:space="preserve">Миколаївської </w:t>
      </w:r>
      <w:r w:rsidRPr="008C2663">
        <w:rPr>
          <w:sz w:val="32"/>
          <w:szCs w:val="32"/>
        </w:rPr>
        <w:t xml:space="preserve"> </w:t>
      </w:r>
      <w:r w:rsidRPr="008C2663">
        <w:rPr>
          <w:sz w:val="40"/>
          <w:szCs w:val="40"/>
        </w:rPr>
        <w:t>області</w:t>
      </w:r>
    </w:p>
    <w:p w:rsidR="0031346D" w:rsidRPr="008C2663" w:rsidRDefault="0031346D" w:rsidP="00064087">
      <w:pPr>
        <w:jc w:val="center"/>
        <w:rPr>
          <w:sz w:val="32"/>
          <w:szCs w:val="32"/>
        </w:rPr>
      </w:pPr>
      <w:r w:rsidRPr="008C2663">
        <w:rPr>
          <w:sz w:val="32"/>
          <w:szCs w:val="32"/>
          <w:u w:val="single"/>
        </w:rPr>
        <w:t>37</w:t>
      </w:r>
      <w:r w:rsidRPr="008C2663">
        <w:rPr>
          <w:sz w:val="32"/>
          <w:szCs w:val="32"/>
        </w:rPr>
        <w:t xml:space="preserve"> СЕСІЯ      </w:t>
      </w:r>
      <w:r w:rsidRPr="008C2663">
        <w:rPr>
          <w:sz w:val="32"/>
          <w:szCs w:val="32"/>
          <w:u w:val="single"/>
          <w:lang w:val="en-US"/>
        </w:rPr>
        <w:t>VIII</w:t>
      </w:r>
      <w:r w:rsidRPr="008C2663">
        <w:rPr>
          <w:sz w:val="32"/>
          <w:szCs w:val="32"/>
        </w:rPr>
        <w:t xml:space="preserve"> СКЛИКАННЯ</w:t>
      </w:r>
    </w:p>
    <w:p w:rsidR="0031346D" w:rsidRPr="0054325B" w:rsidRDefault="0031346D" w:rsidP="00064087">
      <w:pPr>
        <w:jc w:val="both"/>
      </w:pPr>
      <w:r w:rsidRPr="008C2663">
        <w:rPr>
          <w:sz w:val="32"/>
          <w:szCs w:val="32"/>
        </w:rPr>
        <w:tab/>
      </w:r>
      <w:r w:rsidRPr="008C2663">
        <w:rPr>
          <w:sz w:val="32"/>
          <w:szCs w:val="32"/>
        </w:rPr>
        <w:tab/>
      </w:r>
      <w:r w:rsidRPr="008C2663">
        <w:rPr>
          <w:sz w:val="32"/>
          <w:szCs w:val="32"/>
        </w:rPr>
        <w:tab/>
      </w:r>
    </w:p>
    <w:p w:rsidR="0031346D" w:rsidRPr="008C2663" w:rsidRDefault="0031346D" w:rsidP="00064087">
      <w:pPr>
        <w:jc w:val="center"/>
        <w:rPr>
          <w:b/>
          <w:sz w:val="40"/>
          <w:szCs w:val="40"/>
        </w:rPr>
      </w:pPr>
      <w:r w:rsidRPr="008C2663">
        <w:rPr>
          <w:b/>
          <w:sz w:val="40"/>
          <w:szCs w:val="40"/>
        </w:rPr>
        <w:t>РІШЕННЯ</w:t>
      </w:r>
    </w:p>
    <w:p w:rsidR="0031346D" w:rsidRPr="00064087" w:rsidRDefault="0031346D" w:rsidP="0006408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8C2663">
        <w:rPr>
          <w:rFonts w:ascii="Arial" w:hAnsi="Arial" w:cs="Arial"/>
        </w:rPr>
        <w:t xml:space="preserve"> </w:t>
      </w:r>
      <w:r w:rsidRPr="008C2663">
        <w:rPr>
          <w:rFonts w:ascii="Arial" w:hAnsi="Arial" w:cs="Arial"/>
          <w:sz w:val="22"/>
          <w:szCs w:val="22"/>
        </w:rPr>
        <w:t xml:space="preserve">від  </w:t>
      </w:r>
      <w:r w:rsidRPr="008C2663">
        <w:rPr>
          <w:rFonts w:ascii="Arial" w:hAnsi="Arial" w:cs="Arial"/>
          <w:sz w:val="22"/>
          <w:szCs w:val="22"/>
          <w:u w:val="single"/>
        </w:rPr>
        <w:t>20.12.2022</w:t>
      </w:r>
      <w:r w:rsidRPr="008C2663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</w:p>
    <w:p w:rsidR="0031346D" w:rsidRPr="008C2663" w:rsidRDefault="00B3264C" w:rsidP="000640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</w:t>
      </w:r>
      <w:r w:rsidR="0031346D" w:rsidRPr="008C2663">
        <w:rPr>
          <w:rFonts w:ascii="Arial" w:hAnsi="Arial" w:cs="Arial"/>
          <w:sz w:val="22"/>
          <w:szCs w:val="22"/>
        </w:rPr>
        <w:t xml:space="preserve">     м. Первомайськ</w:t>
      </w:r>
    </w:p>
    <w:p w:rsidR="0031346D" w:rsidRPr="00064087" w:rsidRDefault="0031346D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1346D" w:rsidRDefault="0031346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проекту землеустрою </w:t>
      </w:r>
    </w:p>
    <w:p w:rsidR="0031346D" w:rsidRDefault="0031346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</w:p>
    <w:p w:rsidR="0031346D" w:rsidRDefault="0031346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</w:t>
      </w:r>
    </w:p>
    <w:p w:rsidR="0031346D" w:rsidRPr="00AD0CFA" w:rsidRDefault="0031346D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304732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</w:p>
    <w:p w:rsidR="0031346D" w:rsidRPr="00966DFA" w:rsidRDefault="0031346D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346D" w:rsidRPr="00966DFA" w:rsidRDefault="0031346D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</w:t>
      </w:r>
      <w:r>
        <w:rPr>
          <w:sz w:val="28"/>
          <w:szCs w:val="28"/>
          <w:lang w:val="uk-UA"/>
        </w:rPr>
        <w:t>о до пункту 34 частини 1 статті</w:t>
      </w:r>
      <w:r w:rsidRPr="00966DFA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125, 126, 186,</w:t>
      </w:r>
      <w:r w:rsidRPr="00DA05DC">
        <w:rPr>
          <w:sz w:val="28"/>
          <w:szCs w:val="28"/>
          <w:lang w:val="uk-UA"/>
        </w:rPr>
        <w:t xml:space="preserve"> </w:t>
      </w:r>
      <w:r w:rsidRPr="00D315D4">
        <w:rPr>
          <w:sz w:val="28"/>
          <w:szCs w:val="28"/>
          <w:lang w:val="uk-UA"/>
        </w:rPr>
        <w:t xml:space="preserve">підпункт 5 пункт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 xml:space="preserve">розділ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966DFA">
        <w:rPr>
          <w:sz w:val="28"/>
          <w:szCs w:val="28"/>
          <w:lang w:val="uk-UA"/>
        </w:rPr>
        <w:t>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                        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966DFA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 w:rsidRPr="004C2EAA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</w:t>
      </w:r>
      <w:r>
        <w:rPr>
          <w:sz w:val="28"/>
          <w:szCs w:val="28"/>
          <w:lang w:val="uk-UA"/>
        </w:rPr>
        <w:t>ль» від 19.10.2022 року № 2698-</w:t>
      </w:r>
      <w:r w:rsidRPr="004C2EAA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</w:t>
      </w:r>
      <w:r>
        <w:rPr>
          <w:sz w:val="28"/>
          <w:szCs w:val="28"/>
          <w:lang w:val="uk-UA"/>
        </w:rPr>
        <w:t>нки</w:t>
      </w:r>
      <w:r w:rsidRPr="00966DFA">
        <w:rPr>
          <w:sz w:val="28"/>
          <w:szCs w:val="28"/>
          <w:lang w:val="uk-UA"/>
        </w:rPr>
        <w:t>, міська рада</w:t>
      </w:r>
    </w:p>
    <w:p w:rsidR="0031346D" w:rsidRDefault="0031346D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346D" w:rsidRPr="00966DFA" w:rsidRDefault="0031346D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31346D" w:rsidRPr="00966DFA" w:rsidRDefault="0031346D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1346D" w:rsidRDefault="0031346D" w:rsidP="0042699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Цвіль Світлана Василівна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0029</w:t>
      </w:r>
      <w:r w:rsidRPr="00981E32">
        <w:rPr>
          <w:sz w:val="28"/>
          <w:szCs w:val="28"/>
          <w:lang w:val="uk-UA"/>
        </w:rPr>
        <w:t xml:space="preserve"> га для будівництва </w:t>
      </w:r>
      <w:r>
        <w:rPr>
          <w:sz w:val="28"/>
          <w:szCs w:val="28"/>
          <w:lang w:val="uk-UA"/>
        </w:rPr>
        <w:t>індивідуального гаража</w:t>
      </w:r>
      <w:r w:rsidRPr="00981E32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 xml:space="preserve">                      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Набережна, гараж № 12, м. Первомайськ, Миколаївська область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10:054:0033).</w:t>
      </w:r>
    </w:p>
    <w:p w:rsidR="0031346D" w:rsidRPr="00C86CE6" w:rsidRDefault="0031346D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C86CE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Громадянці Цвіль С. В.</w:t>
      </w:r>
      <w:r w:rsidRPr="00C86CE6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ої у</w:t>
      </w:r>
      <w:r w:rsidRPr="00C86CE6">
        <w:rPr>
          <w:sz w:val="28"/>
          <w:szCs w:val="28"/>
          <w:lang w:val="uk-UA"/>
        </w:rPr>
        <w:t xml:space="preserve"> пункті 1</w:t>
      </w:r>
      <w:r>
        <w:rPr>
          <w:sz w:val="28"/>
          <w:szCs w:val="28"/>
          <w:lang w:val="uk-UA"/>
        </w:rPr>
        <w:t xml:space="preserve"> рішення</w:t>
      </w:r>
      <w:r w:rsidRPr="00C86CE6">
        <w:rPr>
          <w:sz w:val="28"/>
          <w:szCs w:val="28"/>
          <w:lang w:val="uk-UA"/>
        </w:rPr>
        <w:t>:</w:t>
      </w:r>
    </w:p>
    <w:p w:rsidR="0031346D" w:rsidRPr="00C86CE6" w:rsidRDefault="0031346D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6CE6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1346D" w:rsidRPr="00C86CE6" w:rsidRDefault="0031346D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86CE6">
        <w:rPr>
          <w:sz w:val="28"/>
          <w:szCs w:val="28"/>
        </w:rPr>
        <w:t>Виконувати обов’язки відповідно до стат</w:t>
      </w:r>
      <w:r>
        <w:rPr>
          <w:sz w:val="28"/>
          <w:szCs w:val="28"/>
        </w:rPr>
        <w:t>ті 91</w:t>
      </w:r>
      <w:r w:rsidRPr="00C86CE6">
        <w:rPr>
          <w:sz w:val="28"/>
          <w:szCs w:val="28"/>
        </w:rPr>
        <w:t xml:space="preserve"> Земельного кодексу України.</w:t>
      </w:r>
    </w:p>
    <w:p w:rsidR="0031346D" w:rsidRPr="00C86CE6" w:rsidRDefault="0031346D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86C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31346D" w:rsidRPr="00C86CE6" w:rsidRDefault="0031346D" w:rsidP="004C6526">
      <w:pPr>
        <w:pStyle w:val="21"/>
        <w:ind w:firstLine="567"/>
        <w:rPr>
          <w:sz w:val="28"/>
          <w:szCs w:val="28"/>
        </w:rPr>
      </w:pPr>
    </w:p>
    <w:p w:rsidR="0031346D" w:rsidRPr="00C86CE6" w:rsidRDefault="0031346D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C86CE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31346D" w:rsidRPr="00C86CE6" w:rsidRDefault="0031346D" w:rsidP="004C6526">
      <w:pPr>
        <w:pStyle w:val="21"/>
        <w:ind w:firstLine="567"/>
        <w:rPr>
          <w:sz w:val="28"/>
          <w:szCs w:val="28"/>
          <w:lang w:val="ru-RU"/>
        </w:rPr>
      </w:pPr>
    </w:p>
    <w:p w:rsidR="0031346D" w:rsidRPr="00C86CE6" w:rsidRDefault="0031346D" w:rsidP="004C6526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C86CE6">
        <w:rPr>
          <w:sz w:val="28"/>
          <w:szCs w:val="28"/>
          <w:lang w:val="ru-RU"/>
        </w:rPr>
        <w:t>.</w:t>
      </w:r>
      <w:r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31346D" w:rsidRDefault="0031346D" w:rsidP="009877A0">
      <w:pPr>
        <w:pStyle w:val="21"/>
        <w:ind w:firstLine="0"/>
        <w:rPr>
          <w:sz w:val="28"/>
          <w:szCs w:val="28"/>
        </w:rPr>
      </w:pPr>
    </w:p>
    <w:p w:rsidR="0031346D" w:rsidRDefault="0031346D" w:rsidP="009877A0">
      <w:pPr>
        <w:pStyle w:val="21"/>
        <w:ind w:firstLine="0"/>
        <w:rPr>
          <w:sz w:val="28"/>
          <w:szCs w:val="28"/>
        </w:rPr>
      </w:pPr>
    </w:p>
    <w:p w:rsidR="0031346D" w:rsidRDefault="0031346D" w:rsidP="009877A0">
      <w:pPr>
        <w:pStyle w:val="21"/>
        <w:ind w:firstLine="0"/>
        <w:rPr>
          <w:sz w:val="28"/>
          <w:szCs w:val="28"/>
        </w:rPr>
      </w:pPr>
    </w:p>
    <w:p w:rsidR="0031346D" w:rsidRPr="00C86CE6" w:rsidRDefault="0031346D" w:rsidP="009877A0">
      <w:pPr>
        <w:pStyle w:val="21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31346D" w:rsidRPr="00C86CE6" w:rsidRDefault="0031346D" w:rsidP="009877A0">
      <w:pPr>
        <w:pStyle w:val="21"/>
        <w:ind w:firstLine="0"/>
        <w:rPr>
          <w:sz w:val="28"/>
          <w:szCs w:val="28"/>
          <w:lang w:val="ru-RU"/>
        </w:rPr>
      </w:pPr>
    </w:p>
    <w:p w:rsidR="0031346D" w:rsidRPr="00C86CE6" w:rsidRDefault="0031346D" w:rsidP="009877A0">
      <w:pPr>
        <w:pStyle w:val="21"/>
        <w:ind w:firstLine="0"/>
        <w:rPr>
          <w:sz w:val="24"/>
          <w:szCs w:val="24"/>
          <w:lang w:val="ru-RU"/>
        </w:rPr>
      </w:pPr>
    </w:p>
    <w:sectPr w:rsidR="0031346D" w:rsidRPr="00C86CE6" w:rsidSect="0002069C">
      <w:headerReference w:type="default" r:id="rId9"/>
      <w:footerReference w:type="default" r:id="rId10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22F" w:rsidRDefault="00FB022F">
      <w:r>
        <w:separator/>
      </w:r>
    </w:p>
  </w:endnote>
  <w:endnote w:type="continuationSeparator" w:id="1">
    <w:p w:rsidR="00FB022F" w:rsidRDefault="00FB0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46D" w:rsidRPr="00382140" w:rsidRDefault="0031346D" w:rsidP="00B4392D">
    <w:pPr>
      <w:pStyle w:val="aa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31346D" w:rsidRPr="004A4199" w:rsidRDefault="0031346D" w:rsidP="004A419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Про затвердження проект</w:t>
    </w:r>
    <w:r>
      <w:rPr>
        <w:b/>
        <w:sz w:val="18"/>
        <w:szCs w:val="18"/>
        <w:lang w:val="uk-UA"/>
      </w:rPr>
      <w:t>у</w:t>
    </w:r>
    <w:r w:rsidRPr="004A4199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щодо відведення земельн</w:t>
    </w:r>
    <w:r>
      <w:rPr>
        <w:b/>
        <w:sz w:val="18"/>
        <w:szCs w:val="18"/>
        <w:lang w:val="uk-UA"/>
      </w:rPr>
      <w:t>ої</w:t>
    </w:r>
    <w:r w:rsidRPr="004A4199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та</w:t>
    </w:r>
  </w:p>
  <w:p w:rsidR="0031346D" w:rsidRPr="00F04418" w:rsidRDefault="0031346D" w:rsidP="00F0441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безоплатну  передачу у власність земельн</w:t>
    </w:r>
    <w:r>
      <w:rPr>
        <w:b/>
        <w:sz w:val="18"/>
        <w:szCs w:val="18"/>
        <w:lang w:val="uk-UA"/>
      </w:rPr>
      <w:t xml:space="preserve">ої  </w:t>
    </w:r>
    <w:r w:rsidRPr="004A4199">
      <w:rPr>
        <w:b/>
        <w:sz w:val="18"/>
        <w:szCs w:val="18"/>
        <w:lang w:val="uk-UA"/>
      </w:rPr>
      <w:t>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для </w:t>
    </w:r>
    <w:r w:rsidRPr="004A4199">
      <w:rPr>
        <w:b/>
        <w:sz w:val="18"/>
        <w:szCs w:val="18"/>
      </w:rPr>
      <w:t xml:space="preserve">будівництва </w:t>
    </w:r>
    <w:r>
      <w:rPr>
        <w:b/>
        <w:sz w:val="18"/>
        <w:szCs w:val="18"/>
        <w:lang w:val="uk-UA"/>
      </w:rPr>
      <w:t>індивідуального гаража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22F" w:rsidRDefault="00FB022F">
      <w:r>
        <w:separator/>
      </w:r>
    </w:p>
  </w:footnote>
  <w:footnote w:type="continuationSeparator" w:id="1">
    <w:p w:rsidR="00FB022F" w:rsidRDefault="00FB0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46D" w:rsidRPr="0067072A" w:rsidRDefault="00FE7DBD">
    <w:pPr>
      <w:pStyle w:val="a3"/>
      <w:jc w:val="center"/>
    </w:pPr>
    <w:fldSimple w:instr="PAGE">
      <w:r w:rsidR="00B3264C">
        <w:rPr>
          <w:noProof/>
        </w:rPr>
        <w:t>2</w:t>
      </w:r>
    </w:fldSimple>
    <w:r w:rsidR="0031346D" w:rsidRPr="0067072A">
      <w:t xml:space="preserve"> із </w:t>
    </w:r>
    <w:fldSimple w:instr="NUMPAGES">
      <w:r w:rsidR="00B3264C">
        <w:rPr>
          <w:noProof/>
        </w:rPr>
        <w:t>2</w:t>
      </w:r>
    </w:fldSimple>
  </w:p>
  <w:p w:rsidR="0031346D" w:rsidRDefault="003134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087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6FD6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9B5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46D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77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1D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072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2EAA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25B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38A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F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086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63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07985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05B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64C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5D4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34F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22F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E7DBD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E7DBD"/>
    <w:rPr>
      <w:rFonts w:ascii="Cambria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E7DBD"/>
    <w:rPr>
      <w:rFonts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16F14"/>
    <w:rPr>
      <w:rFonts w:cs="Times New Roman"/>
      <w:sz w:val="24"/>
      <w:lang w:val="uk-UA"/>
    </w:rPr>
  </w:style>
  <w:style w:type="paragraph" w:styleId="a5">
    <w:name w:val="Balloon Text"/>
    <w:basedOn w:val="a"/>
    <w:link w:val="a6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E7DBD"/>
    <w:rPr>
      <w:rFonts w:cs="Times New Roman"/>
      <w:sz w:val="2"/>
    </w:rPr>
  </w:style>
  <w:style w:type="paragraph" w:styleId="a7">
    <w:name w:val="Body Text Indent"/>
    <w:basedOn w:val="a"/>
    <w:link w:val="a8"/>
    <w:uiPriority w:val="99"/>
    <w:rsid w:val="001E3375"/>
    <w:pPr>
      <w:spacing w:after="120"/>
      <w:ind w:left="283"/>
    </w:pPr>
    <w:rPr>
      <w:szCs w:val="20"/>
      <w:lang/>
    </w:rPr>
  </w:style>
  <w:style w:type="character" w:customStyle="1" w:styleId="BodyTextIndentChar">
    <w:name w:val="Body Text Indent Char"/>
    <w:basedOn w:val="a0"/>
    <w:link w:val="a7"/>
    <w:uiPriority w:val="99"/>
    <w:semiHidden/>
    <w:locked/>
    <w:rsid w:val="00FE7DBD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szCs w:val="22"/>
      <w:lang w:eastAsia="en-US"/>
    </w:rPr>
  </w:style>
  <w:style w:type="character" w:styleId="a9">
    <w:name w:val="Hyperlink"/>
    <w:basedOn w:val="a0"/>
    <w:uiPriority w:val="99"/>
    <w:rsid w:val="00E106DA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E7DBD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2"/>
    <w:uiPriority w:val="99"/>
    <w:rsid w:val="002D33F9"/>
    <w:pPr>
      <w:jc w:val="both"/>
    </w:pPr>
    <w:rPr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8863</TotalTime>
  <Pages>1</Pages>
  <Words>1908</Words>
  <Characters>1088</Characters>
  <Application>Microsoft Office Word</Application>
  <DocSecurity>0</DocSecurity>
  <Lines>9</Lines>
  <Paragraphs>5</Paragraphs>
  <ScaleCrop>false</ScaleCrop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Arachkovska</cp:lastModifiedBy>
  <cp:revision>2134</cp:revision>
  <cp:lastPrinted>2022-12-21T13:17:00Z</cp:lastPrinted>
  <dcterms:created xsi:type="dcterms:W3CDTF">2019-02-05T06:57:00Z</dcterms:created>
  <dcterms:modified xsi:type="dcterms:W3CDTF">2022-12-27T08:26:00Z</dcterms:modified>
</cp:coreProperties>
</file>