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2D" w:rsidRPr="00E10656" w:rsidRDefault="004A0D2D" w:rsidP="002D043B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 w:rsidRPr="00554110">
        <w:rPr>
          <w:sz w:val="28"/>
          <w:szCs w:val="28"/>
          <w:lang w:val="uk-UA"/>
        </w:rPr>
        <w:t xml:space="preserve">                          </w:t>
      </w:r>
      <w:r w:rsidRPr="0029603E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6" o:title=""/>
          </v:shape>
        </w:pict>
      </w:r>
    </w:p>
    <w:p w:rsidR="004A0D2D" w:rsidRPr="00E10656" w:rsidRDefault="004A0D2D" w:rsidP="002D043B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 w:rsidRPr="00E10656">
        <w:rPr>
          <w:sz w:val="40"/>
          <w:szCs w:val="40"/>
        </w:rPr>
        <w:t>ПЕРВОМАЙСЬКА   МІСЬКА</w:t>
      </w:r>
      <w:r w:rsidRPr="00E10656">
        <w:rPr>
          <w:sz w:val="36"/>
          <w:szCs w:val="36"/>
        </w:rPr>
        <w:t xml:space="preserve">   </w:t>
      </w:r>
      <w:r w:rsidRPr="00E10656">
        <w:rPr>
          <w:sz w:val="40"/>
          <w:szCs w:val="40"/>
        </w:rPr>
        <w:t>РАДА</w:t>
      </w:r>
    </w:p>
    <w:p w:rsidR="004A0D2D" w:rsidRPr="00E10656" w:rsidRDefault="004A0D2D" w:rsidP="002D043B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0"/>
          <w:szCs w:val="28"/>
        </w:rPr>
      </w:pPr>
      <w:r w:rsidRPr="00E10656">
        <w:rPr>
          <w:sz w:val="40"/>
          <w:szCs w:val="40"/>
        </w:rPr>
        <w:t xml:space="preserve">Миколаївської </w:t>
      </w:r>
      <w:r w:rsidRPr="00E10656">
        <w:rPr>
          <w:sz w:val="32"/>
          <w:szCs w:val="32"/>
        </w:rPr>
        <w:t xml:space="preserve"> </w:t>
      </w:r>
      <w:r w:rsidRPr="00E10656">
        <w:rPr>
          <w:sz w:val="40"/>
          <w:szCs w:val="40"/>
        </w:rPr>
        <w:t>області</w:t>
      </w:r>
    </w:p>
    <w:p w:rsidR="004A0D2D" w:rsidRPr="00E10656" w:rsidRDefault="004A0D2D" w:rsidP="002D043B">
      <w:pPr>
        <w:widowControl w:val="0"/>
        <w:autoSpaceDE w:val="0"/>
        <w:autoSpaceDN w:val="0"/>
        <w:jc w:val="center"/>
        <w:rPr>
          <w:sz w:val="32"/>
          <w:szCs w:val="32"/>
        </w:rPr>
      </w:pPr>
      <w:r w:rsidRPr="00E10656">
        <w:rPr>
          <w:sz w:val="32"/>
          <w:szCs w:val="32"/>
          <w:u w:val="single"/>
        </w:rPr>
        <w:t>14</w:t>
      </w:r>
      <w:r w:rsidRPr="00E10656">
        <w:rPr>
          <w:sz w:val="32"/>
          <w:szCs w:val="32"/>
        </w:rPr>
        <w:t xml:space="preserve"> СЕСІЯ     </w:t>
      </w:r>
      <w:r w:rsidRPr="00E10656">
        <w:rPr>
          <w:sz w:val="32"/>
          <w:szCs w:val="32"/>
          <w:u w:val="single"/>
        </w:rPr>
        <w:t xml:space="preserve">VІІІ </w:t>
      </w:r>
      <w:r w:rsidRPr="00E10656">
        <w:rPr>
          <w:sz w:val="32"/>
          <w:szCs w:val="32"/>
        </w:rPr>
        <w:t>СКЛИКАННЯ</w:t>
      </w:r>
    </w:p>
    <w:p w:rsidR="004A0D2D" w:rsidRPr="00E10656" w:rsidRDefault="004A0D2D" w:rsidP="002D043B">
      <w:pPr>
        <w:widowControl w:val="0"/>
        <w:autoSpaceDE w:val="0"/>
        <w:autoSpaceDN w:val="0"/>
        <w:jc w:val="both"/>
        <w:rPr>
          <w:sz w:val="20"/>
        </w:rPr>
      </w:pPr>
      <w:r w:rsidRPr="00E10656">
        <w:rPr>
          <w:sz w:val="20"/>
          <w:szCs w:val="20"/>
        </w:rPr>
        <w:tab/>
      </w:r>
      <w:r w:rsidRPr="00E10656">
        <w:rPr>
          <w:sz w:val="20"/>
          <w:szCs w:val="20"/>
        </w:rPr>
        <w:tab/>
      </w:r>
      <w:r w:rsidRPr="00E10656">
        <w:rPr>
          <w:sz w:val="20"/>
          <w:szCs w:val="20"/>
        </w:rPr>
        <w:tab/>
      </w:r>
    </w:p>
    <w:p w:rsidR="004A0D2D" w:rsidRPr="00E10656" w:rsidRDefault="004A0D2D" w:rsidP="002D043B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 w:rsidRPr="00E10656">
        <w:rPr>
          <w:b/>
          <w:sz w:val="40"/>
          <w:szCs w:val="40"/>
        </w:rPr>
        <w:t>РІШЕННЯ</w:t>
      </w:r>
    </w:p>
    <w:p w:rsidR="004A0D2D" w:rsidRPr="002D043B" w:rsidRDefault="004A0D2D" w:rsidP="002D043B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 w:rsidRPr="00E10656">
        <w:rPr>
          <w:rFonts w:ascii="Arial" w:hAnsi="Arial" w:cs="Arial"/>
          <w:sz w:val="22"/>
          <w:szCs w:val="22"/>
        </w:rPr>
        <w:t xml:space="preserve"> від  </w:t>
      </w:r>
      <w:r w:rsidRPr="00E10656">
        <w:rPr>
          <w:rFonts w:ascii="Arial" w:hAnsi="Arial" w:cs="Arial"/>
          <w:sz w:val="22"/>
          <w:szCs w:val="22"/>
          <w:u w:val="single"/>
        </w:rPr>
        <w:t>24.06.2021 року</w:t>
      </w:r>
      <w:r w:rsidRPr="00E10656"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</w:t>
      </w:r>
    </w:p>
    <w:p w:rsidR="004A0D2D" w:rsidRPr="00E10656" w:rsidRDefault="004A0D2D" w:rsidP="002D043B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E10656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A0D2D" w:rsidRPr="00554110" w:rsidRDefault="004A0D2D" w:rsidP="00554110">
      <w:pPr>
        <w:jc w:val="both"/>
        <w:rPr>
          <w:sz w:val="28"/>
          <w:szCs w:val="28"/>
        </w:rPr>
      </w:pPr>
    </w:p>
    <w:p w:rsidR="004A0D2D" w:rsidRPr="00554110" w:rsidRDefault="004A0D2D" w:rsidP="000F4EF6">
      <w:pPr>
        <w:pStyle w:val="NormalWeb"/>
        <w:spacing w:after="0" w:line="225" w:lineRule="atLeast"/>
        <w:rPr>
          <w:color w:val="000000"/>
          <w:sz w:val="28"/>
          <w:szCs w:val="28"/>
          <w:lang w:val="uk-UA"/>
        </w:rPr>
      </w:pPr>
      <w:r w:rsidRPr="00554110">
        <w:rPr>
          <w:sz w:val="28"/>
          <w:szCs w:val="28"/>
        </w:rPr>
        <w:t xml:space="preserve">                                       </w:t>
      </w:r>
      <w:r w:rsidRPr="00554110">
        <w:rPr>
          <w:rFonts w:ascii="Trebuchet MS" w:hAnsi="Trebuchet MS"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554110">
        <w:rPr>
          <w:color w:val="000000"/>
          <w:sz w:val="28"/>
          <w:szCs w:val="28"/>
        </w:rPr>
        <w:t> </w:t>
      </w:r>
      <w:r w:rsidRPr="00554110">
        <w:rPr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4A0D2D" w:rsidRPr="00554110" w:rsidRDefault="004A0D2D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Про встановлення </w:t>
      </w:r>
    </w:p>
    <w:p w:rsidR="004A0D2D" w:rsidRPr="00554110" w:rsidRDefault="004A0D2D" w:rsidP="00571011">
      <w:pPr>
        <w:pStyle w:val="NormalWeb"/>
        <w:spacing w:after="0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єдиного податку </w:t>
      </w:r>
    </w:p>
    <w:p w:rsidR="004A0D2D" w:rsidRPr="00554110" w:rsidRDefault="004A0D2D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 Керуючись пунктом 24 частини 1 статті 26  Закону України «Про місцеве самоврядування в Україні» від 21 травня 1997 року №</w:t>
      </w:r>
      <w:r>
        <w:rPr>
          <w:color w:val="000000"/>
          <w:sz w:val="28"/>
          <w:szCs w:val="28"/>
          <w:lang w:val="uk-UA"/>
        </w:rPr>
        <w:t xml:space="preserve"> </w:t>
      </w:r>
      <w:r w:rsidRPr="00554110">
        <w:rPr>
          <w:color w:val="000000"/>
          <w:sz w:val="28"/>
          <w:szCs w:val="28"/>
          <w:lang w:val="uk-UA"/>
        </w:rPr>
        <w:t xml:space="preserve">280/97-ВР </w:t>
      </w:r>
      <w:r>
        <w:rPr>
          <w:color w:val="000000"/>
          <w:sz w:val="28"/>
          <w:szCs w:val="28"/>
          <w:lang w:val="uk-UA"/>
        </w:rPr>
        <w:t xml:space="preserve"> і</w:t>
      </w:r>
      <w:r w:rsidRPr="00554110">
        <w:rPr>
          <w:color w:val="000000"/>
          <w:sz w:val="28"/>
          <w:szCs w:val="28"/>
          <w:lang w:val="uk-UA"/>
        </w:rPr>
        <w:t xml:space="preserve">з змінами та доповненнями,  відповідно до статей 7, 10, 12, 14, 291-300 Податкового кодексу України від </w:t>
      </w:r>
      <w:r>
        <w:rPr>
          <w:color w:val="000000"/>
          <w:sz w:val="28"/>
          <w:szCs w:val="28"/>
          <w:lang w:val="uk-UA"/>
        </w:rPr>
        <w:t>02 грудня 2010 року № 2755-VI</w:t>
      </w:r>
      <w:r w:rsidRPr="001A5EC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із змінами та доповненнями</w:t>
      </w:r>
      <w:r w:rsidRPr="00554110">
        <w:rPr>
          <w:color w:val="000000"/>
          <w:sz w:val="28"/>
          <w:szCs w:val="28"/>
          <w:lang w:val="uk-UA"/>
        </w:rPr>
        <w:t xml:space="preserve">, з метою приведення  у відповідність </w:t>
      </w:r>
      <w:r w:rsidRPr="00554110">
        <w:rPr>
          <w:sz w:val="28"/>
          <w:szCs w:val="28"/>
          <w:lang w:val="uk-UA"/>
        </w:rPr>
        <w:t xml:space="preserve"> до норм Податкового кодексу України  та забезпечення  планових надходжень до бюджету Первомайської міської територіальної громади  по єдиному податку</w:t>
      </w:r>
      <w:r w:rsidRPr="00554110">
        <w:rPr>
          <w:color w:val="000000"/>
          <w:sz w:val="28"/>
          <w:szCs w:val="28"/>
          <w:lang w:val="uk-UA"/>
        </w:rPr>
        <w:t>,  міська рада</w:t>
      </w:r>
    </w:p>
    <w:p w:rsidR="004A0D2D" w:rsidRPr="00554110" w:rsidRDefault="004A0D2D" w:rsidP="00B67A8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</w:rPr>
      </w:pPr>
      <w:r w:rsidRPr="00554110">
        <w:rPr>
          <w:color w:val="000000"/>
          <w:sz w:val="28"/>
          <w:szCs w:val="28"/>
        </w:rPr>
        <w:t>ВИРІШИЛА: </w:t>
      </w:r>
    </w:p>
    <w:p w:rsidR="004A0D2D" w:rsidRPr="00554110" w:rsidRDefault="004A0D2D" w:rsidP="00B67A8C">
      <w:pPr>
        <w:ind w:right="-185" w:firstLine="54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 xml:space="preserve"> </w:t>
      </w:r>
    </w:p>
    <w:p w:rsidR="004A0D2D" w:rsidRPr="00554110" w:rsidRDefault="004A0D2D" w:rsidP="00571011">
      <w:pPr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 xml:space="preserve">         </w:t>
      </w:r>
      <w:r w:rsidRPr="00554110">
        <w:rPr>
          <w:sz w:val="28"/>
          <w:szCs w:val="28"/>
        </w:rPr>
        <w:t xml:space="preserve">1. </w:t>
      </w:r>
      <w:r w:rsidRPr="00554110">
        <w:rPr>
          <w:sz w:val="28"/>
          <w:szCs w:val="28"/>
          <w:lang w:val="uk-UA"/>
        </w:rPr>
        <w:t xml:space="preserve">Встановити єдиний податок   </w:t>
      </w:r>
      <w:r w:rsidRPr="00554110">
        <w:rPr>
          <w:sz w:val="28"/>
          <w:szCs w:val="28"/>
        </w:rPr>
        <w:t>на</w:t>
      </w:r>
      <w:r w:rsidRPr="00554110">
        <w:rPr>
          <w:sz w:val="28"/>
          <w:szCs w:val="28"/>
          <w:lang w:val="uk-UA"/>
        </w:rPr>
        <w:t xml:space="preserve"> </w:t>
      </w:r>
      <w:r w:rsidRPr="00554110">
        <w:rPr>
          <w:sz w:val="28"/>
          <w:szCs w:val="28"/>
        </w:rPr>
        <w:t xml:space="preserve">території  </w:t>
      </w:r>
      <w:r w:rsidRPr="00554110">
        <w:rPr>
          <w:sz w:val="28"/>
          <w:szCs w:val="28"/>
          <w:lang w:val="uk-UA"/>
        </w:rPr>
        <w:t>Первомайської міської територіальної громади та затвердити Положення про єдиний податок.</w:t>
      </w:r>
    </w:p>
    <w:p w:rsidR="004A0D2D" w:rsidRPr="00554110" w:rsidRDefault="004A0D2D" w:rsidP="00E80714">
      <w:pPr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</w:t>
      </w:r>
    </w:p>
    <w:p w:rsidR="004A0D2D" w:rsidRPr="00554110" w:rsidRDefault="004A0D2D" w:rsidP="008A5839">
      <w:pPr>
        <w:jc w:val="both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 2. Рішення набирає чинності з</w:t>
      </w:r>
      <w:r w:rsidRPr="00554110">
        <w:rPr>
          <w:rStyle w:val="apple-converted-space"/>
          <w:color w:val="000000"/>
          <w:sz w:val="28"/>
          <w:szCs w:val="28"/>
        </w:rPr>
        <w:t> </w:t>
      </w:r>
      <w:r w:rsidRPr="00554110">
        <w:rPr>
          <w:color w:val="000000"/>
          <w:sz w:val="28"/>
          <w:szCs w:val="28"/>
          <w:lang w:val="uk-UA"/>
        </w:rPr>
        <w:t>01</w:t>
      </w:r>
      <w:r w:rsidRPr="00554110">
        <w:rPr>
          <w:rStyle w:val="apple-converted-space"/>
          <w:color w:val="000000"/>
          <w:sz w:val="28"/>
          <w:szCs w:val="28"/>
        </w:rPr>
        <w:t> </w:t>
      </w:r>
      <w:r w:rsidRPr="00554110">
        <w:rPr>
          <w:color w:val="000000"/>
          <w:sz w:val="28"/>
          <w:szCs w:val="28"/>
          <w:lang w:val="uk-UA"/>
        </w:rPr>
        <w:t>січня 2022 року.</w:t>
      </w:r>
    </w:p>
    <w:p w:rsidR="004A0D2D" w:rsidRPr="00554110" w:rsidRDefault="004A0D2D" w:rsidP="008A5839">
      <w:pPr>
        <w:jc w:val="both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   </w:t>
      </w:r>
    </w:p>
    <w:p w:rsidR="004A0D2D" w:rsidRPr="00554110" w:rsidRDefault="004A0D2D" w:rsidP="008A5839">
      <w:pPr>
        <w:jc w:val="both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 3. Рішення підлягає обов′язковому розміщенню на офіційному сайті Первомайської міської ради у строк до 15 липня 2021 року. </w:t>
      </w:r>
    </w:p>
    <w:p w:rsidR="004A0D2D" w:rsidRPr="00554110" w:rsidRDefault="004A0D2D" w:rsidP="008A5839">
      <w:pPr>
        <w:jc w:val="both"/>
        <w:rPr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   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 xml:space="preserve">4.  </w:t>
      </w:r>
      <w:r w:rsidRPr="00554110">
        <w:rPr>
          <w:sz w:val="28"/>
          <w:szCs w:val="28"/>
        </w:rPr>
        <w:t>Визнати таким</w:t>
      </w:r>
      <w:r w:rsidRPr="00554110">
        <w:rPr>
          <w:sz w:val="28"/>
          <w:szCs w:val="28"/>
          <w:lang w:val="uk-UA"/>
        </w:rPr>
        <w:t>и</w:t>
      </w:r>
      <w:r w:rsidRPr="00554110">
        <w:rPr>
          <w:sz w:val="28"/>
          <w:szCs w:val="28"/>
        </w:rPr>
        <w:t>, що втратил</w:t>
      </w:r>
      <w:r w:rsidRPr="00554110">
        <w:rPr>
          <w:sz w:val="28"/>
          <w:szCs w:val="28"/>
          <w:lang w:val="uk-UA"/>
        </w:rPr>
        <w:t>и</w:t>
      </w:r>
      <w:r w:rsidRPr="00554110">
        <w:rPr>
          <w:sz w:val="28"/>
          <w:szCs w:val="28"/>
        </w:rPr>
        <w:t xml:space="preserve"> чинність з 01 січня 20</w:t>
      </w:r>
      <w:r w:rsidRPr="00554110">
        <w:rPr>
          <w:sz w:val="28"/>
          <w:szCs w:val="28"/>
          <w:lang w:val="uk-UA"/>
        </w:rPr>
        <w:t>22</w:t>
      </w:r>
      <w:r w:rsidRPr="00554110">
        <w:rPr>
          <w:sz w:val="28"/>
          <w:szCs w:val="28"/>
        </w:rPr>
        <w:t xml:space="preserve"> року</w:t>
      </w:r>
      <w:r w:rsidRPr="00554110">
        <w:rPr>
          <w:sz w:val="28"/>
          <w:szCs w:val="28"/>
          <w:lang w:val="uk-UA"/>
        </w:rPr>
        <w:t>: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>-</w:t>
      </w:r>
      <w:r w:rsidRPr="00554110">
        <w:rPr>
          <w:sz w:val="28"/>
          <w:szCs w:val="28"/>
        </w:rPr>
        <w:t xml:space="preserve"> рішення </w:t>
      </w:r>
      <w:r w:rsidRPr="00554110">
        <w:rPr>
          <w:sz w:val="28"/>
          <w:szCs w:val="28"/>
          <w:lang w:val="uk-UA"/>
        </w:rPr>
        <w:t xml:space="preserve">Первомайської </w:t>
      </w:r>
      <w:r w:rsidRPr="00554110">
        <w:rPr>
          <w:sz w:val="28"/>
          <w:szCs w:val="28"/>
        </w:rPr>
        <w:t xml:space="preserve"> міської ради</w:t>
      </w:r>
      <w:r w:rsidRPr="00554110">
        <w:rPr>
          <w:sz w:val="28"/>
          <w:szCs w:val="28"/>
          <w:lang w:val="uk-UA"/>
        </w:rPr>
        <w:t xml:space="preserve"> від 07.07.2017 року № 9 «Про встановлення єдиного податку»;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>-  рішення Кам′янобалківської сільської ради від 19.06.2018 року № 5 «Про затвердження  ставок єдиного  податку на території Кам′янобалківської  сільської ради» та  від 20.06.2019 року «Про затвердження  ставок єдиного  податку на 2020 рік»;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>- рішення Чаусянської сільської ради від 09.06. 2020 року № 5 «Про затвердження  єдиного  податку на 2021 рік на території Чаусянської сільської ради на 2021 рік»;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>- рішення Підгороднянської селищної ради від  30.06.2016 року № 8 «Про встановлення на території Підгороднянської селищної ради єдиного   податку та затвердження Порядку його справляння  на 2017 рік» та від  26 .06. 2020 року № 9 «Про продовження терміну дії рішення № 8 від 30.06.2016 року  «Про встановлення на території  Підгороднянської селищної ради  єдиного податку та затвердження Порядку його справляння на 2017 рік»;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>-  рішення  Грушівської сільської ради від 12.06.2020 року № 5 «Про встановлення  єдиного  податку на 2021 рік на території Грушівської сільської ради»;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>-  рішення Кінецьпільської сільської ради  від  16.07.2020 року № 9 «Про встановлення ставок єдиного  податку на 2021 рік  на території Кінецьпільської сільської ради».</w:t>
      </w:r>
    </w:p>
    <w:p w:rsidR="004A0D2D" w:rsidRPr="00554110" w:rsidRDefault="004A0D2D" w:rsidP="00B67A8C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 xml:space="preserve"> </w:t>
      </w:r>
    </w:p>
    <w:p w:rsidR="004A0D2D" w:rsidRPr="00554110" w:rsidRDefault="004A0D2D" w:rsidP="00B67A8C">
      <w:pPr>
        <w:jc w:val="both"/>
        <w:rPr>
          <w:color w:val="000000"/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554110">
        <w:rPr>
          <w:color w:val="000000"/>
          <w:sz w:val="28"/>
          <w:szCs w:val="28"/>
          <w:lang w:val="uk-UA"/>
        </w:rPr>
        <w:t>5. Відповідальність за виконання  рішення покласти на першого заступника міського голови</w:t>
      </w:r>
      <w:r>
        <w:rPr>
          <w:color w:val="000000"/>
          <w:sz w:val="28"/>
          <w:szCs w:val="28"/>
          <w:lang w:val="uk-UA"/>
        </w:rPr>
        <w:t xml:space="preserve"> Дмитра МАЛІШЕВСЬКОГО</w:t>
      </w:r>
      <w:r w:rsidRPr="00554110">
        <w:rPr>
          <w:color w:val="000000"/>
          <w:sz w:val="28"/>
          <w:szCs w:val="28"/>
          <w:lang w:val="uk-UA"/>
        </w:rPr>
        <w:t xml:space="preserve">. </w:t>
      </w:r>
    </w:p>
    <w:p w:rsidR="004A0D2D" w:rsidRPr="00554110" w:rsidRDefault="004A0D2D" w:rsidP="00B67A8C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54110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 xml:space="preserve"> </w:t>
      </w:r>
      <w:r w:rsidRPr="00554110">
        <w:rPr>
          <w:color w:val="000000"/>
          <w:sz w:val="28"/>
          <w:szCs w:val="28"/>
          <w:lang w:val="uk-UA"/>
        </w:rPr>
        <w:t xml:space="preserve">6. </w:t>
      </w:r>
      <w:r w:rsidRPr="00554110">
        <w:rPr>
          <w:sz w:val="28"/>
          <w:szCs w:val="28"/>
          <w:lang w:val="uk-UA"/>
        </w:rPr>
        <w:t>Контроль  за  виконанням    рішення  покласти  на   постійну  комісію міської ради з</w:t>
      </w:r>
      <w:r w:rsidRPr="00554110">
        <w:rPr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4A0D2D" w:rsidRPr="00554110" w:rsidRDefault="004A0D2D" w:rsidP="00B67A8C">
      <w:pPr>
        <w:spacing w:before="100" w:beforeAutospacing="1" w:after="100" w:afterAutospacing="1"/>
        <w:rPr>
          <w:sz w:val="28"/>
          <w:szCs w:val="28"/>
          <w:lang w:val="uk-UA"/>
        </w:rPr>
      </w:pPr>
    </w:p>
    <w:p w:rsidR="004A0D2D" w:rsidRPr="00554110" w:rsidRDefault="004A0D2D" w:rsidP="00B67A8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 xml:space="preserve">        </w:t>
      </w:r>
    </w:p>
    <w:p w:rsidR="004A0D2D" w:rsidRPr="00554110" w:rsidRDefault="004A0D2D" w:rsidP="00B67A8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  <w:r w:rsidRPr="00554110">
        <w:rPr>
          <w:sz w:val="28"/>
          <w:szCs w:val="28"/>
          <w:lang w:val="uk-UA"/>
        </w:rPr>
        <w:t xml:space="preserve"> Міський голова</w:t>
      </w:r>
      <w:r>
        <w:rPr>
          <w:sz w:val="28"/>
          <w:szCs w:val="28"/>
          <w:lang w:val="uk-UA"/>
        </w:rPr>
        <w:t xml:space="preserve">     </w:t>
      </w:r>
      <w:r w:rsidRPr="00554110">
        <w:rPr>
          <w:sz w:val="28"/>
          <w:szCs w:val="28"/>
          <w:lang w:val="uk-UA"/>
        </w:rPr>
        <w:t xml:space="preserve">                                                                         Олег ДЕМЧЕНКО</w:t>
      </w:r>
    </w:p>
    <w:p w:rsidR="004A0D2D" w:rsidRPr="00554110" w:rsidRDefault="004A0D2D" w:rsidP="00B67A8C">
      <w:pPr>
        <w:tabs>
          <w:tab w:val="left" w:pos="3615"/>
          <w:tab w:val="center" w:pos="4917"/>
        </w:tabs>
        <w:spacing w:line="240" w:lineRule="atLeast"/>
        <w:rPr>
          <w:sz w:val="28"/>
          <w:szCs w:val="28"/>
          <w:lang w:val="uk-UA"/>
        </w:rPr>
      </w:pPr>
    </w:p>
    <w:sectPr w:rsidR="004A0D2D" w:rsidRPr="00554110" w:rsidSect="00AD6048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D2D" w:rsidRDefault="004A0D2D" w:rsidP="00B67A8C">
      <w:r>
        <w:separator/>
      </w:r>
    </w:p>
  </w:endnote>
  <w:endnote w:type="continuationSeparator" w:id="1">
    <w:p w:rsidR="004A0D2D" w:rsidRDefault="004A0D2D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2D" w:rsidRDefault="004A0D2D" w:rsidP="00AD6048">
    <w:pPr>
      <w:pStyle w:val="Footer"/>
      <w:rPr>
        <w:b/>
        <w:sz w:val="18"/>
        <w:szCs w:val="18"/>
      </w:rPr>
    </w:pPr>
    <w:r>
      <w:rPr>
        <w:b/>
        <w:sz w:val="18"/>
        <w:szCs w:val="18"/>
      </w:rPr>
      <w:t xml:space="preserve">                              </w:t>
    </w:r>
  </w:p>
  <w:p w:rsidR="004A0D2D" w:rsidRDefault="004A0D2D" w:rsidP="00AD6048">
    <w:pPr>
      <w:pStyle w:val="Footer"/>
      <w:rPr>
        <w:b/>
        <w:sz w:val="18"/>
        <w:szCs w:val="18"/>
      </w:rPr>
    </w:pPr>
    <w:r>
      <w:rPr>
        <w:b/>
        <w:sz w:val="18"/>
        <w:szCs w:val="18"/>
      </w:rPr>
      <w:t xml:space="preserve">                                                                         Рішення Первомайської  міської ради</w:t>
    </w:r>
  </w:p>
  <w:p w:rsidR="004A0D2D" w:rsidRDefault="004A0D2D" w:rsidP="00AD6048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Про вс</w:t>
    </w:r>
    <w:r>
      <w:rPr>
        <w:b/>
        <w:sz w:val="18"/>
        <w:szCs w:val="18"/>
        <w:lang w:val="uk-UA"/>
      </w:rPr>
      <w:t>тановл</w:t>
    </w:r>
    <w:r>
      <w:rPr>
        <w:b/>
        <w:sz w:val="18"/>
        <w:szCs w:val="18"/>
      </w:rPr>
      <w:t xml:space="preserve">ення </w:t>
    </w:r>
    <w:r>
      <w:rPr>
        <w:b/>
        <w:sz w:val="18"/>
        <w:szCs w:val="18"/>
        <w:lang w:val="uk-UA"/>
      </w:rPr>
      <w:t xml:space="preserve"> єдиного податку</w:t>
    </w:r>
  </w:p>
  <w:p w:rsidR="004A0D2D" w:rsidRDefault="004A0D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D2D" w:rsidRDefault="004A0D2D" w:rsidP="00B67A8C">
      <w:r>
        <w:separator/>
      </w:r>
    </w:p>
  </w:footnote>
  <w:footnote w:type="continuationSeparator" w:id="1">
    <w:p w:rsidR="004A0D2D" w:rsidRDefault="004A0D2D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D2D" w:rsidRDefault="004A0D2D" w:rsidP="00796984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3534B"/>
    <w:rsid w:val="00036E53"/>
    <w:rsid w:val="0005544C"/>
    <w:rsid w:val="000F4EF6"/>
    <w:rsid w:val="001A5EC3"/>
    <w:rsid w:val="001B1AB4"/>
    <w:rsid w:val="001B6CA4"/>
    <w:rsid w:val="001E3282"/>
    <w:rsid w:val="00210EEB"/>
    <w:rsid w:val="00244D51"/>
    <w:rsid w:val="00276616"/>
    <w:rsid w:val="0029603E"/>
    <w:rsid w:val="002B7978"/>
    <w:rsid w:val="002C6B02"/>
    <w:rsid w:val="002D043B"/>
    <w:rsid w:val="002E0524"/>
    <w:rsid w:val="00341E1E"/>
    <w:rsid w:val="00355860"/>
    <w:rsid w:val="00434244"/>
    <w:rsid w:val="004667AF"/>
    <w:rsid w:val="00471C00"/>
    <w:rsid w:val="004A0D2D"/>
    <w:rsid w:val="004E3F35"/>
    <w:rsid w:val="005176FE"/>
    <w:rsid w:val="00554110"/>
    <w:rsid w:val="00564F2A"/>
    <w:rsid w:val="00571011"/>
    <w:rsid w:val="005724EE"/>
    <w:rsid w:val="005C00EF"/>
    <w:rsid w:val="00662A6B"/>
    <w:rsid w:val="006A3E4A"/>
    <w:rsid w:val="006D3279"/>
    <w:rsid w:val="00754C13"/>
    <w:rsid w:val="0076792F"/>
    <w:rsid w:val="0078784E"/>
    <w:rsid w:val="007951BF"/>
    <w:rsid w:val="00796984"/>
    <w:rsid w:val="0085002F"/>
    <w:rsid w:val="008A376E"/>
    <w:rsid w:val="008A5839"/>
    <w:rsid w:val="008C5786"/>
    <w:rsid w:val="008D1033"/>
    <w:rsid w:val="008F3B90"/>
    <w:rsid w:val="00A22740"/>
    <w:rsid w:val="00A66024"/>
    <w:rsid w:val="00AD6048"/>
    <w:rsid w:val="00AE2548"/>
    <w:rsid w:val="00B05853"/>
    <w:rsid w:val="00B51763"/>
    <w:rsid w:val="00B53FAA"/>
    <w:rsid w:val="00B66416"/>
    <w:rsid w:val="00B672C0"/>
    <w:rsid w:val="00B67A8C"/>
    <w:rsid w:val="00C62EB5"/>
    <w:rsid w:val="00C6625A"/>
    <w:rsid w:val="00C82552"/>
    <w:rsid w:val="00CD2592"/>
    <w:rsid w:val="00D112EA"/>
    <w:rsid w:val="00D52AFE"/>
    <w:rsid w:val="00D605DE"/>
    <w:rsid w:val="00DF3874"/>
    <w:rsid w:val="00E10656"/>
    <w:rsid w:val="00E362F0"/>
    <w:rsid w:val="00E80714"/>
    <w:rsid w:val="00E830B6"/>
    <w:rsid w:val="00E9288D"/>
    <w:rsid w:val="00F57F55"/>
    <w:rsid w:val="00FB6910"/>
    <w:rsid w:val="00FC78DB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7A8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2</Pages>
  <Words>469</Words>
  <Characters>2679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32</cp:revision>
  <cp:lastPrinted>2021-04-05T08:04:00Z</cp:lastPrinted>
  <dcterms:created xsi:type="dcterms:W3CDTF">2021-04-05T06:15:00Z</dcterms:created>
  <dcterms:modified xsi:type="dcterms:W3CDTF">2021-07-01T11:07:00Z</dcterms:modified>
</cp:coreProperties>
</file>