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3E0" w:rsidRDefault="004903E0" w:rsidP="00DE133B">
      <w:pPr>
        <w:tabs>
          <w:tab w:val="center" w:pos="4819"/>
          <w:tab w:val="left" w:pos="8295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753EC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34.5pt;visibility:visible">
            <v:imagedata r:id="rId7" o:title=""/>
          </v:shape>
        </w:pict>
      </w:r>
    </w:p>
    <w:p w:rsidR="004903E0" w:rsidRDefault="004903E0" w:rsidP="00DE133B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40"/>
          <w:szCs w:val="40"/>
        </w:rPr>
        <w:t>ПЕРВОМАЙСЬКА   МІСЬКА</w:t>
      </w:r>
      <w:r>
        <w:rPr>
          <w:rFonts w:ascii="Times New Roman" w:hAnsi="Times New Roman"/>
          <w:sz w:val="36"/>
          <w:szCs w:val="36"/>
        </w:rPr>
        <w:t xml:space="preserve">   </w:t>
      </w:r>
      <w:r>
        <w:rPr>
          <w:rFonts w:ascii="Times New Roman" w:hAnsi="Times New Roman"/>
          <w:sz w:val="40"/>
          <w:szCs w:val="40"/>
        </w:rPr>
        <w:t>РАДА</w:t>
      </w:r>
    </w:p>
    <w:p w:rsidR="004903E0" w:rsidRDefault="004903E0" w:rsidP="00DE133B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40"/>
          <w:szCs w:val="40"/>
        </w:rPr>
        <w:t xml:space="preserve">Миколаївської 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40"/>
          <w:szCs w:val="40"/>
        </w:rPr>
        <w:t>області</w:t>
      </w:r>
    </w:p>
    <w:p w:rsidR="004903E0" w:rsidRDefault="004903E0" w:rsidP="00DE133B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u w:val="single"/>
        </w:rPr>
        <w:t>7</w:t>
      </w:r>
      <w:r>
        <w:rPr>
          <w:rFonts w:ascii="Times New Roman" w:hAnsi="Times New Roman"/>
          <w:sz w:val="32"/>
          <w:szCs w:val="32"/>
        </w:rPr>
        <w:t xml:space="preserve"> СЕСІЯ     </w:t>
      </w:r>
      <w:r>
        <w:rPr>
          <w:rFonts w:ascii="Times New Roman" w:hAnsi="Times New Roman"/>
          <w:sz w:val="32"/>
          <w:szCs w:val="32"/>
          <w:u w:val="single"/>
          <w:lang w:val="en-US"/>
        </w:rPr>
        <w:t>V</w:t>
      </w:r>
      <w:r>
        <w:rPr>
          <w:rFonts w:ascii="Times New Roman" w:hAnsi="Times New Roman"/>
          <w:sz w:val="32"/>
          <w:szCs w:val="32"/>
          <w:u w:val="single"/>
        </w:rPr>
        <w:t xml:space="preserve">ІІІ </w:t>
      </w:r>
      <w:r>
        <w:rPr>
          <w:rFonts w:ascii="Times New Roman" w:hAnsi="Times New Roman"/>
          <w:sz w:val="32"/>
          <w:szCs w:val="32"/>
        </w:rPr>
        <w:t>СКЛИКАННЯ</w:t>
      </w:r>
    </w:p>
    <w:p w:rsidR="004903E0" w:rsidRDefault="004903E0" w:rsidP="00DE133B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4903E0" w:rsidRDefault="004903E0" w:rsidP="00DE133B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РІШЕННЯ</w:t>
      </w:r>
    </w:p>
    <w:p w:rsidR="004903E0" w:rsidRPr="00DE133B" w:rsidRDefault="004903E0" w:rsidP="00DE133B">
      <w:pPr>
        <w:spacing w:after="0" w:line="240" w:lineRule="auto"/>
        <w:rPr>
          <w:rFonts w:ascii="Arial" w:hAnsi="Arial" w:cs="Arial"/>
          <w:u w:val="single"/>
          <w:lang w:val="uk-UA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</w:rPr>
        <w:t xml:space="preserve">від  </w:t>
      </w:r>
      <w:r>
        <w:rPr>
          <w:rFonts w:ascii="Arial" w:hAnsi="Arial" w:cs="Arial"/>
          <w:u w:val="single"/>
        </w:rPr>
        <w:t>28.01.2021 року</w:t>
      </w:r>
      <w:r>
        <w:rPr>
          <w:rFonts w:ascii="Arial" w:hAnsi="Arial" w:cs="Arial"/>
        </w:rPr>
        <w:t xml:space="preserve">    № </w:t>
      </w:r>
      <w:r>
        <w:rPr>
          <w:rFonts w:ascii="Arial" w:hAnsi="Arial" w:cs="Arial"/>
          <w:u w:val="single"/>
          <w:lang w:val="uk-UA"/>
        </w:rPr>
        <w:t>53</w:t>
      </w:r>
    </w:p>
    <w:p w:rsidR="004903E0" w:rsidRDefault="004903E0" w:rsidP="00DE133B">
      <w:pPr>
        <w:spacing w:after="0" w:line="240" w:lineRule="auto"/>
        <w:rPr>
          <w:rFonts w:ascii="Arial" w:hAnsi="Arial" w:cs="Arial"/>
          <w:lang w:val="uk-UA"/>
        </w:rPr>
      </w:pPr>
      <w:r>
        <w:rPr>
          <w:rFonts w:ascii="Arial" w:hAnsi="Arial" w:cs="Arial"/>
        </w:rPr>
        <w:t xml:space="preserve">      м. Первомайськ</w:t>
      </w:r>
    </w:p>
    <w:p w:rsidR="004903E0" w:rsidRDefault="004903E0" w:rsidP="00DE133B">
      <w:pPr>
        <w:spacing w:after="0" w:line="240" w:lineRule="auto"/>
        <w:rPr>
          <w:rFonts w:ascii="Arial" w:hAnsi="Arial" w:cs="Arial"/>
          <w:lang w:val="uk-UA"/>
        </w:rPr>
      </w:pPr>
    </w:p>
    <w:p w:rsidR="004903E0" w:rsidRPr="00DE133B" w:rsidRDefault="004903E0" w:rsidP="00DE133B">
      <w:pPr>
        <w:spacing w:after="0" w:line="240" w:lineRule="auto"/>
        <w:rPr>
          <w:rFonts w:ascii="Arial" w:hAnsi="Arial" w:cs="Arial"/>
          <w:lang w:val="uk-UA"/>
        </w:rPr>
      </w:pPr>
    </w:p>
    <w:p w:rsidR="004903E0" w:rsidRDefault="004903E0" w:rsidP="00723982">
      <w:pPr>
        <w:tabs>
          <w:tab w:val="left" w:pos="4320"/>
        </w:tabs>
        <w:spacing w:after="0"/>
        <w:rPr>
          <w:rFonts w:ascii="Times New Roman" w:hAnsi="Times New Roman"/>
          <w:noProof/>
          <w:sz w:val="28"/>
          <w:szCs w:val="28"/>
          <w:lang w:val="uk-UA" w:eastAsia="uk-UA"/>
        </w:rPr>
      </w:pPr>
      <w:r w:rsidRPr="00883363">
        <w:rPr>
          <w:rFonts w:ascii="Times New Roman" w:hAnsi="Times New Roman"/>
          <w:noProof/>
          <w:sz w:val="28"/>
          <w:szCs w:val="28"/>
          <w:lang w:val="uk-UA" w:eastAsia="uk-UA"/>
        </w:rPr>
        <w:t xml:space="preserve">Про </w:t>
      </w:r>
      <w:r>
        <w:rPr>
          <w:rFonts w:ascii="Times New Roman" w:hAnsi="Times New Roman"/>
          <w:noProof/>
          <w:sz w:val="28"/>
          <w:szCs w:val="28"/>
          <w:lang w:val="uk-UA" w:eastAsia="uk-UA"/>
        </w:rPr>
        <w:t xml:space="preserve"> передавання в оренду комплексу </w:t>
      </w:r>
    </w:p>
    <w:p w:rsidR="004903E0" w:rsidRPr="00883363" w:rsidRDefault="004903E0" w:rsidP="00723982">
      <w:pPr>
        <w:tabs>
          <w:tab w:val="left" w:pos="4320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t xml:space="preserve">нежитлових будівель  по вул. Київська, 50-а  </w:t>
      </w:r>
    </w:p>
    <w:p w:rsidR="004903E0" w:rsidRPr="00883363" w:rsidRDefault="004903E0" w:rsidP="00883363">
      <w:pPr>
        <w:spacing w:after="0"/>
        <w:ind w:right="-5"/>
        <w:rPr>
          <w:rFonts w:ascii="Times New Roman" w:hAnsi="Times New Roman"/>
          <w:szCs w:val="28"/>
          <w:lang w:val="uk-UA"/>
        </w:rPr>
      </w:pPr>
    </w:p>
    <w:p w:rsidR="004903E0" w:rsidRPr="00883363" w:rsidRDefault="004903E0" w:rsidP="00883363">
      <w:pPr>
        <w:tabs>
          <w:tab w:val="left" w:pos="567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83363">
        <w:rPr>
          <w:rFonts w:ascii="Times New Roman" w:hAnsi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Україні», Закону України «Про оренду державного та комунального майна»,  Постанови Кабінету Міністрів України від 03.06. 2020 року № 483 «Деякі питання оренди державного та комунального майна»  та від 12.08.2020 № 820 «Про затвердження примірних дог</w:t>
      </w:r>
      <w:r>
        <w:rPr>
          <w:rFonts w:ascii="Times New Roman" w:hAnsi="Times New Roman"/>
          <w:sz w:val="28"/>
          <w:szCs w:val="28"/>
          <w:lang w:val="uk-UA"/>
        </w:rPr>
        <w:t>оворів оренди державного майна», враховуючи звернення управління соціального захисту населення Первомайської районної державної адміністрації Миколаївської області від 01.12.2020 року № 1774-01, щодо включення комплексу нежитлових будівель по вул. Київська, 50-а до Переліку об’єктів другого типу, що пропонуються до передачі в оренду без проведення аукціону,</w:t>
      </w:r>
      <w:r w:rsidRPr="00883363">
        <w:rPr>
          <w:rFonts w:ascii="Times New Roman" w:hAnsi="Times New Roman"/>
          <w:sz w:val="28"/>
          <w:szCs w:val="28"/>
          <w:lang w:val="uk-UA"/>
        </w:rPr>
        <w:t xml:space="preserve">  міська рада</w:t>
      </w:r>
    </w:p>
    <w:p w:rsidR="004903E0" w:rsidRDefault="004903E0" w:rsidP="00883363">
      <w:pPr>
        <w:spacing w:line="240" w:lineRule="auto"/>
        <w:ind w:right="-6"/>
        <w:jc w:val="both"/>
        <w:rPr>
          <w:rFonts w:ascii="Times New Roman" w:hAnsi="Times New Roman"/>
          <w:sz w:val="28"/>
          <w:szCs w:val="28"/>
          <w:lang w:val="uk-UA"/>
        </w:rPr>
      </w:pPr>
      <w:r w:rsidRPr="00883363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4903E0" w:rsidRDefault="004903E0" w:rsidP="00D86AD5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E6761B">
        <w:rPr>
          <w:rFonts w:ascii="Times New Roman" w:hAnsi="Times New Roman"/>
          <w:sz w:val="28"/>
          <w:szCs w:val="28"/>
          <w:lang w:val="uk-UA"/>
        </w:rPr>
        <w:t>Включити</w:t>
      </w:r>
      <w:r>
        <w:rPr>
          <w:rFonts w:ascii="Times New Roman" w:hAnsi="Times New Roman"/>
          <w:sz w:val="28"/>
          <w:szCs w:val="28"/>
          <w:lang w:val="uk-UA"/>
        </w:rPr>
        <w:t xml:space="preserve"> до Переліку другого типу об’єкт нерухомого майна комунальної власності – комплекс нежитлових будівель загальною площею 590,7 кв.м., </w:t>
      </w:r>
      <w:r w:rsidRPr="00E6761B">
        <w:rPr>
          <w:rFonts w:ascii="Times New Roman" w:hAnsi="Times New Roman"/>
          <w:sz w:val="28"/>
          <w:szCs w:val="28"/>
          <w:lang w:val="uk-UA"/>
        </w:rPr>
        <w:t>як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E6761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розташована</w:t>
      </w:r>
      <w:r w:rsidRPr="00E6761B">
        <w:rPr>
          <w:rFonts w:ascii="Times New Roman" w:hAnsi="Times New Roman"/>
          <w:sz w:val="28"/>
          <w:szCs w:val="28"/>
          <w:lang w:val="uk-UA"/>
        </w:rPr>
        <w:t xml:space="preserve"> за адресою: </w:t>
      </w:r>
      <w:r>
        <w:rPr>
          <w:rFonts w:ascii="Times New Roman" w:hAnsi="Times New Roman"/>
          <w:sz w:val="28"/>
          <w:szCs w:val="28"/>
          <w:lang w:val="uk-UA"/>
        </w:rPr>
        <w:t>вул. Київська, 50-а, м. Первомайськ Миколаївська обл. та перебуває на балансі управління містобудування, архітектури, комунальної власності та земельних питань Первомайської міської ради</w:t>
      </w:r>
      <w:r w:rsidRPr="00E6761B">
        <w:rPr>
          <w:rFonts w:ascii="Times New Roman" w:hAnsi="Times New Roman"/>
          <w:sz w:val="28"/>
          <w:szCs w:val="28"/>
          <w:lang w:val="uk-UA"/>
        </w:rPr>
        <w:t>.</w:t>
      </w:r>
    </w:p>
    <w:p w:rsidR="004903E0" w:rsidRPr="00E6761B" w:rsidRDefault="004903E0" w:rsidP="00D86AD5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903E0" w:rsidRDefault="004903E0" w:rsidP="0041422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 Надати дозвіл управлінню містобудування, архітектури, комунальної власності та земельних питань Первомайської міської ради (Гринчак) на передавання в оренду, як орендодавцю, об’єкта нерухомого майна комунальної власності, зазначеного в пункті 1,  терміном на 4 роки 11 місяців у порядку, визначеному чинним законодавством.</w:t>
      </w:r>
    </w:p>
    <w:p w:rsidR="004903E0" w:rsidRDefault="004903E0" w:rsidP="0041422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903E0" w:rsidRDefault="004903E0" w:rsidP="0041422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Внести зміни в додаток до рішення міської ради від 23.12.2020 року             № 32 «Про затвердження переліку підприємств, закладів, установ та організацій, що надають соціально важливі послуги населенню міста Первомайська», доповнивши перелік підприємств, установ, організацій, що надають соціально важливі послуги населенню, пунктом 13:</w:t>
      </w:r>
    </w:p>
    <w:p w:rsidR="004903E0" w:rsidRDefault="004903E0" w:rsidP="0041422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01"/>
        <w:gridCol w:w="8470"/>
      </w:tblGrid>
      <w:tr w:rsidR="004903E0" w:rsidRPr="00F21CAA" w:rsidTr="00F21CAA">
        <w:tc>
          <w:tcPr>
            <w:tcW w:w="1101" w:type="dxa"/>
          </w:tcPr>
          <w:p w:rsidR="004903E0" w:rsidRPr="00F21CAA" w:rsidRDefault="004903E0" w:rsidP="00F21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21CAA">
              <w:rPr>
                <w:rFonts w:ascii="Times New Roman" w:hAnsi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8470" w:type="dxa"/>
          </w:tcPr>
          <w:p w:rsidR="004903E0" w:rsidRPr="00F21CAA" w:rsidRDefault="004903E0" w:rsidP="00F21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21CAA">
              <w:rPr>
                <w:rFonts w:ascii="Times New Roman" w:hAnsi="Times New Roman"/>
                <w:sz w:val="28"/>
                <w:szCs w:val="28"/>
                <w:lang w:val="uk-UA"/>
              </w:rPr>
              <w:t>Підприємство, установа, організація</w:t>
            </w:r>
          </w:p>
        </w:tc>
      </w:tr>
      <w:tr w:rsidR="004903E0" w:rsidRPr="00F21CAA" w:rsidTr="00F21CAA">
        <w:tc>
          <w:tcPr>
            <w:tcW w:w="1101" w:type="dxa"/>
          </w:tcPr>
          <w:p w:rsidR="004903E0" w:rsidRPr="00F21CAA" w:rsidRDefault="004903E0" w:rsidP="00F21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21CAA"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8470" w:type="dxa"/>
          </w:tcPr>
          <w:p w:rsidR="004903E0" w:rsidRPr="00F21CAA" w:rsidRDefault="004903E0" w:rsidP="00F21CA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21CAA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соціального захисту населення Первомайської районної державної  адміністрації Миколаївської області</w:t>
            </w:r>
          </w:p>
        </w:tc>
      </w:tr>
    </w:tbl>
    <w:p w:rsidR="004903E0" w:rsidRDefault="004903E0" w:rsidP="003B46AE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E6761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903E0" w:rsidRPr="00C80639" w:rsidRDefault="004903E0" w:rsidP="00CE5E29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C80639">
        <w:rPr>
          <w:rFonts w:ascii="Times New Roman" w:hAnsi="Times New Roman"/>
          <w:sz w:val="28"/>
          <w:szCs w:val="28"/>
          <w:lang w:val="uk-UA"/>
        </w:rPr>
        <w:t>.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відносин,  та планування територій.</w:t>
      </w:r>
    </w:p>
    <w:p w:rsidR="004903E0" w:rsidRDefault="004903E0" w:rsidP="005466EE">
      <w:pPr>
        <w:pStyle w:val="Footer"/>
        <w:rPr>
          <w:sz w:val="28"/>
          <w:szCs w:val="28"/>
          <w:lang w:val="uk-UA"/>
        </w:rPr>
      </w:pPr>
    </w:p>
    <w:p w:rsidR="004903E0" w:rsidRDefault="004903E0" w:rsidP="005466EE">
      <w:pPr>
        <w:pStyle w:val="Footer"/>
        <w:rPr>
          <w:sz w:val="28"/>
          <w:szCs w:val="28"/>
          <w:lang w:val="uk-UA"/>
        </w:rPr>
      </w:pPr>
    </w:p>
    <w:p w:rsidR="004903E0" w:rsidRPr="005466EE" w:rsidRDefault="004903E0" w:rsidP="005466EE">
      <w:pPr>
        <w:pStyle w:val="Footer"/>
        <w:rPr>
          <w:sz w:val="28"/>
          <w:szCs w:val="28"/>
          <w:lang w:val="uk-UA"/>
        </w:rPr>
      </w:pPr>
      <w:r w:rsidRPr="005466EE">
        <w:rPr>
          <w:sz w:val="28"/>
          <w:szCs w:val="28"/>
          <w:lang w:val="uk-UA"/>
        </w:rPr>
        <w:t>Міський голова</w:t>
      </w:r>
      <w:r w:rsidRPr="005466EE">
        <w:rPr>
          <w:sz w:val="28"/>
          <w:szCs w:val="28"/>
          <w:lang w:val="uk-UA"/>
        </w:rPr>
        <w:tab/>
      </w:r>
      <w:r w:rsidRPr="005466E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Олег ДЕМЧЕНКО</w:t>
      </w:r>
    </w:p>
    <w:sectPr w:rsidR="004903E0" w:rsidRPr="005466EE" w:rsidSect="00B657A5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03E0" w:rsidRDefault="004903E0" w:rsidP="009B1CE0">
      <w:pPr>
        <w:spacing w:after="0" w:line="240" w:lineRule="auto"/>
      </w:pPr>
      <w:r>
        <w:separator/>
      </w:r>
    </w:p>
  </w:endnote>
  <w:endnote w:type="continuationSeparator" w:id="1">
    <w:p w:rsidR="004903E0" w:rsidRDefault="004903E0" w:rsidP="009B1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3E0" w:rsidRPr="000A0FF9" w:rsidRDefault="004903E0" w:rsidP="000A0FF9">
    <w:pPr>
      <w:pStyle w:val="Footer"/>
      <w:jc w:val="center"/>
      <w:rPr>
        <w:b/>
        <w:sz w:val="18"/>
        <w:szCs w:val="18"/>
        <w:lang w:val="uk-UA"/>
      </w:rPr>
    </w:pPr>
    <w:r w:rsidRPr="000A0FF9">
      <w:rPr>
        <w:b/>
        <w:sz w:val="18"/>
        <w:szCs w:val="18"/>
        <w:lang w:val="uk-UA"/>
      </w:rPr>
      <w:t>Рішення</w:t>
    </w:r>
    <w:r>
      <w:rPr>
        <w:b/>
        <w:sz w:val="18"/>
        <w:szCs w:val="18"/>
        <w:lang w:val="uk-UA"/>
      </w:rPr>
      <w:t xml:space="preserve"> Первомайської</w:t>
    </w:r>
    <w:r w:rsidRPr="000A0FF9">
      <w:rPr>
        <w:b/>
        <w:sz w:val="18"/>
        <w:szCs w:val="18"/>
        <w:lang w:val="uk-UA"/>
      </w:rPr>
      <w:t xml:space="preserve"> міської ради</w:t>
    </w:r>
  </w:p>
  <w:p w:rsidR="004903E0" w:rsidRPr="000A0FF9" w:rsidRDefault="004903E0" w:rsidP="000A0FF9">
    <w:pPr>
      <w:tabs>
        <w:tab w:val="left" w:pos="4320"/>
      </w:tabs>
      <w:spacing w:after="0" w:line="240" w:lineRule="auto"/>
      <w:jc w:val="center"/>
      <w:rPr>
        <w:rFonts w:ascii="Times New Roman" w:hAnsi="Times New Roman"/>
        <w:b/>
        <w:sz w:val="18"/>
        <w:szCs w:val="18"/>
        <w:lang w:val="uk-UA"/>
      </w:rPr>
    </w:pPr>
    <w:r w:rsidRPr="000A0FF9">
      <w:rPr>
        <w:rFonts w:ascii="Times New Roman" w:hAnsi="Times New Roman"/>
        <w:b/>
        <w:noProof/>
        <w:sz w:val="18"/>
        <w:szCs w:val="18"/>
        <w:lang w:val="uk-UA" w:eastAsia="uk-UA"/>
      </w:rPr>
      <w:t>Про</w:t>
    </w:r>
    <w:r>
      <w:rPr>
        <w:rFonts w:ascii="Times New Roman" w:hAnsi="Times New Roman"/>
        <w:b/>
        <w:noProof/>
        <w:sz w:val="18"/>
        <w:szCs w:val="18"/>
        <w:lang w:val="uk-UA" w:eastAsia="uk-UA"/>
      </w:rPr>
      <w:t xml:space="preserve"> передавання в оренду комплексу нежитлових будівель по вул. Київська, 50-а</w:t>
    </w:r>
  </w:p>
  <w:p w:rsidR="004903E0" w:rsidRPr="000A0FF9" w:rsidRDefault="004903E0">
    <w:pPr>
      <w:pStyle w:val="Footer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03E0" w:rsidRDefault="004903E0" w:rsidP="009B1CE0">
      <w:pPr>
        <w:spacing w:after="0" w:line="240" w:lineRule="auto"/>
      </w:pPr>
      <w:r>
        <w:separator/>
      </w:r>
    </w:p>
  </w:footnote>
  <w:footnote w:type="continuationSeparator" w:id="1">
    <w:p w:rsidR="004903E0" w:rsidRDefault="004903E0" w:rsidP="009B1C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3E0" w:rsidRDefault="004903E0">
    <w:pPr>
      <w:pStyle w:val="Header"/>
      <w:jc w:val="center"/>
    </w:pPr>
    <w:r w:rsidRPr="00B904B3">
      <w:rPr>
        <w:rFonts w:ascii="Times New Roman" w:hAnsi="Times New Roman"/>
        <w:sz w:val="24"/>
        <w:szCs w:val="24"/>
      </w:rPr>
      <w:fldChar w:fldCharType="begin"/>
    </w:r>
    <w:r w:rsidRPr="00B904B3">
      <w:rPr>
        <w:rFonts w:ascii="Times New Roman" w:hAnsi="Times New Roman"/>
        <w:sz w:val="24"/>
        <w:szCs w:val="24"/>
      </w:rPr>
      <w:instrText xml:space="preserve"> PAGE   \* MERGEFORMAT </w:instrText>
    </w:r>
    <w:r w:rsidRPr="00B904B3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B904B3">
      <w:rPr>
        <w:rFonts w:ascii="Times New Roman" w:hAnsi="Times New Roman"/>
        <w:sz w:val="24"/>
        <w:szCs w:val="24"/>
      </w:rPr>
      <w:fldChar w:fldCharType="end"/>
    </w:r>
    <w:r w:rsidRPr="00B904B3">
      <w:rPr>
        <w:rFonts w:ascii="Times New Roman" w:hAnsi="Times New Roman"/>
        <w:sz w:val="24"/>
        <w:szCs w:val="24"/>
        <w:lang w:val="uk-UA"/>
      </w:rPr>
      <w:t xml:space="preserve"> із 2</w:t>
    </w:r>
  </w:p>
  <w:p w:rsidR="004903E0" w:rsidRDefault="004903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C7C79"/>
    <w:multiLevelType w:val="hybridMultilevel"/>
    <w:tmpl w:val="75C0BC22"/>
    <w:lvl w:ilvl="0" w:tplc="10C23CD0">
      <w:start w:val="1"/>
      <w:numFmt w:val="decimal"/>
      <w:lvlText w:val="%1."/>
      <w:lvlJc w:val="left"/>
      <w:pPr>
        <w:ind w:left="90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614B"/>
    <w:rsid w:val="0004132E"/>
    <w:rsid w:val="00081292"/>
    <w:rsid w:val="000A0FF9"/>
    <w:rsid w:val="000B4BA4"/>
    <w:rsid w:val="00100032"/>
    <w:rsid w:val="002329A0"/>
    <w:rsid w:val="0026438B"/>
    <w:rsid w:val="00273D2A"/>
    <w:rsid w:val="00284036"/>
    <w:rsid w:val="002B4321"/>
    <w:rsid w:val="002B614B"/>
    <w:rsid w:val="002E5D8C"/>
    <w:rsid w:val="00341818"/>
    <w:rsid w:val="00341DAE"/>
    <w:rsid w:val="003927D7"/>
    <w:rsid w:val="003A3DC1"/>
    <w:rsid w:val="003B46AE"/>
    <w:rsid w:val="003B5A15"/>
    <w:rsid w:val="003B63B6"/>
    <w:rsid w:val="00414221"/>
    <w:rsid w:val="004625B7"/>
    <w:rsid w:val="004903E0"/>
    <w:rsid w:val="004B4D34"/>
    <w:rsid w:val="005110E5"/>
    <w:rsid w:val="00513A72"/>
    <w:rsid w:val="00540C2B"/>
    <w:rsid w:val="005466EE"/>
    <w:rsid w:val="00567B54"/>
    <w:rsid w:val="005753EC"/>
    <w:rsid w:val="00576D4E"/>
    <w:rsid w:val="00602726"/>
    <w:rsid w:val="00614F0F"/>
    <w:rsid w:val="00673384"/>
    <w:rsid w:val="006D45FE"/>
    <w:rsid w:val="006D5679"/>
    <w:rsid w:val="00723982"/>
    <w:rsid w:val="00780048"/>
    <w:rsid w:val="00852D69"/>
    <w:rsid w:val="008541EC"/>
    <w:rsid w:val="00883363"/>
    <w:rsid w:val="008E2CBD"/>
    <w:rsid w:val="00905299"/>
    <w:rsid w:val="00935EAC"/>
    <w:rsid w:val="009B1CE0"/>
    <w:rsid w:val="00A14D07"/>
    <w:rsid w:val="00A47D5E"/>
    <w:rsid w:val="00AA6EB4"/>
    <w:rsid w:val="00AD04BD"/>
    <w:rsid w:val="00AD313D"/>
    <w:rsid w:val="00AD5870"/>
    <w:rsid w:val="00AF5087"/>
    <w:rsid w:val="00B24EC8"/>
    <w:rsid w:val="00B50257"/>
    <w:rsid w:val="00B6120D"/>
    <w:rsid w:val="00B657A5"/>
    <w:rsid w:val="00B904B3"/>
    <w:rsid w:val="00BB2708"/>
    <w:rsid w:val="00BF2AE7"/>
    <w:rsid w:val="00BF351A"/>
    <w:rsid w:val="00C0037F"/>
    <w:rsid w:val="00C45815"/>
    <w:rsid w:val="00C72D33"/>
    <w:rsid w:val="00C752F9"/>
    <w:rsid w:val="00C76846"/>
    <w:rsid w:val="00C76D3E"/>
    <w:rsid w:val="00C80639"/>
    <w:rsid w:val="00CD1B75"/>
    <w:rsid w:val="00CE5E29"/>
    <w:rsid w:val="00CF3EC8"/>
    <w:rsid w:val="00D3358F"/>
    <w:rsid w:val="00D3510C"/>
    <w:rsid w:val="00D40DA4"/>
    <w:rsid w:val="00D86AD5"/>
    <w:rsid w:val="00DC2727"/>
    <w:rsid w:val="00DE133B"/>
    <w:rsid w:val="00DE6874"/>
    <w:rsid w:val="00DE7FF5"/>
    <w:rsid w:val="00E030BB"/>
    <w:rsid w:val="00E31447"/>
    <w:rsid w:val="00E37CBB"/>
    <w:rsid w:val="00E6761B"/>
    <w:rsid w:val="00E8034C"/>
    <w:rsid w:val="00E83985"/>
    <w:rsid w:val="00F00F43"/>
    <w:rsid w:val="00F21CAA"/>
    <w:rsid w:val="00F307BF"/>
    <w:rsid w:val="00F3404A"/>
    <w:rsid w:val="00F605A6"/>
    <w:rsid w:val="00FB4786"/>
    <w:rsid w:val="00FC7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03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data">
    <w:name w:val="docdata"/>
    <w:aliases w:val="docy,v5,1506,baiaagaaboqcaaadgwqaaaupb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2B614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83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3363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5466E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466EE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9B1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B1CE0"/>
    <w:rPr>
      <w:rFonts w:cs="Times New Roman"/>
    </w:rPr>
  </w:style>
  <w:style w:type="table" w:styleId="TableGrid">
    <w:name w:val="Table Grid"/>
    <w:basedOn w:val="TableNormal"/>
    <w:uiPriority w:val="99"/>
    <w:rsid w:val="00F605A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90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297</TotalTime>
  <Pages>2</Pages>
  <Words>354</Words>
  <Characters>2019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42</cp:revision>
  <cp:lastPrinted>2021-01-19T13:46:00Z</cp:lastPrinted>
  <dcterms:created xsi:type="dcterms:W3CDTF">2020-10-27T08:46:00Z</dcterms:created>
  <dcterms:modified xsi:type="dcterms:W3CDTF">2021-02-03T14:03:00Z</dcterms:modified>
</cp:coreProperties>
</file>