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DC" w:rsidRDefault="00084BDC" w:rsidP="00064E20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084BDC" w:rsidRDefault="00084BDC" w:rsidP="00064E20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40"/>
          <w:szCs w:val="40"/>
        </w:rPr>
      </w:pPr>
      <w:r>
        <w:rPr>
          <w:sz w:val="40"/>
          <w:szCs w:val="40"/>
        </w:rPr>
        <w:t>ПЕРВОМАЙСЬКА   МІСЬКА   РАДА</w:t>
      </w:r>
    </w:p>
    <w:p w:rsidR="00084BDC" w:rsidRDefault="00084BDC" w:rsidP="00064E20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40"/>
          <w:szCs w:val="40"/>
        </w:rPr>
      </w:pPr>
      <w:r>
        <w:rPr>
          <w:sz w:val="40"/>
          <w:szCs w:val="40"/>
        </w:rPr>
        <w:t>Миколаївської  області</w:t>
      </w:r>
    </w:p>
    <w:p w:rsidR="00084BDC" w:rsidRDefault="00084BDC" w:rsidP="00064E20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21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084BDC" w:rsidRDefault="00084BDC" w:rsidP="00064E20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84BDC" w:rsidRDefault="00084BDC" w:rsidP="00064E20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>
        <w:rPr>
          <w:b/>
          <w:sz w:val="40"/>
          <w:szCs w:val="40"/>
        </w:rPr>
        <w:t>РІШЕННЯ</w:t>
      </w:r>
    </w:p>
    <w:p w:rsidR="00084BDC" w:rsidRPr="00064E20" w:rsidRDefault="00084BDC" w:rsidP="00064E2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28.10.2021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</w:p>
    <w:p w:rsidR="00084BDC" w:rsidRDefault="00084BDC" w:rsidP="00064E20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084BDC" w:rsidRPr="008C70DC" w:rsidRDefault="00084BDC" w:rsidP="00064E20">
      <w:pPr>
        <w:pStyle w:val="Header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</w:p>
    <w:p w:rsidR="00084BDC" w:rsidRPr="00B15947" w:rsidRDefault="00084BDC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084BDC" w:rsidRDefault="00084BDC" w:rsidP="0079424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проектів землеустрою</w:t>
      </w:r>
    </w:p>
    <w:p w:rsidR="00084BDC" w:rsidRPr="00966DFA" w:rsidRDefault="00084BDC" w:rsidP="0079424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безоплатну передачу у власність </w:t>
      </w:r>
      <w:r w:rsidRPr="00966DFA">
        <w:rPr>
          <w:sz w:val="28"/>
          <w:szCs w:val="28"/>
          <w:lang w:val="uk-UA"/>
        </w:rPr>
        <w:t xml:space="preserve">земельних ділянок </w:t>
      </w:r>
    </w:p>
    <w:p w:rsidR="00084BDC" w:rsidRPr="00DC28DB" w:rsidRDefault="00084BDC" w:rsidP="007250C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для будівництва індивідуальн</w:t>
      </w:r>
      <w:r>
        <w:rPr>
          <w:sz w:val="28"/>
          <w:szCs w:val="28"/>
          <w:lang w:val="uk-UA"/>
        </w:rPr>
        <w:t xml:space="preserve">их </w:t>
      </w:r>
      <w:r w:rsidRPr="00DC28DB">
        <w:rPr>
          <w:sz w:val="28"/>
          <w:szCs w:val="28"/>
          <w:lang w:val="uk-UA"/>
        </w:rPr>
        <w:t>гараж</w:t>
      </w:r>
      <w:r>
        <w:rPr>
          <w:sz w:val="28"/>
          <w:szCs w:val="28"/>
          <w:lang w:val="uk-UA"/>
        </w:rPr>
        <w:t>ів по вул. Гвардійська</w:t>
      </w:r>
    </w:p>
    <w:p w:rsidR="00084BDC" w:rsidRPr="00DC28DB" w:rsidRDefault="00084BDC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84BDC" w:rsidRPr="00DC28DB" w:rsidRDefault="00084BDC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79¹,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статті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 № 5245-VI, </w:t>
      </w:r>
      <w:r w:rsidRPr="00330AA6">
        <w:rPr>
          <w:bCs/>
          <w:sz w:val="28"/>
          <w:szCs w:val="28"/>
          <w:shd w:val="clear" w:color="auto" w:fill="FFFFFF"/>
          <w:lang w:val="uk-UA"/>
        </w:rPr>
        <w:t xml:space="preserve">враховуючи рекомендацію постійної комісії міської ради з питань бюджету та фінансів, планування соціально-економічного розвитку, інвестицій,  торгівлі, послуг та розвитку підприємства від 18.08.2021 року № </w:t>
      </w:r>
      <w:r>
        <w:rPr>
          <w:bCs/>
          <w:sz w:val="28"/>
          <w:szCs w:val="28"/>
          <w:shd w:val="clear" w:color="auto" w:fill="FFFFFF"/>
          <w:lang w:val="uk-UA"/>
        </w:rPr>
        <w:t>8</w:t>
      </w:r>
      <w:r w:rsidRPr="00330AA6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Pr="00330AA6">
        <w:rPr>
          <w:sz w:val="28"/>
          <w:szCs w:val="28"/>
          <w:lang w:val="uk-UA"/>
        </w:rPr>
        <w:t>розглянувши</w:t>
      </w:r>
      <w:r w:rsidRPr="00966DFA">
        <w:rPr>
          <w:sz w:val="28"/>
          <w:szCs w:val="28"/>
          <w:lang w:val="uk-UA"/>
        </w:rPr>
        <w:t xml:space="preserve"> заяви громадян</w:t>
      </w:r>
      <w:r w:rsidRPr="00DC28DB">
        <w:rPr>
          <w:sz w:val="28"/>
          <w:szCs w:val="28"/>
          <w:lang w:val="uk-UA"/>
        </w:rPr>
        <w:t xml:space="preserve"> міська рада</w:t>
      </w:r>
    </w:p>
    <w:p w:rsidR="00084BDC" w:rsidRPr="00DC28DB" w:rsidRDefault="00084BDC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84BDC" w:rsidRPr="00DC28DB" w:rsidRDefault="00084BDC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084BDC" w:rsidRDefault="00084BDC" w:rsidP="00B8608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84BDC" w:rsidRPr="005E7E2A" w:rsidRDefault="00084BDC" w:rsidP="002411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5E7E2A">
        <w:rPr>
          <w:sz w:val="28"/>
          <w:szCs w:val="28"/>
          <w:lang w:val="uk-UA"/>
        </w:rPr>
        <w:t xml:space="preserve">. Затвердити </w:t>
      </w:r>
      <w:r>
        <w:rPr>
          <w:sz w:val="28"/>
          <w:szCs w:val="28"/>
          <w:lang w:val="uk-UA"/>
        </w:rPr>
        <w:t>проекти землеустрою</w:t>
      </w:r>
      <w:r w:rsidRPr="005E7E2A">
        <w:rPr>
          <w:sz w:val="28"/>
          <w:szCs w:val="28"/>
          <w:lang w:val="uk-UA"/>
        </w:rPr>
        <w:t xml:space="preserve"> та передати земельн</w:t>
      </w:r>
      <w:r>
        <w:rPr>
          <w:sz w:val="28"/>
          <w:szCs w:val="28"/>
          <w:lang w:val="uk-UA"/>
        </w:rPr>
        <w:t>і</w:t>
      </w:r>
      <w:r w:rsidRPr="005E7E2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5E7E2A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ам</w:t>
      </w:r>
      <w:r w:rsidRPr="005E7E2A">
        <w:rPr>
          <w:sz w:val="28"/>
          <w:szCs w:val="28"/>
          <w:lang w:val="uk-UA"/>
        </w:rPr>
        <w:t xml:space="preserve"> України:</w:t>
      </w:r>
    </w:p>
    <w:p w:rsidR="00084BDC" w:rsidRPr="005E7E2A" w:rsidRDefault="00084BDC" w:rsidP="00D16C68">
      <w:pPr>
        <w:ind w:firstLine="567"/>
        <w:jc w:val="both"/>
        <w:rPr>
          <w:sz w:val="28"/>
          <w:szCs w:val="28"/>
          <w:lang w:val="uk-UA"/>
        </w:rPr>
      </w:pPr>
    </w:p>
    <w:p w:rsidR="00084BDC" w:rsidRDefault="00084BDC" w:rsidP="00175D1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 Селецький Євген Валентинович (ідентифікаційний номер ХХХХХХХХ) площею 0,0100 га для будівництва індивідуального гаража (02.05) по                   вул. Гвардійська, біля будівлі № 41-а м. Первомайськ, Миколаївська область (кадастровий номер земельної ділянки 4810400000:06:043:0041);</w:t>
      </w:r>
    </w:p>
    <w:p w:rsidR="00084BDC" w:rsidRDefault="00084BDC" w:rsidP="003E69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 Селецька Людмила Григорівна (ідентифікаційний номер ХХХХХХХХ) площею 0,0100 га для будівництва індивідуального гаража (02.05) по                  вул. Гвардійська, біля будівлі № 41-а м. Первомайськ, Миколаївська область (кадастровий номер земельної ділянки 4810400000:06:043:0040).</w:t>
      </w:r>
    </w:p>
    <w:p w:rsidR="00084BDC" w:rsidRDefault="00084BDC" w:rsidP="006116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 Громадянам, зазначеним у пункті 1,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084BDC" w:rsidRPr="00611622" w:rsidRDefault="00084BDC" w:rsidP="001E33AA">
      <w:pPr>
        <w:ind w:firstLine="567"/>
        <w:jc w:val="both"/>
        <w:rPr>
          <w:sz w:val="28"/>
          <w:szCs w:val="28"/>
        </w:rPr>
      </w:pPr>
    </w:p>
    <w:p w:rsidR="00084BDC" w:rsidRPr="00966DFA" w:rsidRDefault="00084BDC" w:rsidP="001E3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у рішенні</w:t>
      </w:r>
      <w:r w:rsidRPr="00966DFA">
        <w:rPr>
          <w:sz w:val="28"/>
          <w:szCs w:val="28"/>
          <w:lang w:val="uk-UA"/>
        </w:rPr>
        <w:t>:</w:t>
      </w:r>
    </w:p>
    <w:p w:rsidR="00084BDC" w:rsidRPr="00966DFA" w:rsidRDefault="00084BDC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084BDC" w:rsidRPr="00966DFA" w:rsidRDefault="00084BDC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084BDC" w:rsidRDefault="00084BDC" w:rsidP="001E33AA">
      <w:pPr>
        <w:pStyle w:val="BodyTextIndent2"/>
        <w:ind w:firstLine="567"/>
        <w:rPr>
          <w:sz w:val="28"/>
          <w:szCs w:val="28"/>
        </w:rPr>
      </w:pPr>
    </w:p>
    <w:p w:rsidR="00084BDC" w:rsidRPr="00966DFA" w:rsidRDefault="00084BDC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084BDC" w:rsidRPr="005E7E2A" w:rsidRDefault="00084BDC" w:rsidP="005824A5">
      <w:pPr>
        <w:pStyle w:val="BodyTextIndent2"/>
        <w:ind w:firstLine="567"/>
        <w:rPr>
          <w:sz w:val="28"/>
          <w:szCs w:val="28"/>
        </w:rPr>
      </w:pPr>
    </w:p>
    <w:p w:rsidR="00084BDC" w:rsidRPr="005E7E2A" w:rsidRDefault="00084BDC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084BDC" w:rsidRPr="00CF3DB5" w:rsidRDefault="00084BDC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084BDC" w:rsidRDefault="00084BDC" w:rsidP="00BD30F6">
      <w:pPr>
        <w:rPr>
          <w:sz w:val="28"/>
          <w:szCs w:val="28"/>
          <w:lang w:val="uk-UA"/>
        </w:rPr>
      </w:pPr>
    </w:p>
    <w:p w:rsidR="00084BDC" w:rsidRDefault="00084BDC" w:rsidP="00BD30F6">
      <w:pPr>
        <w:rPr>
          <w:sz w:val="28"/>
          <w:szCs w:val="28"/>
          <w:lang w:val="uk-UA"/>
        </w:rPr>
      </w:pPr>
    </w:p>
    <w:p w:rsidR="00084BDC" w:rsidRDefault="00084BDC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084BDC" w:rsidRDefault="00084BDC" w:rsidP="001C660A">
      <w:pPr>
        <w:rPr>
          <w:sz w:val="28"/>
          <w:szCs w:val="28"/>
          <w:lang w:val="uk-UA"/>
        </w:rPr>
      </w:pPr>
    </w:p>
    <w:p w:rsidR="00084BDC" w:rsidRDefault="00084BDC" w:rsidP="001C660A">
      <w:pPr>
        <w:rPr>
          <w:sz w:val="28"/>
          <w:szCs w:val="28"/>
          <w:lang w:val="uk-UA"/>
        </w:rPr>
      </w:pPr>
    </w:p>
    <w:p w:rsidR="00084BDC" w:rsidRPr="00621A5E" w:rsidRDefault="00084BDC" w:rsidP="001C660A">
      <w:pPr>
        <w:rPr>
          <w:lang w:val="uk-UA"/>
        </w:rPr>
      </w:pPr>
    </w:p>
    <w:sectPr w:rsidR="00084BDC" w:rsidRPr="00621A5E" w:rsidSect="009850C1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BDC" w:rsidRDefault="00084BDC">
      <w:r>
        <w:separator/>
      </w:r>
    </w:p>
  </w:endnote>
  <w:endnote w:type="continuationSeparator" w:id="0">
    <w:p w:rsidR="00084BDC" w:rsidRDefault="00084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DC" w:rsidRPr="00292953" w:rsidRDefault="00084BDC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084BDC" w:rsidRPr="009043F4" w:rsidRDefault="00084BDC" w:rsidP="009043F4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043F4">
      <w:rPr>
        <w:b/>
        <w:sz w:val="18"/>
        <w:szCs w:val="18"/>
        <w:lang w:val="uk-UA"/>
      </w:rPr>
      <w:t xml:space="preserve">Про затвердження </w:t>
    </w:r>
    <w:r>
      <w:rPr>
        <w:b/>
        <w:sz w:val="18"/>
        <w:szCs w:val="18"/>
        <w:lang w:val="uk-UA"/>
      </w:rPr>
      <w:t>проектів</w:t>
    </w:r>
    <w:r w:rsidRPr="009043F4">
      <w:rPr>
        <w:b/>
        <w:sz w:val="18"/>
        <w:szCs w:val="18"/>
        <w:lang w:val="uk-UA"/>
      </w:rPr>
      <w:t xml:space="preserve"> землеустрою</w:t>
    </w:r>
    <w:r>
      <w:rPr>
        <w:b/>
        <w:sz w:val="18"/>
        <w:szCs w:val="18"/>
        <w:lang w:val="uk-UA"/>
      </w:rPr>
      <w:t xml:space="preserve"> </w:t>
    </w:r>
    <w:r w:rsidRPr="009043F4">
      <w:rPr>
        <w:b/>
        <w:sz w:val="18"/>
        <w:szCs w:val="18"/>
        <w:lang w:val="uk-UA"/>
      </w:rPr>
      <w:t>та безоплатну передачу у власність земельних ділянок</w:t>
    </w:r>
  </w:p>
  <w:p w:rsidR="00084BDC" w:rsidRPr="009043F4" w:rsidRDefault="00084BDC" w:rsidP="009043F4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043F4">
      <w:rPr>
        <w:b/>
        <w:sz w:val="18"/>
        <w:szCs w:val="18"/>
        <w:lang w:val="uk-UA"/>
      </w:rPr>
      <w:t>для будівництва індивідуальних гаражів</w:t>
    </w:r>
    <w:r>
      <w:rPr>
        <w:b/>
        <w:sz w:val="18"/>
        <w:szCs w:val="18"/>
        <w:lang w:val="uk-UA"/>
      </w:rPr>
      <w:t xml:space="preserve"> по вул. Гвардійська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BDC" w:rsidRDefault="00084BDC">
      <w:r>
        <w:separator/>
      </w:r>
    </w:p>
  </w:footnote>
  <w:footnote w:type="continuationSeparator" w:id="0">
    <w:p w:rsidR="00084BDC" w:rsidRDefault="00084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DC" w:rsidRPr="00F11EBF" w:rsidRDefault="00084BDC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084BDC" w:rsidRDefault="00084B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06816"/>
    <w:rsid w:val="0000723C"/>
    <w:rsid w:val="000101D7"/>
    <w:rsid w:val="00010398"/>
    <w:rsid w:val="00010425"/>
    <w:rsid w:val="000107B2"/>
    <w:rsid w:val="000109E4"/>
    <w:rsid w:val="00010B61"/>
    <w:rsid w:val="00010F84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77A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0F1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8E4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3D84"/>
    <w:rsid w:val="00064D73"/>
    <w:rsid w:val="00064E20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BF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BDC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5A4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127"/>
    <w:rsid w:val="000A3334"/>
    <w:rsid w:val="000A391B"/>
    <w:rsid w:val="000A3C63"/>
    <w:rsid w:val="000A3D60"/>
    <w:rsid w:val="000A408A"/>
    <w:rsid w:val="000A411E"/>
    <w:rsid w:val="000A4A62"/>
    <w:rsid w:val="000A4EBC"/>
    <w:rsid w:val="000A50ED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08D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492E"/>
    <w:rsid w:val="000C49B6"/>
    <w:rsid w:val="000C4A14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02E1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E60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135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2EA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58EE"/>
    <w:rsid w:val="00105F8A"/>
    <w:rsid w:val="00105FA1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7CB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D14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73A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0F99"/>
    <w:rsid w:val="001E10F4"/>
    <w:rsid w:val="001E133D"/>
    <w:rsid w:val="001E1B5A"/>
    <w:rsid w:val="001E1F80"/>
    <w:rsid w:val="001E20F1"/>
    <w:rsid w:val="001E264A"/>
    <w:rsid w:val="001E2DAA"/>
    <w:rsid w:val="001E3375"/>
    <w:rsid w:val="001E33AA"/>
    <w:rsid w:val="001E3935"/>
    <w:rsid w:val="001E449F"/>
    <w:rsid w:val="001E46E1"/>
    <w:rsid w:val="001E49D5"/>
    <w:rsid w:val="001E4EDF"/>
    <w:rsid w:val="001E51B4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D9B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AA6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85B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66B"/>
    <w:rsid w:val="00371A29"/>
    <w:rsid w:val="00371F6D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795"/>
    <w:rsid w:val="003B5BFC"/>
    <w:rsid w:val="003B5D17"/>
    <w:rsid w:val="003B6031"/>
    <w:rsid w:val="003B628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B4"/>
    <w:rsid w:val="003E5337"/>
    <w:rsid w:val="003E5D04"/>
    <w:rsid w:val="003E5ED6"/>
    <w:rsid w:val="003E6985"/>
    <w:rsid w:val="003E6DCB"/>
    <w:rsid w:val="003E7B18"/>
    <w:rsid w:val="003F09F3"/>
    <w:rsid w:val="003F118C"/>
    <w:rsid w:val="003F19FE"/>
    <w:rsid w:val="003F1B07"/>
    <w:rsid w:val="003F1EF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28"/>
    <w:rsid w:val="00420A85"/>
    <w:rsid w:val="00420E52"/>
    <w:rsid w:val="00420E8E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709"/>
    <w:rsid w:val="004269C9"/>
    <w:rsid w:val="00426EBA"/>
    <w:rsid w:val="00426FB6"/>
    <w:rsid w:val="00427329"/>
    <w:rsid w:val="0042748C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4DFE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1AFF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062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B7A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908"/>
    <w:rsid w:val="0051192C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5B0F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521"/>
    <w:rsid w:val="005749E7"/>
    <w:rsid w:val="0057503C"/>
    <w:rsid w:val="00575610"/>
    <w:rsid w:val="00575A46"/>
    <w:rsid w:val="00575CC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628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1FA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622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0CD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A60"/>
    <w:rsid w:val="00626E90"/>
    <w:rsid w:val="006277C6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EB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9A6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0D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AE0"/>
    <w:rsid w:val="00660187"/>
    <w:rsid w:val="00660313"/>
    <w:rsid w:val="00660F10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6E1"/>
    <w:rsid w:val="00664A81"/>
    <w:rsid w:val="00664DDE"/>
    <w:rsid w:val="006653DD"/>
    <w:rsid w:val="00666928"/>
    <w:rsid w:val="00666D23"/>
    <w:rsid w:val="0066704E"/>
    <w:rsid w:val="0066718C"/>
    <w:rsid w:val="0066719E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D85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DEA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74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B45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312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745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0C7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6E0A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0DB"/>
    <w:rsid w:val="007533BD"/>
    <w:rsid w:val="00753EEB"/>
    <w:rsid w:val="007543E1"/>
    <w:rsid w:val="00754547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246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6CE0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67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70D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0EDA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6F8C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DFD"/>
    <w:rsid w:val="008540B2"/>
    <w:rsid w:val="0085427C"/>
    <w:rsid w:val="00854514"/>
    <w:rsid w:val="008546C4"/>
    <w:rsid w:val="00854DE8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4DE5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5CD3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0DC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16E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3F4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9CC"/>
    <w:rsid w:val="00932C68"/>
    <w:rsid w:val="00932C8D"/>
    <w:rsid w:val="00932D97"/>
    <w:rsid w:val="00932F50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50"/>
    <w:rsid w:val="009519B5"/>
    <w:rsid w:val="00951E68"/>
    <w:rsid w:val="00951F6A"/>
    <w:rsid w:val="0095221C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4E5B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51D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3F84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78D"/>
    <w:rsid w:val="00984F32"/>
    <w:rsid w:val="009850C1"/>
    <w:rsid w:val="009852C3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856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57F3"/>
    <w:rsid w:val="009A64AB"/>
    <w:rsid w:val="009A6528"/>
    <w:rsid w:val="009A66F6"/>
    <w:rsid w:val="009A7579"/>
    <w:rsid w:val="009A760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1F4A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3A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23E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D21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3F4"/>
    <w:rsid w:val="00A065F5"/>
    <w:rsid w:val="00A068B2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B96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0D1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85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123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738C"/>
    <w:rsid w:val="00AB03FC"/>
    <w:rsid w:val="00AB0E57"/>
    <w:rsid w:val="00AB132F"/>
    <w:rsid w:val="00AB15CF"/>
    <w:rsid w:val="00AB168B"/>
    <w:rsid w:val="00AB1933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665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3D1E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68E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59D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63F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CC8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01"/>
    <w:rsid w:val="00BD741D"/>
    <w:rsid w:val="00BD7927"/>
    <w:rsid w:val="00BD7F68"/>
    <w:rsid w:val="00BE0277"/>
    <w:rsid w:val="00BE0607"/>
    <w:rsid w:val="00BE0684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76F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EE8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5D3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362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9EC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23A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DCC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4937"/>
    <w:rsid w:val="00C85D41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805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2EA"/>
    <w:rsid w:val="00CC2691"/>
    <w:rsid w:val="00CC3FB1"/>
    <w:rsid w:val="00CC4698"/>
    <w:rsid w:val="00CC59C0"/>
    <w:rsid w:val="00CC5A98"/>
    <w:rsid w:val="00CC5E82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99"/>
    <w:rsid w:val="00CD46E1"/>
    <w:rsid w:val="00CD4712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A33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B50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6EE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703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3D5F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E7B2A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301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0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E24"/>
    <w:rsid w:val="00E2628F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9C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5862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C7DE4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3FF2"/>
    <w:rsid w:val="00F2405D"/>
    <w:rsid w:val="00F2487F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0E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77C9A"/>
    <w:rsid w:val="00F80736"/>
    <w:rsid w:val="00F809DB"/>
    <w:rsid w:val="00F80A13"/>
    <w:rsid w:val="00F80C71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B56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2EE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982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47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A2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A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4C36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E33AA"/>
    <w:rPr>
      <w:rFonts w:cs="Times New Roman"/>
      <w:sz w:val="26"/>
      <w:szCs w:val="26"/>
      <w:lang w:val="uk-UA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4">
    <w:name w:val="Знак Знак4"/>
    <w:uiPriority w:val="99"/>
    <w:rsid w:val="00064E20"/>
    <w:rPr>
      <w:rFonts w:eastAsia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40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0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1727</TotalTime>
  <Pages>2</Pages>
  <Words>419</Words>
  <Characters>2393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736</cp:revision>
  <cp:lastPrinted>2021-10-29T11:05:00Z</cp:lastPrinted>
  <dcterms:created xsi:type="dcterms:W3CDTF">2019-02-05T06:57:00Z</dcterms:created>
  <dcterms:modified xsi:type="dcterms:W3CDTF">2021-11-02T07:17:00Z</dcterms:modified>
</cp:coreProperties>
</file>