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D33" w:rsidRDefault="006C4D33" w:rsidP="00B91FE3">
      <w:pPr>
        <w:jc w:val="center"/>
        <w:rPr>
          <w:b/>
          <w:sz w:val="40"/>
          <w:szCs w:val="4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4.5pt" fillcolor="window">
            <v:imagedata r:id="rId7" o:title=""/>
          </v:shape>
        </w:pict>
      </w:r>
      <w:r>
        <w:t xml:space="preserve">                                                       </w:t>
      </w:r>
    </w:p>
    <w:p w:rsidR="006C4D33" w:rsidRDefault="006C4D33" w:rsidP="00B91FE3">
      <w:pPr>
        <w:jc w:val="center"/>
        <w:rPr>
          <w:sz w:val="36"/>
          <w:szCs w:val="36"/>
        </w:rPr>
      </w:pPr>
      <w:r>
        <w:rPr>
          <w:sz w:val="40"/>
          <w:szCs w:val="40"/>
        </w:rPr>
        <w:t>ПЕРВОМАЙСЬКА   МІСЬКА</w:t>
      </w:r>
      <w:r>
        <w:rPr>
          <w:sz w:val="36"/>
          <w:szCs w:val="36"/>
        </w:rPr>
        <w:t xml:space="preserve">   </w:t>
      </w:r>
      <w:r>
        <w:rPr>
          <w:sz w:val="40"/>
          <w:szCs w:val="40"/>
        </w:rPr>
        <w:t>РАДА</w:t>
      </w:r>
    </w:p>
    <w:p w:rsidR="006C4D33" w:rsidRDefault="006C4D33" w:rsidP="00B91FE3">
      <w:pPr>
        <w:jc w:val="center"/>
        <w:rPr>
          <w:szCs w:val="28"/>
        </w:rPr>
      </w:pPr>
      <w:r>
        <w:rPr>
          <w:sz w:val="40"/>
          <w:szCs w:val="40"/>
        </w:rPr>
        <w:t xml:space="preserve">Миколаївської </w:t>
      </w:r>
      <w:r>
        <w:rPr>
          <w:sz w:val="32"/>
          <w:szCs w:val="32"/>
        </w:rPr>
        <w:t xml:space="preserve"> </w:t>
      </w:r>
      <w:r>
        <w:rPr>
          <w:sz w:val="40"/>
          <w:szCs w:val="40"/>
        </w:rPr>
        <w:t>області</w:t>
      </w:r>
    </w:p>
    <w:p w:rsidR="006C4D33" w:rsidRDefault="006C4D33" w:rsidP="00B91FE3">
      <w:pPr>
        <w:jc w:val="center"/>
        <w:rPr>
          <w:sz w:val="32"/>
          <w:szCs w:val="32"/>
        </w:rPr>
      </w:pPr>
      <w:r>
        <w:rPr>
          <w:sz w:val="32"/>
          <w:szCs w:val="32"/>
          <w:u w:val="single"/>
        </w:rPr>
        <w:t>108</w:t>
      </w:r>
      <w:r>
        <w:rPr>
          <w:sz w:val="32"/>
          <w:szCs w:val="32"/>
        </w:rPr>
        <w:t xml:space="preserve">  СЕСІЯ         </w:t>
      </w:r>
      <w:r>
        <w:rPr>
          <w:sz w:val="32"/>
          <w:szCs w:val="32"/>
          <w:u w:val="single"/>
        </w:rPr>
        <w:t xml:space="preserve">7 </w:t>
      </w:r>
      <w:r>
        <w:rPr>
          <w:sz w:val="32"/>
          <w:szCs w:val="32"/>
        </w:rPr>
        <w:t xml:space="preserve"> СКЛИКАННЯ</w:t>
      </w:r>
    </w:p>
    <w:p w:rsidR="006C4D33" w:rsidRDefault="006C4D33" w:rsidP="00B91FE3">
      <w:pPr>
        <w:jc w:val="center"/>
        <w:rPr>
          <w:b/>
          <w:sz w:val="40"/>
          <w:szCs w:val="40"/>
        </w:rPr>
      </w:pPr>
    </w:p>
    <w:p w:rsidR="006C4D33" w:rsidRDefault="006C4D33" w:rsidP="00B91FE3">
      <w:pPr>
        <w:jc w:val="center"/>
        <w:rPr>
          <w:b/>
          <w:sz w:val="40"/>
          <w:szCs w:val="40"/>
        </w:rPr>
      </w:pPr>
      <w:r>
        <w:rPr>
          <w:b/>
          <w:sz w:val="40"/>
          <w:szCs w:val="40"/>
        </w:rPr>
        <w:t>РІШЕННЯ</w:t>
      </w:r>
    </w:p>
    <w:p w:rsidR="006C4D33" w:rsidRPr="00B91FE3" w:rsidRDefault="006C4D33" w:rsidP="00B91FE3">
      <w:pPr>
        <w:rPr>
          <w:rFonts w:ascii="Arial" w:hAnsi="Arial" w:cs="Arial"/>
          <w:sz w:val="22"/>
          <w:szCs w:val="22"/>
          <w:u w:val="single"/>
          <w:lang w:val="uk-UA"/>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rPr>
        <w:t>27.08.2020 року</w:t>
      </w:r>
      <w:r>
        <w:rPr>
          <w:rFonts w:ascii="Arial" w:hAnsi="Arial" w:cs="Arial"/>
          <w:sz w:val="22"/>
          <w:szCs w:val="22"/>
        </w:rPr>
        <w:t xml:space="preserve">    №  </w:t>
      </w:r>
      <w:r>
        <w:rPr>
          <w:rFonts w:ascii="Arial" w:hAnsi="Arial" w:cs="Arial"/>
          <w:sz w:val="22"/>
          <w:szCs w:val="22"/>
          <w:u w:val="single"/>
        </w:rPr>
        <w:t>1</w:t>
      </w:r>
      <w:r>
        <w:rPr>
          <w:rFonts w:ascii="Arial" w:hAnsi="Arial" w:cs="Arial"/>
          <w:sz w:val="22"/>
          <w:szCs w:val="22"/>
          <w:u w:val="single"/>
          <w:lang w:val="uk-UA"/>
        </w:rPr>
        <w:t>6</w:t>
      </w:r>
    </w:p>
    <w:p w:rsidR="006C4D33" w:rsidRDefault="006C4D33" w:rsidP="00B91FE3">
      <w:pPr>
        <w:rPr>
          <w:rFonts w:ascii="Arial" w:hAnsi="Arial" w:cs="Arial"/>
          <w:color w:val="FFFFFF"/>
          <w:sz w:val="22"/>
          <w:szCs w:val="22"/>
        </w:rPr>
      </w:pPr>
      <w:r>
        <w:rPr>
          <w:rFonts w:ascii="Arial" w:hAnsi="Arial" w:cs="Arial"/>
          <w:sz w:val="22"/>
          <w:szCs w:val="22"/>
        </w:rPr>
        <w:t xml:space="preserve">      м.Первомайськ </w:t>
      </w:r>
      <w:r>
        <w:rPr>
          <w:rFonts w:ascii="Arial" w:hAnsi="Arial" w:cs="Arial"/>
          <w:color w:val="FFFFFF"/>
          <w:sz w:val="22"/>
          <w:szCs w:val="22"/>
        </w:rPr>
        <w:t xml:space="preserve">   РАДА</w:t>
      </w:r>
    </w:p>
    <w:p w:rsidR="006C4D33" w:rsidRPr="004C6526" w:rsidRDefault="006C4D33" w:rsidP="00040564">
      <w:pPr>
        <w:widowControl w:val="0"/>
        <w:autoSpaceDE w:val="0"/>
        <w:autoSpaceDN w:val="0"/>
        <w:adjustRightInd w:val="0"/>
        <w:rPr>
          <w:sz w:val="28"/>
          <w:szCs w:val="28"/>
          <w:lang w:val="uk-UA"/>
        </w:rPr>
      </w:pPr>
    </w:p>
    <w:p w:rsidR="006C4D33" w:rsidRPr="004C6526" w:rsidRDefault="006C4D33"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 xml:space="preserve">Про   приватизацію земельних ділянок </w:t>
      </w:r>
    </w:p>
    <w:p w:rsidR="006C4D33" w:rsidRPr="004C6526" w:rsidRDefault="006C4D33"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 xml:space="preserve">для </w:t>
      </w:r>
      <w:r w:rsidRPr="004C6526">
        <w:rPr>
          <w:sz w:val="28"/>
          <w:szCs w:val="28"/>
        </w:rPr>
        <w:t>будівництва і обслуговування жи</w:t>
      </w:r>
      <w:r w:rsidRPr="004C6526">
        <w:rPr>
          <w:sz w:val="28"/>
          <w:szCs w:val="28"/>
          <w:lang w:val="uk-UA"/>
        </w:rPr>
        <w:t>лих</w:t>
      </w:r>
      <w:r w:rsidRPr="004C6526">
        <w:rPr>
          <w:sz w:val="28"/>
          <w:szCs w:val="28"/>
        </w:rPr>
        <w:t xml:space="preserve"> </w:t>
      </w:r>
    </w:p>
    <w:p w:rsidR="006C4D33" w:rsidRPr="004C6526" w:rsidRDefault="006C4D33"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будинків, господарських будівель і споруд</w:t>
      </w:r>
    </w:p>
    <w:p w:rsidR="006C4D33" w:rsidRPr="004C6526" w:rsidRDefault="006C4D33" w:rsidP="009B2306">
      <w:pPr>
        <w:widowControl w:val="0"/>
        <w:autoSpaceDE w:val="0"/>
        <w:autoSpaceDN w:val="0"/>
        <w:adjustRightInd w:val="0"/>
        <w:rPr>
          <w:sz w:val="28"/>
          <w:szCs w:val="28"/>
          <w:lang w:val="uk-UA"/>
        </w:rPr>
      </w:pPr>
    </w:p>
    <w:p w:rsidR="006C4D33" w:rsidRPr="004C6526" w:rsidRDefault="006C4D33" w:rsidP="004C6526">
      <w:pPr>
        <w:widowControl w:val="0"/>
        <w:autoSpaceDE w:val="0"/>
        <w:autoSpaceDN w:val="0"/>
        <w:adjustRightInd w:val="0"/>
        <w:ind w:firstLine="567"/>
        <w:jc w:val="both"/>
        <w:rPr>
          <w:sz w:val="28"/>
          <w:szCs w:val="28"/>
          <w:lang w:val="uk-UA"/>
        </w:rPr>
      </w:pPr>
      <w:r w:rsidRPr="004C6526">
        <w:rPr>
          <w:sz w:val="28"/>
          <w:szCs w:val="28"/>
          <w:lang w:val="uk-UA"/>
        </w:rPr>
        <w:t xml:space="preserve">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w:t>
      </w:r>
      <w:r>
        <w:rPr>
          <w:sz w:val="28"/>
          <w:szCs w:val="28"/>
          <w:lang w:val="uk-UA"/>
        </w:rPr>
        <w:t xml:space="preserve">    </w:t>
      </w:r>
      <w:r w:rsidRPr="004C6526">
        <w:rPr>
          <w:sz w:val="28"/>
          <w:szCs w:val="28"/>
          <w:lang w:val="uk-UA"/>
        </w:rPr>
        <w:t>№ 5245-VI, враховуючи заяви громадян, міська рада</w:t>
      </w:r>
    </w:p>
    <w:p w:rsidR="006C4D33" w:rsidRPr="004C6526" w:rsidRDefault="006C4D33" w:rsidP="00D440E8">
      <w:pPr>
        <w:widowControl w:val="0"/>
        <w:autoSpaceDE w:val="0"/>
        <w:autoSpaceDN w:val="0"/>
        <w:adjustRightInd w:val="0"/>
        <w:jc w:val="both"/>
        <w:rPr>
          <w:sz w:val="28"/>
          <w:szCs w:val="28"/>
          <w:lang w:val="uk-UA"/>
        </w:rPr>
      </w:pPr>
    </w:p>
    <w:p w:rsidR="006C4D33" w:rsidRPr="004C6526" w:rsidRDefault="006C4D33" w:rsidP="004C6526">
      <w:pPr>
        <w:widowControl w:val="0"/>
        <w:autoSpaceDE w:val="0"/>
        <w:autoSpaceDN w:val="0"/>
        <w:adjustRightInd w:val="0"/>
        <w:jc w:val="both"/>
        <w:rPr>
          <w:sz w:val="28"/>
          <w:szCs w:val="28"/>
          <w:lang w:val="uk-UA"/>
        </w:rPr>
      </w:pPr>
      <w:r w:rsidRPr="004C6526">
        <w:rPr>
          <w:sz w:val="28"/>
          <w:szCs w:val="28"/>
          <w:lang w:val="uk-UA"/>
        </w:rPr>
        <w:t xml:space="preserve">В И Р І Ш И Л А : </w:t>
      </w:r>
    </w:p>
    <w:p w:rsidR="006C4D33" w:rsidRDefault="006C4D33" w:rsidP="00E22277">
      <w:pPr>
        <w:widowControl w:val="0"/>
        <w:autoSpaceDE w:val="0"/>
        <w:autoSpaceDN w:val="0"/>
        <w:adjustRightInd w:val="0"/>
        <w:ind w:firstLine="567"/>
        <w:jc w:val="both"/>
        <w:rPr>
          <w:sz w:val="28"/>
          <w:szCs w:val="28"/>
          <w:lang w:val="uk-UA"/>
        </w:rPr>
      </w:pPr>
    </w:p>
    <w:p w:rsidR="006C4D33" w:rsidRDefault="006C4D33" w:rsidP="00E22277">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 Надати дозвіл на розроблення технічної документації із землеустрою щодо встановлення меж земельної ділянки в натурі (на місцевості), з метою передачі їх у власність громадянам України:</w:t>
      </w:r>
      <w:bookmarkStart w:id="0" w:name="_GoBack"/>
      <w:bookmarkEnd w:id="0"/>
    </w:p>
    <w:p w:rsidR="006C4D33" w:rsidRDefault="006C4D33" w:rsidP="00E22277">
      <w:pPr>
        <w:widowControl w:val="0"/>
        <w:autoSpaceDE w:val="0"/>
        <w:autoSpaceDN w:val="0"/>
        <w:adjustRightInd w:val="0"/>
        <w:ind w:firstLine="567"/>
        <w:jc w:val="both"/>
        <w:rPr>
          <w:sz w:val="28"/>
          <w:szCs w:val="28"/>
          <w:lang w:val="uk-UA"/>
        </w:rPr>
      </w:pPr>
    </w:p>
    <w:p w:rsidR="006C4D33" w:rsidRPr="004C6526" w:rsidRDefault="006C4D33" w:rsidP="00E22277">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1</w:t>
      </w:r>
      <w:r w:rsidRPr="004C6526">
        <w:rPr>
          <w:sz w:val="28"/>
          <w:szCs w:val="28"/>
          <w:lang w:val="uk-UA"/>
        </w:rPr>
        <w:t xml:space="preserve">. </w:t>
      </w:r>
      <w:r>
        <w:rPr>
          <w:sz w:val="28"/>
          <w:szCs w:val="28"/>
          <w:lang w:val="uk-UA"/>
        </w:rPr>
        <w:t xml:space="preserve">Шевчук Віталій Іванович </w:t>
      </w:r>
      <w:r w:rsidRPr="004C6526">
        <w:rPr>
          <w:sz w:val="28"/>
          <w:szCs w:val="28"/>
          <w:lang w:val="uk-UA"/>
        </w:rPr>
        <w:t>площею 0,</w:t>
      </w:r>
      <w:r>
        <w:rPr>
          <w:sz w:val="28"/>
          <w:szCs w:val="28"/>
          <w:lang w:val="uk-UA"/>
        </w:rPr>
        <w:t>0505</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w:t>
      </w:r>
      <w:r>
        <w:rPr>
          <w:sz w:val="28"/>
          <w:szCs w:val="28"/>
          <w:lang w:val="uk-UA"/>
        </w:rPr>
        <w:t>.</w:t>
      </w:r>
    </w:p>
    <w:p w:rsidR="006C4D33" w:rsidRDefault="006C4D33" w:rsidP="009B2306">
      <w:pPr>
        <w:widowControl w:val="0"/>
        <w:autoSpaceDE w:val="0"/>
        <w:autoSpaceDN w:val="0"/>
        <w:adjustRightInd w:val="0"/>
        <w:ind w:firstLine="708"/>
        <w:jc w:val="both"/>
        <w:rPr>
          <w:sz w:val="28"/>
          <w:szCs w:val="28"/>
          <w:lang w:val="uk-UA"/>
        </w:rPr>
      </w:pPr>
    </w:p>
    <w:p w:rsidR="006C4D33" w:rsidRDefault="006C4D33" w:rsidP="004C6526">
      <w:pPr>
        <w:ind w:firstLine="567"/>
        <w:jc w:val="both"/>
        <w:rPr>
          <w:sz w:val="28"/>
          <w:szCs w:val="28"/>
          <w:lang w:val="uk-UA"/>
        </w:rPr>
      </w:pPr>
      <w:r>
        <w:rPr>
          <w:sz w:val="28"/>
          <w:szCs w:val="28"/>
          <w:lang w:val="uk-UA"/>
        </w:rPr>
        <w:t>2</w:t>
      </w:r>
      <w:r w:rsidRPr="004C6526">
        <w:rPr>
          <w:sz w:val="28"/>
          <w:szCs w:val="28"/>
          <w:lang w:val="uk-UA"/>
        </w:rPr>
        <w:t>. Затвердити технічну документацію із землеустрою та передати земельні ділянки у власність громадянам України:</w:t>
      </w:r>
    </w:p>
    <w:p w:rsidR="006C4D33" w:rsidRDefault="006C4D33" w:rsidP="004C6526">
      <w:pPr>
        <w:ind w:firstLine="567"/>
        <w:jc w:val="both"/>
        <w:rPr>
          <w:sz w:val="28"/>
          <w:szCs w:val="28"/>
          <w:lang w:val="uk-UA"/>
        </w:rPr>
      </w:pPr>
    </w:p>
    <w:p w:rsidR="006C4D33" w:rsidRPr="00AE1FC9" w:rsidRDefault="006C4D33" w:rsidP="008A5491">
      <w:pPr>
        <w:widowControl w:val="0"/>
        <w:autoSpaceDE w:val="0"/>
        <w:autoSpaceDN w:val="0"/>
        <w:adjustRightInd w:val="0"/>
        <w:ind w:firstLine="567"/>
        <w:jc w:val="both"/>
        <w:rPr>
          <w:sz w:val="28"/>
          <w:szCs w:val="28"/>
          <w:lang w:val="uk-UA"/>
        </w:rPr>
      </w:pPr>
      <w:r>
        <w:rPr>
          <w:sz w:val="28"/>
          <w:szCs w:val="28"/>
          <w:lang w:val="uk-UA"/>
        </w:rPr>
        <w:t>2</w:t>
      </w:r>
      <w:r w:rsidRPr="004C6526">
        <w:rPr>
          <w:sz w:val="28"/>
          <w:szCs w:val="28"/>
          <w:lang w:val="uk-UA"/>
        </w:rPr>
        <w:t>.</w:t>
      </w:r>
      <w:r>
        <w:rPr>
          <w:sz w:val="28"/>
          <w:szCs w:val="28"/>
          <w:lang w:val="uk-UA"/>
        </w:rPr>
        <w:t>1</w:t>
      </w:r>
      <w:r w:rsidRPr="004C6526">
        <w:rPr>
          <w:sz w:val="28"/>
          <w:szCs w:val="28"/>
          <w:lang w:val="uk-UA"/>
        </w:rPr>
        <w:t xml:space="preserve">. </w:t>
      </w:r>
      <w:r>
        <w:rPr>
          <w:sz w:val="28"/>
          <w:szCs w:val="28"/>
          <w:lang w:val="uk-UA"/>
        </w:rPr>
        <w:t xml:space="preserve">Бойченко Людмила Федорівна </w:t>
      </w:r>
      <w:r w:rsidRPr="004C6526">
        <w:rPr>
          <w:sz w:val="28"/>
          <w:szCs w:val="28"/>
          <w:lang w:val="uk-UA"/>
        </w:rPr>
        <w:t xml:space="preserve"> </w:t>
      </w:r>
      <w:r>
        <w:rPr>
          <w:sz w:val="28"/>
          <w:szCs w:val="28"/>
          <w:lang w:val="uk-UA"/>
        </w:rPr>
        <w:t>77/100</w:t>
      </w:r>
      <w:r w:rsidRPr="004C6526">
        <w:rPr>
          <w:sz w:val="28"/>
          <w:szCs w:val="28"/>
          <w:lang w:val="uk-UA"/>
        </w:rPr>
        <w:t xml:space="preserve"> частки  та </w:t>
      </w:r>
      <w:r>
        <w:rPr>
          <w:sz w:val="28"/>
          <w:szCs w:val="28"/>
          <w:lang w:val="uk-UA"/>
        </w:rPr>
        <w:t>Долгачова Тамара Іванівна</w:t>
      </w:r>
      <w:r w:rsidRPr="004C6526">
        <w:rPr>
          <w:sz w:val="28"/>
          <w:szCs w:val="28"/>
          <w:lang w:val="uk-UA"/>
        </w:rPr>
        <w:t xml:space="preserve">  </w:t>
      </w:r>
      <w:r>
        <w:rPr>
          <w:sz w:val="28"/>
          <w:szCs w:val="28"/>
          <w:lang w:val="uk-UA"/>
        </w:rPr>
        <w:t>23/100</w:t>
      </w:r>
      <w:r w:rsidRPr="004C6526">
        <w:rPr>
          <w:sz w:val="28"/>
          <w:szCs w:val="28"/>
          <w:lang w:val="uk-UA"/>
        </w:rPr>
        <w:t xml:space="preserve"> частки від загальної площі 0,</w:t>
      </w:r>
      <w:r>
        <w:rPr>
          <w:sz w:val="28"/>
          <w:szCs w:val="28"/>
          <w:lang w:val="uk-UA"/>
        </w:rPr>
        <w:t>0486</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 </w:t>
      </w:r>
      <w:r w:rsidRPr="00AE1FC9">
        <w:rPr>
          <w:sz w:val="28"/>
          <w:szCs w:val="28"/>
          <w:lang w:val="uk-UA"/>
        </w:rPr>
        <w:t>(кадастровий номер земельної ділянки 4810400000:</w:t>
      </w:r>
      <w:r>
        <w:rPr>
          <w:sz w:val="28"/>
          <w:szCs w:val="28"/>
          <w:lang w:val="uk-UA"/>
        </w:rPr>
        <w:t>10</w:t>
      </w:r>
      <w:r w:rsidRPr="00AE1FC9">
        <w:rPr>
          <w:sz w:val="28"/>
          <w:szCs w:val="28"/>
          <w:lang w:val="uk-UA"/>
        </w:rPr>
        <w:t>:0</w:t>
      </w:r>
      <w:r>
        <w:rPr>
          <w:sz w:val="28"/>
          <w:szCs w:val="28"/>
          <w:lang w:val="uk-UA"/>
        </w:rPr>
        <w:t>18</w:t>
      </w:r>
      <w:r w:rsidRPr="00AE1FC9">
        <w:rPr>
          <w:sz w:val="28"/>
          <w:szCs w:val="28"/>
          <w:lang w:val="uk-UA"/>
        </w:rPr>
        <w:t>:00</w:t>
      </w:r>
      <w:r>
        <w:rPr>
          <w:sz w:val="28"/>
          <w:szCs w:val="28"/>
          <w:lang w:val="uk-UA"/>
        </w:rPr>
        <w:t>13</w:t>
      </w:r>
      <w:r w:rsidRPr="00AE1FC9">
        <w:rPr>
          <w:sz w:val="28"/>
          <w:szCs w:val="28"/>
          <w:lang w:val="uk-UA"/>
        </w:rPr>
        <w:t>);</w:t>
      </w:r>
    </w:p>
    <w:p w:rsidR="006C4D33" w:rsidRPr="00981E32" w:rsidRDefault="006C4D33" w:rsidP="002D2D7A">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2</w:t>
      </w:r>
      <w:r w:rsidRPr="00981E32">
        <w:rPr>
          <w:sz w:val="28"/>
          <w:szCs w:val="28"/>
          <w:lang w:val="uk-UA"/>
        </w:rPr>
        <w:t xml:space="preserve">. </w:t>
      </w:r>
      <w:r>
        <w:rPr>
          <w:sz w:val="28"/>
          <w:szCs w:val="28"/>
          <w:lang w:val="uk-UA"/>
        </w:rPr>
        <w:t xml:space="preserve">Колесова Віра Анатоліївна </w:t>
      </w:r>
      <w:r w:rsidRPr="00981E32">
        <w:rPr>
          <w:sz w:val="28"/>
          <w:szCs w:val="28"/>
          <w:lang w:val="uk-UA"/>
        </w:rPr>
        <w:t>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09</w:t>
      </w:r>
      <w:r w:rsidRPr="00E81F21">
        <w:rPr>
          <w:sz w:val="28"/>
          <w:szCs w:val="28"/>
          <w:lang w:val="uk-UA"/>
        </w:rPr>
        <w:t>:</w:t>
      </w:r>
      <w:r>
        <w:rPr>
          <w:sz w:val="28"/>
          <w:szCs w:val="28"/>
          <w:lang w:val="uk-UA"/>
        </w:rPr>
        <w:t>047</w:t>
      </w:r>
      <w:r w:rsidRPr="00E81F21">
        <w:rPr>
          <w:sz w:val="28"/>
          <w:szCs w:val="28"/>
          <w:lang w:val="uk-UA"/>
        </w:rPr>
        <w:t>:</w:t>
      </w:r>
      <w:r>
        <w:rPr>
          <w:sz w:val="28"/>
          <w:szCs w:val="28"/>
          <w:lang w:val="uk-UA"/>
        </w:rPr>
        <w:t>0</w:t>
      </w:r>
      <w:r w:rsidRPr="00E81F21">
        <w:rPr>
          <w:sz w:val="28"/>
          <w:szCs w:val="28"/>
          <w:lang w:val="uk-UA"/>
        </w:rPr>
        <w:t>0</w:t>
      </w:r>
      <w:r>
        <w:rPr>
          <w:sz w:val="28"/>
          <w:szCs w:val="28"/>
          <w:lang w:val="uk-UA"/>
        </w:rPr>
        <w:t>08</w:t>
      </w:r>
      <w:r w:rsidRPr="00E81F21">
        <w:rPr>
          <w:sz w:val="28"/>
          <w:szCs w:val="28"/>
          <w:lang w:val="uk-UA"/>
        </w:rPr>
        <w:t>);</w:t>
      </w:r>
    </w:p>
    <w:p w:rsidR="006C4D33" w:rsidRPr="00981E32" w:rsidRDefault="006C4D33" w:rsidP="002D2D7A">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3</w:t>
      </w:r>
      <w:r w:rsidRPr="00981E32">
        <w:rPr>
          <w:sz w:val="28"/>
          <w:szCs w:val="28"/>
          <w:lang w:val="uk-UA"/>
        </w:rPr>
        <w:t xml:space="preserve">. </w:t>
      </w:r>
      <w:r>
        <w:rPr>
          <w:sz w:val="28"/>
          <w:szCs w:val="28"/>
          <w:lang w:val="uk-UA"/>
        </w:rPr>
        <w:t xml:space="preserve">Авраменко Любов Павлівна </w:t>
      </w:r>
      <w:r w:rsidRPr="00981E32">
        <w:rPr>
          <w:sz w:val="28"/>
          <w:szCs w:val="28"/>
          <w:lang w:val="uk-UA"/>
        </w:rPr>
        <w:t>площею 0,</w:t>
      </w:r>
      <w:r>
        <w:rPr>
          <w:sz w:val="28"/>
          <w:szCs w:val="28"/>
          <w:lang w:val="uk-UA"/>
        </w:rPr>
        <w:t>0586</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03</w:t>
      </w:r>
      <w:r w:rsidRPr="00E81F21">
        <w:rPr>
          <w:sz w:val="28"/>
          <w:szCs w:val="28"/>
          <w:lang w:val="uk-UA"/>
        </w:rPr>
        <w:t>:</w:t>
      </w:r>
      <w:r>
        <w:rPr>
          <w:sz w:val="28"/>
          <w:szCs w:val="28"/>
          <w:lang w:val="uk-UA"/>
        </w:rPr>
        <w:t>082</w:t>
      </w:r>
      <w:r w:rsidRPr="00E81F21">
        <w:rPr>
          <w:sz w:val="28"/>
          <w:szCs w:val="28"/>
          <w:lang w:val="uk-UA"/>
        </w:rPr>
        <w:t>:</w:t>
      </w:r>
      <w:r>
        <w:rPr>
          <w:sz w:val="28"/>
          <w:szCs w:val="28"/>
          <w:lang w:val="uk-UA"/>
        </w:rPr>
        <w:t>0</w:t>
      </w:r>
      <w:r w:rsidRPr="00E81F21">
        <w:rPr>
          <w:sz w:val="28"/>
          <w:szCs w:val="28"/>
          <w:lang w:val="uk-UA"/>
        </w:rPr>
        <w:t>0</w:t>
      </w:r>
      <w:r>
        <w:rPr>
          <w:sz w:val="28"/>
          <w:szCs w:val="28"/>
          <w:lang w:val="uk-UA"/>
        </w:rPr>
        <w:t>32</w:t>
      </w:r>
      <w:r w:rsidRPr="00E81F21">
        <w:rPr>
          <w:sz w:val="28"/>
          <w:szCs w:val="28"/>
          <w:lang w:val="uk-UA"/>
        </w:rPr>
        <w:t>);</w:t>
      </w:r>
    </w:p>
    <w:p w:rsidR="006C4D33" w:rsidRPr="00981E32" w:rsidRDefault="006C4D33" w:rsidP="00B32369">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4</w:t>
      </w:r>
      <w:r w:rsidRPr="00981E32">
        <w:rPr>
          <w:sz w:val="28"/>
          <w:szCs w:val="28"/>
          <w:lang w:val="uk-UA"/>
        </w:rPr>
        <w:t xml:space="preserve">. </w:t>
      </w:r>
      <w:r>
        <w:rPr>
          <w:sz w:val="28"/>
          <w:szCs w:val="28"/>
          <w:lang w:val="uk-UA"/>
        </w:rPr>
        <w:t xml:space="preserve">Джуфер Алла Петрівна </w:t>
      </w:r>
      <w:r w:rsidRPr="00981E32">
        <w:rPr>
          <w:sz w:val="28"/>
          <w:szCs w:val="28"/>
          <w:lang w:val="uk-UA"/>
        </w:rPr>
        <w:t>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10</w:t>
      </w:r>
      <w:r w:rsidRPr="00E81F21">
        <w:rPr>
          <w:sz w:val="28"/>
          <w:szCs w:val="28"/>
          <w:lang w:val="uk-UA"/>
        </w:rPr>
        <w:t>:</w:t>
      </w:r>
      <w:r>
        <w:rPr>
          <w:sz w:val="28"/>
          <w:szCs w:val="28"/>
          <w:lang w:val="uk-UA"/>
        </w:rPr>
        <w:t>002</w:t>
      </w:r>
      <w:r w:rsidRPr="00E81F21">
        <w:rPr>
          <w:sz w:val="28"/>
          <w:szCs w:val="28"/>
          <w:lang w:val="uk-UA"/>
        </w:rPr>
        <w:t>:</w:t>
      </w:r>
      <w:r>
        <w:rPr>
          <w:sz w:val="28"/>
          <w:szCs w:val="28"/>
          <w:lang w:val="uk-UA"/>
        </w:rPr>
        <w:t>0</w:t>
      </w:r>
      <w:r w:rsidRPr="00E81F21">
        <w:rPr>
          <w:sz w:val="28"/>
          <w:szCs w:val="28"/>
          <w:lang w:val="uk-UA"/>
        </w:rPr>
        <w:t>0</w:t>
      </w:r>
      <w:r>
        <w:rPr>
          <w:sz w:val="28"/>
          <w:szCs w:val="28"/>
          <w:lang w:val="uk-UA"/>
        </w:rPr>
        <w:t>56</w:t>
      </w:r>
      <w:r w:rsidRPr="00E81F21">
        <w:rPr>
          <w:sz w:val="28"/>
          <w:szCs w:val="28"/>
          <w:lang w:val="uk-UA"/>
        </w:rPr>
        <w:t>);</w:t>
      </w:r>
    </w:p>
    <w:p w:rsidR="006C4D33" w:rsidRPr="00981E32" w:rsidRDefault="006C4D33" w:rsidP="000F0AEC">
      <w:pPr>
        <w:pStyle w:val="BodyTextIndent"/>
        <w:spacing w:after="0"/>
        <w:ind w:left="0" w:firstLine="567"/>
        <w:jc w:val="both"/>
        <w:rPr>
          <w:sz w:val="28"/>
          <w:szCs w:val="28"/>
          <w:lang w:val="uk-UA"/>
        </w:rPr>
      </w:pPr>
      <w:r>
        <w:rPr>
          <w:sz w:val="28"/>
          <w:szCs w:val="28"/>
          <w:lang w:val="uk-UA"/>
        </w:rPr>
        <w:t xml:space="preserve"> 2</w:t>
      </w:r>
      <w:r w:rsidRPr="00981E32">
        <w:rPr>
          <w:sz w:val="28"/>
          <w:szCs w:val="28"/>
          <w:lang w:val="uk-UA"/>
        </w:rPr>
        <w:t>.</w:t>
      </w:r>
      <w:r>
        <w:rPr>
          <w:sz w:val="28"/>
          <w:szCs w:val="28"/>
          <w:lang w:val="uk-UA"/>
        </w:rPr>
        <w:t>5</w:t>
      </w:r>
      <w:r w:rsidRPr="00981E32">
        <w:rPr>
          <w:sz w:val="28"/>
          <w:szCs w:val="28"/>
          <w:lang w:val="uk-UA"/>
        </w:rPr>
        <w:t xml:space="preserve">. </w:t>
      </w:r>
      <w:r>
        <w:rPr>
          <w:sz w:val="28"/>
          <w:szCs w:val="28"/>
          <w:lang w:val="uk-UA"/>
        </w:rPr>
        <w:t xml:space="preserve">Петренко Микола Пантелійович </w:t>
      </w:r>
      <w:r w:rsidRPr="00981E32">
        <w:rPr>
          <w:sz w:val="28"/>
          <w:szCs w:val="28"/>
          <w:lang w:val="uk-UA"/>
        </w:rPr>
        <w:t>площею 0,</w:t>
      </w:r>
      <w:r>
        <w:rPr>
          <w:sz w:val="28"/>
          <w:szCs w:val="28"/>
          <w:lang w:val="uk-UA"/>
        </w:rPr>
        <w:t>0615</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07</w:t>
      </w:r>
      <w:r w:rsidRPr="00E81F21">
        <w:rPr>
          <w:sz w:val="28"/>
          <w:szCs w:val="28"/>
          <w:lang w:val="uk-UA"/>
        </w:rPr>
        <w:t>:</w:t>
      </w:r>
      <w:r>
        <w:rPr>
          <w:sz w:val="28"/>
          <w:szCs w:val="28"/>
          <w:lang w:val="uk-UA"/>
        </w:rPr>
        <w:t>015</w:t>
      </w:r>
      <w:r w:rsidRPr="00E81F21">
        <w:rPr>
          <w:sz w:val="28"/>
          <w:szCs w:val="28"/>
          <w:lang w:val="uk-UA"/>
        </w:rPr>
        <w:t>:</w:t>
      </w:r>
      <w:r>
        <w:rPr>
          <w:sz w:val="28"/>
          <w:szCs w:val="28"/>
          <w:lang w:val="uk-UA"/>
        </w:rPr>
        <w:t>0</w:t>
      </w:r>
      <w:r w:rsidRPr="00E81F21">
        <w:rPr>
          <w:sz w:val="28"/>
          <w:szCs w:val="28"/>
          <w:lang w:val="uk-UA"/>
        </w:rPr>
        <w:t>0</w:t>
      </w:r>
      <w:r>
        <w:rPr>
          <w:sz w:val="28"/>
          <w:szCs w:val="28"/>
          <w:lang w:val="uk-UA"/>
        </w:rPr>
        <w:t>07</w:t>
      </w:r>
      <w:r w:rsidRPr="00E81F21">
        <w:rPr>
          <w:sz w:val="28"/>
          <w:szCs w:val="28"/>
          <w:lang w:val="uk-UA"/>
        </w:rPr>
        <w:t>);</w:t>
      </w:r>
    </w:p>
    <w:p w:rsidR="006C4D33" w:rsidRPr="00981E32" w:rsidRDefault="006C4D33" w:rsidP="00241C98">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6</w:t>
      </w:r>
      <w:r w:rsidRPr="00981E32">
        <w:rPr>
          <w:sz w:val="28"/>
          <w:szCs w:val="28"/>
          <w:lang w:val="uk-UA"/>
        </w:rPr>
        <w:t xml:space="preserve">. </w:t>
      </w:r>
      <w:r>
        <w:rPr>
          <w:sz w:val="28"/>
          <w:szCs w:val="28"/>
          <w:lang w:val="uk-UA"/>
        </w:rPr>
        <w:t xml:space="preserve">Діденко Володимир Михайлович </w:t>
      </w:r>
      <w:r w:rsidRPr="00981E32">
        <w:rPr>
          <w:sz w:val="28"/>
          <w:szCs w:val="28"/>
          <w:lang w:val="uk-UA"/>
        </w:rPr>
        <w:t>площею 0,</w:t>
      </w:r>
      <w:r>
        <w:rPr>
          <w:sz w:val="28"/>
          <w:szCs w:val="28"/>
          <w:lang w:val="uk-UA"/>
        </w:rPr>
        <w:t>0763</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02</w:t>
      </w:r>
      <w:r w:rsidRPr="00E81F21">
        <w:rPr>
          <w:sz w:val="28"/>
          <w:szCs w:val="28"/>
          <w:lang w:val="uk-UA"/>
        </w:rPr>
        <w:t>:</w:t>
      </w:r>
      <w:r>
        <w:rPr>
          <w:sz w:val="28"/>
          <w:szCs w:val="28"/>
          <w:lang w:val="uk-UA"/>
        </w:rPr>
        <w:t>033</w:t>
      </w:r>
      <w:r w:rsidRPr="00E81F21">
        <w:rPr>
          <w:sz w:val="28"/>
          <w:szCs w:val="28"/>
          <w:lang w:val="uk-UA"/>
        </w:rPr>
        <w:t>:</w:t>
      </w:r>
      <w:r>
        <w:rPr>
          <w:sz w:val="28"/>
          <w:szCs w:val="28"/>
          <w:lang w:val="uk-UA"/>
        </w:rPr>
        <w:t>0</w:t>
      </w:r>
      <w:r w:rsidRPr="00E81F21">
        <w:rPr>
          <w:sz w:val="28"/>
          <w:szCs w:val="28"/>
          <w:lang w:val="uk-UA"/>
        </w:rPr>
        <w:t>0</w:t>
      </w:r>
      <w:r>
        <w:rPr>
          <w:sz w:val="28"/>
          <w:szCs w:val="28"/>
          <w:lang w:val="uk-UA"/>
        </w:rPr>
        <w:t>17</w:t>
      </w:r>
      <w:r w:rsidRPr="00E81F21">
        <w:rPr>
          <w:sz w:val="28"/>
          <w:szCs w:val="28"/>
          <w:lang w:val="uk-UA"/>
        </w:rPr>
        <w:t>);</w:t>
      </w:r>
    </w:p>
    <w:p w:rsidR="006C4D33" w:rsidRPr="00981E32" w:rsidRDefault="006C4D33" w:rsidP="000C5DF1">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7</w:t>
      </w:r>
      <w:r w:rsidRPr="00981E32">
        <w:rPr>
          <w:sz w:val="28"/>
          <w:szCs w:val="28"/>
          <w:lang w:val="uk-UA"/>
        </w:rPr>
        <w:t xml:space="preserve">. </w:t>
      </w:r>
      <w:r>
        <w:rPr>
          <w:sz w:val="28"/>
          <w:szCs w:val="28"/>
          <w:lang w:val="uk-UA"/>
        </w:rPr>
        <w:t xml:space="preserve">Діденко Тетяна Григорівна </w:t>
      </w:r>
      <w:r w:rsidRPr="00981E32">
        <w:rPr>
          <w:sz w:val="28"/>
          <w:szCs w:val="28"/>
          <w:lang w:val="uk-UA"/>
        </w:rPr>
        <w:t>площею 0,</w:t>
      </w:r>
      <w:r>
        <w:rPr>
          <w:sz w:val="28"/>
          <w:szCs w:val="28"/>
          <w:lang w:val="uk-UA"/>
        </w:rPr>
        <w:t>0912</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02</w:t>
      </w:r>
      <w:r w:rsidRPr="00E81F21">
        <w:rPr>
          <w:sz w:val="28"/>
          <w:szCs w:val="28"/>
          <w:lang w:val="uk-UA"/>
        </w:rPr>
        <w:t>:</w:t>
      </w:r>
      <w:r>
        <w:rPr>
          <w:sz w:val="28"/>
          <w:szCs w:val="28"/>
          <w:lang w:val="uk-UA"/>
        </w:rPr>
        <w:t>037</w:t>
      </w:r>
      <w:r w:rsidRPr="00E81F21">
        <w:rPr>
          <w:sz w:val="28"/>
          <w:szCs w:val="28"/>
          <w:lang w:val="uk-UA"/>
        </w:rPr>
        <w:t>:</w:t>
      </w:r>
      <w:r>
        <w:rPr>
          <w:sz w:val="28"/>
          <w:szCs w:val="28"/>
          <w:lang w:val="uk-UA"/>
        </w:rPr>
        <w:t>0</w:t>
      </w:r>
      <w:r w:rsidRPr="00E81F21">
        <w:rPr>
          <w:sz w:val="28"/>
          <w:szCs w:val="28"/>
          <w:lang w:val="uk-UA"/>
        </w:rPr>
        <w:t>0</w:t>
      </w:r>
      <w:r>
        <w:rPr>
          <w:sz w:val="28"/>
          <w:szCs w:val="28"/>
          <w:lang w:val="uk-UA"/>
        </w:rPr>
        <w:t>12</w:t>
      </w:r>
      <w:r w:rsidRPr="00E81F21">
        <w:rPr>
          <w:sz w:val="28"/>
          <w:szCs w:val="28"/>
          <w:lang w:val="uk-UA"/>
        </w:rPr>
        <w:t>);</w:t>
      </w:r>
    </w:p>
    <w:p w:rsidR="006C4D33" w:rsidRPr="00981E32" w:rsidRDefault="006C4D33" w:rsidP="00AE550A">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8</w:t>
      </w:r>
      <w:r w:rsidRPr="00981E32">
        <w:rPr>
          <w:sz w:val="28"/>
          <w:szCs w:val="28"/>
          <w:lang w:val="uk-UA"/>
        </w:rPr>
        <w:t xml:space="preserve">. </w:t>
      </w:r>
      <w:r>
        <w:rPr>
          <w:sz w:val="28"/>
          <w:szCs w:val="28"/>
          <w:lang w:val="uk-UA"/>
        </w:rPr>
        <w:t xml:space="preserve">Кравчук Ганна Григорівна </w:t>
      </w:r>
      <w:r w:rsidRPr="00981E32">
        <w:rPr>
          <w:sz w:val="28"/>
          <w:szCs w:val="28"/>
          <w:lang w:val="uk-UA"/>
        </w:rPr>
        <w:t>площею 0,</w:t>
      </w:r>
      <w:r>
        <w:rPr>
          <w:sz w:val="28"/>
          <w:szCs w:val="28"/>
          <w:lang w:val="uk-UA"/>
        </w:rPr>
        <w:t>0442</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06</w:t>
      </w:r>
      <w:r w:rsidRPr="00E81F21">
        <w:rPr>
          <w:sz w:val="28"/>
          <w:szCs w:val="28"/>
          <w:lang w:val="uk-UA"/>
        </w:rPr>
        <w:t>:</w:t>
      </w:r>
      <w:r>
        <w:rPr>
          <w:sz w:val="28"/>
          <w:szCs w:val="28"/>
          <w:lang w:val="uk-UA"/>
        </w:rPr>
        <w:t>060</w:t>
      </w:r>
      <w:r w:rsidRPr="00E81F21">
        <w:rPr>
          <w:sz w:val="28"/>
          <w:szCs w:val="28"/>
          <w:lang w:val="uk-UA"/>
        </w:rPr>
        <w:t>:</w:t>
      </w:r>
      <w:r>
        <w:rPr>
          <w:sz w:val="28"/>
          <w:szCs w:val="28"/>
          <w:lang w:val="uk-UA"/>
        </w:rPr>
        <w:t>0</w:t>
      </w:r>
      <w:r w:rsidRPr="00E81F21">
        <w:rPr>
          <w:sz w:val="28"/>
          <w:szCs w:val="28"/>
          <w:lang w:val="uk-UA"/>
        </w:rPr>
        <w:t>0</w:t>
      </w:r>
      <w:r>
        <w:rPr>
          <w:sz w:val="28"/>
          <w:szCs w:val="28"/>
          <w:lang w:val="uk-UA"/>
        </w:rPr>
        <w:t>34</w:t>
      </w:r>
      <w:r w:rsidRPr="00E81F21">
        <w:rPr>
          <w:sz w:val="28"/>
          <w:szCs w:val="28"/>
          <w:lang w:val="uk-UA"/>
        </w:rPr>
        <w:t>);</w:t>
      </w:r>
    </w:p>
    <w:p w:rsidR="006C4D33" w:rsidRPr="00981E32" w:rsidRDefault="006C4D33" w:rsidP="007C302A">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9</w:t>
      </w:r>
      <w:r w:rsidRPr="00981E32">
        <w:rPr>
          <w:sz w:val="28"/>
          <w:szCs w:val="28"/>
          <w:lang w:val="uk-UA"/>
        </w:rPr>
        <w:t xml:space="preserve">. </w:t>
      </w:r>
      <w:r>
        <w:rPr>
          <w:sz w:val="28"/>
          <w:szCs w:val="28"/>
          <w:lang w:val="uk-UA"/>
        </w:rPr>
        <w:t xml:space="preserve">Комнатний Григорій Васильович </w:t>
      </w:r>
      <w:r w:rsidRPr="00981E32">
        <w:rPr>
          <w:sz w:val="28"/>
          <w:szCs w:val="28"/>
          <w:lang w:val="uk-UA"/>
        </w:rPr>
        <w:t>площею 0,</w:t>
      </w:r>
      <w:r>
        <w:rPr>
          <w:sz w:val="28"/>
          <w:szCs w:val="28"/>
          <w:lang w:val="uk-UA"/>
        </w:rPr>
        <w:t>0576</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02</w:t>
      </w:r>
      <w:r w:rsidRPr="00E81F21">
        <w:rPr>
          <w:sz w:val="28"/>
          <w:szCs w:val="28"/>
          <w:lang w:val="uk-UA"/>
        </w:rPr>
        <w:t>:</w:t>
      </w:r>
      <w:r>
        <w:rPr>
          <w:sz w:val="28"/>
          <w:szCs w:val="28"/>
          <w:lang w:val="uk-UA"/>
        </w:rPr>
        <w:t>058</w:t>
      </w:r>
      <w:r w:rsidRPr="00E81F21">
        <w:rPr>
          <w:sz w:val="28"/>
          <w:szCs w:val="28"/>
          <w:lang w:val="uk-UA"/>
        </w:rPr>
        <w:t>:</w:t>
      </w:r>
      <w:r>
        <w:rPr>
          <w:sz w:val="28"/>
          <w:szCs w:val="28"/>
          <w:lang w:val="uk-UA"/>
        </w:rPr>
        <w:t>0</w:t>
      </w:r>
      <w:r w:rsidRPr="00E81F21">
        <w:rPr>
          <w:sz w:val="28"/>
          <w:szCs w:val="28"/>
          <w:lang w:val="uk-UA"/>
        </w:rPr>
        <w:t>0</w:t>
      </w:r>
      <w:r>
        <w:rPr>
          <w:sz w:val="28"/>
          <w:szCs w:val="28"/>
          <w:lang w:val="uk-UA"/>
        </w:rPr>
        <w:t>13</w:t>
      </w:r>
      <w:r w:rsidRPr="00E81F21">
        <w:rPr>
          <w:sz w:val="28"/>
          <w:szCs w:val="28"/>
          <w:lang w:val="uk-UA"/>
        </w:rPr>
        <w:t>);</w:t>
      </w:r>
    </w:p>
    <w:p w:rsidR="006C4D33" w:rsidRPr="00981E32" w:rsidRDefault="006C4D33" w:rsidP="0015022F">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10</w:t>
      </w:r>
      <w:r w:rsidRPr="00981E32">
        <w:rPr>
          <w:sz w:val="28"/>
          <w:szCs w:val="28"/>
          <w:lang w:val="uk-UA"/>
        </w:rPr>
        <w:t xml:space="preserve">. </w:t>
      </w:r>
      <w:r>
        <w:rPr>
          <w:sz w:val="28"/>
          <w:szCs w:val="28"/>
          <w:lang w:val="uk-UA"/>
        </w:rPr>
        <w:t xml:space="preserve">Кравчук Антоніна Володимирівна </w:t>
      </w:r>
      <w:r w:rsidRPr="00981E32">
        <w:rPr>
          <w:sz w:val="28"/>
          <w:szCs w:val="28"/>
          <w:lang w:val="uk-UA"/>
        </w:rPr>
        <w:t>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09</w:t>
      </w:r>
      <w:r w:rsidRPr="00E81F21">
        <w:rPr>
          <w:sz w:val="28"/>
          <w:szCs w:val="28"/>
          <w:lang w:val="uk-UA"/>
        </w:rPr>
        <w:t>:</w:t>
      </w:r>
      <w:r>
        <w:rPr>
          <w:sz w:val="28"/>
          <w:szCs w:val="28"/>
          <w:lang w:val="uk-UA"/>
        </w:rPr>
        <w:t>022</w:t>
      </w:r>
      <w:r w:rsidRPr="00E81F21">
        <w:rPr>
          <w:sz w:val="28"/>
          <w:szCs w:val="28"/>
          <w:lang w:val="uk-UA"/>
        </w:rPr>
        <w:t>:</w:t>
      </w:r>
      <w:r>
        <w:rPr>
          <w:sz w:val="28"/>
          <w:szCs w:val="28"/>
          <w:lang w:val="uk-UA"/>
        </w:rPr>
        <w:t>0</w:t>
      </w:r>
      <w:r w:rsidRPr="00E81F21">
        <w:rPr>
          <w:sz w:val="28"/>
          <w:szCs w:val="28"/>
          <w:lang w:val="uk-UA"/>
        </w:rPr>
        <w:t>0</w:t>
      </w:r>
      <w:r>
        <w:rPr>
          <w:sz w:val="28"/>
          <w:szCs w:val="28"/>
          <w:lang w:val="uk-UA"/>
        </w:rPr>
        <w:t>09</w:t>
      </w:r>
      <w:r w:rsidRPr="00E81F21">
        <w:rPr>
          <w:sz w:val="28"/>
          <w:szCs w:val="28"/>
          <w:lang w:val="uk-UA"/>
        </w:rPr>
        <w:t>);</w:t>
      </w:r>
    </w:p>
    <w:p w:rsidR="006C4D33" w:rsidRPr="00981E32" w:rsidRDefault="006C4D33" w:rsidP="00596E91">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11</w:t>
      </w:r>
      <w:r w:rsidRPr="00981E32">
        <w:rPr>
          <w:sz w:val="28"/>
          <w:szCs w:val="28"/>
          <w:lang w:val="uk-UA"/>
        </w:rPr>
        <w:t xml:space="preserve">. </w:t>
      </w:r>
      <w:r>
        <w:rPr>
          <w:sz w:val="28"/>
          <w:szCs w:val="28"/>
          <w:lang w:val="uk-UA"/>
        </w:rPr>
        <w:t xml:space="preserve">Шевченко Володимир Миколайович </w:t>
      </w:r>
      <w:r w:rsidRPr="00981E32">
        <w:rPr>
          <w:sz w:val="28"/>
          <w:szCs w:val="28"/>
          <w:lang w:val="uk-UA"/>
        </w:rPr>
        <w:t xml:space="preserve"> 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09</w:t>
      </w:r>
      <w:r w:rsidRPr="00E81F21">
        <w:rPr>
          <w:sz w:val="28"/>
          <w:szCs w:val="28"/>
          <w:lang w:val="uk-UA"/>
        </w:rPr>
        <w:t>:</w:t>
      </w:r>
      <w:r>
        <w:rPr>
          <w:sz w:val="28"/>
          <w:szCs w:val="28"/>
          <w:lang w:val="uk-UA"/>
        </w:rPr>
        <w:t>013</w:t>
      </w:r>
      <w:r w:rsidRPr="00E81F21">
        <w:rPr>
          <w:sz w:val="28"/>
          <w:szCs w:val="28"/>
          <w:lang w:val="uk-UA"/>
        </w:rPr>
        <w:t>:</w:t>
      </w:r>
      <w:r>
        <w:rPr>
          <w:sz w:val="28"/>
          <w:szCs w:val="28"/>
          <w:lang w:val="uk-UA"/>
        </w:rPr>
        <w:t>0</w:t>
      </w:r>
      <w:r w:rsidRPr="00E81F21">
        <w:rPr>
          <w:sz w:val="28"/>
          <w:szCs w:val="28"/>
          <w:lang w:val="uk-UA"/>
        </w:rPr>
        <w:t>0</w:t>
      </w:r>
      <w:r>
        <w:rPr>
          <w:sz w:val="28"/>
          <w:szCs w:val="28"/>
          <w:lang w:val="uk-UA"/>
        </w:rPr>
        <w:t>25</w:t>
      </w:r>
      <w:r w:rsidRPr="00E81F21">
        <w:rPr>
          <w:sz w:val="28"/>
          <w:szCs w:val="28"/>
          <w:lang w:val="uk-UA"/>
        </w:rPr>
        <w:t>);</w:t>
      </w:r>
    </w:p>
    <w:p w:rsidR="006C4D33" w:rsidRPr="00981E32" w:rsidRDefault="006C4D33" w:rsidP="00BA71A2">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12</w:t>
      </w:r>
      <w:r w:rsidRPr="00981E32">
        <w:rPr>
          <w:sz w:val="28"/>
          <w:szCs w:val="28"/>
          <w:lang w:val="uk-UA"/>
        </w:rPr>
        <w:t xml:space="preserve">. </w:t>
      </w:r>
      <w:r>
        <w:rPr>
          <w:sz w:val="28"/>
          <w:szCs w:val="28"/>
          <w:lang w:val="uk-UA"/>
        </w:rPr>
        <w:t xml:space="preserve">Кошелюк Дар’я Євгенівна </w:t>
      </w:r>
      <w:r w:rsidRPr="00981E32">
        <w:rPr>
          <w:sz w:val="28"/>
          <w:szCs w:val="28"/>
          <w:lang w:val="uk-UA"/>
        </w:rPr>
        <w:t>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04</w:t>
      </w:r>
      <w:r w:rsidRPr="00E81F21">
        <w:rPr>
          <w:sz w:val="28"/>
          <w:szCs w:val="28"/>
          <w:lang w:val="uk-UA"/>
        </w:rPr>
        <w:t>:</w:t>
      </w:r>
      <w:r>
        <w:rPr>
          <w:sz w:val="28"/>
          <w:szCs w:val="28"/>
          <w:lang w:val="uk-UA"/>
        </w:rPr>
        <w:t>066</w:t>
      </w:r>
      <w:r w:rsidRPr="00E81F21">
        <w:rPr>
          <w:sz w:val="28"/>
          <w:szCs w:val="28"/>
          <w:lang w:val="uk-UA"/>
        </w:rPr>
        <w:t>:</w:t>
      </w:r>
      <w:r>
        <w:rPr>
          <w:sz w:val="28"/>
          <w:szCs w:val="28"/>
          <w:lang w:val="uk-UA"/>
        </w:rPr>
        <w:t>0</w:t>
      </w:r>
      <w:r w:rsidRPr="00E81F21">
        <w:rPr>
          <w:sz w:val="28"/>
          <w:szCs w:val="28"/>
          <w:lang w:val="uk-UA"/>
        </w:rPr>
        <w:t>0</w:t>
      </w:r>
      <w:r>
        <w:rPr>
          <w:sz w:val="28"/>
          <w:szCs w:val="28"/>
          <w:lang w:val="uk-UA"/>
        </w:rPr>
        <w:t>26</w:t>
      </w:r>
      <w:r w:rsidRPr="00E81F21">
        <w:rPr>
          <w:sz w:val="28"/>
          <w:szCs w:val="28"/>
          <w:lang w:val="uk-UA"/>
        </w:rPr>
        <w:t>);</w:t>
      </w:r>
    </w:p>
    <w:p w:rsidR="006C4D33" w:rsidRPr="00981E32" w:rsidRDefault="006C4D33" w:rsidP="00CE46A0">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13</w:t>
      </w:r>
      <w:r w:rsidRPr="00981E32">
        <w:rPr>
          <w:sz w:val="28"/>
          <w:szCs w:val="28"/>
          <w:lang w:val="uk-UA"/>
        </w:rPr>
        <w:t xml:space="preserve">. </w:t>
      </w:r>
      <w:r>
        <w:rPr>
          <w:sz w:val="28"/>
          <w:szCs w:val="28"/>
          <w:lang w:val="uk-UA"/>
        </w:rPr>
        <w:t xml:space="preserve">Колесниченко Тетяна Семенівна </w:t>
      </w:r>
      <w:r w:rsidRPr="00981E32">
        <w:rPr>
          <w:sz w:val="28"/>
          <w:szCs w:val="28"/>
          <w:lang w:val="uk-UA"/>
        </w:rPr>
        <w:t>площею 0,</w:t>
      </w:r>
      <w:r>
        <w:rPr>
          <w:sz w:val="28"/>
          <w:szCs w:val="28"/>
          <w:lang w:val="uk-UA"/>
        </w:rPr>
        <w:t>0652</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08</w:t>
      </w:r>
      <w:r w:rsidRPr="00E81F21">
        <w:rPr>
          <w:sz w:val="28"/>
          <w:szCs w:val="28"/>
          <w:lang w:val="uk-UA"/>
        </w:rPr>
        <w:t>:</w:t>
      </w:r>
      <w:r>
        <w:rPr>
          <w:sz w:val="28"/>
          <w:szCs w:val="28"/>
          <w:lang w:val="uk-UA"/>
        </w:rPr>
        <w:t>025</w:t>
      </w:r>
      <w:r w:rsidRPr="00E81F21">
        <w:rPr>
          <w:sz w:val="28"/>
          <w:szCs w:val="28"/>
          <w:lang w:val="uk-UA"/>
        </w:rPr>
        <w:t>:</w:t>
      </w:r>
      <w:r>
        <w:rPr>
          <w:sz w:val="28"/>
          <w:szCs w:val="28"/>
          <w:lang w:val="uk-UA"/>
        </w:rPr>
        <w:t>0</w:t>
      </w:r>
      <w:r w:rsidRPr="00E81F21">
        <w:rPr>
          <w:sz w:val="28"/>
          <w:szCs w:val="28"/>
          <w:lang w:val="uk-UA"/>
        </w:rPr>
        <w:t>0</w:t>
      </w:r>
      <w:r>
        <w:rPr>
          <w:sz w:val="28"/>
          <w:szCs w:val="28"/>
          <w:lang w:val="uk-UA"/>
        </w:rPr>
        <w:t>29</w:t>
      </w:r>
      <w:r w:rsidRPr="00E81F21">
        <w:rPr>
          <w:sz w:val="28"/>
          <w:szCs w:val="28"/>
          <w:lang w:val="uk-UA"/>
        </w:rPr>
        <w:t>);</w:t>
      </w:r>
    </w:p>
    <w:p w:rsidR="006C4D33" w:rsidRPr="00981E32" w:rsidRDefault="006C4D33" w:rsidP="00313C77">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14</w:t>
      </w:r>
      <w:r w:rsidRPr="00981E32">
        <w:rPr>
          <w:sz w:val="28"/>
          <w:szCs w:val="28"/>
          <w:lang w:val="uk-UA"/>
        </w:rPr>
        <w:t>.</w:t>
      </w:r>
      <w:r>
        <w:rPr>
          <w:sz w:val="28"/>
          <w:szCs w:val="28"/>
          <w:lang w:val="uk-UA"/>
        </w:rPr>
        <w:t xml:space="preserve"> Тіторенко Сергій Володимирович  </w:t>
      </w:r>
      <w:r w:rsidRPr="00981E32">
        <w:rPr>
          <w:sz w:val="28"/>
          <w:szCs w:val="28"/>
          <w:lang w:val="uk-UA"/>
        </w:rPr>
        <w:t>площею 0,</w:t>
      </w:r>
      <w:r>
        <w:rPr>
          <w:sz w:val="28"/>
          <w:szCs w:val="28"/>
          <w:lang w:val="uk-UA"/>
        </w:rPr>
        <w:t>0672</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02</w:t>
      </w:r>
      <w:r w:rsidRPr="00E81F21">
        <w:rPr>
          <w:sz w:val="28"/>
          <w:szCs w:val="28"/>
          <w:lang w:val="uk-UA"/>
        </w:rPr>
        <w:t>:</w:t>
      </w:r>
      <w:r>
        <w:rPr>
          <w:sz w:val="28"/>
          <w:szCs w:val="28"/>
          <w:lang w:val="uk-UA"/>
        </w:rPr>
        <w:t>008</w:t>
      </w:r>
      <w:r w:rsidRPr="00E81F21">
        <w:rPr>
          <w:sz w:val="28"/>
          <w:szCs w:val="28"/>
          <w:lang w:val="uk-UA"/>
        </w:rPr>
        <w:t>:</w:t>
      </w:r>
      <w:r>
        <w:rPr>
          <w:sz w:val="28"/>
          <w:szCs w:val="28"/>
          <w:lang w:val="uk-UA"/>
        </w:rPr>
        <w:t>0</w:t>
      </w:r>
      <w:r w:rsidRPr="00E81F21">
        <w:rPr>
          <w:sz w:val="28"/>
          <w:szCs w:val="28"/>
          <w:lang w:val="uk-UA"/>
        </w:rPr>
        <w:t>0</w:t>
      </w:r>
      <w:r>
        <w:rPr>
          <w:sz w:val="28"/>
          <w:szCs w:val="28"/>
          <w:lang w:val="uk-UA"/>
        </w:rPr>
        <w:t>12</w:t>
      </w:r>
      <w:r w:rsidRPr="00E81F21">
        <w:rPr>
          <w:sz w:val="28"/>
          <w:szCs w:val="28"/>
          <w:lang w:val="uk-UA"/>
        </w:rPr>
        <w:t>);</w:t>
      </w:r>
    </w:p>
    <w:p w:rsidR="006C4D33" w:rsidRPr="00981E32" w:rsidRDefault="006C4D33" w:rsidP="004D3351">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15</w:t>
      </w:r>
      <w:r w:rsidRPr="00981E32">
        <w:rPr>
          <w:sz w:val="28"/>
          <w:szCs w:val="28"/>
          <w:lang w:val="uk-UA"/>
        </w:rPr>
        <w:t xml:space="preserve">. </w:t>
      </w:r>
      <w:r>
        <w:rPr>
          <w:sz w:val="28"/>
          <w:szCs w:val="28"/>
          <w:lang w:val="uk-UA"/>
        </w:rPr>
        <w:t xml:space="preserve">Бурдига Діана Миколаївна </w:t>
      </w:r>
      <w:r w:rsidRPr="00981E32">
        <w:rPr>
          <w:sz w:val="28"/>
          <w:szCs w:val="28"/>
          <w:lang w:val="uk-UA"/>
        </w:rPr>
        <w:t>площею 0,</w:t>
      </w:r>
      <w:r>
        <w:rPr>
          <w:sz w:val="28"/>
          <w:szCs w:val="28"/>
          <w:lang w:val="uk-UA"/>
        </w:rPr>
        <w:t>0454</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06</w:t>
      </w:r>
      <w:r w:rsidRPr="00E81F21">
        <w:rPr>
          <w:sz w:val="28"/>
          <w:szCs w:val="28"/>
          <w:lang w:val="uk-UA"/>
        </w:rPr>
        <w:t>:</w:t>
      </w:r>
      <w:r>
        <w:rPr>
          <w:sz w:val="28"/>
          <w:szCs w:val="28"/>
          <w:lang w:val="uk-UA"/>
        </w:rPr>
        <w:t>075</w:t>
      </w:r>
      <w:r w:rsidRPr="00E81F21">
        <w:rPr>
          <w:sz w:val="28"/>
          <w:szCs w:val="28"/>
          <w:lang w:val="uk-UA"/>
        </w:rPr>
        <w:t>:</w:t>
      </w:r>
      <w:r>
        <w:rPr>
          <w:sz w:val="28"/>
          <w:szCs w:val="28"/>
          <w:lang w:val="uk-UA"/>
        </w:rPr>
        <w:t>0</w:t>
      </w:r>
      <w:r w:rsidRPr="00E81F21">
        <w:rPr>
          <w:sz w:val="28"/>
          <w:szCs w:val="28"/>
          <w:lang w:val="uk-UA"/>
        </w:rPr>
        <w:t>0</w:t>
      </w:r>
      <w:r>
        <w:rPr>
          <w:sz w:val="28"/>
          <w:szCs w:val="28"/>
          <w:lang w:val="uk-UA"/>
        </w:rPr>
        <w:t>20</w:t>
      </w:r>
      <w:r w:rsidRPr="00E81F21">
        <w:rPr>
          <w:sz w:val="28"/>
          <w:szCs w:val="28"/>
          <w:lang w:val="uk-UA"/>
        </w:rPr>
        <w:t>);</w:t>
      </w:r>
    </w:p>
    <w:p w:rsidR="006C4D33" w:rsidRPr="00981E32" w:rsidRDefault="006C4D33" w:rsidP="00F04D6B">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16</w:t>
      </w:r>
      <w:r w:rsidRPr="00981E32">
        <w:rPr>
          <w:sz w:val="28"/>
          <w:szCs w:val="28"/>
          <w:lang w:val="uk-UA"/>
        </w:rPr>
        <w:t xml:space="preserve">. </w:t>
      </w:r>
      <w:r>
        <w:rPr>
          <w:sz w:val="28"/>
          <w:szCs w:val="28"/>
          <w:lang w:val="uk-UA"/>
        </w:rPr>
        <w:t xml:space="preserve">Черноіваненко Ігор Михайлович </w:t>
      </w:r>
      <w:r w:rsidRPr="00981E32">
        <w:rPr>
          <w:sz w:val="28"/>
          <w:szCs w:val="28"/>
          <w:lang w:val="uk-UA"/>
        </w:rPr>
        <w:t>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09</w:t>
      </w:r>
      <w:r w:rsidRPr="00E81F21">
        <w:rPr>
          <w:sz w:val="28"/>
          <w:szCs w:val="28"/>
          <w:lang w:val="uk-UA"/>
        </w:rPr>
        <w:t>:</w:t>
      </w:r>
      <w:r>
        <w:rPr>
          <w:sz w:val="28"/>
          <w:szCs w:val="28"/>
          <w:lang w:val="uk-UA"/>
        </w:rPr>
        <w:t>023</w:t>
      </w:r>
      <w:r w:rsidRPr="00E81F21">
        <w:rPr>
          <w:sz w:val="28"/>
          <w:szCs w:val="28"/>
          <w:lang w:val="uk-UA"/>
        </w:rPr>
        <w:t>:</w:t>
      </w:r>
      <w:r>
        <w:rPr>
          <w:sz w:val="28"/>
          <w:szCs w:val="28"/>
          <w:lang w:val="uk-UA"/>
        </w:rPr>
        <w:t>0</w:t>
      </w:r>
      <w:r w:rsidRPr="00E81F21">
        <w:rPr>
          <w:sz w:val="28"/>
          <w:szCs w:val="28"/>
          <w:lang w:val="uk-UA"/>
        </w:rPr>
        <w:t>0</w:t>
      </w:r>
      <w:r>
        <w:rPr>
          <w:sz w:val="28"/>
          <w:szCs w:val="28"/>
          <w:lang w:val="uk-UA"/>
        </w:rPr>
        <w:t>13</w:t>
      </w:r>
      <w:r w:rsidRPr="00E81F21">
        <w:rPr>
          <w:sz w:val="28"/>
          <w:szCs w:val="28"/>
          <w:lang w:val="uk-UA"/>
        </w:rPr>
        <w:t>);</w:t>
      </w:r>
    </w:p>
    <w:p w:rsidR="006C4D33" w:rsidRPr="00AE1FC9" w:rsidRDefault="006C4D33" w:rsidP="00CC6985">
      <w:pPr>
        <w:widowControl w:val="0"/>
        <w:autoSpaceDE w:val="0"/>
        <w:autoSpaceDN w:val="0"/>
        <w:adjustRightInd w:val="0"/>
        <w:ind w:firstLine="567"/>
        <w:jc w:val="both"/>
        <w:rPr>
          <w:sz w:val="28"/>
          <w:szCs w:val="28"/>
          <w:lang w:val="uk-UA"/>
        </w:rPr>
      </w:pPr>
      <w:r>
        <w:rPr>
          <w:sz w:val="28"/>
          <w:szCs w:val="28"/>
          <w:lang w:val="uk-UA"/>
        </w:rPr>
        <w:t>2</w:t>
      </w:r>
      <w:r w:rsidRPr="004C6526">
        <w:rPr>
          <w:sz w:val="28"/>
          <w:szCs w:val="28"/>
          <w:lang w:val="uk-UA"/>
        </w:rPr>
        <w:t>.</w:t>
      </w:r>
      <w:r>
        <w:rPr>
          <w:sz w:val="28"/>
          <w:szCs w:val="28"/>
          <w:lang w:val="uk-UA"/>
        </w:rPr>
        <w:t>17</w:t>
      </w:r>
      <w:r w:rsidRPr="004C6526">
        <w:rPr>
          <w:sz w:val="28"/>
          <w:szCs w:val="28"/>
          <w:lang w:val="uk-UA"/>
        </w:rPr>
        <w:t xml:space="preserve">. </w:t>
      </w:r>
      <w:r>
        <w:rPr>
          <w:sz w:val="28"/>
          <w:szCs w:val="28"/>
          <w:lang w:val="uk-UA"/>
        </w:rPr>
        <w:t>Якобчук Надія Олександрівна</w:t>
      </w:r>
      <w:r w:rsidRPr="004C6526">
        <w:rPr>
          <w:sz w:val="28"/>
          <w:szCs w:val="28"/>
          <w:lang w:val="uk-UA"/>
        </w:rPr>
        <w:t xml:space="preserve"> </w:t>
      </w:r>
      <w:r>
        <w:rPr>
          <w:sz w:val="28"/>
          <w:szCs w:val="28"/>
          <w:lang w:val="uk-UA"/>
        </w:rPr>
        <w:t>51/100</w:t>
      </w:r>
      <w:r w:rsidRPr="004C6526">
        <w:rPr>
          <w:sz w:val="28"/>
          <w:szCs w:val="28"/>
          <w:lang w:val="uk-UA"/>
        </w:rPr>
        <w:t xml:space="preserve"> частки  та </w:t>
      </w:r>
      <w:r>
        <w:rPr>
          <w:sz w:val="28"/>
          <w:szCs w:val="28"/>
          <w:lang w:val="uk-UA"/>
        </w:rPr>
        <w:t>Чулініна Лілія Борисівна</w:t>
      </w:r>
      <w:r w:rsidRPr="004C6526">
        <w:rPr>
          <w:sz w:val="28"/>
          <w:szCs w:val="28"/>
          <w:lang w:val="uk-UA"/>
        </w:rPr>
        <w:t xml:space="preserve"> </w:t>
      </w:r>
      <w:r>
        <w:rPr>
          <w:sz w:val="28"/>
          <w:szCs w:val="28"/>
          <w:lang w:val="uk-UA"/>
        </w:rPr>
        <w:t>49/100</w:t>
      </w:r>
      <w:r w:rsidRPr="004C6526">
        <w:rPr>
          <w:sz w:val="28"/>
          <w:szCs w:val="28"/>
          <w:lang w:val="uk-UA"/>
        </w:rPr>
        <w:t xml:space="preserve"> частки від загальної площі 0,</w:t>
      </w:r>
      <w:r>
        <w:rPr>
          <w:sz w:val="28"/>
          <w:szCs w:val="28"/>
          <w:lang w:val="uk-UA"/>
        </w:rPr>
        <w:t>0875</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 </w:t>
      </w:r>
      <w:r w:rsidRPr="00AE1FC9">
        <w:rPr>
          <w:sz w:val="28"/>
          <w:szCs w:val="28"/>
          <w:lang w:val="uk-UA"/>
        </w:rPr>
        <w:t>(кадастровий номер земельної ділянки 4810400000</w:t>
      </w:r>
      <w:r>
        <w:rPr>
          <w:sz w:val="28"/>
          <w:szCs w:val="28"/>
          <w:lang w:val="uk-UA"/>
        </w:rPr>
        <w:t>04</w:t>
      </w:r>
      <w:r w:rsidRPr="00AE1FC9">
        <w:rPr>
          <w:sz w:val="28"/>
          <w:szCs w:val="28"/>
          <w:lang w:val="uk-UA"/>
        </w:rPr>
        <w:t>:0</w:t>
      </w:r>
      <w:r>
        <w:rPr>
          <w:sz w:val="28"/>
          <w:szCs w:val="28"/>
          <w:lang w:val="uk-UA"/>
        </w:rPr>
        <w:t>71</w:t>
      </w:r>
      <w:r w:rsidRPr="00AE1FC9">
        <w:rPr>
          <w:sz w:val="28"/>
          <w:szCs w:val="28"/>
          <w:lang w:val="uk-UA"/>
        </w:rPr>
        <w:t>:00</w:t>
      </w:r>
      <w:r>
        <w:rPr>
          <w:sz w:val="28"/>
          <w:szCs w:val="28"/>
          <w:lang w:val="uk-UA"/>
        </w:rPr>
        <w:t>17</w:t>
      </w:r>
      <w:r w:rsidRPr="00AE1FC9">
        <w:rPr>
          <w:sz w:val="28"/>
          <w:szCs w:val="28"/>
          <w:lang w:val="uk-UA"/>
        </w:rPr>
        <w:t>);</w:t>
      </w:r>
    </w:p>
    <w:p w:rsidR="006C4D33" w:rsidRPr="00AE1FC9" w:rsidRDefault="006C4D33" w:rsidP="006C1DA5">
      <w:pPr>
        <w:widowControl w:val="0"/>
        <w:autoSpaceDE w:val="0"/>
        <w:autoSpaceDN w:val="0"/>
        <w:adjustRightInd w:val="0"/>
        <w:ind w:firstLine="567"/>
        <w:jc w:val="both"/>
        <w:rPr>
          <w:sz w:val="28"/>
          <w:szCs w:val="28"/>
          <w:lang w:val="uk-UA"/>
        </w:rPr>
      </w:pPr>
      <w:r>
        <w:rPr>
          <w:sz w:val="28"/>
          <w:szCs w:val="28"/>
          <w:lang w:val="uk-UA"/>
        </w:rPr>
        <w:t>2</w:t>
      </w:r>
      <w:r w:rsidRPr="004C6526">
        <w:rPr>
          <w:sz w:val="28"/>
          <w:szCs w:val="28"/>
          <w:lang w:val="uk-UA"/>
        </w:rPr>
        <w:t>.</w:t>
      </w:r>
      <w:r>
        <w:rPr>
          <w:sz w:val="28"/>
          <w:szCs w:val="28"/>
          <w:lang w:val="uk-UA"/>
        </w:rPr>
        <w:t>18</w:t>
      </w:r>
      <w:r w:rsidRPr="004C6526">
        <w:rPr>
          <w:sz w:val="28"/>
          <w:szCs w:val="28"/>
          <w:lang w:val="uk-UA"/>
        </w:rPr>
        <w:t xml:space="preserve">. </w:t>
      </w:r>
      <w:r>
        <w:rPr>
          <w:sz w:val="28"/>
          <w:szCs w:val="28"/>
          <w:lang w:val="uk-UA"/>
        </w:rPr>
        <w:t>Бутенко Петро Олександрович</w:t>
      </w:r>
      <w:r w:rsidRPr="004C6526">
        <w:rPr>
          <w:sz w:val="28"/>
          <w:szCs w:val="28"/>
          <w:lang w:val="uk-UA"/>
        </w:rPr>
        <w:t xml:space="preserve"> </w:t>
      </w:r>
      <w:r>
        <w:rPr>
          <w:sz w:val="28"/>
          <w:szCs w:val="28"/>
          <w:lang w:val="uk-UA"/>
        </w:rPr>
        <w:t>1/3</w:t>
      </w:r>
      <w:r w:rsidRPr="004C6526">
        <w:rPr>
          <w:sz w:val="28"/>
          <w:szCs w:val="28"/>
          <w:lang w:val="uk-UA"/>
        </w:rPr>
        <w:t xml:space="preserve"> частки  та </w:t>
      </w:r>
      <w:r>
        <w:rPr>
          <w:sz w:val="28"/>
          <w:szCs w:val="28"/>
          <w:lang w:val="uk-UA"/>
        </w:rPr>
        <w:t>Бутенко Ніна Степанівна</w:t>
      </w:r>
      <w:r w:rsidRPr="004C6526">
        <w:rPr>
          <w:sz w:val="28"/>
          <w:szCs w:val="28"/>
          <w:lang w:val="uk-UA"/>
        </w:rPr>
        <w:t xml:space="preserve">  </w:t>
      </w:r>
      <w:r>
        <w:rPr>
          <w:sz w:val="28"/>
          <w:szCs w:val="28"/>
          <w:lang w:val="uk-UA"/>
        </w:rPr>
        <w:t>2/3</w:t>
      </w:r>
      <w:r w:rsidRPr="004C6526">
        <w:rPr>
          <w:sz w:val="28"/>
          <w:szCs w:val="28"/>
          <w:lang w:val="uk-UA"/>
        </w:rPr>
        <w:t xml:space="preserve"> частки від загальної площі 0,</w:t>
      </w:r>
      <w:r>
        <w:rPr>
          <w:sz w:val="28"/>
          <w:szCs w:val="28"/>
          <w:lang w:val="uk-UA"/>
        </w:rPr>
        <w:t>0343</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 </w:t>
      </w:r>
      <w:r w:rsidRPr="00AE1FC9">
        <w:rPr>
          <w:sz w:val="28"/>
          <w:szCs w:val="28"/>
          <w:lang w:val="uk-UA"/>
        </w:rPr>
        <w:t>(кадастровий номер земельної ділянки 4810400000:</w:t>
      </w:r>
      <w:r>
        <w:rPr>
          <w:sz w:val="28"/>
          <w:szCs w:val="28"/>
          <w:lang w:val="uk-UA"/>
        </w:rPr>
        <w:t>03</w:t>
      </w:r>
      <w:r w:rsidRPr="00AE1FC9">
        <w:rPr>
          <w:sz w:val="28"/>
          <w:szCs w:val="28"/>
          <w:lang w:val="uk-UA"/>
        </w:rPr>
        <w:t>:0</w:t>
      </w:r>
      <w:r>
        <w:rPr>
          <w:sz w:val="28"/>
          <w:szCs w:val="28"/>
          <w:lang w:val="uk-UA"/>
        </w:rPr>
        <w:t>01</w:t>
      </w:r>
      <w:r w:rsidRPr="00AE1FC9">
        <w:rPr>
          <w:sz w:val="28"/>
          <w:szCs w:val="28"/>
          <w:lang w:val="uk-UA"/>
        </w:rPr>
        <w:t>:00</w:t>
      </w:r>
      <w:r>
        <w:rPr>
          <w:sz w:val="28"/>
          <w:szCs w:val="28"/>
          <w:lang w:val="uk-UA"/>
        </w:rPr>
        <w:t>19).</w:t>
      </w:r>
    </w:p>
    <w:p w:rsidR="006C4D33" w:rsidRDefault="006C4D33" w:rsidP="00B32369">
      <w:pPr>
        <w:jc w:val="both"/>
        <w:rPr>
          <w:sz w:val="28"/>
          <w:szCs w:val="28"/>
          <w:lang w:val="uk-UA"/>
        </w:rPr>
      </w:pPr>
    </w:p>
    <w:p w:rsidR="006C4D33" w:rsidRPr="004C6526" w:rsidRDefault="006C4D33" w:rsidP="008D36CC">
      <w:pPr>
        <w:ind w:firstLine="567"/>
        <w:jc w:val="both"/>
        <w:rPr>
          <w:sz w:val="28"/>
          <w:szCs w:val="28"/>
          <w:lang w:val="uk-UA"/>
        </w:rPr>
      </w:pPr>
      <w:r>
        <w:rPr>
          <w:sz w:val="28"/>
          <w:szCs w:val="28"/>
          <w:lang w:val="uk-UA"/>
        </w:rPr>
        <w:t>3</w:t>
      </w:r>
      <w:r w:rsidRPr="004C6526">
        <w:rPr>
          <w:sz w:val="28"/>
          <w:szCs w:val="28"/>
          <w:lang w:val="uk-UA"/>
        </w:rPr>
        <w:t>. Власникам земельних ділянок:</w:t>
      </w:r>
    </w:p>
    <w:p w:rsidR="006C4D33" w:rsidRPr="004C6526" w:rsidRDefault="006C4D33" w:rsidP="004C6526">
      <w:pPr>
        <w:pStyle w:val="BodyTextIndent2"/>
        <w:ind w:firstLine="567"/>
        <w:rPr>
          <w:sz w:val="28"/>
          <w:szCs w:val="28"/>
        </w:rPr>
      </w:pPr>
      <w:r>
        <w:rPr>
          <w:sz w:val="28"/>
          <w:szCs w:val="28"/>
        </w:rPr>
        <w:t>3</w:t>
      </w:r>
      <w:r w:rsidRPr="004C6526">
        <w:rPr>
          <w:sz w:val="28"/>
          <w:szCs w:val="28"/>
        </w:rPr>
        <w:t>.1. Виконувати обов’язки відповідно до статті 91  Земельного кодексу України.</w:t>
      </w:r>
    </w:p>
    <w:p w:rsidR="006C4D33" w:rsidRPr="004C6526" w:rsidRDefault="006C4D33" w:rsidP="004C6526">
      <w:pPr>
        <w:pStyle w:val="BodyTextIndent2"/>
        <w:ind w:firstLine="567"/>
        <w:rPr>
          <w:sz w:val="28"/>
          <w:szCs w:val="28"/>
        </w:rPr>
      </w:pPr>
      <w:r>
        <w:rPr>
          <w:sz w:val="28"/>
          <w:szCs w:val="28"/>
        </w:rPr>
        <w:t>3</w:t>
      </w:r>
      <w:r w:rsidRPr="004C6526">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6C4D33" w:rsidRPr="004C6526" w:rsidRDefault="006C4D33" w:rsidP="004C6526">
      <w:pPr>
        <w:pStyle w:val="BodyTextIndent2"/>
        <w:ind w:firstLine="567"/>
        <w:rPr>
          <w:sz w:val="28"/>
          <w:szCs w:val="28"/>
        </w:rPr>
      </w:pPr>
    </w:p>
    <w:p w:rsidR="006C4D33" w:rsidRDefault="006C4D33" w:rsidP="004C6526">
      <w:pPr>
        <w:pStyle w:val="BodyTextIndent2"/>
        <w:ind w:firstLine="567"/>
        <w:rPr>
          <w:sz w:val="28"/>
          <w:szCs w:val="28"/>
        </w:rPr>
      </w:pPr>
      <w:r>
        <w:rPr>
          <w:sz w:val="28"/>
          <w:szCs w:val="28"/>
          <w:lang w:val="ru-RU"/>
        </w:rPr>
        <w:t>4</w:t>
      </w:r>
      <w:r w:rsidRPr="004C6526">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6C4D33" w:rsidRDefault="006C4D33" w:rsidP="004C6526">
      <w:pPr>
        <w:pStyle w:val="BodyTextIndent2"/>
        <w:ind w:firstLine="567"/>
        <w:rPr>
          <w:sz w:val="28"/>
          <w:szCs w:val="28"/>
        </w:rPr>
      </w:pPr>
    </w:p>
    <w:p w:rsidR="006C4D33" w:rsidRDefault="006C4D33" w:rsidP="004C6526">
      <w:pPr>
        <w:pStyle w:val="BodyTextIndent2"/>
        <w:ind w:firstLine="567"/>
        <w:rPr>
          <w:sz w:val="28"/>
          <w:szCs w:val="28"/>
        </w:rPr>
      </w:pPr>
      <w:r>
        <w:rPr>
          <w:sz w:val="28"/>
          <w:szCs w:val="28"/>
        </w:rPr>
        <w:t>5</w:t>
      </w:r>
      <w:r w:rsidRPr="004C6526">
        <w:rPr>
          <w:sz w:val="28"/>
          <w:szCs w:val="28"/>
        </w:rPr>
        <w:t>. Відповідальність за виконання рішення покласти на заступника міського голови</w:t>
      </w:r>
      <w:r>
        <w:rPr>
          <w:sz w:val="28"/>
          <w:szCs w:val="28"/>
        </w:rPr>
        <w:t xml:space="preserve"> по комунальній власності, земельних відносинах та архітектурних питаннях.  </w:t>
      </w:r>
    </w:p>
    <w:p w:rsidR="006C4D33" w:rsidRDefault="006C4D33" w:rsidP="004C6526">
      <w:pPr>
        <w:pStyle w:val="BodyTextIndent2"/>
        <w:ind w:firstLine="567"/>
        <w:rPr>
          <w:sz w:val="28"/>
          <w:szCs w:val="28"/>
        </w:rPr>
      </w:pPr>
    </w:p>
    <w:p w:rsidR="006C4D33" w:rsidRPr="004C6526" w:rsidRDefault="006C4D33" w:rsidP="004C6526">
      <w:pPr>
        <w:pStyle w:val="BodyTextIndent2"/>
        <w:ind w:firstLine="567"/>
        <w:rPr>
          <w:sz w:val="28"/>
          <w:szCs w:val="28"/>
        </w:rPr>
      </w:pPr>
      <w:r>
        <w:rPr>
          <w:sz w:val="28"/>
          <w:szCs w:val="28"/>
          <w:lang w:val="ru-RU"/>
        </w:rPr>
        <w:t>6</w:t>
      </w:r>
      <w:r w:rsidRPr="004C6526">
        <w:rPr>
          <w:sz w:val="28"/>
          <w:szCs w:val="28"/>
          <w:lang w:val="ru-RU"/>
        </w:rPr>
        <w:t>.</w:t>
      </w:r>
      <w:r w:rsidRPr="004C6526">
        <w:rPr>
          <w:sz w:val="28"/>
          <w:szCs w:val="28"/>
        </w:rPr>
        <w:t xml:space="preserve"> Контроль за виконанням рішення покласти на постійну комісію міської ради  з питань  містобудування, архітектури та земельних відносин.  </w:t>
      </w:r>
    </w:p>
    <w:p w:rsidR="006C4D33" w:rsidRPr="004C6526" w:rsidRDefault="006C4D33" w:rsidP="002D55F0">
      <w:pPr>
        <w:pStyle w:val="BodyTextIndent2"/>
        <w:ind w:firstLine="0"/>
        <w:rPr>
          <w:sz w:val="28"/>
          <w:szCs w:val="28"/>
        </w:rPr>
      </w:pPr>
      <w:r w:rsidRPr="004C6526">
        <w:rPr>
          <w:sz w:val="28"/>
          <w:szCs w:val="28"/>
        </w:rPr>
        <w:t xml:space="preserve"> </w:t>
      </w:r>
    </w:p>
    <w:p w:rsidR="006C4D33" w:rsidRPr="004C6526" w:rsidRDefault="006C4D33" w:rsidP="002D55F0">
      <w:pPr>
        <w:pStyle w:val="BodyTextIndent2"/>
        <w:ind w:firstLine="0"/>
        <w:rPr>
          <w:sz w:val="28"/>
          <w:szCs w:val="28"/>
        </w:rPr>
      </w:pPr>
    </w:p>
    <w:p w:rsidR="006C4D33" w:rsidRPr="004C6526" w:rsidRDefault="006C4D33" w:rsidP="009877A0">
      <w:pPr>
        <w:pStyle w:val="BodyTextIndent2"/>
        <w:ind w:firstLine="0"/>
        <w:rPr>
          <w:sz w:val="18"/>
          <w:szCs w:val="18"/>
          <w:lang w:val="ru-RU"/>
        </w:rPr>
      </w:pPr>
      <w:r>
        <w:rPr>
          <w:sz w:val="28"/>
          <w:szCs w:val="28"/>
        </w:rPr>
        <w:t>Міський голова                                                                 Людмила ДРОМАШКО</w:t>
      </w:r>
    </w:p>
    <w:p w:rsidR="006C4D33" w:rsidRDefault="006C4D33" w:rsidP="009877A0">
      <w:pPr>
        <w:pStyle w:val="BodyTextIndent2"/>
        <w:ind w:firstLine="0"/>
        <w:rPr>
          <w:sz w:val="18"/>
          <w:szCs w:val="18"/>
          <w:lang w:val="ru-RU"/>
        </w:rPr>
      </w:pPr>
    </w:p>
    <w:p w:rsidR="006C4D33" w:rsidRDefault="006C4D33" w:rsidP="009877A0">
      <w:pPr>
        <w:pStyle w:val="BodyTextIndent2"/>
        <w:ind w:firstLine="0"/>
        <w:rPr>
          <w:sz w:val="18"/>
          <w:szCs w:val="18"/>
          <w:lang w:val="ru-RU"/>
        </w:rPr>
      </w:pPr>
    </w:p>
    <w:p w:rsidR="006C4D33" w:rsidRPr="00482F9E" w:rsidRDefault="006C4D33" w:rsidP="009877A0">
      <w:pPr>
        <w:pStyle w:val="BodyTextIndent2"/>
        <w:ind w:firstLine="0"/>
        <w:rPr>
          <w:sz w:val="24"/>
          <w:szCs w:val="24"/>
          <w:lang w:val="ru-RU"/>
        </w:rPr>
      </w:pPr>
    </w:p>
    <w:sectPr w:rsidR="006C4D33" w:rsidRPr="00482F9E" w:rsidSect="004C6526">
      <w:headerReference w:type="default" r:id="rId8"/>
      <w:footerReference w:type="default" r:id="rId9"/>
      <w:pgSz w:w="12240" w:h="15840" w:code="1"/>
      <w:pgMar w:top="1134"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D33" w:rsidRDefault="006C4D33">
      <w:r>
        <w:separator/>
      </w:r>
    </w:p>
  </w:endnote>
  <w:endnote w:type="continuationSeparator" w:id="1">
    <w:p w:rsidR="006C4D33" w:rsidRDefault="006C4D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D33" w:rsidRPr="00382140" w:rsidRDefault="006C4D33" w:rsidP="00B4392D">
    <w:pPr>
      <w:pStyle w:val="Footer"/>
      <w:rPr>
        <w:b/>
        <w:sz w:val="18"/>
        <w:szCs w:val="18"/>
        <w:lang w:val="uk-UA"/>
      </w:rPr>
    </w:pPr>
    <w:r w:rsidRPr="00382140">
      <w:rPr>
        <w:b/>
        <w:sz w:val="18"/>
        <w:szCs w:val="18"/>
        <w:lang w:val="uk-UA"/>
      </w:rPr>
      <w:t xml:space="preserve">                                                                        Рішення Первомайської міської ради</w:t>
    </w:r>
  </w:p>
  <w:p w:rsidR="006C4D33" w:rsidRPr="00382140" w:rsidRDefault="006C4D33" w:rsidP="00125D81">
    <w:pPr>
      <w:jc w:val="center"/>
      <w:rPr>
        <w:b/>
        <w:sz w:val="18"/>
        <w:szCs w:val="18"/>
        <w:lang w:val="uk-UA"/>
      </w:rPr>
    </w:pPr>
    <w:r w:rsidRPr="00382140">
      <w:rPr>
        <w:b/>
        <w:sz w:val="18"/>
        <w:szCs w:val="18"/>
        <w:lang w:val="uk-UA"/>
      </w:rPr>
      <w:t xml:space="preserve"> Про приватизацію земельних ділянок для будівництва і обслуговування жи</w:t>
    </w:r>
    <w:r>
      <w:rPr>
        <w:b/>
        <w:sz w:val="18"/>
        <w:szCs w:val="18"/>
        <w:lang w:val="uk-UA"/>
      </w:rPr>
      <w:t>л</w:t>
    </w:r>
    <w:r w:rsidRPr="00382140">
      <w:rPr>
        <w:b/>
        <w:sz w:val="18"/>
        <w:szCs w:val="18"/>
        <w:lang w:val="uk-UA"/>
      </w:rPr>
      <w:t xml:space="preserve">их будинків, </w:t>
    </w:r>
  </w:p>
  <w:p w:rsidR="006C4D33" w:rsidRPr="00382140" w:rsidRDefault="006C4D33" w:rsidP="00125D81">
    <w:pPr>
      <w:jc w:val="center"/>
      <w:rPr>
        <w:b/>
        <w:sz w:val="18"/>
        <w:szCs w:val="18"/>
        <w:lang w:val="uk-UA"/>
      </w:rPr>
    </w:pPr>
    <w:r w:rsidRPr="00382140">
      <w:rPr>
        <w:b/>
        <w:sz w:val="18"/>
        <w:szCs w:val="18"/>
        <w:lang w:val="uk-UA"/>
      </w:rPr>
      <w:t>господарських будівель і споруд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D33" w:rsidRDefault="006C4D33">
      <w:r>
        <w:separator/>
      </w:r>
    </w:p>
  </w:footnote>
  <w:footnote w:type="continuationSeparator" w:id="1">
    <w:p w:rsidR="006C4D33" w:rsidRDefault="006C4D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D33" w:rsidRPr="0067072A" w:rsidRDefault="006C4D33">
    <w:pPr>
      <w:pStyle w:val="Header"/>
      <w:jc w:val="center"/>
    </w:pPr>
    <w:fldSimple w:instr="PAGE">
      <w:r>
        <w:rPr>
          <w:noProof/>
        </w:rPr>
        <w:t>3</w:t>
      </w:r>
    </w:fldSimple>
    <w:r w:rsidRPr="0067072A">
      <w:t xml:space="preserve"> із </w:t>
    </w:r>
    <w:fldSimple w:instr="NUMPAGES">
      <w:r>
        <w:rPr>
          <w:noProof/>
        </w:rPr>
        <w:t>3</w:t>
      </w:r>
    </w:fldSimple>
  </w:p>
  <w:p w:rsidR="006C4D33" w:rsidRDefault="006C4D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9">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1">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6">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8">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4"/>
  </w:num>
  <w:num w:numId="3">
    <w:abstractNumId w:val="0"/>
  </w:num>
  <w:num w:numId="4">
    <w:abstractNumId w:val="14"/>
  </w:num>
  <w:num w:numId="5">
    <w:abstractNumId w:val="15"/>
  </w:num>
  <w:num w:numId="6">
    <w:abstractNumId w:val="8"/>
  </w:num>
  <w:num w:numId="7">
    <w:abstractNumId w:val="4"/>
  </w:num>
  <w:num w:numId="8">
    <w:abstractNumId w:val="1"/>
  </w:num>
  <w:num w:numId="9">
    <w:abstractNumId w:val="5"/>
  </w:num>
  <w:num w:numId="10">
    <w:abstractNumId w:val="3"/>
  </w:num>
  <w:num w:numId="11">
    <w:abstractNumId w:val="6"/>
  </w:num>
  <w:num w:numId="12">
    <w:abstractNumId w:val="16"/>
  </w:num>
  <w:num w:numId="13">
    <w:abstractNumId w:val="12"/>
  </w:num>
  <w:num w:numId="14">
    <w:abstractNumId w:val="18"/>
  </w:num>
  <w:num w:numId="15">
    <w:abstractNumId w:val="11"/>
  </w:num>
  <w:num w:numId="16">
    <w:abstractNumId w:val="13"/>
  </w:num>
  <w:num w:numId="17">
    <w:abstractNumId w:val="7"/>
  </w:num>
  <w:num w:numId="18">
    <w:abstractNumId w:val="10"/>
  </w:num>
  <w:num w:numId="19">
    <w:abstractNumId w:val="19"/>
  </w:num>
  <w:num w:numId="20">
    <w:abstractNumId w:val="9"/>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4A0"/>
    <w:rsid w:val="000018CE"/>
    <w:rsid w:val="000019C1"/>
    <w:rsid w:val="00001A08"/>
    <w:rsid w:val="00002064"/>
    <w:rsid w:val="00002267"/>
    <w:rsid w:val="00002561"/>
    <w:rsid w:val="00002782"/>
    <w:rsid w:val="00003EAD"/>
    <w:rsid w:val="000042F2"/>
    <w:rsid w:val="00004BA4"/>
    <w:rsid w:val="000052F5"/>
    <w:rsid w:val="00005467"/>
    <w:rsid w:val="0000610C"/>
    <w:rsid w:val="000065D8"/>
    <w:rsid w:val="000067A9"/>
    <w:rsid w:val="0000685F"/>
    <w:rsid w:val="000073F4"/>
    <w:rsid w:val="000101D7"/>
    <w:rsid w:val="00010398"/>
    <w:rsid w:val="000109E4"/>
    <w:rsid w:val="00010B61"/>
    <w:rsid w:val="00010FBB"/>
    <w:rsid w:val="00011089"/>
    <w:rsid w:val="0001172A"/>
    <w:rsid w:val="000118B7"/>
    <w:rsid w:val="00011C5C"/>
    <w:rsid w:val="00011FC0"/>
    <w:rsid w:val="0001252B"/>
    <w:rsid w:val="000125F1"/>
    <w:rsid w:val="000126A2"/>
    <w:rsid w:val="00012914"/>
    <w:rsid w:val="00012C4A"/>
    <w:rsid w:val="00012F8A"/>
    <w:rsid w:val="00013564"/>
    <w:rsid w:val="000135FA"/>
    <w:rsid w:val="00013A0A"/>
    <w:rsid w:val="000142C5"/>
    <w:rsid w:val="00014416"/>
    <w:rsid w:val="000147A3"/>
    <w:rsid w:val="00014BE4"/>
    <w:rsid w:val="00014F4A"/>
    <w:rsid w:val="00015115"/>
    <w:rsid w:val="00015313"/>
    <w:rsid w:val="00015794"/>
    <w:rsid w:val="00015C11"/>
    <w:rsid w:val="00015EC9"/>
    <w:rsid w:val="00015FBC"/>
    <w:rsid w:val="00016297"/>
    <w:rsid w:val="00016950"/>
    <w:rsid w:val="00016C02"/>
    <w:rsid w:val="00016C95"/>
    <w:rsid w:val="00017619"/>
    <w:rsid w:val="00017CAA"/>
    <w:rsid w:val="000202F9"/>
    <w:rsid w:val="00020789"/>
    <w:rsid w:val="0002087D"/>
    <w:rsid w:val="00020989"/>
    <w:rsid w:val="0002158A"/>
    <w:rsid w:val="000217AE"/>
    <w:rsid w:val="000218D3"/>
    <w:rsid w:val="000223DE"/>
    <w:rsid w:val="00022A3F"/>
    <w:rsid w:val="000231C6"/>
    <w:rsid w:val="00023938"/>
    <w:rsid w:val="00023C5B"/>
    <w:rsid w:val="00023EB0"/>
    <w:rsid w:val="00024170"/>
    <w:rsid w:val="00024262"/>
    <w:rsid w:val="00024474"/>
    <w:rsid w:val="00024483"/>
    <w:rsid w:val="000249C7"/>
    <w:rsid w:val="00025104"/>
    <w:rsid w:val="0002522A"/>
    <w:rsid w:val="00025936"/>
    <w:rsid w:val="00025BF9"/>
    <w:rsid w:val="00026508"/>
    <w:rsid w:val="0002721B"/>
    <w:rsid w:val="0002736D"/>
    <w:rsid w:val="00027914"/>
    <w:rsid w:val="00027BA8"/>
    <w:rsid w:val="0003058A"/>
    <w:rsid w:val="00030619"/>
    <w:rsid w:val="00030BE1"/>
    <w:rsid w:val="00030CA4"/>
    <w:rsid w:val="00030F64"/>
    <w:rsid w:val="0003143A"/>
    <w:rsid w:val="00031C0F"/>
    <w:rsid w:val="00031D6A"/>
    <w:rsid w:val="00031FE9"/>
    <w:rsid w:val="00031FF3"/>
    <w:rsid w:val="00032048"/>
    <w:rsid w:val="000321AD"/>
    <w:rsid w:val="00032680"/>
    <w:rsid w:val="0003303C"/>
    <w:rsid w:val="0003334F"/>
    <w:rsid w:val="00033575"/>
    <w:rsid w:val="00033871"/>
    <w:rsid w:val="0003397E"/>
    <w:rsid w:val="00033A27"/>
    <w:rsid w:val="0003412C"/>
    <w:rsid w:val="0003473A"/>
    <w:rsid w:val="00034801"/>
    <w:rsid w:val="00034BA6"/>
    <w:rsid w:val="00034EC7"/>
    <w:rsid w:val="000350FA"/>
    <w:rsid w:val="0003541E"/>
    <w:rsid w:val="0003575F"/>
    <w:rsid w:val="0003589C"/>
    <w:rsid w:val="000358DB"/>
    <w:rsid w:val="00035E59"/>
    <w:rsid w:val="000361CB"/>
    <w:rsid w:val="00036C6B"/>
    <w:rsid w:val="00036CFA"/>
    <w:rsid w:val="00037851"/>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2A6"/>
    <w:rsid w:val="000443B2"/>
    <w:rsid w:val="00044618"/>
    <w:rsid w:val="000448B4"/>
    <w:rsid w:val="00044A5B"/>
    <w:rsid w:val="00044F10"/>
    <w:rsid w:val="00044F2C"/>
    <w:rsid w:val="00044FF2"/>
    <w:rsid w:val="0004536C"/>
    <w:rsid w:val="0004567C"/>
    <w:rsid w:val="00045C8A"/>
    <w:rsid w:val="00045EBB"/>
    <w:rsid w:val="0004644A"/>
    <w:rsid w:val="00046583"/>
    <w:rsid w:val="00047130"/>
    <w:rsid w:val="00047250"/>
    <w:rsid w:val="0004745C"/>
    <w:rsid w:val="00047681"/>
    <w:rsid w:val="00047B51"/>
    <w:rsid w:val="0005044C"/>
    <w:rsid w:val="0005060A"/>
    <w:rsid w:val="00050B9E"/>
    <w:rsid w:val="00050F5E"/>
    <w:rsid w:val="00051368"/>
    <w:rsid w:val="000516AA"/>
    <w:rsid w:val="0005267A"/>
    <w:rsid w:val="00052692"/>
    <w:rsid w:val="00053001"/>
    <w:rsid w:val="00053496"/>
    <w:rsid w:val="00053B15"/>
    <w:rsid w:val="00053D6A"/>
    <w:rsid w:val="00053E89"/>
    <w:rsid w:val="00053EA3"/>
    <w:rsid w:val="000540EF"/>
    <w:rsid w:val="000546E8"/>
    <w:rsid w:val="000547A2"/>
    <w:rsid w:val="000547A8"/>
    <w:rsid w:val="000549A2"/>
    <w:rsid w:val="00054B39"/>
    <w:rsid w:val="00054F5F"/>
    <w:rsid w:val="00055A36"/>
    <w:rsid w:val="000560BB"/>
    <w:rsid w:val="000563FD"/>
    <w:rsid w:val="000569EF"/>
    <w:rsid w:val="00056C4E"/>
    <w:rsid w:val="000579D4"/>
    <w:rsid w:val="00057E31"/>
    <w:rsid w:val="00057E96"/>
    <w:rsid w:val="00057EEA"/>
    <w:rsid w:val="0006032C"/>
    <w:rsid w:val="000604C1"/>
    <w:rsid w:val="000605BC"/>
    <w:rsid w:val="00060826"/>
    <w:rsid w:val="00060921"/>
    <w:rsid w:val="00060B66"/>
    <w:rsid w:val="00060FBF"/>
    <w:rsid w:val="000611C7"/>
    <w:rsid w:val="000614FF"/>
    <w:rsid w:val="00061A8E"/>
    <w:rsid w:val="00061BA6"/>
    <w:rsid w:val="00062194"/>
    <w:rsid w:val="000625C2"/>
    <w:rsid w:val="000625CB"/>
    <w:rsid w:val="0006265A"/>
    <w:rsid w:val="000628FE"/>
    <w:rsid w:val="00062FD9"/>
    <w:rsid w:val="000630B3"/>
    <w:rsid w:val="00063595"/>
    <w:rsid w:val="00063BFE"/>
    <w:rsid w:val="00063CAD"/>
    <w:rsid w:val="00064D73"/>
    <w:rsid w:val="00065729"/>
    <w:rsid w:val="00065B5A"/>
    <w:rsid w:val="00065D63"/>
    <w:rsid w:val="00065D65"/>
    <w:rsid w:val="00066557"/>
    <w:rsid w:val="00066723"/>
    <w:rsid w:val="00067071"/>
    <w:rsid w:val="00067321"/>
    <w:rsid w:val="00070106"/>
    <w:rsid w:val="00070C40"/>
    <w:rsid w:val="00070D24"/>
    <w:rsid w:val="00071276"/>
    <w:rsid w:val="0007160C"/>
    <w:rsid w:val="00071811"/>
    <w:rsid w:val="0007195C"/>
    <w:rsid w:val="000719E0"/>
    <w:rsid w:val="00071B49"/>
    <w:rsid w:val="000724C8"/>
    <w:rsid w:val="00072783"/>
    <w:rsid w:val="000727DE"/>
    <w:rsid w:val="00073477"/>
    <w:rsid w:val="00073572"/>
    <w:rsid w:val="00073A2D"/>
    <w:rsid w:val="00073D72"/>
    <w:rsid w:val="00073E6A"/>
    <w:rsid w:val="0007409E"/>
    <w:rsid w:val="000743AB"/>
    <w:rsid w:val="0007474B"/>
    <w:rsid w:val="00074828"/>
    <w:rsid w:val="00074B5D"/>
    <w:rsid w:val="00074CFA"/>
    <w:rsid w:val="00074ECB"/>
    <w:rsid w:val="00075171"/>
    <w:rsid w:val="000751A2"/>
    <w:rsid w:val="000751EA"/>
    <w:rsid w:val="00075889"/>
    <w:rsid w:val="000758C9"/>
    <w:rsid w:val="00076671"/>
    <w:rsid w:val="00076D5C"/>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A54"/>
    <w:rsid w:val="00082AD0"/>
    <w:rsid w:val="00082B4E"/>
    <w:rsid w:val="00083319"/>
    <w:rsid w:val="0008346E"/>
    <w:rsid w:val="00083CF2"/>
    <w:rsid w:val="0008421E"/>
    <w:rsid w:val="000844F9"/>
    <w:rsid w:val="0008466D"/>
    <w:rsid w:val="00084A5E"/>
    <w:rsid w:val="00084A92"/>
    <w:rsid w:val="00084E3B"/>
    <w:rsid w:val="00085023"/>
    <w:rsid w:val="000858F6"/>
    <w:rsid w:val="000865C2"/>
    <w:rsid w:val="00086BAB"/>
    <w:rsid w:val="00086C21"/>
    <w:rsid w:val="00086CB5"/>
    <w:rsid w:val="00087447"/>
    <w:rsid w:val="000876B2"/>
    <w:rsid w:val="00090050"/>
    <w:rsid w:val="0009071E"/>
    <w:rsid w:val="00090933"/>
    <w:rsid w:val="00090ADE"/>
    <w:rsid w:val="00090C7C"/>
    <w:rsid w:val="00090D1A"/>
    <w:rsid w:val="00091064"/>
    <w:rsid w:val="00091EA0"/>
    <w:rsid w:val="00091F1B"/>
    <w:rsid w:val="00091FEB"/>
    <w:rsid w:val="00092DA7"/>
    <w:rsid w:val="000931FF"/>
    <w:rsid w:val="00093914"/>
    <w:rsid w:val="00093B58"/>
    <w:rsid w:val="00093FC3"/>
    <w:rsid w:val="000941A7"/>
    <w:rsid w:val="000941AA"/>
    <w:rsid w:val="00094691"/>
    <w:rsid w:val="00094924"/>
    <w:rsid w:val="000949E4"/>
    <w:rsid w:val="0009514E"/>
    <w:rsid w:val="00095248"/>
    <w:rsid w:val="0009574E"/>
    <w:rsid w:val="0009609E"/>
    <w:rsid w:val="000962C4"/>
    <w:rsid w:val="00096808"/>
    <w:rsid w:val="000974E5"/>
    <w:rsid w:val="00097571"/>
    <w:rsid w:val="00097D27"/>
    <w:rsid w:val="000A04E9"/>
    <w:rsid w:val="000A0849"/>
    <w:rsid w:val="000A0C70"/>
    <w:rsid w:val="000A0CD5"/>
    <w:rsid w:val="000A116E"/>
    <w:rsid w:val="000A1674"/>
    <w:rsid w:val="000A1C2C"/>
    <w:rsid w:val="000A20E9"/>
    <w:rsid w:val="000A288E"/>
    <w:rsid w:val="000A2CC8"/>
    <w:rsid w:val="000A3334"/>
    <w:rsid w:val="000A391B"/>
    <w:rsid w:val="000A39EE"/>
    <w:rsid w:val="000A3C63"/>
    <w:rsid w:val="000A3DC0"/>
    <w:rsid w:val="000A408A"/>
    <w:rsid w:val="000A4A62"/>
    <w:rsid w:val="000A4EBC"/>
    <w:rsid w:val="000A623C"/>
    <w:rsid w:val="000A652E"/>
    <w:rsid w:val="000A682D"/>
    <w:rsid w:val="000A690F"/>
    <w:rsid w:val="000A69D9"/>
    <w:rsid w:val="000A6EC4"/>
    <w:rsid w:val="000A7163"/>
    <w:rsid w:val="000A7C75"/>
    <w:rsid w:val="000A7C97"/>
    <w:rsid w:val="000B00BA"/>
    <w:rsid w:val="000B057C"/>
    <w:rsid w:val="000B0A8E"/>
    <w:rsid w:val="000B0C1D"/>
    <w:rsid w:val="000B0C22"/>
    <w:rsid w:val="000B0C36"/>
    <w:rsid w:val="000B0DFF"/>
    <w:rsid w:val="000B14FF"/>
    <w:rsid w:val="000B1870"/>
    <w:rsid w:val="000B1E1B"/>
    <w:rsid w:val="000B1F3F"/>
    <w:rsid w:val="000B2031"/>
    <w:rsid w:val="000B210B"/>
    <w:rsid w:val="000B2DD4"/>
    <w:rsid w:val="000B2E56"/>
    <w:rsid w:val="000B3777"/>
    <w:rsid w:val="000B392B"/>
    <w:rsid w:val="000B3A09"/>
    <w:rsid w:val="000B3DED"/>
    <w:rsid w:val="000B4235"/>
    <w:rsid w:val="000B4591"/>
    <w:rsid w:val="000B469B"/>
    <w:rsid w:val="000B58F8"/>
    <w:rsid w:val="000B5945"/>
    <w:rsid w:val="000B5A45"/>
    <w:rsid w:val="000B5B78"/>
    <w:rsid w:val="000B5D42"/>
    <w:rsid w:val="000B6B42"/>
    <w:rsid w:val="000B6CE9"/>
    <w:rsid w:val="000B70FB"/>
    <w:rsid w:val="000B7270"/>
    <w:rsid w:val="000B7718"/>
    <w:rsid w:val="000B79D8"/>
    <w:rsid w:val="000C065A"/>
    <w:rsid w:val="000C08B6"/>
    <w:rsid w:val="000C0A39"/>
    <w:rsid w:val="000C13A8"/>
    <w:rsid w:val="000C19C4"/>
    <w:rsid w:val="000C1A58"/>
    <w:rsid w:val="000C1F81"/>
    <w:rsid w:val="000C2031"/>
    <w:rsid w:val="000C211D"/>
    <w:rsid w:val="000C224A"/>
    <w:rsid w:val="000C2299"/>
    <w:rsid w:val="000C25A8"/>
    <w:rsid w:val="000C2744"/>
    <w:rsid w:val="000C332E"/>
    <w:rsid w:val="000C381E"/>
    <w:rsid w:val="000C3B67"/>
    <w:rsid w:val="000C3BEE"/>
    <w:rsid w:val="000C492E"/>
    <w:rsid w:val="000C49B6"/>
    <w:rsid w:val="000C4D40"/>
    <w:rsid w:val="000C4EA8"/>
    <w:rsid w:val="000C5588"/>
    <w:rsid w:val="000C5C23"/>
    <w:rsid w:val="000C5DF1"/>
    <w:rsid w:val="000C5E30"/>
    <w:rsid w:val="000C5EB8"/>
    <w:rsid w:val="000C5F21"/>
    <w:rsid w:val="000C64F2"/>
    <w:rsid w:val="000C67C1"/>
    <w:rsid w:val="000C7274"/>
    <w:rsid w:val="000C72CA"/>
    <w:rsid w:val="000C7416"/>
    <w:rsid w:val="000C7F36"/>
    <w:rsid w:val="000D0094"/>
    <w:rsid w:val="000D0269"/>
    <w:rsid w:val="000D07B7"/>
    <w:rsid w:val="000D10B6"/>
    <w:rsid w:val="000D1392"/>
    <w:rsid w:val="000D1E92"/>
    <w:rsid w:val="000D244E"/>
    <w:rsid w:val="000D275D"/>
    <w:rsid w:val="000D2911"/>
    <w:rsid w:val="000D2D6E"/>
    <w:rsid w:val="000D2EA1"/>
    <w:rsid w:val="000D3792"/>
    <w:rsid w:val="000D3897"/>
    <w:rsid w:val="000D38F3"/>
    <w:rsid w:val="000D4C52"/>
    <w:rsid w:val="000D50F7"/>
    <w:rsid w:val="000D5901"/>
    <w:rsid w:val="000D64BB"/>
    <w:rsid w:val="000D6A94"/>
    <w:rsid w:val="000D6BB7"/>
    <w:rsid w:val="000D735F"/>
    <w:rsid w:val="000D7A14"/>
    <w:rsid w:val="000D7B67"/>
    <w:rsid w:val="000D7C45"/>
    <w:rsid w:val="000E0486"/>
    <w:rsid w:val="000E0760"/>
    <w:rsid w:val="000E07B4"/>
    <w:rsid w:val="000E0F26"/>
    <w:rsid w:val="000E1299"/>
    <w:rsid w:val="000E1A85"/>
    <w:rsid w:val="000E1AAB"/>
    <w:rsid w:val="000E1C93"/>
    <w:rsid w:val="000E1E8D"/>
    <w:rsid w:val="000E1EA4"/>
    <w:rsid w:val="000E20E0"/>
    <w:rsid w:val="000E23E2"/>
    <w:rsid w:val="000E2866"/>
    <w:rsid w:val="000E2CF1"/>
    <w:rsid w:val="000E3084"/>
    <w:rsid w:val="000E34EF"/>
    <w:rsid w:val="000E3C0F"/>
    <w:rsid w:val="000E40C3"/>
    <w:rsid w:val="000E4693"/>
    <w:rsid w:val="000E47DA"/>
    <w:rsid w:val="000E4E49"/>
    <w:rsid w:val="000E4F27"/>
    <w:rsid w:val="000E4FBA"/>
    <w:rsid w:val="000E5164"/>
    <w:rsid w:val="000E5A10"/>
    <w:rsid w:val="000E5C87"/>
    <w:rsid w:val="000E5EAC"/>
    <w:rsid w:val="000E6154"/>
    <w:rsid w:val="000E6281"/>
    <w:rsid w:val="000E64E0"/>
    <w:rsid w:val="000E659E"/>
    <w:rsid w:val="000E6664"/>
    <w:rsid w:val="000E7541"/>
    <w:rsid w:val="000E7D9E"/>
    <w:rsid w:val="000E7E88"/>
    <w:rsid w:val="000F0632"/>
    <w:rsid w:val="000F0736"/>
    <w:rsid w:val="000F0910"/>
    <w:rsid w:val="000F0AEC"/>
    <w:rsid w:val="000F0F48"/>
    <w:rsid w:val="000F0FDC"/>
    <w:rsid w:val="000F1536"/>
    <w:rsid w:val="000F165A"/>
    <w:rsid w:val="000F1661"/>
    <w:rsid w:val="000F17A1"/>
    <w:rsid w:val="000F1827"/>
    <w:rsid w:val="000F1894"/>
    <w:rsid w:val="000F199B"/>
    <w:rsid w:val="000F1CAF"/>
    <w:rsid w:val="000F20FE"/>
    <w:rsid w:val="000F2118"/>
    <w:rsid w:val="000F2218"/>
    <w:rsid w:val="000F241F"/>
    <w:rsid w:val="000F2B39"/>
    <w:rsid w:val="000F2C33"/>
    <w:rsid w:val="000F3001"/>
    <w:rsid w:val="000F390C"/>
    <w:rsid w:val="000F3981"/>
    <w:rsid w:val="000F3CFA"/>
    <w:rsid w:val="000F3F0B"/>
    <w:rsid w:val="000F4349"/>
    <w:rsid w:val="000F4B01"/>
    <w:rsid w:val="000F5A5E"/>
    <w:rsid w:val="000F5C24"/>
    <w:rsid w:val="000F5F2B"/>
    <w:rsid w:val="000F61E6"/>
    <w:rsid w:val="000F6E78"/>
    <w:rsid w:val="000F775A"/>
    <w:rsid w:val="000F775B"/>
    <w:rsid w:val="000F7869"/>
    <w:rsid w:val="000F7C3D"/>
    <w:rsid w:val="000F7D06"/>
    <w:rsid w:val="001000E8"/>
    <w:rsid w:val="00100445"/>
    <w:rsid w:val="00100BF7"/>
    <w:rsid w:val="00100DA8"/>
    <w:rsid w:val="00100E34"/>
    <w:rsid w:val="00101066"/>
    <w:rsid w:val="0010138C"/>
    <w:rsid w:val="00101C2F"/>
    <w:rsid w:val="00101E40"/>
    <w:rsid w:val="001020C9"/>
    <w:rsid w:val="001022ED"/>
    <w:rsid w:val="00102402"/>
    <w:rsid w:val="00102779"/>
    <w:rsid w:val="001031F1"/>
    <w:rsid w:val="0010321B"/>
    <w:rsid w:val="00103C51"/>
    <w:rsid w:val="00103F59"/>
    <w:rsid w:val="001040BD"/>
    <w:rsid w:val="001043F9"/>
    <w:rsid w:val="00104513"/>
    <w:rsid w:val="001058EE"/>
    <w:rsid w:val="00105F8A"/>
    <w:rsid w:val="00106737"/>
    <w:rsid w:val="001067B0"/>
    <w:rsid w:val="001067B7"/>
    <w:rsid w:val="001078D4"/>
    <w:rsid w:val="00107BD1"/>
    <w:rsid w:val="00110055"/>
    <w:rsid w:val="001100B7"/>
    <w:rsid w:val="001109C0"/>
    <w:rsid w:val="00110E85"/>
    <w:rsid w:val="00110EC5"/>
    <w:rsid w:val="00111066"/>
    <w:rsid w:val="001112FF"/>
    <w:rsid w:val="001113F7"/>
    <w:rsid w:val="0011176C"/>
    <w:rsid w:val="001124D9"/>
    <w:rsid w:val="00112627"/>
    <w:rsid w:val="0011266F"/>
    <w:rsid w:val="00112AB6"/>
    <w:rsid w:val="00112CED"/>
    <w:rsid w:val="0011330A"/>
    <w:rsid w:val="001134A5"/>
    <w:rsid w:val="00114A38"/>
    <w:rsid w:val="0011578E"/>
    <w:rsid w:val="0011579D"/>
    <w:rsid w:val="00115A7A"/>
    <w:rsid w:val="00115B88"/>
    <w:rsid w:val="00115F02"/>
    <w:rsid w:val="00115FD8"/>
    <w:rsid w:val="0011623E"/>
    <w:rsid w:val="001164D8"/>
    <w:rsid w:val="00116E2D"/>
    <w:rsid w:val="00117909"/>
    <w:rsid w:val="00117D64"/>
    <w:rsid w:val="00120572"/>
    <w:rsid w:val="00120C02"/>
    <w:rsid w:val="0012157A"/>
    <w:rsid w:val="00121BDA"/>
    <w:rsid w:val="00121D60"/>
    <w:rsid w:val="001225CC"/>
    <w:rsid w:val="00122620"/>
    <w:rsid w:val="00122B2A"/>
    <w:rsid w:val="00122BAF"/>
    <w:rsid w:val="0012321D"/>
    <w:rsid w:val="00124427"/>
    <w:rsid w:val="0012527E"/>
    <w:rsid w:val="00125D81"/>
    <w:rsid w:val="0012623A"/>
    <w:rsid w:val="00126D45"/>
    <w:rsid w:val="00127926"/>
    <w:rsid w:val="00127A69"/>
    <w:rsid w:val="0013057A"/>
    <w:rsid w:val="00130AFB"/>
    <w:rsid w:val="00130E7C"/>
    <w:rsid w:val="00130F9A"/>
    <w:rsid w:val="00131166"/>
    <w:rsid w:val="0013127D"/>
    <w:rsid w:val="001312C8"/>
    <w:rsid w:val="00132977"/>
    <w:rsid w:val="00132D4D"/>
    <w:rsid w:val="00132D5F"/>
    <w:rsid w:val="00133366"/>
    <w:rsid w:val="0013345C"/>
    <w:rsid w:val="00134CF7"/>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79A"/>
    <w:rsid w:val="00141C7B"/>
    <w:rsid w:val="00141FDF"/>
    <w:rsid w:val="00142234"/>
    <w:rsid w:val="001422CF"/>
    <w:rsid w:val="00142348"/>
    <w:rsid w:val="0014288D"/>
    <w:rsid w:val="00142A3A"/>
    <w:rsid w:val="00142E55"/>
    <w:rsid w:val="00143309"/>
    <w:rsid w:val="00143382"/>
    <w:rsid w:val="001433CC"/>
    <w:rsid w:val="00143429"/>
    <w:rsid w:val="001436EA"/>
    <w:rsid w:val="00143811"/>
    <w:rsid w:val="00143AA8"/>
    <w:rsid w:val="00144386"/>
    <w:rsid w:val="0014493E"/>
    <w:rsid w:val="001449B9"/>
    <w:rsid w:val="00144A46"/>
    <w:rsid w:val="0014518D"/>
    <w:rsid w:val="001452C8"/>
    <w:rsid w:val="001454BB"/>
    <w:rsid w:val="001458EB"/>
    <w:rsid w:val="00145FA0"/>
    <w:rsid w:val="0014652B"/>
    <w:rsid w:val="00146D69"/>
    <w:rsid w:val="0014738E"/>
    <w:rsid w:val="001478ED"/>
    <w:rsid w:val="0014793B"/>
    <w:rsid w:val="00147A9C"/>
    <w:rsid w:val="0015022F"/>
    <w:rsid w:val="001506E4"/>
    <w:rsid w:val="001507B0"/>
    <w:rsid w:val="001508A9"/>
    <w:rsid w:val="00150FFE"/>
    <w:rsid w:val="0015146B"/>
    <w:rsid w:val="00151AD5"/>
    <w:rsid w:val="00151EBB"/>
    <w:rsid w:val="0015293D"/>
    <w:rsid w:val="001533EA"/>
    <w:rsid w:val="0015375A"/>
    <w:rsid w:val="00154385"/>
    <w:rsid w:val="001543CE"/>
    <w:rsid w:val="00154DDA"/>
    <w:rsid w:val="001550F9"/>
    <w:rsid w:val="0015521D"/>
    <w:rsid w:val="001552B5"/>
    <w:rsid w:val="00155A93"/>
    <w:rsid w:val="00155CFC"/>
    <w:rsid w:val="00155D13"/>
    <w:rsid w:val="00155D68"/>
    <w:rsid w:val="00156212"/>
    <w:rsid w:val="0015643A"/>
    <w:rsid w:val="00156BA3"/>
    <w:rsid w:val="00156D7C"/>
    <w:rsid w:val="00156FD5"/>
    <w:rsid w:val="00157D08"/>
    <w:rsid w:val="00157D87"/>
    <w:rsid w:val="00157E8E"/>
    <w:rsid w:val="00160581"/>
    <w:rsid w:val="00160F16"/>
    <w:rsid w:val="001614C3"/>
    <w:rsid w:val="00161EB3"/>
    <w:rsid w:val="00162383"/>
    <w:rsid w:val="001624DE"/>
    <w:rsid w:val="00162A1B"/>
    <w:rsid w:val="00163233"/>
    <w:rsid w:val="00163F11"/>
    <w:rsid w:val="001653C4"/>
    <w:rsid w:val="00165AF1"/>
    <w:rsid w:val="00165FB2"/>
    <w:rsid w:val="0016637E"/>
    <w:rsid w:val="0016670E"/>
    <w:rsid w:val="00166B9F"/>
    <w:rsid w:val="00167666"/>
    <w:rsid w:val="00167871"/>
    <w:rsid w:val="001700D8"/>
    <w:rsid w:val="00170230"/>
    <w:rsid w:val="001704B2"/>
    <w:rsid w:val="00170CCC"/>
    <w:rsid w:val="00170FCC"/>
    <w:rsid w:val="0017164A"/>
    <w:rsid w:val="00171D92"/>
    <w:rsid w:val="00171EE5"/>
    <w:rsid w:val="00172FD1"/>
    <w:rsid w:val="001731D3"/>
    <w:rsid w:val="001733DC"/>
    <w:rsid w:val="001734FF"/>
    <w:rsid w:val="00173653"/>
    <w:rsid w:val="00173763"/>
    <w:rsid w:val="001738AA"/>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8FA"/>
    <w:rsid w:val="00182B0C"/>
    <w:rsid w:val="00182CB7"/>
    <w:rsid w:val="00182F2B"/>
    <w:rsid w:val="001831E4"/>
    <w:rsid w:val="001834A5"/>
    <w:rsid w:val="001834E3"/>
    <w:rsid w:val="00183863"/>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98E"/>
    <w:rsid w:val="00187F5A"/>
    <w:rsid w:val="00190118"/>
    <w:rsid w:val="00190223"/>
    <w:rsid w:val="00190324"/>
    <w:rsid w:val="001905B0"/>
    <w:rsid w:val="001907AD"/>
    <w:rsid w:val="00191741"/>
    <w:rsid w:val="001918C0"/>
    <w:rsid w:val="00192329"/>
    <w:rsid w:val="001924A8"/>
    <w:rsid w:val="001924E8"/>
    <w:rsid w:val="001926F7"/>
    <w:rsid w:val="0019271C"/>
    <w:rsid w:val="00192995"/>
    <w:rsid w:val="00192C1B"/>
    <w:rsid w:val="0019379C"/>
    <w:rsid w:val="00193E33"/>
    <w:rsid w:val="001945EC"/>
    <w:rsid w:val="00194733"/>
    <w:rsid w:val="001948CE"/>
    <w:rsid w:val="001949B8"/>
    <w:rsid w:val="00194C5F"/>
    <w:rsid w:val="00194FB3"/>
    <w:rsid w:val="00195575"/>
    <w:rsid w:val="00195C4D"/>
    <w:rsid w:val="001961FA"/>
    <w:rsid w:val="00196388"/>
    <w:rsid w:val="00196840"/>
    <w:rsid w:val="00196C15"/>
    <w:rsid w:val="00196E28"/>
    <w:rsid w:val="00196E59"/>
    <w:rsid w:val="00196F07"/>
    <w:rsid w:val="00196FF3"/>
    <w:rsid w:val="00197145"/>
    <w:rsid w:val="0019783D"/>
    <w:rsid w:val="00197D55"/>
    <w:rsid w:val="001A01FE"/>
    <w:rsid w:val="001A06C5"/>
    <w:rsid w:val="001A082C"/>
    <w:rsid w:val="001A0C77"/>
    <w:rsid w:val="001A0C81"/>
    <w:rsid w:val="001A0CED"/>
    <w:rsid w:val="001A113A"/>
    <w:rsid w:val="001A1477"/>
    <w:rsid w:val="001A1D44"/>
    <w:rsid w:val="001A1FD6"/>
    <w:rsid w:val="001A23DF"/>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7A6"/>
    <w:rsid w:val="001A78FC"/>
    <w:rsid w:val="001A79D4"/>
    <w:rsid w:val="001B04F6"/>
    <w:rsid w:val="001B071C"/>
    <w:rsid w:val="001B1529"/>
    <w:rsid w:val="001B1D29"/>
    <w:rsid w:val="001B2067"/>
    <w:rsid w:val="001B217D"/>
    <w:rsid w:val="001B2223"/>
    <w:rsid w:val="001B2463"/>
    <w:rsid w:val="001B24FD"/>
    <w:rsid w:val="001B25A7"/>
    <w:rsid w:val="001B29F3"/>
    <w:rsid w:val="001B34E1"/>
    <w:rsid w:val="001B36EE"/>
    <w:rsid w:val="001B379F"/>
    <w:rsid w:val="001B3CCF"/>
    <w:rsid w:val="001B4145"/>
    <w:rsid w:val="001B4647"/>
    <w:rsid w:val="001B471F"/>
    <w:rsid w:val="001B4D63"/>
    <w:rsid w:val="001B5016"/>
    <w:rsid w:val="001B607D"/>
    <w:rsid w:val="001B6462"/>
    <w:rsid w:val="001B65B6"/>
    <w:rsid w:val="001B6698"/>
    <w:rsid w:val="001B6A44"/>
    <w:rsid w:val="001B6A62"/>
    <w:rsid w:val="001B6C79"/>
    <w:rsid w:val="001B6F17"/>
    <w:rsid w:val="001B7386"/>
    <w:rsid w:val="001B73D4"/>
    <w:rsid w:val="001B7C0B"/>
    <w:rsid w:val="001B7FC4"/>
    <w:rsid w:val="001C030A"/>
    <w:rsid w:val="001C0863"/>
    <w:rsid w:val="001C0BB4"/>
    <w:rsid w:val="001C0D82"/>
    <w:rsid w:val="001C1429"/>
    <w:rsid w:val="001C1445"/>
    <w:rsid w:val="001C14AE"/>
    <w:rsid w:val="001C14B7"/>
    <w:rsid w:val="001C1994"/>
    <w:rsid w:val="001C1ADD"/>
    <w:rsid w:val="001C1EE4"/>
    <w:rsid w:val="001C21D6"/>
    <w:rsid w:val="001C2227"/>
    <w:rsid w:val="001C2842"/>
    <w:rsid w:val="001C28B3"/>
    <w:rsid w:val="001C29EE"/>
    <w:rsid w:val="001C2AB3"/>
    <w:rsid w:val="001C2C0D"/>
    <w:rsid w:val="001C33CF"/>
    <w:rsid w:val="001C3B42"/>
    <w:rsid w:val="001C4215"/>
    <w:rsid w:val="001C427C"/>
    <w:rsid w:val="001C451B"/>
    <w:rsid w:val="001C45F9"/>
    <w:rsid w:val="001C4BC2"/>
    <w:rsid w:val="001C4C87"/>
    <w:rsid w:val="001C4E84"/>
    <w:rsid w:val="001C4F83"/>
    <w:rsid w:val="001C50B0"/>
    <w:rsid w:val="001C53AF"/>
    <w:rsid w:val="001C54D7"/>
    <w:rsid w:val="001C6164"/>
    <w:rsid w:val="001C6384"/>
    <w:rsid w:val="001C63BA"/>
    <w:rsid w:val="001C64D4"/>
    <w:rsid w:val="001C6754"/>
    <w:rsid w:val="001C696A"/>
    <w:rsid w:val="001C6986"/>
    <w:rsid w:val="001C6E15"/>
    <w:rsid w:val="001C6E88"/>
    <w:rsid w:val="001C75F7"/>
    <w:rsid w:val="001D0342"/>
    <w:rsid w:val="001D123D"/>
    <w:rsid w:val="001D1CCD"/>
    <w:rsid w:val="001D1D19"/>
    <w:rsid w:val="001D226A"/>
    <w:rsid w:val="001D2732"/>
    <w:rsid w:val="001D2813"/>
    <w:rsid w:val="001D2AD4"/>
    <w:rsid w:val="001D3960"/>
    <w:rsid w:val="001D39F4"/>
    <w:rsid w:val="001D3FEE"/>
    <w:rsid w:val="001D40D0"/>
    <w:rsid w:val="001D412B"/>
    <w:rsid w:val="001D43A8"/>
    <w:rsid w:val="001D4A08"/>
    <w:rsid w:val="001D4E8D"/>
    <w:rsid w:val="001D5255"/>
    <w:rsid w:val="001D52BA"/>
    <w:rsid w:val="001D585C"/>
    <w:rsid w:val="001D5874"/>
    <w:rsid w:val="001D5D99"/>
    <w:rsid w:val="001D68FB"/>
    <w:rsid w:val="001D69F1"/>
    <w:rsid w:val="001D6BE5"/>
    <w:rsid w:val="001D6C9A"/>
    <w:rsid w:val="001D6FED"/>
    <w:rsid w:val="001D7309"/>
    <w:rsid w:val="001D7CE6"/>
    <w:rsid w:val="001E014B"/>
    <w:rsid w:val="001E0275"/>
    <w:rsid w:val="001E03A0"/>
    <w:rsid w:val="001E0509"/>
    <w:rsid w:val="001E10F4"/>
    <w:rsid w:val="001E133D"/>
    <w:rsid w:val="001E20F1"/>
    <w:rsid w:val="001E264A"/>
    <w:rsid w:val="001E2DAA"/>
    <w:rsid w:val="001E3375"/>
    <w:rsid w:val="001E3525"/>
    <w:rsid w:val="001E3935"/>
    <w:rsid w:val="001E3C2C"/>
    <w:rsid w:val="001E4398"/>
    <w:rsid w:val="001E449F"/>
    <w:rsid w:val="001E46E1"/>
    <w:rsid w:val="001E49D5"/>
    <w:rsid w:val="001E4EDF"/>
    <w:rsid w:val="001E53A4"/>
    <w:rsid w:val="001E5766"/>
    <w:rsid w:val="001E5A17"/>
    <w:rsid w:val="001E5E15"/>
    <w:rsid w:val="001E6063"/>
    <w:rsid w:val="001E6173"/>
    <w:rsid w:val="001E67E8"/>
    <w:rsid w:val="001E6A36"/>
    <w:rsid w:val="001E6CD8"/>
    <w:rsid w:val="001E6EC6"/>
    <w:rsid w:val="001E6FFF"/>
    <w:rsid w:val="001E7394"/>
    <w:rsid w:val="001E78F1"/>
    <w:rsid w:val="001E7B12"/>
    <w:rsid w:val="001E7C3C"/>
    <w:rsid w:val="001E7E20"/>
    <w:rsid w:val="001F0399"/>
    <w:rsid w:val="001F03FF"/>
    <w:rsid w:val="001F07D8"/>
    <w:rsid w:val="001F12BA"/>
    <w:rsid w:val="001F17A3"/>
    <w:rsid w:val="001F1968"/>
    <w:rsid w:val="001F1C4E"/>
    <w:rsid w:val="001F1CC5"/>
    <w:rsid w:val="001F21A4"/>
    <w:rsid w:val="001F3335"/>
    <w:rsid w:val="001F383B"/>
    <w:rsid w:val="001F38DB"/>
    <w:rsid w:val="001F3CCD"/>
    <w:rsid w:val="001F3D0E"/>
    <w:rsid w:val="001F3ED5"/>
    <w:rsid w:val="001F4348"/>
    <w:rsid w:val="001F4818"/>
    <w:rsid w:val="001F4828"/>
    <w:rsid w:val="001F4A5A"/>
    <w:rsid w:val="001F5202"/>
    <w:rsid w:val="001F543E"/>
    <w:rsid w:val="001F5749"/>
    <w:rsid w:val="001F5977"/>
    <w:rsid w:val="001F5A65"/>
    <w:rsid w:val="001F6058"/>
    <w:rsid w:val="001F6360"/>
    <w:rsid w:val="001F6489"/>
    <w:rsid w:val="001F6508"/>
    <w:rsid w:val="001F6A49"/>
    <w:rsid w:val="001F738C"/>
    <w:rsid w:val="001F74D6"/>
    <w:rsid w:val="001F781B"/>
    <w:rsid w:val="001F798F"/>
    <w:rsid w:val="001F7B33"/>
    <w:rsid w:val="001F7B71"/>
    <w:rsid w:val="001F7E0F"/>
    <w:rsid w:val="0020012D"/>
    <w:rsid w:val="00200202"/>
    <w:rsid w:val="002005DC"/>
    <w:rsid w:val="00200B23"/>
    <w:rsid w:val="00200C2F"/>
    <w:rsid w:val="00200F06"/>
    <w:rsid w:val="00201472"/>
    <w:rsid w:val="002014FA"/>
    <w:rsid w:val="002019AC"/>
    <w:rsid w:val="002021BF"/>
    <w:rsid w:val="00202388"/>
    <w:rsid w:val="00202424"/>
    <w:rsid w:val="00202942"/>
    <w:rsid w:val="00202DC1"/>
    <w:rsid w:val="00203187"/>
    <w:rsid w:val="002031AC"/>
    <w:rsid w:val="00203840"/>
    <w:rsid w:val="00203977"/>
    <w:rsid w:val="0020472B"/>
    <w:rsid w:val="00204C3E"/>
    <w:rsid w:val="0020500A"/>
    <w:rsid w:val="0020512E"/>
    <w:rsid w:val="002051D0"/>
    <w:rsid w:val="00205233"/>
    <w:rsid w:val="00205B76"/>
    <w:rsid w:val="002069C5"/>
    <w:rsid w:val="00206A8F"/>
    <w:rsid w:val="00206ABB"/>
    <w:rsid w:val="00206BC3"/>
    <w:rsid w:val="00206DC8"/>
    <w:rsid w:val="00206EE9"/>
    <w:rsid w:val="00206F47"/>
    <w:rsid w:val="002076BE"/>
    <w:rsid w:val="002076DE"/>
    <w:rsid w:val="00207758"/>
    <w:rsid w:val="002078A2"/>
    <w:rsid w:val="00207ACB"/>
    <w:rsid w:val="002101A0"/>
    <w:rsid w:val="002103D1"/>
    <w:rsid w:val="00210B26"/>
    <w:rsid w:val="00210BE1"/>
    <w:rsid w:val="0021135A"/>
    <w:rsid w:val="002113D1"/>
    <w:rsid w:val="0021147C"/>
    <w:rsid w:val="00211560"/>
    <w:rsid w:val="00213CF6"/>
    <w:rsid w:val="002140E4"/>
    <w:rsid w:val="002146C9"/>
    <w:rsid w:val="00214B61"/>
    <w:rsid w:val="00214FD5"/>
    <w:rsid w:val="002159C4"/>
    <w:rsid w:val="0021605F"/>
    <w:rsid w:val="00216264"/>
    <w:rsid w:val="002162F1"/>
    <w:rsid w:val="0021653D"/>
    <w:rsid w:val="00216859"/>
    <w:rsid w:val="00216BF9"/>
    <w:rsid w:val="00216C3A"/>
    <w:rsid w:val="00216D8D"/>
    <w:rsid w:val="0021768C"/>
    <w:rsid w:val="002177B4"/>
    <w:rsid w:val="00220319"/>
    <w:rsid w:val="002206C7"/>
    <w:rsid w:val="0022170F"/>
    <w:rsid w:val="00221A70"/>
    <w:rsid w:val="00222415"/>
    <w:rsid w:val="00222E29"/>
    <w:rsid w:val="00223061"/>
    <w:rsid w:val="00223124"/>
    <w:rsid w:val="0022320E"/>
    <w:rsid w:val="00223226"/>
    <w:rsid w:val="002235EA"/>
    <w:rsid w:val="00223984"/>
    <w:rsid w:val="00223C2E"/>
    <w:rsid w:val="00223D04"/>
    <w:rsid w:val="00223F75"/>
    <w:rsid w:val="00224023"/>
    <w:rsid w:val="002245AF"/>
    <w:rsid w:val="00224802"/>
    <w:rsid w:val="00224C2A"/>
    <w:rsid w:val="00224C82"/>
    <w:rsid w:val="00225533"/>
    <w:rsid w:val="002256F0"/>
    <w:rsid w:val="00225BC5"/>
    <w:rsid w:val="00226141"/>
    <w:rsid w:val="00226460"/>
    <w:rsid w:val="002269F0"/>
    <w:rsid w:val="00226A6D"/>
    <w:rsid w:val="00226D39"/>
    <w:rsid w:val="00226F82"/>
    <w:rsid w:val="00227930"/>
    <w:rsid w:val="002302ED"/>
    <w:rsid w:val="002306DC"/>
    <w:rsid w:val="002309A7"/>
    <w:rsid w:val="00230A92"/>
    <w:rsid w:val="00230C5B"/>
    <w:rsid w:val="00231396"/>
    <w:rsid w:val="00231D2E"/>
    <w:rsid w:val="00231D4C"/>
    <w:rsid w:val="002320A8"/>
    <w:rsid w:val="0023261F"/>
    <w:rsid w:val="00232CED"/>
    <w:rsid w:val="0023378C"/>
    <w:rsid w:val="00233FD7"/>
    <w:rsid w:val="00234240"/>
    <w:rsid w:val="00234B9E"/>
    <w:rsid w:val="0023514E"/>
    <w:rsid w:val="0023518B"/>
    <w:rsid w:val="002353C5"/>
    <w:rsid w:val="002354A1"/>
    <w:rsid w:val="00235D67"/>
    <w:rsid w:val="00235EDC"/>
    <w:rsid w:val="0023626E"/>
    <w:rsid w:val="002362C6"/>
    <w:rsid w:val="0023681F"/>
    <w:rsid w:val="002368D0"/>
    <w:rsid w:val="00236A71"/>
    <w:rsid w:val="0023708A"/>
    <w:rsid w:val="00237288"/>
    <w:rsid w:val="00237666"/>
    <w:rsid w:val="002378EE"/>
    <w:rsid w:val="0023798D"/>
    <w:rsid w:val="00237B7E"/>
    <w:rsid w:val="002402CF"/>
    <w:rsid w:val="0024047A"/>
    <w:rsid w:val="002406B6"/>
    <w:rsid w:val="002407AD"/>
    <w:rsid w:val="00240A93"/>
    <w:rsid w:val="0024192A"/>
    <w:rsid w:val="00241AB8"/>
    <w:rsid w:val="00241AF2"/>
    <w:rsid w:val="00241C98"/>
    <w:rsid w:val="002421DE"/>
    <w:rsid w:val="00242676"/>
    <w:rsid w:val="002427B1"/>
    <w:rsid w:val="00243EA3"/>
    <w:rsid w:val="00244535"/>
    <w:rsid w:val="00245575"/>
    <w:rsid w:val="00245604"/>
    <w:rsid w:val="00245A68"/>
    <w:rsid w:val="00245C94"/>
    <w:rsid w:val="0024625E"/>
    <w:rsid w:val="00246C61"/>
    <w:rsid w:val="00246DE4"/>
    <w:rsid w:val="00246F4D"/>
    <w:rsid w:val="002503FD"/>
    <w:rsid w:val="00250921"/>
    <w:rsid w:val="00250BEC"/>
    <w:rsid w:val="00250DAC"/>
    <w:rsid w:val="00251C09"/>
    <w:rsid w:val="00251D9F"/>
    <w:rsid w:val="00252048"/>
    <w:rsid w:val="002520EA"/>
    <w:rsid w:val="00252441"/>
    <w:rsid w:val="00252CC1"/>
    <w:rsid w:val="00253370"/>
    <w:rsid w:val="00253D97"/>
    <w:rsid w:val="00253DE8"/>
    <w:rsid w:val="00253EDB"/>
    <w:rsid w:val="002549AE"/>
    <w:rsid w:val="00254E97"/>
    <w:rsid w:val="00256504"/>
    <w:rsid w:val="00256AE3"/>
    <w:rsid w:val="00256E1D"/>
    <w:rsid w:val="00256FE6"/>
    <w:rsid w:val="00257110"/>
    <w:rsid w:val="0025774F"/>
    <w:rsid w:val="002579B5"/>
    <w:rsid w:val="0026017C"/>
    <w:rsid w:val="0026049B"/>
    <w:rsid w:val="002605DB"/>
    <w:rsid w:val="0026084B"/>
    <w:rsid w:val="00260B1E"/>
    <w:rsid w:val="00261034"/>
    <w:rsid w:val="002610C6"/>
    <w:rsid w:val="0026146A"/>
    <w:rsid w:val="00261E16"/>
    <w:rsid w:val="002621BE"/>
    <w:rsid w:val="00262623"/>
    <w:rsid w:val="00262964"/>
    <w:rsid w:val="002629B1"/>
    <w:rsid w:val="00262D0D"/>
    <w:rsid w:val="00263433"/>
    <w:rsid w:val="002636E5"/>
    <w:rsid w:val="00263790"/>
    <w:rsid w:val="00263A58"/>
    <w:rsid w:val="00263BB9"/>
    <w:rsid w:val="00263FF2"/>
    <w:rsid w:val="00264419"/>
    <w:rsid w:val="00264636"/>
    <w:rsid w:val="0026493D"/>
    <w:rsid w:val="00264E49"/>
    <w:rsid w:val="00265285"/>
    <w:rsid w:val="00265366"/>
    <w:rsid w:val="00265503"/>
    <w:rsid w:val="00265A22"/>
    <w:rsid w:val="0026646F"/>
    <w:rsid w:val="002665D6"/>
    <w:rsid w:val="00266640"/>
    <w:rsid w:val="00266688"/>
    <w:rsid w:val="00266E96"/>
    <w:rsid w:val="00267D82"/>
    <w:rsid w:val="00267E33"/>
    <w:rsid w:val="002701CF"/>
    <w:rsid w:val="00270746"/>
    <w:rsid w:val="00270BBC"/>
    <w:rsid w:val="00270E20"/>
    <w:rsid w:val="00270EA9"/>
    <w:rsid w:val="00270FB6"/>
    <w:rsid w:val="0027138A"/>
    <w:rsid w:val="002713BC"/>
    <w:rsid w:val="00271579"/>
    <w:rsid w:val="002723A7"/>
    <w:rsid w:val="002723F4"/>
    <w:rsid w:val="002723F9"/>
    <w:rsid w:val="0027252B"/>
    <w:rsid w:val="00272EAF"/>
    <w:rsid w:val="0027330A"/>
    <w:rsid w:val="00273560"/>
    <w:rsid w:val="0027376C"/>
    <w:rsid w:val="00273DA5"/>
    <w:rsid w:val="0027401D"/>
    <w:rsid w:val="00274393"/>
    <w:rsid w:val="00274C67"/>
    <w:rsid w:val="00274EF3"/>
    <w:rsid w:val="002756F6"/>
    <w:rsid w:val="00276353"/>
    <w:rsid w:val="00276A59"/>
    <w:rsid w:val="00276CE7"/>
    <w:rsid w:val="0027725E"/>
    <w:rsid w:val="00277289"/>
    <w:rsid w:val="00277B30"/>
    <w:rsid w:val="00277B3C"/>
    <w:rsid w:val="00277C42"/>
    <w:rsid w:val="00277F30"/>
    <w:rsid w:val="00277F5C"/>
    <w:rsid w:val="00280439"/>
    <w:rsid w:val="00281266"/>
    <w:rsid w:val="0028182F"/>
    <w:rsid w:val="00281DDD"/>
    <w:rsid w:val="00281ED8"/>
    <w:rsid w:val="002821F8"/>
    <w:rsid w:val="00282405"/>
    <w:rsid w:val="00282856"/>
    <w:rsid w:val="002831A2"/>
    <w:rsid w:val="0028377E"/>
    <w:rsid w:val="00283E0B"/>
    <w:rsid w:val="00283E3F"/>
    <w:rsid w:val="002846F4"/>
    <w:rsid w:val="00284A29"/>
    <w:rsid w:val="00284A34"/>
    <w:rsid w:val="00284A93"/>
    <w:rsid w:val="00284F04"/>
    <w:rsid w:val="0028574B"/>
    <w:rsid w:val="00285B0C"/>
    <w:rsid w:val="00285CAA"/>
    <w:rsid w:val="00285F4C"/>
    <w:rsid w:val="00285F86"/>
    <w:rsid w:val="0028610A"/>
    <w:rsid w:val="002867EF"/>
    <w:rsid w:val="002869E4"/>
    <w:rsid w:val="002870C8"/>
    <w:rsid w:val="00287219"/>
    <w:rsid w:val="0028734E"/>
    <w:rsid w:val="002875AD"/>
    <w:rsid w:val="00290410"/>
    <w:rsid w:val="00290423"/>
    <w:rsid w:val="00290ECF"/>
    <w:rsid w:val="002911C0"/>
    <w:rsid w:val="0029230E"/>
    <w:rsid w:val="002923B1"/>
    <w:rsid w:val="00292578"/>
    <w:rsid w:val="002925A9"/>
    <w:rsid w:val="00292D63"/>
    <w:rsid w:val="0029317D"/>
    <w:rsid w:val="0029390C"/>
    <w:rsid w:val="00293BE0"/>
    <w:rsid w:val="00293C2F"/>
    <w:rsid w:val="002942A1"/>
    <w:rsid w:val="0029444C"/>
    <w:rsid w:val="0029474B"/>
    <w:rsid w:val="00294AF7"/>
    <w:rsid w:val="00294C21"/>
    <w:rsid w:val="00294E22"/>
    <w:rsid w:val="002950E0"/>
    <w:rsid w:val="0029510B"/>
    <w:rsid w:val="002952C2"/>
    <w:rsid w:val="00295A05"/>
    <w:rsid w:val="002962F3"/>
    <w:rsid w:val="0029650A"/>
    <w:rsid w:val="0029669D"/>
    <w:rsid w:val="00296C43"/>
    <w:rsid w:val="002972FA"/>
    <w:rsid w:val="0029763E"/>
    <w:rsid w:val="002A0013"/>
    <w:rsid w:val="002A03D0"/>
    <w:rsid w:val="002A0822"/>
    <w:rsid w:val="002A0906"/>
    <w:rsid w:val="002A0F05"/>
    <w:rsid w:val="002A10C4"/>
    <w:rsid w:val="002A12B1"/>
    <w:rsid w:val="002A148B"/>
    <w:rsid w:val="002A25F1"/>
    <w:rsid w:val="002A2A3B"/>
    <w:rsid w:val="002A2D9F"/>
    <w:rsid w:val="002A2F68"/>
    <w:rsid w:val="002A35B4"/>
    <w:rsid w:val="002A37C0"/>
    <w:rsid w:val="002A3ED9"/>
    <w:rsid w:val="002A44AB"/>
    <w:rsid w:val="002A507F"/>
    <w:rsid w:val="002A539B"/>
    <w:rsid w:val="002A568E"/>
    <w:rsid w:val="002A5B6D"/>
    <w:rsid w:val="002A5E08"/>
    <w:rsid w:val="002A5FAE"/>
    <w:rsid w:val="002A5FD4"/>
    <w:rsid w:val="002A62E1"/>
    <w:rsid w:val="002A6324"/>
    <w:rsid w:val="002A65CF"/>
    <w:rsid w:val="002A6748"/>
    <w:rsid w:val="002A6D93"/>
    <w:rsid w:val="002A6E95"/>
    <w:rsid w:val="002A6F38"/>
    <w:rsid w:val="002A710E"/>
    <w:rsid w:val="002A776F"/>
    <w:rsid w:val="002A7D87"/>
    <w:rsid w:val="002B0129"/>
    <w:rsid w:val="002B01E5"/>
    <w:rsid w:val="002B026D"/>
    <w:rsid w:val="002B050C"/>
    <w:rsid w:val="002B0592"/>
    <w:rsid w:val="002B0653"/>
    <w:rsid w:val="002B0CE3"/>
    <w:rsid w:val="002B1815"/>
    <w:rsid w:val="002B1948"/>
    <w:rsid w:val="002B1F2E"/>
    <w:rsid w:val="002B21EB"/>
    <w:rsid w:val="002B2204"/>
    <w:rsid w:val="002B22DD"/>
    <w:rsid w:val="002B2392"/>
    <w:rsid w:val="002B31A4"/>
    <w:rsid w:val="002B3B75"/>
    <w:rsid w:val="002B3FA0"/>
    <w:rsid w:val="002B3FE1"/>
    <w:rsid w:val="002B40AF"/>
    <w:rsid w:val="002B4120"/>
    <w:rsid w:val="002B42D5"/>
    <w:rsid w:val="002B43DB"/>
    <w:rsid w:val="002B4A01"/>
    <w:rsid w:val="002B4E19"/>
    <w:rsid w:val="002B54FB"/>
    <w:rsid w:val="002B6018"/>
    <w:rsid w:val="002B6220"/>
    <w:rsid w:val="002B69D3"/>
    <w:rsid w:val="002B71FE"/>
    <w:rsid w:val="002B7724"/>
    <w:rsid w:val="002C00FD"/>
    <w:rsid w:val="002C09D7"/>
    <w:rsid w:val="002C0F1D"/>
    <w:rsid w:val="002C1343"/>
    <w:rsid w:val="002C1499"/>
    <w:rsid w:val="002C1883"/>
    <w:rsid w:val="002C1931"/>
    <w:rsid w:val="002C19D3"/>
    <w:rsid w:val="002C1D1D"/>
    <w:rsid w:val="002C1DB9"/>
    <w:rsid w:val="002C2843"/>
    <w:rsid w:val="002C2C32"/>
    <w:rsid w:val="002C3053"/>
    <w:rsid w:val="002C30D1"/>
    <w:rsid w:val="002C3238"/>
    <w:rsid w:val="002C3344"/>
    <w:rsid w:val="002C3870"/>
    <w:rsid w:val="002C404A"/>
    <w:rsid w:val="002C48BD"/>
    <w:rsid w:val="002C5401"/>
    <w:rsid w:val="002C563E"/>
    <w:rsid w:val="002C57A0"/>
    <w:rsid w:val="002C5B8A"/>
    <w:rsid w:val="002C5C9A"/>
    <w:rsid w:val="002C6395"/>
    <w:rsid w:val="002C6710"/>
    <w:rsid w:val="002C6C33"/>
    <w:rsid w:val="002D01A5"/>
    <w:rsid w:val="002D0346"/>
    <w:rsid w:val="002D073B"/>
    <w:rsid w:val="002D07B5"/>
    <w:rsid w:val="002D08EC"/>
    <w:rsid w:val="002D1344"/>
    <w:rsid w:val="002D139B"/>
    <w:rsid w:val="002D1BF6"/>
    <w:rsid w:val="002D2033"/>
    <w:rsid w:val="002D22D1"/>
    <w:rsid w:val="002D2485"/>
    <w:rsid w:val="002D262D"/>
    <w:rsid w:val="002D268E"/>
    <w:rsid w:val="002D2D7A"/>
    <w:rsid w:val="002D33F9"/>
    <w:rsid w:val="002D3426"/>
    <w:rsid w:val="002D35FB"/>
    <w:rsid w:val="002D3805"/>
    <w:rsid w:val="002D3942"/>
    <w:rsid w:val="002D3BE4"/>
    <w:rsid w:val="002D3D11"/>
    <w:rsid w:val="002D3E59"/>
    <w:rsid w:val="002D4319"/>
    <w:rsid w:val="002D468F"/>
    <w:rsid w:val="002D48BD"/>
    <w:rsid w:val="002D4AFB"/>
    <w:rsid w:val="002D4BDB"/>
    <w:rsid w:val="002D4C64"/>
    <w:rsid w:val="002D52AD"/>
    <w:rsid w:val="002D55F0"/>
    <w:rsid w:val="002D69B5"/>
    <w:rsid w:val="002D77A5"/>
    <w:rsid w:val="002E0BC9"/>
    <w:rsid w:val="002E0EA5"/>
    <w:rsid w:val="002E10C5"/>
    <w:rsid w:val="002E1134"/>
    <w:rsid w:val="002E1287"/>
    <w:rsid w:val="002E19EE"/>
    <w:rsid w:val="002E2322"/>
    <w:rsid w:val="002E2691"/>
    <w:rsid w:val="002E2FD1"/>
    <w:rsid w:val="002E3543"/>
    <w:rsid w:val="002E3881"/>
    <w:rsid w:val="002E3CCE"/>
    <w:rsid w:val="002E425A"/>
    <w:rsid w:val="002E4B5B"/>
    <w:rsid w:val="002E4BAB"/>
    <w:rsid w:val="002E4E3A"/>
    <w:rsid w:val="002E510B"/>
    <w:rsid w:val="002E51BB"/>
    <w:rsid w:val="002E5A07"/>
    <w:rsid w:val="002E5C94"/>
    <w:rsid w:val="002E5CDC"/>
    <w:rsid w:val="002E60BE"/>
    <w:rsid w:val="002E67D5"/>
    <w:rsid w:val="002E6DC8"/>
    <w:rsid w:val="002E7002"/>
    <w:rsid w:val="002E7308"/>
    <w:rsid w:val="002E7369"/>
    <w:rsid w:val="002E79AA"/>
    <w:rsid w:val="002F0004"/>
    <w:rsid w:val="002F04AF"/>
    <w:rsid w:val="002F0571"/>
    <w:rsid w:val="002F0E21"/>
    <w:rsid w:val="002F0FF1"/>
    <w:rsid w:val="002F1662"/>
    <w:rsid w:val="002F1E06"/>
    <w:rsid w:val="002F243E"/>
    <w:rsid w:val="002F28CB"/>
    <w:rsid w:val="002F2BFF"/>
    <w:rsid w:val="002F2D2E"/>
    <w:rsid w:val="002F311B"/>
    <w:rsid w:val="002F35BC"/>
    <w:rsid w:val="002F3801"/>
    <w:rsid w:val="002F4246"/>
    <w:rsid w:val="002F4621"/>
    <w:rsid w:val="002F53BE"/>
    <w:rsid w:val="002F55FB"/>
    <w:rsid w:val="002F56D3"/>
    <w:rsid w:val="002F5CC2"/>
    <w:rsid w:val="002F5F46"/>
    <w:rsid w:val="002F6180"/>
    <w:rsid w:val="002F6EA2"/>
    <w:rsid w:val="002F70C8"/>
    <w:rsid w:val="002F7146"/>
    <w:rsid w:val="002F72E9"/>
    <w:rsid w:val="002F7D96"/>
    <w:rsid w:val="002F7F2C"/>
    <w:rsid w:val="0030034C"/>
    <w:rsid w:val="00300751"/>
    <w:rsid w:val="00300BF4"/>
    <w:rsid w:val="0030124C"/>
    <w:rsid w:val="00301CEE"/>
    <w:rsid w:val="00301D11"/>
    <w:rsid w:val="00301F2F"/>
    <w:rsid w:val="0030201F"/>
    <w:rsid w:val="003024FB"/>
    <w:rsid w:val="00302CA1"/>
    <w:rsid w:val="00302E90"/>
    <w:rsid w:val="003036A1"/>
    <w:rsid w:val="00303EC0"/>
    <w:rsid w:val="00303F3C"/>
    <w:rsid w:val="003040B0"/>
    <w:rsid w:val="0030465F"/>
    <w:rsid w:val="003046B6"/>
    <w:rsid w:val="003047A7"/>
    <w:rsid w:val="0030499C"/>
    <w:rsid w:val="00304E9C"/>
    <w:rsid w:val="00304FC5"/>
    <w:rsid w:val="003051B0"/>
    <w:rsid w:val="00305298"/>
    <w:rsid w:val="00305C21"/>
    <w:rsid w:val="00305EA0"/>
    <w:rsid w:val="00306258"/>
    <w:rsid w:val="00306A49"/>
    <w:rsid w:val="0030732B"/>
    <w:rsid w:val="00307FB0"/>
    <w:rsid w:val="00307FB7"/>
    <w:rsid w:val="003100EB"/>
    <w:rsid w:val="003101D7"/>
    <w:rsid w:val="00310535"/>
    <w:rsid w:val="00310BAD"/>
    <w:rsid w:val="0031146C"/>
    <w:rsid w:val="003116BD"/>
    <w:rsid w:val="00311B88"/>
    <w:rsid w:val="00311C90"/>
    <w:rsid w:val="00311F5E"/>
    <w:rsid w:val="00312307"/>
    <w:rsid w:val="003124CA"/>
    <w:rsid w:val="00312A74"/>
    <w:rsid w:val="00312D4B"/>
    <w:rsid w:val="0031318F"/>
    <w:rsid w:val="003138BC"/>
    <w:rsid w:val="00313A53"/>
    <w:rsid w:val="00313C75"/>
    <w:rsid w:val="00313C77"/>
    <w:rsid w:val="003147E9"/>
    <w:rsid w:val="00314A14"/>
    <w:rsid w:val="00314D5E"/>
    <w:rsid w:val="003155F9"/>
    <w:rsid w:val="0031574D"/>
    <w:rsid w:val="00316485"/>
    <w:rsid w:val="003164B6"/>
    <w:rsid w:val="003164BF"/>
    <w:rsid w:val="003166E0"/>
    <w:rsid w:val="0031692A"/>
    <w:rsid w:val="00316AE8"/>
    <w:rsid w:val="00316EA0"/>
    <w:rsid w:val="003170F2"/>
    <w:rsid w:val="00317826"/>
    <w:rsid w:val="00317979"/>
    <w:rsid w:val="00317B14"/>
    <w:rsid w:val="00317F6B"/>
    <w:rsid w:val="003200A8"/>
    <w:rsid w:val="00320316"/>
    <w:rsid w:val="003203BD"/>
    <w:rsid w:val="00320616"/>
    <w:rsid w:val="003208F2"/>
    <w:rsid w:val="00320F86"/>
    <w:rsid w:val="003210EA"/>
    <w:rsid w:val="003210F4"/>
    <w:rsid w:val="00321BB4"/>
    <w:rsid w:val="00321E52"/>
    <w:rsid w:val="00322161"/>
    <w:rsid w:val="00322A0C"/>
    <w:rsid w:val="00322D23"/>
    <w:rsid w:val="00323483"/>
    <w:rsid w:val="00323B05"/>
    <w:rsid w:val="00323ECB"/>
    <w:rsid w:val="00324041"/>
    <w:rsid w:val="003240AC"/>
    <w:rsid w:val="003243F8"/>
    <w:rsid w:val="003248E9"/>
    <w:rsid w:val="0032491D"/>
    <w:rsid w:val="00325CCD"/>
    <w:rsid w:val="003260F9"/>
    <w:rsid w:val="0032630C"/>
    <w:rsid w:val="003265D9"/>
    <w:rsid w:val="00326628"/>
    <w:rsid w:val="00326B98"/>
    <w:rsid w:val="00326DAA"/>
    <w:rsid w:val="00326EEB"/>
    <w:rsid w:val="003271C4"/>
    <w:rsid w:val="00327614"/>
    <w:rsid w:val="00327812"/>
    <w:rsid w:val="0032794F"/>
    <w:rsid w:val="003279F7"/>
    <w:rsid w:val="00327A70"/>
    <w:rsid w:val="00327BA6"/>
    <w:rsid w:val="00327E66"/>
    <w:rsid w:val="0033053F"/>
    <w:rsid w:val="0033057B"/>
    <w:rsid w:val="00331228"/>
    <w:rsid w:val="003313A4"/>
    <w:rsid w:val="003313B4"/>
    <w:rsid w:val="003314B3"/>
    <w:rsid w:val="00331637"/>
    <w:rsid w:val="003316DC"/>
    <w:rsid w:val="003321ED"/>
    <w:rsid w:val="003326FB"/>
    <w:rsid w:val="00332B88"/>
    <w:rsid w:val="00332E56"/>
    <w:rsid w:val="00333161"/>
    <w:rsid w:val="0033339D"/>
    <w:rsid w:val="00333A25"/>
    <w:rsid w:val="00333AF7"/>
    <w:rsid w:val="0033411D"/>
    <w:rsid w:val="003341AE"/>
    <w:rsid w:val="00334501"/>
    <w:rsid w:val="00334587"/>
    <w:rsid w:val="00334899"/>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FC2"/>
    <w:rsid w:val="00337161"/>
    <w:rsid w:val="00337255"/>
    <w:rsid w:val="003372F8"/>
    <w:rsid w:val="00337591"/>
    <w:rsid w:val="00337CBC"/>
    <w:rsid w:val="003404A2"/>
    <w:rsid w:val="00340922"/>
    <w:rsid w:val="003417F9"/>
    <w:rsid w:val="00341871"/>
    <w:rsid w:val="003419F6"/>
    <w:rsid w:val="00341AB0"/>
    <w:rsid w:val="00341DDA"/>
    <w:rsid w:val="00341F42"/>
    <w:rsid w:val="00342347"/>
    <w:rsid w:val="003423D2"/>
    <w:rsid w:val="0034242C"/>
    <w:rsid w:val="00342A40"/>
    <w:rsid w:val="00342AB0"/>
    <w:rsid w:val="00342D71"/>
    <w:rsid w:val="00342DF9"/>
    <w:rsid w:val="0034305B"/>
    <w:rsid w:val="003432AC"/>
    <w:rsid w:val="00343507"/>
    <w:rsid w:val="00343619"/>
    <w:rsid w:val="00343696"/>
    <w:rsid w:val="0034400F"/>
    <w:rsid w:val="0034401C"/>
    <w:rsid w:val="0034450D"/>
    <w:rsid w:val="00344FE9"/>
    <w:rsid w:val="003451A7"/>
    <w:rsid w:val="00345A94"/>
    <w:rsid w:val="00345D8F"/>
    <w:rsid w:val="0034607F"/>
    <w:rsid w:val="003469E7"/>
    <w:rsid w:val="003473E3"/>
    <w:rsid w:val="0034769A"/>
    <w:rsid w:val="00347872"/>
    <w:rsid w:val="0034787E"/>
    <w:rsid w:val="0034788D"/>
    <w:rsid w:val="00347945"/>
    <w:rsid w:val="003500F0"/>
    <w:rsid w:val="00350237"/>
    <w:rsid w:val="003503CC"/>
    <w:rsid w:val="003503E5"/>
    <w:rsid w:val="003504D9"/>
    <w:rsid w:val="003505D3"/>
    <w:rsid w:val="00350FAC"/>
    <w:rsid w:val="00351199"/>
    <w:rsid w:val="00351327"/>
    <w:rsid w:val="003515D9"/>
    <w:rsid w:val="003517E9"/>
    <w:rsid w:val="0035193F"/>
    <w:rsid w:val="00352213"/>
    <w:rsid w:val="003531A9"/>
    <w:rsid w:val="003531DB"/>
    <w:rsid w:val="00353245"/>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03F"/>
    <w:rsid w:val="0036098F"/>
    <w:rsid w:val="00360AF5"/>
    <w:rsid w:val="00360E66"/>
    <w:rsid w:val="00361270"/>
    <w:rsid w:val="00361789"/>
    <w:rsid w:val="00362021"/>
    <w:rsid w:val="003621CB"/>
    <w:rsid w:val="003622AA"/>
    <w:rsid w:val="0036278E"/>
    <w:rsid w:val="00362852"/>
    <w:rsid w:val="003630E0"/>
    <w:rsid w:val="003631C4"/>
    <w:rsid w:val="0036388A"/>
    <w:rsid w:val="00363AE1"/>
    <w:rsid w:val="00364253"/>
    <w:rsid w:val="003642E1"/>
    <w:rsid w:val="0036458F"/>
    <w:rsid w:val="00364A4D"/>
    <w:rsid w:val="00364A7F"/>
    <w:rsid w:val="00364BFE"/>
    <w:rsid w:val="00364CDA"/>
    <w:rsid w:val="00364D04"/>
    <w:rsid w:val="00364D66"/>
    <w:rsid w:val="0036507E"/>
    <w:rsid w:val="00365E65"/>
    <w:rsid w:val="00366368"/>
    <w:rsid w:val="0036660B"/>
    <w:rsid w:val="00366A00"/>
    <w:rsid w:val="00366D39"/>
    <w:rsid w:val="00366D8D"/>
    <w:rsid w:val="00366F11"/>
    <w:rsid w:val="00367012"/>
    <w:rsid w:val="00367C19"/>
    <w:rsid w:val="00367C22"/>
    <w:rsid w:val="00367C7F"/>
    <w:rsid w:val="0037043C"/>
    <w:rsid w:val="00370468"/>
    <w:rsid w:val="003706D2"/>
    <w:rsid w:val="00370FF4"/>
    <w:rsid w:val="00371A29"/>
    <w:rsid w:val="00371A6A"/>
    <w:rsid w:val="0037222D"/>
    <w:rsid w:val="00372251"/>
    <w:rsid w:val="00372501"/>
    <w:rsid w:val="00372940"/>
    <w:rsid w:val="00372F4A"/>
    <w:rsid w:val="00372F51"/>
    <w:rsid w:val="00373050"/>
    <w:rsid w:val="003730C7"/>
    <w:rsid w:val="0037333F"/>
    <w:rsid w:val="00373573"/>
    <w:rsid w:val="00373CE2"/>
    <w:rsid w:val="00373EA2"/>
    <w:rsid w:val="0037469D"/>
    <w:rsid w:val="003747BA"/>
    <w:rsid w:val="00374C9E"/>
    <w:rsid w:val="00374CC9"/>
    <w:rsid w:val="00374EE5"/>
    <w:rsid w:val="00374F8A"/>
    <w:rsid w:val="00375A59"/>
    <w:rsid w:val="00375C36"/>
    <w:rsid w:val="00376213"/>
    <w:rsid w:val="0037667E"/>
    <w:rsid w:val="00376983"/>
    <w:rsid w:val="00376D9D"/>
    <w:rsid w:val="0037746C"/>
    <w:rsid w:val="00377835"/>
    <w:rsid w:val="00377B90"/>
    <w:rsid w:val="0038056E"/>
    <w:rsid w:val="003806EB"/>
    <w:rsid w:val="0038077C"/>
    <w:rsid w:val="00381041"/>
    <w:rsid w:val="003812B0"/>
    <w:rsid w:val="00381712"/>
    <w:rsid w:val="00381F9C"/>
    <w:rsid w:val="00382140"/>
    <w:rsid w:val="003821BD"/>
    <w:rsid w:val="00382230"/>
    <w:rsid w:val="0038254E"/>
    <w:rsid w:val="00382684"/>
    <w:rsid w:val="00382710"/>
    <w:rsid w:val="0038289C"/>
    <w:rsid w:val="00382AB6"/>
    <w:rsid w:val="00382DC6"/>
    <w:rsid w:val="00383908"/>
    <w:rsid w:val="00383FBB"/>
    <w:rsid w:val="00384C4B"/>
    <w:rsid w:val="00384F79"/>
    <w:rsid w:val="00385605"/>
    <w:rsid w:val="003859FB"/>
    <w:rsid w:val="00385E1B"/>
    <w:rsid w:val="00386D33"/>
    <w:rsid w:val="00387CFF"/>
    <w:rsid w:val="00387F43"/>
    <w:rsid w:val="00390294"/>
    <w:rsid w:val="00390995"/>
    <w:rsid w:val="003910FC"/>
    <w:rsid w:val="003914BA"/>
    <w:rsid w:val="00392189"/>
    <w:rsid w:val="003924B1"/>
    <w:rsid w:val="003925C1"/>
    <w:rsid w:val="0039278A"/>
    <w:rsid w:val="00392858"/>
    <w:rsid w:val="00392D30"/>
    <w:rsid w:val="00392E7B"/>
    <w:rsid w:val="003931C2"/>
    <w:rsid w:val="00393AB5"/>
    <w:rsid w:val="00394198"/>
    <w:rsid w:val="003951B8"/>
    <w:rsid w:val="003956DC"/>
    <w:rsid w:val="003961E2"/>
    <w:rsid w:val="003965A0"/>
    <w:rsid w:val="00396A58"/>
    <w:rsid w:val="00396B40"/>
    <w:rsid w:val="00396D3B"/>
    <w:rsid w:val="00396F59"/>
    <w:rsid w:val="0039726A"/>
    <w:rsid w:val="003A03CA"/>
    <w:rsid w:val="003A05A4"/>
    <w:rsid w:val="003A060A"/>
    <w:rsid w:val="003A0B13"/>
    <w:rsid w:val="003A101B"/>
    <w:rsid w:val="003A1601"/>
    <w:rsid w:val="003A18C4"/>
    <w:rsid w:val="003A1B33"/>
    <w:rsid w:val="003A1E39"/>
    <w:rsid w:val="003A30B6"/>
    <w:rsid w:val="003A342A"/>
    <w:rsid w:val="003A399D"/>
    <w:rsid w:val="003A3B3F"/>
    <w:rsid w:val="003A3BBA"/>
    <w:rsid w:val="003A3F0D"/>
    <w:rsid w:val="003A480D"/>
    <w:rsid w:val="003A4892"/>
    <w:rsid w:val="003A4DEC"/>
    <w:rsid w:val="003A4E99"/>
    <w:rsid w:val="003A504A"/>
    <w:rsid w:val="003A5B53"/>
    <w:rsid w:val="003A65F1"/>
    <w:rsid w:val="003A6A76"/>
    <w:rsid w:val="003A6B53"/>
    <w:rsid w:val="003A7327"/>
    <w:rsid w:val="003A7588"/>
    <w:rsid w:val="003A7676"/>
    <w:rsid w:val="003A79FD"/>
    <w:rsid w:val="003A7FB5"/>
    <w:rsid w:val="003B00FC"/>
    <w:rsid w:val="003B0115"/>
    <w:rsid w:val="003B05B4"/>
    <w:rsid w:val="003B063C"/>
    <w:rsid w:val="003B096B"/>
    <w:rsid w:val="003B0ECA"/>
    <w:rsid w:val="003B0F98"/>
    <w:rsid w:val="003B11AF"/>
    <w:rsid w:val="003B15D5"/>
    <w:rsid w:val="003B16AD"/>
    <w:rsid w:val="003B1CED"/>
    <w:rsid w:val="003B1D74"/>
    <w:rsid w:val="003B2372"/>
    <w:rsid w:val="003B25A1"/>
    <w:rsid w:val="003B27A3"/>
    <w:rsid w:val="003B27F5"/>
    <w:rsid w:val="003B2C00"/>
    <w:rsid w:val="003B313B"/>
    <w:rsid w:val="003B3499"/>
    <w:rsid w:val="003B37D6"/>
    <w:rsid w:val="003B3C80"/>
    <w:rsid w:val="003B4FA5"/>
    <w:rsid w:val="003B54C4"/>
    <w:rsid w:val="003B59E9"/>
    <w:rsid w:val="003B5BFC"/>
    <w:rsid w:val="003B5D17"/>
    <w:rsid w:val="003B5F5E"/>
    <w:rsid w:val="003B6031"/>
    <w:rsid w:val="003B6841"/>
    <w:rsid w:val="003B6E42"/>
    <w:rsid w:val="003B6EA7"/>
    <w:rsid w:val="003B7325"/>
    <w:rsid w:val="003B7572"/>
    <w:rsid w:val="003B78C0"/>
    <w:rsid w:val="003B7E68"/>
    <w:rsid w:val="003C056B"/>
    <w:rsid w:val="003C08FA"/>
    <w:rsid w:val="003C0972"/>
    <w:rsid w:val="003C0AED"/>
    <w:rsid w:val="003C0DF2"/>
    <w:rsid w:val="003C1A7C"/>
    <w:rsid w:val="003C21EE"/>
    <w:rsid w:val="003C226A"/>
    <w:rsid w:val="003C2501"/>
    <w:rsid w:val="003C253A"/>
    <w:rsid w:val="003C28CA"/>
    <w:rsid w:val="003C2BDB"/>
    <w:rsid w:val="003C2EB9"/>
    <w:rsid w:val="003C3478"/>
    <w:rsid w:val="003C3570"/>
    <w:rsid w:val="003C36B4"/>
    <w:rsid w:val="003C3EC0"/>
    <w:rsid w:val="003C3EFB"/>
    <w:rsid w:val="003C3F5F"/>
    <w:rsid w:val="003C46E0"/>
    <w:rsid w:val="003C47AC"/>
    <w:rsid w:val="003C494C"/>
    <w:rsid w:val="003C4B33"/>
    <w:rsid w:val="003C5392"/>
    <w:rsid w:val="003C5508"/>
    <w:rsid w:val="003C55AE"/>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0C7"/>
    <w:rsid w:val="003D09E6"/>
    <w:rsid w:val="003D0A26"/>
    <w:rsid w:val="003D0C71"/>
    <w:rsid w:val="003D1299"/>
    <w:rsid w:val="003D1BFF"/>
    <w:rsid w:val="003D1D87"/>
    <w:rsid w:val="003D2576"/>
    <w:rsid w:val="003D2E36"/>
    <w:rsid w:val="003D2F66"/>
    <w:rsid w:val="003D3493"/>
    <w:rsid w:val="003D3824"/>
    <w:rsid w:val="003D3A5D"/>
    <w:rsid w:val="003D41D7"/>
    <w:rsid w:val="003D4247"/>
    <w:rsid w:val="003D42B3"/>
    <w:rsid w:val="003D42FD"/>
    <w:rsid w:val="003D47DF"/>
    <w:rsid w:val="003D4AB5"/>
    <w:rsid w:val="003D4AC1"/>
    <w:rsid w:val="003D4D62"/>
    <w:rsid w:val="003D5DC4"/>
    <w:rsid w:val="003D6600"/>
    <w:rsid w:val="003D6627"/>
    <w:rsid w:val="003D668E"/>
    <w:rsid w:val="003D693E"/>
    <w:rsid w:val="003D7803"/>
    <w:rsid w:val="003D7C6C"/>
    <w:rsid w:val="003E0200"/>
    <w:rsid w:val="003E05D0"/>
    <w:rsid w:val="003E0858"/>
    <w:rsid w:val="003E0B6D"/>
    <w:rsid w:val="003E0CC8"/>
    <w:rsid w:val="003E0CF7"/>
    <w:rsid w:val="003E0EFF"/>
    <w:rsid w:val="003E1487"/>
    <w:rsid w:val="003E182A"/>
    <w:rsid w:val="003E1A97"/>
    <w:rsid w:val="003E1F83"/>
    <w:rsid w:val="003E257B"/>
    <w:rsid w:val="003E2690"/>
    <w:rsid w:val="003E3813"/>
    <w:rsid w:val="003E3937"/>
    <w:rsid w:val="003E43D6"/>
    <w:rsid w:val="003E47B4"/>
    <w:rsid w:val="003E4813"/>
    <w:rsid w:val="003E4BEF"/>
    <w:rsid w:val="003E5337"/>
    <w:rsid w:val="003E5B11"/>
    <w:rsid w:val="003E5C5C"/>
    <w:rsid w:val="003E5D04"/>
    <w:rsid w:val="003E5ED6"/>
    <w:rsid w:val="003E6B1F"/>
    <w:rsid w:val="003E6DCB"/>
    <w:rsid w:val="003E7B18"/>
    <w:rsid w:val="003F09F3"/>
    <w:rsid w:val="003F118C"/>
    <w:rsid w:val="003F19FE"/>
    <w:rsid w:val="003F1FE8"/>
    <w:rsid w:val="003F2102"/>
    <w:rsid w:val="003F25E1"/>
    <w:rsid w:val="003F2F07"/>
    <w:rsid w:val="003F3388"/>
    <w:rsid w:val="003F4024"/>
    <w:rsid w:val="003F44D0"/>
    <w:rsid w:val="003F47FF"/>
    <w:rsid w:val="003F4D4C"/>
    <w:rsid w:val="003F4E93"/>
    <w:rsid w:val="003F5352"/>
    <w:rsid w:val="003F57ED"/>
    <w:rsid w:val="003F5CCF"/>
    <w:rsid w:val="003F61B3"/>
    <w:rsid w:val="003F6554"/>
    <w:rsid w:val="003F65EF"/>
    <w:rsid w:val="003F66C2"/>
    <w:rsid w:val="003F6F97"/>
    <w:rsid w:val="003F7052"/>
    <w:rsid w:val="003F726F"/>
    <w:rsid w:val="003F727D"/>
    <w:rsid w:val="003F74ED"/>
    <w:rsid w:val="003F7561"/>
    <w:rsid w:val="003F7A1C"/>
    <w:rsid w:val="00400240"/>
    <w:rsid w:val="00400858"/>
    <w:rsid w:val="00400E18"/>
    <w:rsid w:val="00400F6A"/>
    <w:rsid w:val="004012A4"/>
    <w:rsid w:val="004015A1"/>
    <w:rsid w:val="00402282"/>
    <w:rsid w:val="00402735"/>
    <w:rsid w:val="00403788"/>
    <w:rsid w:val="00403C55"/>
    <w:rsid w:val="00403F1B"/>
    <w:rsid w:val="0040415B"/>
    <w:rsid w:val="00404B51"/>
    <w:rsid w:val="00404C40"/>
    <w:rsid w:val="00404F0E"/>
    <w:rsid w:val="004055D0"/>
    <w:rsid w:val="0040567D"/>
    <w:rsid w:val="00405A90"/>
    <w:rsid w:val="00405AA1"/>
    <w:rsid w:val="00405CDC"/>
    <w:rsid w:val="0040624B"/>
    <w:rsid w:val="0040630C"/>
    <w:rsid w:val="00406662"/>
    <w:rsid w:val="0040673E"/>
    <w:rsid w:val="00406AF9"/>
    <w:rsid w:val="00406BB6"/>
    <w:rsid w:val="00406BC4"/>
    <w:rsid w:val="00406EB4"/>
    <w:rsid w:val="00407AF9"/>
    <w:rsid w:val="00410232"/>
    <w:rsid w:val="00410AE4"/>
    <w:rsid w:val="00410EF2"/>
    <w:rsid w:val="00411415"/>
    <w:rsid w:val="00412890"/>
    <w:rsid w:val="00412B0D"/>
    <w:rsid w:val="00412C37"/>
    <w:rsid w:val="00412D64"/>
    <w:rsid w:val="00413F67"/>
    <w:rsid w:val="00413F7E"/>
    <w:rsid w:val="00413FF0"/>
    <w:rsid w:val="00414508"/>
    <w:rsid w:val="00414B61"/>
    <w:rsid w:val="00414E51"/>
    <w:rsid w:val="004151D4"/>
    <w:rsid w:val="00415409"/>
    <w:rsid w:val="0041548C"/>
    <w:rsid w:val="00415828"/>
    <w:rsid w:val="00415FB5"/>
    <w:rsid w:val="004165E2"/>
    <w:rsid w:val="00416814"/>
    <w:rsid w:val="004171D6"/>
    <w:rsid w:val="0041745D"/>
    <w:rsid w:val="00417978"/>
    <w:rsid w:val="00417F07"/>
    <w:rsid w:val="00420351"/>
    <w:rsid w:val="004205AF"/>
    <w:rsid w:val="004208DF"/>
    <w:rsid w:val="00420A85"/>
    <w:rsid w:val="00420E52"/>
    <w:rsid w:val="0042190E"/>
    <w:rsid w:val="00421968"/>
    <w:rsid w:val="00421CE3"/>
    <w:rsid w:val="00421F4A"/>
    <w:rsid w:val="0042209B"/>
    <w:rsid w:val="004227CD"/>
    <w:rsid w:val="004228A9"/>
    <w:rsid w:val="00422BC3"/>
    <w:rsid w:val="00422BD8"/>
    <w:rsid w:val="00422BE1"/>
    <w:rsid w:val="00423253"/>
    <w:rsid w:val="00423799"/>
    <w:rsid w:val="00423E5B"/>
    <w:rsid w:val="0042406D"/>
    <w:rsid w:val="004242C5"/>
    <w:rsid w:val="004244B7"/>
    <w:rsid w:val="00425EC6"/>
    <w:rsid w:val="0042618C"/>
    <w:rsid w:val="004262FB"/>
    <w:rsid w:val="004263C1"/>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BC"/>
    <w:rsid w:val="00434642"/>
    <w:rsid w:val="004347C9"/>
    <w:rsid w:val="00434813"/>
    <w:rsid w:val="00435619"/>
    <w:rsid w:val="00435FF8"/>
    <w:rsid w:val="00436F1B"/>
    <w:rsid w:val="0043724D"/>
    <w:rsid w:val="00437438"/>
    <w:rsid w:val="00437AB5"/>
    <w:rsid w:val="00440D03"/>
    <w:rsid w:val="004413FE"/>
    <w:rsid w:val="00441628"/>
    <w:rsid w:val="00441781"/>
    <w:rsid w:val="004419D7"/>
    <w:rsid w:val="00441F26"/>
    <w:rsid w:val="00442517"/>
    <w:rsid w:val="00442B6C"/>
    <w:rsid w:val="0044316F"/>
    <w:rsid w:val="00443562"/>
    <w:rsid w:val="00443785"/>
    <w:rsid w:val="00443EF6"/>
    <w:rsid w:val="00443F66"/>
    <w:rsid w:val="004445BF"/>
    <w:rsid w:val="004446F9"/>
    <w:rsid w:val="004450E7"/>
    <w:rsid w:val="0044526A"/>
    <w:rsid w:val="00445AAA"/>
    <w:rsid w:val="00445CC3"/>
    <w:rsid w:val="0044626F"/>
    <w:rsid w:val="004467AE"/>
    <w:rsid w:val="0044707E"/>
    <w:rsid w:val="004478D5"/>
    <w:rsid w:val="00447A31"/>
    <w:rsid w:val="00447C0D"/>
    <w:rsid w:val="00447CD5"/>
    <w:rsid w:val="00447D09"/>
    <w:rsid w:val="00447DB3"/>
    <w:rsid w:val="00450569"/>
    <w:rsid w:val="00450719"/>
    <w:rsid w:val="004514B6"/>
    <w:rsid w:val="00451565"/>
    <w:rsid w:val="004517E8"/>
    <w:rsid w:val="00451946"/>
    <w:rsid w:val="00451991"/>
    <w:rsid w:val="00451B6C"/>
    <w:rsid w:val="0045200B"/>
    <w:rsid w:val="00452744"/>
    <w:rsid w:val="004528D4"/>
    <w:rsid w:val="004529E5"/>
    <w:rsid w:val="00452D0E"/>
    <w:rsid w:val="00452D1C"/>
    <w:rsid w:val="0045362E"/>
    <w:rsid w:val="004536CA"/>
    <w:rsid w:val="00453ECF"/>
    <w:rsid w:val="00454148"/>
    <w:rsid w:val="00454232"/>
    <w:rsid w:val="00454683"/>
    <w:rsid w:val="00454C43"/>
    <w:rsid w:val="00454CD3"/>
    <w:rsid w:val="00455531"/>
    <w:rsid w:val="004557C8"/>
    <w:rsid w:val="00455841"/>
    <w:rsid w:val="00455A1D"/>
    <w:rsid w:val="00455CFC"/>
    <w:rsid w:val="00456309"/>
    <w:rsid w:val="00456C09"/>
    <w:rsid w:val="00456CDB"/>
    <w:rsid w:val="00456E5E"/>
    <w:rsid w:val="00457583"/>
    <w:rsid w:val="00457D66"/>
    <w:rsid w:val="00457F88"/>
    <w:rsid w:val="004601BA"/>
    <w:rsid w:val="00460802"/>
    <w:rsid w:val="00460F2F"/>
    <w:rsid w:val="004617B7"/>
    <w:rsid w:val="004618F7"/>
    <w:rsid w:val="00461FC7"/>
    <w:rsid w:val="0046205D"/>
    <w:rsid w:val="00462262"/>
    <w:rsid w:val="004622D8"/>
    <w:rsid w:val="004630D2"/>
    <w:rsid w:val="00463356"/>
    <w:rsid w:val="0046336A"/>
    <w:rsid w:val="004634B0"/>
    <w:rsid w:val="00463B03"/>
    <w:rsid w:val="00463EB0"/>
    <w:rsid w:val="004641A7"/>
    <w:rsid w:val="0046429B"/>
    <w:rsid w:val="00465D4C"/>
    <w:rsid w:val="0046623D"/>
    <w:rsid w:val="004665AC"/>
    <w:rsid w:val="004668D5"/>
    <w:rsid w:val="00466A41"/>
    <w:rsid w:val="00466B06"/>
    <w:rsid w:val="004671BB"/>
    <w:rsid w:val="00467871"/>
    <w:rsid w:val="00467E7C"/>
    <w:rsid w:val="00470029"/>
    <w:rsid w:val="00470207"/>
    <w:rsid w:val="00470386"/>
    <w:rsid w:val="00470A2E"/>
    <w:rsid w:val="0047101F"/>
    <w:rsid w:val="004715F1"/>
    <w:rsid w:val="00471647"/>
    <w:rsid w:val="00471944"/>
    <w:rsid w:val="00471E2C"/>
    <w:rsid w:val="0047251F"/>
    <w:rsid w:val="004727C6"/>
    <w:rsid w:val="00472812"/>
    <w:rsid w:val="00472A5F"/>
    <w:rsid w:val="00472BCC"/>
    <w:rsid w:val="00472D37"/>
    <w:rsid w:val="00473B50"/>
    <w:rsid w:val="00473EAE"/>
    <w:rsid w:val="00474377"/>
    <w:rsid w:val="00474788"/>
    <w:rsid w:val="00474A64"/>
    <w:rsid w:val="00476007"/>
    <w:rsid w:val="004760AF"/>
    <w:rsid w:val="0047673D"/>
    <w:rsid w:val="00476D9E"/>
    <w:rsid w:val="00476DBF"/>
    <w:rsid w:val="00476F24"/>
    <w:rsid w:val="00477031"/>
    <w:rsid w:val="00477338"/>
    <w:rsid w:val="0047741E"/>
    <w:rsid w:val="00477561"/>
    <w:rsid w:val="00480173"/>
    <w:rsid w:val="00480981"/>
    <w:rsid w:val="00480EC7"/>
    <w:rsid w:val="00481511"/>
    <w:rsid w:val="004815A8"/>
    <w:rsid w:val="004815F0"/>
    <w:rsid w:val="0048212F"/>
    <w:rsid w:val="0048247A"/>
    <w:rsid w:val="00482D28"/>
    <w:rsid w:val="00482EA1"/>
    <w:rsid w:val="00482F9E"/>
    <w:rsid w:val="004835C9"/>
    <w:rsid w:val="004835FD"/>
    <w:rsid w:val="00483DA5"/>
    <w:rsid w:val="004842E8"/>
    <w:rsid w:val="00484F3D"/>
    <w:rsid w:val="00485249"/>
    <w:rsid w:val="0048532F"/>
    <w:rsid w:val="004856CE"/>
    <w:rsid w:val="00485EE2"/>
    <w:rsid w:val="00485F11"/>
    <w:rsid w:val="004863D9"/>
    <w:rsid w:val="0048649A"/>
    <w:rsid w:val="00486771"/>
    <w:rsid w:val="00486AB8"/>
    <w:rsid w:val="00487B74"/>
    <w:rsid w:val="004900C6"/>
    <w:rsid w:val="0049014D"/>
    <w:rsid w:val="004901A7"/>
    <w:rsid w:val="004905A9"/>
    <w:rsid w:val="004909B3"/>
    <w:rsid w:val="004909F4"/>
    <w:rsid w:val="00490D29"/>
    <w:rsid w:val="0049122B"/>
    <w:rsid w:val="00491733"/>
    <w:rsid w:val="0049183D"/>
    <w:rsid w:val="00491F62"/>
    <w:rsid w:val="00492340"/>
    <w:rsid w:val="004926FC"/>
    <w:rsid w:val="00492794"/>
    <w:rsid w:val="00492ACE"/>
    <w:rsid w:val="00492D69"/>
    <w:rsid w:val="004933F0"/>
    <w:rsid w:val="00493439"/>
    <w:rsid w:val="00493783"/>
    <w:rsid w:val="00493A7C"/>
    <w:rsid w:val="00493C31"/>
    <w:rsid w:val="004940D1"/>
    <w:rsid w:val="00494241"/>
    <w:rsid w:val="0049460C"/>
    <w:rsid w:val="0049550F"/>
    <w:rsid w:val="0049666C"/>
    <w:rsid w:val="0049670D"/>
    <w:rsid w:val="00496950"/>
    <w:rsid w:val="00497463"/>
    <w:rsid w:val="00497480"/>
    <w:rsid w:val="00497484"/>
    <w:rsid w:val="00497DDE"/>
    <w:rsid w:val="004A01AE"/>
    <w:rsid w:val="004A026E"/>
    <w:rsid w:val="004A02B5"/>
    <w:rsid w:val="004A032D"/>
    <w:rsid w:val="004A0509"/>
    <w:rsid w:val="004A05C4"/>
    <w:rsid w:val="004A0962"/>
    <w:rsid w:val="004A0CD9"/>
    <w:rsid w:val="004A1155"/>
    <w:rsid w:val="004A1B2C"/>
    <w:rsid w:val="004A204D"/>
    <w:rsid w:val="004A2144"/>
    <w:rsid w:val="004A247C"/>
    <w:rsid w:val="004A2809"/>
    <w:rsid w:val="004A2E11"/>
    <w:rsid w:val="004A40B0"/>
    <w:rsid w:val="004A4F6A"/>
    <w:rsid w:val="004A4FF3"/>
    <w:rsid w:val="004A56A7"/>
    <w:rsid w:val="004A6871"/>
    <w:rsid w:val="004A6A05"/>
    <w:rsid w:val="004A7774"/>
    <w:rsid w:val="004A7D9B"/>
    <w:rsid w:val="004A7E09"/>
    <w:rsid w:val="004B0317"/>
    <w:rsid w:val="004B09E0"/>
    <w:rsid w:val="004B0CB0"/>
    <w:rsid w:val="004B0DAB"/>
    <w:rsid w:val="004B1369"/>
    <w:rsid w:val="004B1562"/>
    <w:rsid w:val="004B1618"/>
    <w:rsid w:val="004B26A4"/>
    <w:rsid w:val="004B26E2"/>
    <w:rsid w:val="004B2A09"/>
    <w:rsid w:val="004B3013"/>
    <w:rsid w:val="004B31E4"/>
    <w:rsid w:val="004B34C3"/>
    <w:rsid w:val="004B376B"/>
    <w:rsid w:val="004B3837"/>
    <w:rsid w:val="004B4110"/>
    <w:rsid w:val="004B4709"/>
    <w:rsid w:val="004B48C9"/>
    <w:rsid w:val="004B4965"/>
    <w:rsid w:val="004B4AA4"/>
    <w:rsid w:val="004B52FF"/>
    <w:rsid w:val="004B5CC7"/>
    <w:rsid w:val="004B5FCF"/>
    <w:rsid w:val="004B62A4"/>
    <w:rsid w:val="004B6600"/>
    <w:rsid w:val="004B6EB1"/>
    <w:rsid w:val="004B6F3D"/>
    <w:rsid w:val="004B6F43"/>
    <w:rsid w:val="004B752B"/>
    <w:rsid w:val="004B764E"/>
    <w:rsid w:val="004B784F"/>
    <w:rsid w:val="004B7A43"/>
    <w:rsid w:val="004C0977"/>
    <w:rsid w:val="004C0B67"/>
    <w:rsid w:val="004C193D"/>
    <w:rsid w:val="004C1A0D"/>
    <w:rsid w:val="004C1AAC"/>
    <w:rsid w:val="004C1D33"/>
    <w:rsid w:val="004C27E0"/>
    <w:rsid w:val="004C3524"/>
    <w:rsid w:val="004C39C7"/>
    <w:rsid w:val="004C3A5F"/>
    <w:rsid w:val="004C4857"/>
    <w:rsid w:val="004C4DDE"/>
    <w:rsid w:val="004C55F8"/>
    <w:rsid w:val="004C57E2"/>
    <w:rsid w:val="004C6526"/>
    <w:rsid w:val="004C6828"/>
    <w:rsid w:val="004C73AA"/>
    <w:rsid w:val="004C74DF"/>
    <w:rsid w:val="004C7961"/>
    <w:rsid w:val="004C7CB9"/>
    <w:rsid w:val="004D02EC"/>
    <w:rsid w:val="004D0AB8"/>
    <w:rsid w:val="004D0AD4"/>
    <w:rsid w:val="004D0D48"/>
    <w:rsid w:val="004D1612"/>
    <w:rsid w:val="004D180C"/>
    <w:rsid w:val="004D1A64"/>
    <w:rsid w:val="004D249F"/>
    <w:rsid w:val="004D28DA"/>
    <w:rsid w:val="004D2A16"/>
    <w:rsid w:val="004D2B77"/>
    <w:rsid w:val="004D3351"/>
    <w:rsid w:val="004D343E"/>
    <w:rsid w:val="004D3B60"/>
    <w:rsid w:val="004D418C"/>
    <w:rsid w:val="004D4801"/>
    <w:rsid w:val="004D49BE"/>
    <w:rsid w:val="004D4AF8"/>
    <w:rsid w:val="004D5619"/>
    <w:rsid w:val="004D661B"/>
    <w:rsid w:val="004D678D"/>
    <w:rsid w:val="004D710E"/>
    <w:rsid w:val="004D7962"/>
    <w:rsid w:val="004D7B79"/>
    <w:rsid w:val="004D7E4E"/>
    <w:rsid w:val="004D7F9D"/>
    <w:rsid w:val="004E06BC"/>
    <w:rsid w:val="004E0DE9"/>
    <w:rsid w:val="004E0EC6"/>
    <w:rsid w:val="004E1034"/>
    <w:rsid w:val="004E2093"/>
    <w:rsid w:val="004E2228"/>
    <w:rsid w:val="004E22A8"/>
    <w:rsid w:val="004E26C6"/>
    <w:rsid w:val="004E26EC"/>
    <w:rsid w:val="004E2771"/>
    <w:rsid w:val="004E2CFA"/>
    <w:rsid w:val="004E2EDF"/>
    <w:rsid w:val="004E303F"/>
    <w:rsid w:val="004E3071"/>
    <w:rsid w:val="004E3277"/>
    <w:rsid w:val="004E354D"/>
    <w:rsid w:val="004E371F"/>
    <w:rsid w:val="004E3857"/>
    <w:rsid w:val="004E40E6"/>
    <w:rsid w:val="004E42F0"/>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0D5"/>
    <w:rsid w:val="004E72BB"/>
    <w:rsid w:val="004E7382"/>
    <w:rsid w:val="004E73DB"/>
    <w:rsid w:val="004E7914"/>
    <w:rsid w:val="004E79B9"/>
    <w:rsid w:val="004E7A27"/>
    <w:rsid w:val="004E7A2D"/>
    <w:rsid w:val="004E7D5E"/>
    <w:rsid w:val="004F00EC"/>
    <w:rsid w:val="004F0B29"/>
    <w:rsid w:val="004F0E83"/>
    <w:rsid w:val="004F10FE"/>
    <w:rsid w:val="004F126E"/>
    <w:rsid w:val="004F1621"/>
    <w:rsid w:val="004F1EBB"/>
    <w:rsid w:val="004F1EEA"/>
    <w:rsid w:val="004F283F"/>
    <w:rsid w:val="004F289C"/>
    <w:rsid w:val="004F3052"/>
    <w:rsid w:val="004F30CD"/>
    <w:rsid w:val="004F39F3"/>
    <w:rsid w:val="004F3A3F"/>
    <w:rsid w:val="004F3B27"/>
    <w:rsid w:val="004F5175"/>
    <w:rsid w:val="004F520A"/>
    <w:rsid w:val="004F5653"/>
    <w:rsid w:val="004F5CEE"/>
    <w:rsid w:val="004F5F89"/>
    <w:rsid w:val="004F6C49"/>
    <w:rsid w:val="004F78AF"/>
    <w:rsid w:val="004F7BD3"/>
    <w:rsid w:val="004F7EB6"/>
    <w:rsid w:val="0050025C"/>
    <w:rsid w:val="00500BDD"/>
    <w:rsid w:val="00501003"/>
    <w:rsid w:val="005010BE"/>
    <w:rsid w:val="00501397"/>
    <w:rsid w:val="00501590"/>
    <w:rsid w:val="005026F7"/>
    <w:rsid w:val="00503686"/>
    <w:rsid w:val="00504317"/>
    <w:rsid w:val="0050466E"/>
    <w:rsid w:val="00504FFB"/>
    <w:rsid w:val="0050560E"/>
    <w:rsid w:val="0050563F"/>
    <w:rsid w:val="00505B5B"/>
    <w:rsid w:val="00505C81"/>
    <w:rsid w:val="00505E2F"/>
    <w:rsid w:val="00505F18"/>
    <w:rsid w:val="00506234"/>
    <w:rsid w:val="0050639A"/>
    <w:rsid w:val="00506858"/>
    <w:rsid w:val="005068B2"/>
    <w:rsid w:val="00506C2A"/>
    <w:rsid w:val="00506EBF"/>
    <w:rsid w:val="0051015A"/>
    <w:rsid w:val="0051032C"/>
    <w:rsid w:val="00510786"/>
    <w:rsid w:val="0051089F"/>
    <w:rsid w:val="00510CC0"/>
    <w:rsid w:val="00510DED"/>
    <w:rsid w:val="00511191"/>
    <w:rsid w:val="005113B6"/>
    <w:rsid w:val="00511557"/>
    <w:rsid w:val="00511908"/>
    <w:rsid w:val="00511D64"/>
    <w:rsid w:val="00511F06"/>
    <w:rsid w:val="005124DE"/>
    <w:rsid w:val="00512AFC"/>
    <w:rsid w:val="00513139"/>
    <w:rsid w:val="00513569"/>
    <w:rsid w:val="00513732"/>
    <w:rsid w:val="0051376A"/>
    <w:rsid w:val="00513901"/>
    <w:rsid w:val="00513D33"/>
    <w:rsid w:val="00514447"/>
    <w:rsid w:val="00514758"/>
    <w:rsid w:val="00514914"/>
    <w:rsid w:val="0051547C"/>
    <w:rsid w:val="00515539"/>
    <w:rsid w:val="005158B9"/>
    <w:rsid w:val="00515BEB"/>
    <w:rsid w:val="00515C9D"/>
    <w:rsid w:val="00515FFA"/>
    <w:rsid w:val="00516274"/>
    <w:rsid w:val="0051652E"/>
    <w:rsid w:val="00516C3D"/>
    <w:rsid w:val="00516D01"/>
    <w:rsid w:val="00516DB0"/>
    <w:rsid w:val="00516F42"/>
    <w:rsid w:val="005179BE"/>
    <w:rsid w:val="00517A3E"/>
    <w:rsid w:val="0052003D"/>
    <w:rsid w:val="00520484"/>
    <w:rsid w:val="00521A6A"/>
    <w:rsid w:val="0052253A"/>
    <w:rsid w:val="00522C8E"/>
    <w:rsid w:val="00522E3D"/>
    <w:rsid w:val="005232AF"/>
    <w:rsid w:val="005232CF"/>
    <w:rsid w:val="005237DE"/>
    <w:rsid w:val="00524191"/>
    <w:rsid w:val="00524418"/>
    <w:rsid w:val="0052447B"/>
    <w:rsid w:val="0052455B"/>
    <w:rsid w:val="005247F0"/>
    <w:rsid w:val="005261A1"/>
    <w:rsid w:val="00526FED"/>
    <w:rsid w:val="00527202"/>
    <w:rsid w:val="0052749F"/>
    <w:rsid w:val="005275D2"/>
    <w:rsid w:val="005278C0"/>
    <w:rsid w:val="00527F50"/>
    <w:rsid w:val="00527F5F"/>
    <w:rsid w:val="0053007C"/>
    <w:rsid w:val="005302B5"/>
    <w:rsid w:val="005305CA"/>
    <w:rsid w:val="005306E1"/>
    <w:rsid w:val="00530E3C"/>
    <w:rsid w:val="00530F0C"/>
    <w:rsid w:val="00530FB9"/>
    <w:rsid w:val="00531162"/>
    <w:rsid w:val="00531965"/>
    <w:rsid w:val="005321B6"/>
    <w:rsid w:val="0053238F"/>
    <w:rsid w:val="005324C1"/>
    <w:rsid w:val="00532B53"/>
    <w:rsid w:val="00532CAD"/>
    <w:rsid w:val="00532CD8"/>
    <w:rsid w:val="00532FE2"/>
    <w:rsid w:val="00533296"/>
    <w:rsid w:val="005338A1"/>
    <w:rsid w:val="0053416C"/>
    <w:rsid w:val="00534677"/>
    <w:rsid w:val="00534AC9"/>
    <w:rsid w:val="00534DE6"/>
    <w:rsid w:val="00534F2F"/>
    <w:rsid w:val="00535438"/>
    <w:rsid w:val="00535600"/>
    <w:rsid w:val="0053564A"/>
    <w:rsid w:val="00535CA6"/>
    <w:rsid w:val="005360B2"/>
    <w:rsid w:val="00536916"/>
    <w:rsid w:val="0053738C"/>
    <w:rsid w:val="0053741B"/>
    <w:rsid w:val="00537DDB"/>
    <w:rsid w:val="0054026A"/>
    <w:rsid w:val="00540341"/>
    <w:rsid w:val="005403BE"/>
    <w:rsid w:val="00540B5D"/>
    <w:rsid w:val="00540C87"/>
    <w:rsid w:val="00540EBB"/>
    <w:rsid w:val="005415D3"/>
    <w:rsid w:val="005419AB"/>
    <w:rsid w:val="00542716"/>
    <w:rsid w:val="005427EE"/>
    <w:rsid w:val="00542A45"/>
    <w:rsid w:val="00542F93"/>
    <w:rsid w:val="00543057"/>
    <w:rsid w:val="00543AC7"/>
    <w:rsid w:val="00544000"/>
    <w:rsid w:val="0054458A"/>
    <w:rsid w:val="00544AE9"/>
    <w:rsid w:val="00544BB8"/>
    <w:rsid w:val="00544CBE"/>
    <w:rsid w:val="005452AB"/>
    <w:rsid w:val="005458D5"/>
    <w:rsid w:val="00546254"/>
    <w:rsid w:val="00546482"/>
    <w:rsid w:val="005465AB"/>
    <w:rsid w:val="0054661C"/>
    <w:rsid w:val="00546C7F"/>
    <w:rsid w:val="00546DDD"/>
    <w:rsid w:val="00546E0C"/>
    <w:rsid w:val="00546E2B"/>
    <w:rsid w:val="005478D9"/>
    <w:rsid w:val="00547907"/>
    <w:rsid w:val="00547B82"/>
    <w:rsid w:val="00550192"/>
    <w:rsid w:val="005502F5"/>
    <w:rsid w:val="005504AF"/>
    <w:rsid w:val="005505B1"/>
    <w:rsid w:val="00550829"/>
    <w:rsid w:val="00550F7C"/>
    <w:rsid w:val="00551D18"/>
    <w:rsid w:val="00551E40"/>
    <w:rsid w:val="00552385"/>
    <w:rsid w:val="005524EB"/>
    <w:rsid w:val="005524F2"/>
    <w:rsid w:val="005526E8"/>
    <w:rsid w:val="005529B7"/>
    <w:rsid w:val="00552B7A"/>
    <w:rsid w:val="00552D45"/>
    <w:rsid w:val="00553166"/>
    <w:rsid w:val="005533C4"/>
    <w:rsid w:val="0055422C"/>
    <w:rsid w:val="00554566"/>
    <w:rsid w:val="00554AE3"/>
    <w:rsid w:val="00555000"/>
    <w:rsid w:val="005551B9"/>
    <w:rsid w:val="0055549F"/>
    <w:rsid w:val="00555723"/>
    <w:rsid w:val="005562F5"/>
    <w:rsid w:val="005562FA"/>
    <w:rsid w:val="00556364"/>
    <w:rsid w:val="00556580"/>
    <w:rsid w:val="00556A17"/>
    <w:rsid w:val="00556F20"/>
    <w:rsid w:val="0055712D"/>
    <w:rsid w:val="005571EA"/>
    <w:rsid w:val="005573A0"/>
    <w:rsid w:val="00557592"/>
    <w:rsid w:val="00557627"/>
    <w:rsid w:val="005576A0"/>
    <w:rsid w:val="0055783D"/>
    <w:rsid w:val="00557A8E"/>
    <w:rsid w:val="00557E19"/>
    <w:rsid w:val="00557E26"/>
    <w:rsid w:val="00557E3E"/>
    <w:rsid w:val="00560830"/>
    <w:rsid w:val="005616CE"/>
    <w:rsid w:val="0056181E"/>
    <w:rsid w:val="00561A0F"/>
    <w:rsid w:val="00561AAA"/>
    <w:rsid w:val="00561C01"/>
    <w:rsid w:val="00561F11"/>
    <w:rsid w:val="00562403"/>
    <w:rsid w:val="005624CB"/>
    <w:rsid w:val="00562EE9"/>
    <w:rsid w:val="00562F33"/>
    <w:rsid w:val="005631B8"/>
    <w:rsid w:val="005639E7"/>
    <w:rsid w:val="00564677"/>
    <w:rsid w:val="00565155"/>
    <w:rsid w:val="00565183"/>
    <w:rsid w:val="005652AA"/>
    <w:rsid w:val="00565A4A"/>
    <w:rsid w:val="00565B1E"/>
    <w:rsid w:val="0056615A"/>
    <w:rsid w:val="005666ED"/>
    <w:rsid w:val="00566824"/>
    <w:rsid w:val="005669B7"/>
    <w:rsid w:val="00566F4A"/>
    <w:rsid w:val="005679A1"/>
    <w:rsid w:val="00567B9D"/>
    <w:rsid w:val="00567D04"/>
    <w:rsid w:val="00567D52"/>
    <w:rsid w:val="00570132"/>
    <w:rsid w:val="005703FB"/>
    <w:rsid w:val="00570F6C"/>
    <w:rsid w:val="0057129A"/>
    <w:rsid w:val="005716B5"/>
    <w:rsid w:val="00571774"/>
    <w:rsid w:val="005729CD"/>
    <w:rsid w:val="00572EBC"/>
    <w:rsid w:val="00572F04"/>
    <w:rsid w:val="005742D8"/>
    <w:rsid w:val="00574521"/>
    <w:rsid w:val="005749E7"/>
    <w:rsid w:val="00574B44"/>
    <w:rsid w:val="00575610"/>
    <w:rsid w:val="00575A46"/>
    <w:rsid w:val="00576178"/>
    <w:rsid w:val="005762B8"/>
    <w:rsid w:val="00576595"/>
    <w:rsid w:val="005767A1"/>
    <w:rsid w:val="0057695E"/>
    <w:rsid w:val="00576B83"/>
    <w:rsid w:val="00577826"/>
    <w:rsid w:val="00577915"/>
    <w:rsid w:val="00577B52"/>
    <w:rsid w:val="00577BBE"/>
    <w:rsid w:val="0058000C"/>
    <w:rsid w:val="005801D3"/>
    <w:rsid w:val="0058048A"/>
    <w:rsid w:val="005809C5"/>
    <w:rsid w:val="005809E1"/>
    <w:rsid w:val="00581F25"/>
    <w:rsid w:val="005821DE"/>
    <w:rsid w:val="005822AF"/>
    <w:rsid w:val="0058269A"/>
    <w:rsid w:val="005828A7"/>
    <w:rsid w:val="00582C36"/>
    <w:rsid w:val="00582C54"/>
    <w:rsid w:val="00582C9A"/>
    <w:rsid w:val="00582E5B"/>
    <w:rsid w:val="00582EB0"/>
    <w:rsid w:val="00583010"/>
    <w:rsid w:val="005844BB"/>
    <w:rsid w:val="0058468F"/>
    <w:rsid w:val="005846BC"/>
    <w:rsid w:val="00584BAD"/>
    <w:rsid w:val="00584D34"/>
    <w:rsid w:val="00585461"/>
    <w:rsid w:val="005855F5"/>
    <w:rsid w:val="00585D08"/>
    <w:rsid w:val="00586268"/>
    <w:rsid w:val="0058626C"/>
    <w:rsid w:val="00586569"/>
    <w:rsid w:val="005867CF"/>
    <w:rsid w:val="005868AD"/>
    <w:rsid w:val="00586ADB"/>
    <w:rsid w:val="00586B45"/>
    <w:rsid w:val="00586D63"/>
    <w:rsid w:val="00586F3A"/>
    <w:rsid w:val="0058701A"/>
    <w:rsid w:val="005871FD"/>
    <w:rsid w:val="00587DF3"/>
    <w:rsid w:val="0059055E"/>
    <w:rsid w:val="00590948"/>
    <w:rsid w:val="00590A71"/>
    <w:rsid w:val="00590A88"/>
    <w:rsid w:val="00590A93"/>
    <w:rsid w:val="00590AF6"/>
    <w:rsid w:val="00591628"/>
    <w:rsid w:val="00591809"/>
    <w:rsid w:val="0059187E"/>
    <w:rsid w:val="00591A29"/>
    <w:rsid w:val="00591E95"/>
    <w:rsid w:val="005923F8"/>
    <w:rsid w:val="005928E1"/>
    <w:rsid w:val="00592991"/>
    <w:rsid w:val="00592C51"/>
    <w:rsid w:val="00592C5C"/>
    <w:rsid w:val="00592F1E"/>
    <w:rsid w:val="00592FA5"/>
    <w:rsid w:val="0059398E"/>
    <w:rsid w:val="00594165"/>
    <w:rsid w:val="0059425E"/>
    <w:rsid w:val="00594B03"/>
    <w:rsid w:val="00595104"/>
    <w:rsid w:val="005952A1"/>
    <w:rsid w:val="00595517"/>
    <w:rsid w:val="00595BBB"/>
    <w:rsid w:val="00595DB1"/>
    <w:rsid w:val="005965E4"/>
    <w:rsid w:val="00596748"/>
    <w:rsid w:val="00596AAA"/>
    <w:rsid w:val="00596C0E"/>
    <w:rsid w:val="00596C65"/>
    <w:rsid w:val="00596DD3"/>
    <w:rsid w:val="00596E91"/>
    <w:rsid w:val="0059701A"/>
    <w:rsid w:val="00597040"/>
    <w:rsid w:val="005970C2"/>
    <w:rsid w:val="0059792F"/>
    <w:rsid w:val="00597AD1"/>
    <w:rsid w:val="005A03E1"/>
    <w:rsid w:val="005A061D"/>
    <w:rsid w:val="005A097D"/>
    <w:rsid w:val="005A0A8E"/>
    <w:rsid w:val="005A0ABE"/>
    <w:rsid w:val="005A0B77"/>
    <w:rsid w:val="005A0C64"/>
    <w:rsid w:val="005A16CB"/>
    <w:rsid w:val="005A1CBA"/>
    <w:rsid w:val="005A1E9A"/>
    <w:rsid w:val="005A219F"/>
    <w:rsid w:val="005A2B44"/>
    <w:rsid w:val="005A2CB5"/>
    <w:rsid w:val="005A2E8A"/>
    <w:rsid w:val="005A304E"/>
    <w:rsid w:val="005A3625"/>
    <w:rsid w:val="005A3D87"/>
    <w:rsid w:val="005A3D8A"/>
    <w:rsid w:val="005A3FE8"/>
    <w:rsid w:val="005A4072"/>
    <w:rsid w:val="005A42AD"/>
    <w:rsid w:val="005A43FB"/>
    <w:rsid w:val="005A4431"/>
    <w:rsid w:val="005A4C71"/>
    <w:rsid w:val="005A4D53"/>
    <w:rsid w:val="005A4DAF"/>
    <w:rsid w:val="005A4EBF"/>
    <w:rsid w:val="005A572E"/>
    <w:rsid w:val="005A5F24"/>
    <w:rsid w:val="005A623D"/>
    <w:rsid w:val="005A6244"/>
    <w:rsid w:val="005A694A"/>
    <w:rsid w:val="005A7495"/>
    <w:rsid w:val="005A754D"/>
    <w:rsid w:val="005A7798"/>
    <w:rsid w:val="005A78B4"/>
    <w:rsid w:val="005A79AE"/>
    <w:rsid w:val="005A7B08"/>
    <w:rsid w:val="005A7C86"/>
    <w:rsid w:val="005B0220"/>
    <w:rsid w:val="005B03A1"/>
    <w:rsid w:val="005B0471"/>
    <w:rsid w:val="005B069D"/>
    <w:rsid w:val="005B0AB1"/>
    <w:rsid w:val="005B0B5F"/>
    <w:rsid w:val="005B0CE8"/>
    <w:rsid w:val="005B10DB"/>
    <w:rsid w:val="005B1661"/>
    <w:rsid w:val="005B195A"/>
    <w:rsid w:val="005B1979"/>
    <w:rsid w:val="005B1F97"/>
    <w:rsid w:val="005B2384"/>
    <w:rsid w:val="005B241C"/>
    <w:rsid w:val="005B2680"/>
    <w:rsid w:val="005B2FC2"/>
    <w:rsid w:val="005B3109"/>
    <w:rsid w:val="005B4E97"/>
    <w:rsid w:val="005B50CE"/>
    <w:rsid w:val="005B50F3"/>
    <w:rsid w:val="005B5234"/>
    <w:rsid w:val="005B5D21"/>
    <w:rsid w:val="005B6085"/>
    <w:rsid w:val="005B609A"/>
    <w:rsid w:val="005B65FF"/>
    <w:rsid w:val="005B706F"/>
    <w:rsid w:val="005C056D"/>
    <w:rsid w:val="005C05E8"/>
    <w:rsid w:val="005C0C8B"/>
    <w:rsid w:val="005C0D49"/>
    <w:rsid w:val="005C0F83"/>
    <w:rsid w:val="005C1808"/>
    <w:rsid w:val="005C1FCD"/>
    <w:rsid w:val="005C2682"/>
    <w:rsid w:val="005C2B3B"/>
    <w:rsid w:val="005C2B93"/>
    <w:rsid w:val="005C2DC9"/>
    <w:rsid w:val="005C314B"/>
    <w:rsid w:val="005C3340"/>
    <w:rsid w:val="005C35F9"/>
    <w:rsid w:val="005C37BB"/>
    <w:rsid w:val="005C37F3"/>
    <w:rsid w:val="005C401A"/>
    <w:rsid w:val="005C4088"/>
    <w:rsid w:val="005C4196"/>
    <w:rsid w:val="005C436E"/>
    <w:rsid w:val="005C445A"/>
    <w:rsid w:val="005C48A9"/>
    <w:rsid w:val="005C4E4C"/>
    <w:rsid w:val="005C6254"/>
    <w:rsid w:val="005C63A6"/>
    <w:rsid w:val="005C6415"/>
    <w:rsid w:val="005C67BD"/>
    <w:rsid w:val="005C67C2"/>
    <w:rsid w:val="005D025B"/>
    <w:rsid w:val="005D06F9"/>
    <w:rsid w:val="005D09B9"/>
    <w:rsid w:val="005D0CE0"/>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4EE0"/>
    <w:rsid w:val="005D5016"/>
    <w:rsid w:val="005D53AA"/>
    <w:rsid w:val="005D541E"/>
    <w:rsid w:val="005D5532"/>
    <w:rsid w:val="005D57FD"/>
    <w:rsid w:val="005D5A85"/>
    <w:rsid w:val="005D5B2D"/>
    <w:rsid w:val="005D5C7D"/>
    <w:rsid w:val="005D696C"/>
    <w:rsid w:val="005D6A41"/>
    <w:rsid w:val="005D6B27"/>
    <w:rsid w:val="005D6CA8"/>
    <w:rsid w:val="005D6F30"/>
    <w:rsid w:val="005D71CE"/>
    <w:rsid w:val="005D72D0"/>
    <w:rsid w:val="005D7697"/>
    <w:rsid w:val="005D791E"/>
    <w:rsid w:val="005D7BD4"/>
    <w:rsid w:val="005D7D1D"/>
    <w:rsid w:val="005E0A12"/>
    <w:rsid w:val="005E12D4"/>
    <w:rsid w:val="005E1957"/>
    <w:rsid w:val="005E1ADC"/>
    <w:rsid w:val="005E255D"/>
    <w:rsid w:val="005E31C8"/>
    <w:rsid w:val="005E341D"/>
    <w:rsid w:val="005E3669"/>
    <w:rsid w:val="005E4595"/>
    <w:rsid w:val="005E4F1E"/>
    <w:rsid w:val="005E5504"/>
    <w:rsid w:val="005E5D96"/>
    <w:rsid w:val="005E5DD3"/>
    <w:rsid w:val="005E64A7"/>
    <w:rsid w:val="005E64AA"/>
    <w:rsid w:val="005E6783"/>
    <w:rsid w:val="005E6DE1"/>
    <w:rsid w:val="005E7387"/>
    <w:rsid w:val="005E7792"/>
    <w:rsid w:val="005E7AF5"/>
    <w:rsid w:val="005E7D54"/>
    <w:rsid w:val="005E7E98"/>
    <w:rsid w:val="005F0B3C"/>
    <w:rsid w:val="005F0CE9"/>
    <w:rsid w:val="005F1100"/>
    <w:rsid w:val="005F12FE"/>
    <w:rsid w:val="005F17E6"/>
    <w:rsid w:val="005F1D72"/>
    <w:rsid w:val="005F2337"/>
    <w:rsid w:val="005F23F6"/>
    <w:rsid w:val="005F24C3"/>
    <w:rsid w:val="005F2508"/>
    <w:rsid w:val="005F301A"/>
    <w:rsid w:val="005F3269"/>
    <w:rsid w:val="005F3339"/>
    <w:rsid w:val="005F3750"/>
    <w:rsid w:val="005F3B6B"/>
    <w:rsid w:val="005F3D67"/>
    <w:rsid w:val="005F468E"/>
    <w:rsid w:val="005F4AB7"/>
    <w:rsid w:val="005F4BBB"/>
    <w:rsid w:val="005F4F0B"/>
    <w:rsid w:val="005F5C80"/>
    <w:rsid w:val="005F6BDD"/>
    <w:rsid w:val="005F6C1E"/>
    <w:rsid w:val="005F78A6"/>
    <w:rsid w:val="005F7AC2"/>
    <w:rsid w:val="00600334"/>
    <w:rsid w:val="00600ABB"/>
    <w:rsid w:val="00600D75"/>
    <w:rsid w:val="00600EE3"/>
    <w:rsid w:val="006010A0"/>
    <w:rsid w:val="0060114F"/>
    <w:rsid w:val="006018A3"/>
    <w:rsid w:val="00602050"/>
    <w:rsid w:val="00602146"/>
    <w:rsid w:val="0060231D"/>
    <w:rsid w:val="00602700"/>
    <w:rsid w:val="00602FA1"/>
    <w:rsid w:val="00603108"/>
    <w:rsid w:val="00603199"/>
    <w:rsid w:val="0060328B"/>
    <w:rsid w:val="006039D0"/>
    <w:rsid w:val="00603B38"/>
    <w:rsid w:val="00603DE6"/>
    <w:rsid w:val="006047D5"/>
    <w:rsid w:val="00604852"/>
    <w:rsid w:val="00604D8F"/>
    <w:rsid w:val="00605196"/>
    <w:rsid w:val="00605254"/>
    <w:rsid w:val="006058F5"/>
    <w:rsid w:val="00605FBA"/>
    <w:rsid w:val="0060628F"/>
    <w:rsid w:val="00606297"/>
    <w:rsid w:val="00606C18"/>
    <w:rsid w:val="0060714E"/>
    <w:rsid w:val="0060738F"/>
    <w:rsid w:val="006073C8"/>
    <w:rsid w:val="006073D8"/>
    <w:rsid w:val="00607EEC"/>
    <w:rsid w:val="00610376"/>
    <w:rsid w:val="006105CF"/>
    <w:rsid w:val="0061075B"/>
    <w:rsid w:val="0061078E"/>
    <w:rsid w:val="006111B9"/>
    <w:rsid w:val="00611335"/>
    <w:rsid w:val="0061155E"/>
    <w:rsid w:val="00611A99"/>
    <w:rsid w:val="00611E72"/>
    <w:rsid w:val="00612DAD"/>
    <w:rsid w:val="00612EC7"/>
    <w:rsid w:val="00613B74"/>
    <w:rsid w:val="00613FAB"/>
    <w:rsid w:val="006140AB"/>
    <w:rsid w:val="006145F0"/>
    <w:rsid w:val="006149BC"/>
    <w:rsid w:val="006153E4"/>
    <w:rsid w:val="006155FB"/>
    <w:rsid w:val="006156C5"/>
    <w:rsid w:val="00615F19"/>
    <w:rsid w:val="00615F53"/>
    <w:rsid w:val="006165DA"/>
    <w:rsid w:val="006166D6"/>
    <w:rsid w:val="006168C7"/>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17E"/>
    <w:rsid w:val="0062452B"/>
    <w:rsid w:val="00624782"/>
    <w:rsid w:val="0062491F"/>
    <w:rsid w:val="006249BF"/>
    <w:rsid w:val="00625A22"/>
    <w:rsid w:val="00625E8C"/>
    <w:rsid w:val="006260A2"/>
    <w:rsid w:val="00626198"/>
    <w:rsid w:val="006264D6"/>
    <w:rsid w:val="006265D5"/>
    <w:rsid w:val="0063097C"/>
    <w:rsid w:val="00630B33"/>
    <w:rsid w:val="00630BA6"/>
    <w:rsid w:val="00631DF6"/>
    <w:rsid w:val="00632200"/>
    <w:rsid w:val="0063262E"/>
    <w:rsid w:val="00632DDD"/>
    <w:rsid w:val="00632EFB"/>
    <w:rsid w:val="00632FB7"/>
    <w:rsid w:val="0063343A"/>
    <w:rsid w:val="0063391E"/>
    <w:rsid w:val="006339AE"/>
    <w:rsid w:val="00633E5F"/>
    <w:rsid w:val="00634135"/>
    <w:rsid w:val="006345D2"/>
    <w:rsid w:val="00634B03"/>
    <w:rsid w:val="006358B8"/>
    <w:rsid w:val="00636101"/>
    <w:rsid w:val="0063625F"/>
    <w:rsid w:val="0063648E"/>
    <w:rsid w:val="00636491"/>
    <w:rsid w:val="006365EA"/>
    <w:rsid w:val="00636AC4"/>
    <w:rsid w:val="00636B65"/>
    <w:rsid w:val="006370AE"/>
    <w:rsid w:val="00637BCB"/>
    <w:rsid w:val="0064003F"/>
    <w:rsid w:val="006405EA"/>
    <w:rsid w:val="006408A9"/>
    <w:rsid w:val="00640945"/>
    <w:rsid w:val="00640A25"/>
    <w:rsid w:val="00641359"/>
    <w:rsid w:val="006413FB"/>
    <w:rsid w:val="00641686"/>
    <w:rsid w:val="0064173C"/>
    <w:rsid w:val="00641AA3"/>
    <w:rsid w:val="00641CB1"/>
    <w:rsid w:val="006425B7"/>
    <w:rsid w:val="006427E5"/>
    <w:rsid w:val="00642AEE"/>
    <w:rsid w:val="00642C0F"/>
    <w:rsid w:val="00642D68"/>
    <w:rsid w:val="006432E4"/>
    <w:rsid w:val="00643616"/>
    <w:rsid w:val="0064361A"/>
    <w:rsid w:val="006438A4"/>
    <w:rsid w:val="00643C21"/>
    <w:rsid w:val="00644122"/>
    <w:rsid w:val="00644185"/>
    <w:rsid w:val="006442F6"/>
    <w:rsid w:val="0064456B"/>
    <w:rsid w:val="0064498B"/>
    <w:rsid w:val="0064510A"/>
    <w:rsid w:val="006456A9"/>
    <w:rsid w:val="00645CAF"/>
    <w:rsid w:val="00645F94"/>
    <w:rsid w:val="00645FB7"/>
    <w:rsid w:val="00646558"/>
    <w:rsid w:val="00646827"/>
    <w:rsid w:val="00646C05"/>
    <w:rsid w:val="00646CEA"/>
    <w:rsid w:val="006472DD"/>
    <w:rsid w:val="00647618"/>
    <w:rsid w:val="006478C0"/>
    <w:rsid w:val="00647C5D"/>
    <w:rsid w:val="00647E17"/>
    <w:rsid w:val="006501C8"/>
    <w:rsid w:val="006512D2"/>
    <w:rsid w:val="00651D54"/>
    <w:rsid w:val="006528FF"/>
    <w:rsid w:val="00652B19"/>
    <w:rsid w:val="00652B2B"/>
    <w:rsid w:val="00653A3A"/>
    <w:rsid w:val="00653E92"/>
    <w:rsid w:val="00654825"/>
    <w:rsid w:val="0065496B"/>
    <w:rsid w:val="00654C29"/>
    <w:rsid w:val="0065508E"/>
    <w:rsid w:val="006550CD"/>
    <w:rsid w:val="00655D4C"/>
    <w:rsid w:val="00655DE5"/>
    <w:rsid w:val="006561B4"/>
    <w:rsid w:val="00656A0F"/>
    <w:rsid w:val="00656FF9"/>
    <w:rsid w:val="0065742A"/>
    <w:rsid w:val="00657471"/>
    <w:rsid w:val="00657AE0"/>
    <w:rsid w:val="00660187"/>
    <w:rsid w:val="00660313"/>
    <w:rsid w:val="00660964"/>
    <w:rsid w:val="00660F10"/>
    <w:rsid w:val="006619E2"/>
    <w:rsid w:val="00662845"/>
    <w:rsid w:val="00662899"/>
    <w:rsid w:val="00662E32"/>
    <w:rsid w:val="0066345C"/>
    <w:rsid w:val="00663D1D"/>
    <w:rsid w:val="00663E8F"/>
    <w:rsid w:val="00664515"/>
    <w:rsid w:val="00664A81"/>
    <w:rsid w:val="00664DDE"/>
    <w:rsid w:val="006653DD"/>
    <w:rsid w:val="0066552C"/>
    <w:rsid w:val="00665E8F"/>
    <w:rsid w:val="00666928"/>
    <w:rsid w:val="00666D23"/>
    <w:rsid w:val="0066704E"/>
    <w:rsid w:val="0066718C"/>
    <w:rsid w:val="00667459"/>
    <w:rsid w:val="006674CE"/>
    <w:rsid w:val="006675BA"/>
    <w:rsid w:val="00667788"/>
    <w:rsid w:val="00670451"/>
    <w:rsid w:val="0067072A"/>
    <w:rsid w:val="00671976"/>
    <w:rsid w:val="00672388"/>
    <w:rsid w:val="006723AF"/>
    <w:rsid w:val="006723CA"/>
    <w:rsid w:val="006724E8"/>
    <w:rsid w:val="0067278B"/>
    <w:rsid w:val="00672AA6"/>
    <w:rsid w:val="006730ED"/>
    <w:rsid w:val="00674564"/>
    <w:rsid w:val="00674609"/>
    <w:rsid w:val="006746D2"/>
    <w:rsid w:val="00674B16"/>
    <w:rsid w:val="00674CAD"/>
    <w:rsid w:val="006754E4"/>
    <w:rsid w:val="006754E8"/>
    <w:rsid w:val="006757CE"/>
    <w:rsid w:val="006758FF"/>
    <w:rsid w:val="00675A6E"/>
    <w:rsid w:val="006767E7"/>
    <w:rsid w:val="00677323"/>
    <w:rsid w:val="00677597"/>
    <w:rsid w:val="006776B2"/>
    <w:rsid w:val="00677E6E"/>
    <w:rsid w:val="00680714"/>
    <w:rsid w:val="0068081B"/>
    <w:rsid w:val="006808E7"/>
    <w:rsid w:val="00681560"/>
    <w:rsid w:val="00681BF4"/>
    <w:rsid w:val="00681E10"/>
    <w:rsid w:val="00682155"/>
    <w:rsid w:val="006821C9"/>
    <w:rsid w:val="00682574"/>
    <w:rsid w:val="00682B04"/>
    <w:rsid w:val="00682E23"/>
    <w:rsid w:val="006835F2"/>
    <w:rsid w:val="00683A39"/>
    <w:rsid w:val="00683D72"/>
    <w:rsid w:val="00684F16"/>
    <w:rsid w:val="00684FD2"/>
    <w:rsid w:val="00685378"/>
    <w:rsid w:val="00685426"/>
    <w:rsid w:val="0068557A"/>
    <w:rsid w:val="00685692"/>
    <w:rsid w:val="00685746"/>
    <w:rsid w:val="00685861"/>
    <w:rsid w:val="00686100"/>
    <w:rsid w:val="0068637D"/>
    <w:rsid w:val="006869C9"/>
    <w:rsid w:val="00687299"/>
    <w:rsid w:val="006875A9"/>
    <w:rsid w:val="00687C2E"/>
    <w:rsid w:val="00687C73"/>
    <w:rsid w:val="0069020C"/>
    <w:rsid w:val="0069020E"/>
    <w:rsid w:val="00690530"/>
    <w:rsid w:val="006908E9"/>
    <w:rsid w:val="006909EB"/>
    <w:rsid w:val="0069187A"/>
    <w:rsid w:val="00692009"/>
    <w:rsid w:val="00693455"/>
    <w:rsid w:val="0069356D"/>
    <w:rsid w:val="0069372A"/>
    <w:rsid w:val="006938F9"/>
    <w:rsid w:val="00693D85"/>
    <w:rsid w:val="00694143"/>
    <w:rsid w:val="006942FD"/>
    <w:rsid w:val="00694520"/>
    <w:rsid w:val="00694741"/>
    <w:rsid w:val="006948A0"/>
    <w:rsid w:val="00694A2C"/>
    <w:rsid w:val="00694E51"/>
    <w:rsid w:val="00694FF9"/>
    <w:rsid w:val="006950CC"/>
    <w:rsid w:val="006956D2"/>
    <w:rsid w:val="00695F09"/>
    <w:rsid w:val="00695F7B"/>
    <w:rsid w:val="0069649F"/>
    <w:rsid w:val="0069670D"/>
    <w:rsid w:val="00696749"/>
    <w:rsid w:val="006969AB"/>
    <w:rsid w:val="006969C4"/>
    <w:rsid w:val="00696CF5"/>
    <w:rsid w:val="00696D10"/>
    <w:rsid w:val="00696D4B"/>
    <w:rsid w:val="00696FEE"/>
    <w:rsid w:val="00697135"/>
    <w:rsid w:val="00697538"/>
    <w:rsid w:val="0069758E"/>
    <w:rsid w:val="00697E9A"/>
    <w:rsid w:val="006A01AA"/>
    <w:rsid w:val="006A0FD7"/>
    <w:rsid w:val="006A129C"/>
    <w:rsid w:val="006A1676"/>
    <w:rsid w:val="006A18F4"/>
    <w:rsid w:val="006A1A20"/>
    <w:rsid w:val="006A1C28"/>
    <w:rsid w:val="006A1D46"/>
    <w:rsid w:val="006A1D5E"/>
    <w:rsid w:val="006A1D9F"/>
    <w:rsid w:val="006A27CE"/>
    <w:rsid w:val="006A2B41"/>
    <w:rsid w:val="006A2E30"/>
    <w:rsid w:val="006A336E"/>
    <w:rsid w:val="006A3ACC"/>
    <w:rsid w:val="006A3AD8"/>
    <w:rsid w:val="006A3D90"/>
    <w:rsid w:val="006A3E84"/>
    <w:rsid w:val="006A3F7D"/>
    <w:rsid w:val="006A3FDE"/>
    <w:rsid w:val="006A42F2"/>
    <w:rsid w:val="006A43EA"/>
    <w:rsid w:val="006A4817"/>
    <w:rsid w:val="006A4B29"/>
    <w:rsid w:val="006A5230"/>
    <w:rsid w:val="006A55B7"/>
    <w:rsid w:val="006A583C"/>
    <w:rsid w:val="006A6848"/>
    <w:rsid w:val="006A6EA0"/>
    <w:rsid w:val="006A70A8"/>
    <w:rsid w:val="006A71DD"/>
    <w:rsid w:val="006A76A4"/>
    <w:rsid w:val="006A7789"/>
    <w:rsid w:val="006B005A"/>
    <w:rsid w:val="006B0529"/>
    <w:rsid w:val="006B0847"/>
    <w:rsid w:val="006B23BD"/>
    <w:rsid w:val="006B28E1"/>
    <w:rsid w:val="006B2A1B"/>
    <w:rsid w:val="006B2C50"/>
    <w:rsid w:val="006B2D2C"/>
    <w:rsid w:val="006B2DE4"/>
    <w:rsid w:val="006B2FCE"/>
    <w:rsid w:val="006B30FE"/>
    <w:rsid w:val="006B3EA6"/>
    <w:rsid w:val="006B3F79"/>
    <w:rsid w:val="006B43A2"/>
    <w:rsid w:val="006B4C0C"/>
    <w:rsid w:val="006B5AFF"/>
    <w:rsid w:val="006B633D"/>
    <w:rsid w:val="006B66F5"/>
    <w:rsid w:val="006B6DD9"/>
    <w:rsid w:val="006B6E04"/>
    <w:rsid w:val="006B725F"/>
    <w:rsid w:val="006B73FA"/>
    <w:rsid w:val="006B7425"/>
    <w:rsid w:val="006B7BB3"/>
    <w:rsid w:val="006B7ECD"/>
    <w:rsid w:val="006C00A6"/>
    <w:rsid w:val="006C06FC"/>
    <w:rsid w:val="006C10FA"/>
    <w:rsid w:val="006C127B"/>
    <w:rsid w:val="006C1652"/>
    <w:rsid w:val="006C1DA5"/>
    <w:rsid w:val="006C1E8F"/>
    <w:rsid w:val="006C2354"/>
    <w:rsid w:val="006C23B6"/>
    <w:rsid w:val="006C2886"/>
    <w:rsid w:val="006C328A"/>
    <w:rsid w:val="006C33FC"/>
    <w:rsid w:val="006C366D"/>
    <w:rsid w:val="006C36BA"/>
    <w:rsid w:val="006C3768"/>
    <w:rsid w:val="006C3910"/>
    <w:rsid w:val="006C3967"/>
    <w:rsid w:val="006C4773"/>
    <w:rsid w:val="006C4A00"/>
    <w:rsid w:val="006C4AA2"/>
    <w:rsid w:val="006C4D33"/>
    <w:rsid w:val="006C4F0B"/>
    <w:rsid w:val="006C51EA"/>
    <w:rsid w:val="006C5F0A"/>
    <w:rsid w:val="006C63E3"/>
    <w:rsid w:val="006C6566"/>
    <w:rsid w:val="006C6AB9"/>
    <w:rsid w:val="006C7C36"/>
    <w:rsid w:val="006D00C8"/>
    <w:rsid w:val="006D03D9"/>
    <w:rsid w:val="006D04D0"/>
    <w:rsid w:val="006D0F91"/>
    <w:rsid w:val="006D13CD"/>
    <w:rsid w:val="006D162E"/>
    <w:rsid w:val="006D18B9"/>
    <w:rsid w:val="006D1A23"/>
    <w:rsid w:val="006D1F88"/>
    <w:rsid w:val="006D2434"/>
    <w:rsid w:val="006D288A"/>
    <w:rsid w:val="006D2949"/>
    <w:rsid w:val="006D29ED"/>
    <w:rsid w:val="006D32DA"/>
    <w:rsid w:val="006D3589"/>
    <w:rsid w:val="006D3E66"/>
    <w:rsid w:val="006D3FB4"/>
    <w:rsid w:val="006D3FD0"/>
    <w:rsid w:val="006D435A"/>
    <w:rsid w:val="006D47D5"/>
    <w:rsid w:val="006D4831"/>
    <w:rsid w:val="006D51B6"/>
    <w:rsid w:val="006D5274"/>
    <w:rsid w:val="006D54BC"/>
    <w:rsid w:val="006D5593"/>
    <w:rsid w:val="006D5761"/>
    <w:rsid w:val="006D60B8"/>
    <w:rsid w:val="006D6415"/>
    <w:rsid w:val="006D6E75"/>
    <w:rsid w:val="006D75B6"/>
    <w:rsid w:val="006E0101"/>
    <w:rsid w:val="006E0389"/>
    <w:rsid w:val="006E0A19"/>
    <w:rsid w:val="006E0B7F"/>
    <w:rsid w:val="006E133B"/>
    <w:rsid w:val="006E17ED"/>
    <w:rsid w:val="006E1BD7"/>
    <w:rsid w:val="006E1E9A"/>
    <w:rsid w:val="006E1EBF"/>
    <w:rsid w:val="006E25A1"/>
    <w:rsid w:val="006E2FA9"/>
    <w:rsid w:val="006E2FC0"/>
    <w:rsid w:val="006E33FB"/>
    <w:rsid w:val="006E3934"/>
    <w:rsid w:val="006E3C43"/>
    <w:rsid w:val="006E3C87"/>
    <w:rsid w:val="006E49DE"/>
    <w:rsid w:val="006E4A63"/>
    <w:rsid w:val="006E4CC3"/>
    <w:rsid w:val="006E4E9C"/>
    <w:rsid w:val="006E4EA6"/>
    <w:rsid w:val="006E5634"/>
    <w:rsid w:val="006E56CB"/>
    <w:rsid w:val="006E5893"/>
    <w:rsid w:val="006E66B2"/>
    <w:rsid w:val="006E6C58"/>
    <w:rsid w:val="006E6CC9"/>
    <w:rsid w:val="006E6E5A"/>
    <w:rsid w:val="006E7142"/>
    <w:rsid w:val="006E7287"/>
    <w:rsid w:val="006E741B"/>
    <w:rsid w:val="006E7B25"/>
    <w:rsid w:val="006E7BFC"/>
    <w:rsid w:val="006F058B"/>
    <w:rsid w:val="006F0AD7"/>
    <w:rsid w:val="006F1293"/>
    <w:rsid w:val="006F1B19"/>
    <w:rsid w:val="006F2075"/>
    <w:rsid w:val="006F2106"/>
    <w:rsid w:val="006F251E"/>
    <w:rsid w:val="006F258F"/>
    <w:rsid w:val="006F2919"/>
    <w:rsid w:val="006F297A"/>
    <w:rsid w:val="006F2986"/>
    <w:rsid w:val="006F2A95"/>
    <w:rsid w:val="006F3152"/>
    <w:rsid w:val="006F3344"/>
    <w:rsid w:val="006F3561"/>
    <w:rsid w:val="006F3595"/>
    <w:rsid w:val="006F36A2"/>
    <w:rsid w:val="006F3CA8"/>
    <w:rsid w:val="006F3FEE"/>
    <w:rsid w:val="006F428A"/>
    <w:rsid w:val="006F448F"/>
    <w:rsid w:val="006F453E"/>
    <w:rsid w:val="006F4C5F"/>
    <w:rsid w:val="006F5979"/>
    <w:rsid w:val="006F5982"/>
    <w:rsid w:val="006F59A9"/>
    <w:rsid w:val="006F5C0A"/>
    <w:rsid w:val="006F5D9F"/>
    <w:rsid w:val="006F5EF6"/>
    <w:rsid w:val="006F61D1"/>
    <w:rsid w:val="006F658F"/>
    <w:rsid w:val="006F6905"/>
    <w:rsid w:val="006F697D"/>
    <w:rsid w:val="006F6A1F"/>
    <w:rsid w:val="006F6CFA"/>
    <w:rsid w:val="006F6F7E"/>
    <w:rsid w:val="006F75DC"/>
    <w:rsid w:val="006F7799"/>
    <w:rsid w:val="006F7C93"/>
    <w:rsid w:val="006F7D67"/>
    <w:rsid w:val="006F7FFE"/>
    <w:rsid w:val="007001A3"/>
    <w:rsid w:val="0070020F"/>
    <w:rsid w:val="0070058A"/>
    <w:rsid w:val="007008F5"/>
    <w:rsid w:val="007009A6"/>
    <w:rsid w:val="00701120"/>
    <w:rsid w:val="007015C6"/>
    <w:rsid w:val="00701B71"/>
    <w:rsid w:val="007025E0"/>
    <w:rsid w:val="00702935"/>
    <w:rsid w:val="007030FF"/>
    <w:rsid w:val="00703278"/>
    <w:rsid w:val="007038DB"/>
    <w:rsid w:val="00703BA9"/>
    <w:rsid w:val="00704210"/>
    <w:rsid w:val="007043FE"/>
    <w:rsid w:val="00704B0E"/>
    <w:rsid w:val="00704E54"/>
    <w:rsid w:val="00704FE9"/>
    <w:rsid w:val="007050CD"/>
    <w:rsid w:val="00705418"/>
    <w:rsid w:val="00705752"/>
    <w:rsid w:val="0070575A"/>
    <w:rsid w:val="00705791"/>
    <w:rsid w:val="0070673E"/>
    <w:rsid w:val="007069AF"/>
    <w:rsid w:val="00706BA3"/>
    <w:rsid w:val="0070798F"/>
    <w:rsid w:val="00707FA1"/>
    <w:rsid w:val="00710614"/>
    <w:rsid w:val="007109B7"/>
    <w:rsid w:val="00710F2E"/>
    <w:rsid w:val="007117F8"/>
    <w:rsid w:val="00711F80"/>
    <w:rsid w:val="00711FB3"/>
    <w:rsid w:val="00712CE9"/>
    <w:rsid w:val="00712D97"/>
    <w:rsid w:val="0071305F"/>
    <w:rsid w:val="007131B0"/>
    <w:rsid w:val="00713233"/>
    <w:rsid w:val="0071372D"/>
    <w:rsid w:val="007137DA"/>
    <w:rsid w:val="00713D70"/>
    <w:rsid w:val="00714C57"/>
    <w:rsid w:val="00714D09"/>
    <w:rsid w:val="007155B3"/>
    <w:rsid w:val="00715648"/>
    <w:rsid w:val="00715AC8"/>
    <w:rsid w:val="00715AD2"/>
    <w:rsid w:val="00715B09"/>
    <w:rsid w:val="00715C94"/>
    <w:rsid w:val="00715D1D"/>
    <w:rsid w:val="007168BF"/>
    <w:rsid w:val="00716F62"/>
    <w:rsid w:val="00717454"/>
    <w:rsid w:val="0071750B"/>
    <w:rsid w:val="0071777B"/>
    <w:rsid w:val="007178A3"/>
    <w:rsid w:val="00717C0A"/>
    <w:rsid w:val="00717EE0"/>
    <w:rsid w:val="007208D5"/>
    <w:rsid w:val="00720E7C"/>
    <w:rsid w:val="00721091"/>
    <w:rsid w:val="0072124D"/>
    <w:rsid w:val="00721868"/>
    <w:rsid w:val="00721963"/>
    <w:rsid w:val="00721D6A"/>
    <w:rsid w:val="0072204C"/>
    <w:rsid w:val="007221F8"/>
    <w:rsid w:val="00722441"/>
    <w:rsid w:val="00722549"/>
    <w:rsid w:val="0072262F"/>
    <w:rsid w:val="007229A2"/>
    <w:rsid w:val="00722AC3"/>
    <w:rsid w:val="007233E3"/>
    <w:rsid w:val="00723475"/>
    <w:rsid w:val="00723493"/>
    <w:rsid w:val="00723CA0"/>
    <w:rsid w:val="00725104"/>
    <w:rsid w:val="007251D3"/>
    <w:rsid w:val="00725452"/>
    <w:rsid w:val="00725D0F"/>
    <w:rsid w:val="00725D86"/>
    <w:rsid w:val="007263DD"/>
    <w:rsid w:val="0072674C"/>
    <w:rsid w:val="007267EF"/>
    <w:rsid w:val="0072688F"/>
    <w:rsid w:val="00726D1A"/>
    <w:rsid w:val="00726D7E"/>
    <w:rsid w:val="00726DB5"/>
    <w:rsid w:val="00727216"/>
    <w:rsid w:val="00727284"/>
    <w:rsid w:val="007278E2"/>
    <w:rsid w:val="00727972"/>
    <w:rsid w:val="00727AF4"/>
    <w:rsid w:val="00727B60"/>
    <w:rsid w:val="00727FF2"/>
    <w:rsid w:val="007309BB"/>
    <w:rsid w:val="0073113D"/>
    <w:rsid w:val="0073221E"/>
    <w:rsid w:val="00732454"/>
    <w:rsid w:val="00732592"/>
    <w:rsid w:val="00732A93"/>
    <w:rsid w:val="00732E53"/>
    <w:rsid w:val="00732FCC"/>
    <w:rsid w:val="007330FF"/>
    <w:rsid w:val="00733A49"/>
    <w:rsid w:val="00733E05"/>
    <w:rsid w:val="00733E8E"/>
    <w:rsid w:val="007341F8"/>
    <w:rsid w:val="007342D6"/>
    <w:rsid w:val="00734537"/>
    <w:rsid w:val="00734722"/>
    <w:rsid w:val="007352CC"/>
    <w:rsid w:val="0073577A"/>
    <w:rsid w:val="0073590E"/>
    <w:rsid w:val="00735BDE"/>
    <w:rsid w:val="00736841"/>
    <w:rsid w:val="00736BE1"/>
    <w:rsid w:val="00737397"/>
    <w:rsid w:val="00737DC5"/>
    <w:rsid w:val="00740371"/>
    <w:rsid w:val="007409F8"/>
    <w:rsid w:val="00740E09"/>
    <w:rsid w:val="0074126C"/>
    <w:rsid w:val="0074185C"/>
    <w:rsid w:val="00741E8C"/>
    <w:rsid w:val="00741F16"/>
    <w:rsid w:val="00741F19"/>
    <w:rsid w:val="0074205F"/>
    <w:rsid w:val="00742228"/>
    <w:rsid w:val="00742A3A"/>
    <w:rsid w:val="00742B6D"/>
    <w:rsid w:val="00742E34"/>
    <w:rsid w:val="00742E70"/>
    <w:rsid w:val="007437CE"/>
    <w:rsid w:val="007438D5"/>
    <w:rsid w:val="00743AD2"/>
    <w:rsid w:val="007442A9"/>
    <w:rsid w:val="00744313"/>
    <w:rsid w:val="00744C23"/>
    <w:rsid w:val="00744F7D"/>
    <w:rsid w:val="00745212"/>
    <w:rsid w:val="007454C1"/>
    <w:rsid w:val="00745BF6"/>
    <w:rsid w:val="007461DD"/>
    <w:rsid w:val="0074682C"/>
    <w:rsid w:val="007469D8"/>
    <w:rsid w:val="007469E9"/>
    <w:rsid w:val="00746C1F"/>
    <w:rsid w:val="007471CC"/>
    <w:rsid w:val="007473D0"/>
    <w:rsid w:val="00747BBB"/>
    <w:rsid w:val="00747BED"/>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36C"/>
    <w:rsid w:val="007615B9"/>
    <w:rsid w:val="00761FA7"/>
    <w:rsid w:val="00761FE9"/>
    <w:rsid w:val="007628A6"/>
    <w:rsid w:val="00763099"/>
    <w:rsid w:val="007634C0"/>
    <w:rsid w:val="00763992"/>
    <w:rsid w:val="00764295"/>
    <w:rsid w:val="00764CB6"/>
    <w:rsid w:val="0076510B"/>
    <w:rsid w:val="00765B4C"/>
    <w:rsid w:val="00765B70"/>
    <w:rsid w:val="00766016"/>
    <w:rsid w:val="00766C78"/>
    <w:rsid w:val="00766CDE"/>
    <w:rsid w:val="00766E42"/>
    <w:rsid w:val="00767030"/>
    <w:rsid w:val="007676F8"/>
    <w:rsid w:val="00767CA0"/>
    <w:rsid w:val="00767E96"/>
    <w:rsid w:val="0077017D"/>
    <w:rsid w:val="00770D82"/>
    <w:rsid w:val="00771B06"/>
    <w:rsid w:val="00772030"/>
    <w:rsid w:val="00772126"/>
    <w:rsid w:val="0077288F"/>
    <w:rsid w:val="00772BE9"/>
    <w:rsid w:val="00772CA6"/>
    <w:rsid w:val="00772FAF"/>
    <w:rsid w:val="0077340C"/>
    <w:rsid w:val="00773643"/>
    <w:rsid w:val="00773679"/>
    <w:rsid w:val="00773728"/>
    <w:rsid w:val="00773B40"/>
    <w:rsid w:val="00773BAE"/>
    <w:rsid w:val="00773D9D"/>
    <w:rsid w:val="00774364"/>
    <w:rsid w:val="00774391"/>
    <w:rsid w:val="007745CA"/>
    <w:rsid w:val="00774D94"/>
    <w:rsid w:val="00774F60"/>
    <w:rsid w:val="00775053"/>
    <w:rsid w:val="0077547A"/>
    <w:rsid w:val="00775572"/>
    <w:rsid w:val="00775847"/>
    <w:rsid w:val="007758FD"/>
    <w:rsid w:val="00775E86"/>
    <w:rsid w:val="0077638B"/>
    <w:rsid w:val="007763A5"/>
    <w:rsid w:val="0077657C"/>
    <w:rsid w:val="007766A5"/>
    <w:rsid w:val="00776B13"/>
    <w:rsid w:val="00776C01"/>
    <w:rsid w:val="00776F59"/>
    <w:rsid w:val="00776F6B"/>
    <w:rsid w:val="00777120"/>
    <w:rsid w:val="007775F3"/>
    <w:rsid w:val="007778B5"/>
    <w:rsid w:val="00780089"/>
    <w:rsid w:val="007802FC"/>
    <w:rsid w:val="0078099D"/>
    <w:rsid w:val="00780B3F"/>
    <w:rsid w:val="00780BB3"/>
    <w:rsid w:val="00782284"/>
    <w:rsid w:val="0078229E"/>
    <w:rsid w:val="00782314"/>
    <w:rsid w:val="0078243C"/>
    <w:rsid w:val="00782441"/>
    <w:rsid w:val="007826C3"/>
    <w:rsid w:val="00782B90"/>
    <w:rsid w:val="00782F26"/>
    <w:rsid w:val="00783ABB"/>
    <w:rsid w:val="00783D51"/>
    <w:rsid w:val="007841AF"/>
    <w:rsid w:val="00784738"/>
    <w:rsid w:val="00784C13"/>
    <w:rsid w:val="00784CDC"/>
    <w:rsid w:val="00784F90"/>
    <w:rsid w:val="0078500C"/>
    <w:rsid w:val="00785EE9"/>
    <w:rsid w:val="007866F6"/>
    <w:rsid w:val="00786FBE"/>
    <w:rsid w:val="00787463"/>
    <w:rsid w:val="007874C6"/>
    <w:rsid w:val="007878B4"/>
    <w:rsid w:val="00787AD5"/>
    <w:rsid w:val="00790593"/>
    <w:rsid w:val="007909C1"/>
    <w:rsid w:val="00790BE3"/>
    <w:rsid w:val="00791163"/>
    <w:rsid w:val="007911A9"/>
    <w:rsid w:val="00791B01"/>
    <w:rsid w:val="00791FA1"/>
    <w:rsid w:val="00793198"/>
    <w:rsid w:val="007937C5"/>
    <w:rsid w:val="007938AA"/>
    <w:rsid w:val="0079416C"/>
    <w:rsid w:val="00794C65"/>
    <w:rsid w:val="00794D95"/>
    <w:rsid w:val="00794FE3"/>
    <w:rsid w:val="0079510B"/>
    <w:rsid w:val="00795BD1"/>
    <w:rsid w:val="00796405"/>
    <w:rsid w:val="00796BE7"/>
    <w:rsid w:val="0079733F"/>
    <w:rsid w:val="007A068D"/>
    <w:rsid w:val="007A0BD7"/>
    <w:rsid w:val="007A1659"/>
    <w:rsid w:val="007A19F1"/>
    <w:rsid w:val="007A1DA4"/>
    <w:rsid w:val="007A23B2"/>
    <w:rsid w:val="007A23EA"/>
    <w:rsid w:val="007A28CB"/>
    <w:rsid w:val="007A3223"/>
    <w:rsid w:val="007A33E7"/>
    <w:rsid w:val="007A3531"/>
    <w:rsid w:val="007A374E"/>
    <w:rsid w:val="007A3E22"/>
    <w:rsid w:val="007A44B7"/>
    <w:rsid w:val="007A4586"/>
    <w:rsid w:val="007A475A"/>
    <w:rsid w:val="007A4878"/>
    <w:rsid w:val="007A53A9"/>
    <w:rsid w:val="007A58B8"/>
    <w:rsid w:val="007A60D9"/>
    <w:rsid w:val="007A6188"/>
    <w:rsid w:val="007A61AA"/>
    <w:rsid w:val="007A63C3"/>
    <w:rsid w:val="007A63EE"/>
    <w:rsid w:val="007A66EE"/>
    <w:rsid w:val="007A6723"/>
    <w:rsid w:val="007A698F"/>
    <w:rsid w:val="007A6DCE"/>
    <w:rsid w:val="007A6F35"/>
    <w:rsid w:val="007A749B"/>
    <w:rsid w:val="007A74BC"/>
    <w:rsid w:val="007A768B"/>
    <w:rsid w:val="007A7ACD"/>
    <w:rsid w:val="007A7B1C"/>
    <w:rsid w:val="007A7BF0"/>
    <w:rsid w:val="007A7C49"/>
    <w:rsid w:val="007A7F5A"/>
    <w:rsid w:val="007A7FB4"/>
    <w:rsid w:val="007B0180"/>
    <w:rsid w:val="007B0218"/>
    <w:rsid w:val="007B04F0"/>
    <w:rsid w:val="007B0687"/>
    <w:rsid w:val="007B0F90"/>
    <w:rsid w:val="007B1025"/>
    <w:rsid w:val="007B11C7"/>
    <w:rsid w:val="007B123C"/>
    <w:rsid w:val="007B14B2"/>
    <w:rsid w:val="007B168E"/>
    <w:rsid w:val="007B2C09"/>
    <w:rsid w:val="007B2DF6"/>
    <w:rsid w:val="007B2FF2"/>
    <w:rsid w:val="007B37E9"/>
    <w:rsid w:val="007B3D91"/>
    <w:rsid w:val="007B3F2F"/>
    <w:rsid w:val="007B44DA"/>
    <w:rsid w:val="007B49E5"/>
    <w:rsid w:val="007B4CA1"/>
    <w:rsid w:val="007B4E4A"/>
    <w:rsid w:val="007B541A"/>
    <w:rsid w:val="007B5912"/>
    <w:rsid w:val="007B5AFB"/>
    <w:rsid w:val="007B5D98"/>
    <w:rsid w:val="007B5F61"/>
    <w:rsid w:val="007B664B"/>
    <w:rsid w:val="007B6D75"/>
    <w:rsid w:val="007B752F"/>
    <w:rsid w:val="007B753A"/>
    <w:rsid w:val="007B7B43"/>
    <w:rsid w:val="007B7EF4"/>
    <w:rsid w:val="007B7F91"/>
    <w:rsid w:val="007C0334"/>
    <w:rsid w:val="007C0C11"/>
    <w:rsid w:val="007C173A"/>
    <w:rsid w:val="007C1832"/>
    <w:rsid w:val="007C188C"/>
    <w:rsid w:val="007C193F"/>
    <w:rsid w:val="007C1A23"/>
    <w:rsid w:val="007C1C61"/>
    <w:rsid w:val="007C20C0"/>
    <w:rsid w:val="007C2AE9"/>
    <w:rsid w:val="007C302A"/>
    <w:rsid w:val="007C3195"/>
    <w:rsid w:val="007C3670"/>
    <w:rsid w:val="007C3694"/>
    <w:rsid w:val="007C37F3"/>
    <w:rsid w:val="007C396D"/>
    <w:rsid w:val="007C3C28"/>
    <w:rsid w:val="007C3CD9"/>
    <w:rsid w:val="007C4B69"/>
    <w:rsid w:val="007C4D34"/>
    <w:rsid w:val="007C5226"/>
    <w:rsid w:val="007C528C"/>
    <w:rsid w:val="007C5AC7"/>
    <w:rsid w:val="007C6141"/>
    <w:rsid w:val="007C6853"/>
    <w:rsid w:val="007C68DF"/>
    <w:rsid w:val="007C694A"/>
    <w:rsid w:val="007C750A"/>
    <w:rsid w:val="007D05D3"/>
    <w:rsid w:val="007D0E3B"/>
    <w:rsid w:val="007D0FF5"/>
    <w:rsid w:val="007D254F"/>
    <w:rsid w:val="007D2BD4"/>
    <w:rsid w:val="007D3102"/>
    <w:rsid w:val="007D34F6"/>
    <w:rsid w:val="007D39EE"/>
    <w:rsid w:val="007D425C"/>
    <w:rsid w:val="007D483F"/>
    <w:rsid w:val="007D4F52"/>
    <w:rsid w:val="007D5565"/>
    <w:rsid w:val="007D5800"/>
    <w:rsid w:val="007D5BA8"/>
    <w:rsid w:val="007D5D95"/>
    <w:rsid w:val="007D77D3"/>
    <w:rsid w:val="007D7B4B"/>
    <w:rsid w:val="007E0ABE"/>
    <w:rsid w:val="007E0C0D"/>
    <w:rsid w:val="007E0D5C"/>
    <w:rsid w:val="007E11E3"/>
    <w:rsid w:val="007E1739"/>
    <w:rsid w:val="007E1840"/>
    <w:rsid w:val="007E1EEA"/>
    <w:rsid w:val="007E259C"/>
    <w:rsid w:val="007E25B7"/>
    <w:rsid w:val="007E282D"/>
    <w:rsid w:val="007E2FAE"/>
    <w:rsid w:val="007E2FB0"/>
    <w:rsid w:val="007E30B9"/>
    <w:rsid w:val="007E3499"/>
    <w:rsid w:val="007E35EE"/>
    <w:rsid w:val="007E413C"/>
    <w:rsid w:val="007E4F48"/>
    <w:rsid w:val="007E54C6"/>
    <w:rsid w:val="007E5AA0"/>
    <w:rsid w:val="007E5EEF"/>
    <w:rsid w:val="007E622B"/>
    <w:rsid w:val="007E6601"/>
    <w:rsid w:val="007E6704"/>
    <w:rsid w:val="007E7507"/>
    <w:rsid w:val="007E790D"/>
    <w:rsid w:val="007E7986"/>
    <w:rsid w:val="007E7C10"/>
    <w:rsid w:val="007E7EC2"/>
    <w:rsid w:val="007F0283"/>
    <w:rsid w:val="007F076D"/>
    <w:rsid w:val="007F0D67"/>
    <w:rsid w:val="007F15D4"/>
    <w:rsid w:val="007F177B"/>
    <w:rsid w:val="007F250B"/>
    <w:rsid w:val="007F2A3B"/>
    <w:rsid w:val="007F35AA"/>
    <w:rsid w:val="007F456E"/>
    <w:rsid w:val="007F4FB2"/>
    <w:rsid w:val="007F58A5"/>
    <w:rsid w:val="007F5F55"/>
    <w:rsid w:val="007F63C1"/>
    <w:rsid w:val="007F6764"/>
    <w:rsid w:val="007F6BCB"/>
    <w:rsid w:val="007F7417"/>
    <w:rsid w:val="007F78AC"/>
    <w:rsid w:val="0080017D"/>
    <w:rsid w:val="00800587"/>
    <w:rsid w:val="0080080D"/>
    <w:rsid w:val="008015F7"/>
    <w:rsid w:val="00801A38"/>
    <w:rsid w:val="00801C3D"/>
    <w:rsid w:val="00802890"/>
    <w:rsid w:val="00802C61"/>
    <w:rsid w:val="00802D9B"/>
    <w:rsid w:val="0080339F"/>
    <w:rsid w:val="008037C5"/>
    <w:rsid w:val="00803E52"/>
    <w:rsid w:val="00803FE6"/>
    <w:rsid w:val="008040D6"/>
    <w:rsid w:val="008040D9"/>
    <w:rsid w:val="00804155"/>
    <w:rsid w:val="00804188"/>
    <w:rsid w:val="00804436"/>
    <w:rsid w:val="008045BE"/>
    <w:rsid w:val="00804A6C"/>
    <w:rsid w:val="00806CDF"/>
    <w:rsid w:val="00806E6F"/>
    <w:rsid w:val="0080709E"/>
    <w:rsid w:val="008070FF"/>
    <w:rsid w:val="0080711E"/>
    <w:rsid w:val="008076F3"/>
    <w:rsid w:val="008079A8"/>
    <w:rsid w:val="008079B9"/>
    <w:rsid w:val="00807AB7"/>
    <w:rsid w:val="00807FDF"/>
    <w:rsid w:val="008106E5"/>
    <w:rsid w:val="0081191C"/>
    <w:rsid w:val="00812014"/>
    <w:rsid w:val="008131D3"/>
    <w:rsid w:val="008134CF"/>
    <w:rsid w:val="008134E0"/>
    <w:rsid w:val="008139D5"/>
    <w:rsid w:val="00813A05"/>
    <w:rsid w:val="00813B54"/>
    <w:rsid w:val="00814347"/>
    <w:rsid w:val="00814365"/>
    <w:rsid w:val="008148F1"/>
    <w:rsid w:val="00814937"/>
    <w:rsid w:val="00814DEA"/>
    <w:rsid w:val="00814E18"/>
    <w:rsid w:val="00814F92"/>
    <w:rsid w:val="00815145"/>
    <w:rsid w:val="0081532A"/>
    <w:rsid w:val="008161B9"/>
    <w:rsid w:val="008162D2"/>
    <w:rsid w:val="0081670F"/>
    <w:rsid w:val="00816C4B"/>
    <w:rsid w:val="00816EB1"/>
    <w:rsid w:val="00816F14"/>
    <w:rsid w:val="008173A0"/>
    <w:rsid w:val="008174F6"/>
    <w:rsid w:val="00817972"/>
    <w:rsid w:val="0082002E"/>
    <w:rsid w:val="0082067E"/>
    <w:rsid w:val="00820F56"/>
    <w:rsid w:val="008210B5"/>
    <w:rsid w:val="008211FD"/>
    <w:rsid w:val="0082154B"/>
    <w:rsid w:val="0082198B"/>
    <w:rsid w:val="00821CE3"/>
    <w:rsid w:val="00821D48"/>
    <w:rsid w:val="00822002"/>
    <w:rsid w:val="008224BA"/>
    <w:rsid w:val="00823032"/>
    <w:rsid w:val="008230A0"/>
    <w:rsid w:val="00823909"/>
    <w:rsid w:val="008245CC"/>
    <w:rsid w:val="00824B48"/>
    <w:rsid w:val="00824B74"/>
    <w:rsid w:val="008251FE"/>
    <w:rsid w:val="008256E3"/>
    <w:rsid w:val="00825BF0"/>
    <w:rsid w:val="00826A8D"/>
    <w:rsid w:val="00827193"/>
    <w:rsid w:val="00827B2E"/>
    <w:rsid w:val="00830008"/>
    <w:rsid w:val="00830B61"/>
    <w:rsid w:val="00830E8A"/>
    <w:rsid w:val="008311E7"/>
    <w:rsid w:val="008313B9"/>
    <w:rsid w:val="00831A9D"/>
    <w:rsid w:val="00831F4B"/>
    <w:rsid w:val="0083241D"/>
    <w:rsid w:val="008324EC"/>
    <w:rsid w:val="008325F4"/>
    <w:rsid w:val="00832659"/>
    <w:rsid w:val="0083273F"/>
    <w:rsid w:val="00832A6B"/>
    <w:rsid w:val="008333EA"/>
    <w:rsid w:val="00833660"/>
    <w:rsid w:val="008336D4"/>
    <w:rsid w:val="00833C4F"/>
    <w:rsid w:val="00833C50"/>
    <w:rsid w:val="00833CE1"/>
    <w:rsid w:val="008341A2"/>
    <w:rsid w:val="0083485D"/>
    <w:rsid w:val="00835627"/>
    <w:rsid w:val="0083588A"/>
    <w:rsid w:val="00835D44"/>
    <w:rsid w:val="00835DA0"/>
    <w:rsid w:val="0083649F"/>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54"/>
    <w:rsid w:val="00843B63"/>
    <w:rsid w:val="00844DE5"/>
    <w:rsid w:val="0084513C"/>
    <w:rsid w:val="008453BC"/>
    <w:rsid w:val="00845936"/>
    <w:rsid w:val="00845E59"/>
    <w:rsid w:val="00845F98"/>
    <w:rsid w:val="008460CC"/>
    <w:rsid w:val="00846157"/>
    <w:rsid w:val="008466B4"/>
    <w:rsid w:val="00846828"/>
    <w:rsid w:val="008468E3"/>
    <w:rsid w:val="0084712C"/>
    <w:rsid w:val="008473CB"/>
    <w:rsid w:val="00847C45"/>
    <w:rsid w:val="00847D43"/>
    <w:rsid w:val="00847E1D"/>
    <w:rsid w:val="00850107"/>
    <w:rsid w:val="0085040E"/>
    <w:rsid w:val="0085052A"/>
    <w:rsid w:val="008509B0"/>
    <w:rsid w:val="008509B1"/>
    <w:rsid w:val="00850F1D"/>
    <w:rsid w:val="008517DF"/>
    <w:rsid w:val="008518CB"/>
    <w:rsid w:val="00851A21"/>
    <w:rsid w:val="00851FBC"/>
    <w:rsid w:val="008524CE"/>
    <w:rsid w:val="00852525"/>
    <w:rsid w:val="0085272D"/>
    <w:rsid w:val="00853D2E"/>
    <w:rsid w:val="00853EB0"/>
    <w:rsid w:val="008540B2"/>
    <w:rsid w:val="0085427C"/>
    <w:rsid w:val="00854514"/>
    <w:rsid w:val="008546C4"/>
    <w:rsid w:val="00855064"/>
    <w:rsid w:val="008552EF"/>
    <w:rsid w:val="00855661"/>
    <w:rsid w:val="008556EA"/>
    <w:rsid w:val="008556EB"/>
    <w:rsid w:val="0085588B"/>
    <w:rsid w:val="00855A4F"/>
    <w:rsid w:val="00855FC9"/>
    <w:rsid w:val="008564C1"/>
    <w:rsid w:val="0085671E"/>
    <w:rsid w:val="00856927"/>
    <w:rsid w:val="00856F53"/>
    <w:rsid w:val="008570D9"/>
    <w:rsid w:val="0085738E"/>
    <w:rsid w:val="00860362"/>
    <w:rsid w:val="00860AAC"/>
    <w:rsid w:val="00860EF3"/>
    <w:rsid w:val="00861070"/>
    <w:rsid w:val="008612A5"/>
    <w:rsid w:val="008627A5"/>
    <w:rsid w:val="008627C9"/>
    <w:rsid w:val="00862970"/>
    <w:rsid w:val="00862A80"/>
    <w:rsid w:val="00862F64"/>
    <w:rsid w:val="00863241"/>
    <w:rsid w:val="008632EA"/>
    <w:rsid w:val="008635D6"/>
    <w:rsid w:val="00863692"/>
    <w:rsid w:val="00863B12"/>
    <w:rsid w:val="0086469D"/>
    <w:rsid w:val="00864D8E"/>
    <w:rsid w:val="00864DA0"/>
    <w:rsid w:val="008656DC"/>
    <w:rsid w:val="00865A83"/>
    <w:rsid w:val="0086645F"/>
    <w:rsid w:val="008667D7"/>
    <w:rsid w:val="0086683F"/>
    <w:rsid w:val="00866D85"/>
    <w:rsid w:val="00866D86"/>
    <w:rsid w:val="008671C5"/>
    <w:rsid w:val="008674AA"/>
    <w:rsid w:val="008674DD"/>
    <w:rsid w:val="008676FB"/>
    <w:rsid w:val="00867CE8"/>
    <w:rsid w:val="00867D81"/>
    <w:rsid w:val="00870566"/>
    <w:rsid w:val="00870D4F"/>
    <w:rsid w:val="00871C00"/>
    <w:rsid w:val="00871E00"/>
    <w:rsid w:val="00871E53"/>
    <w:rsid w:val="00872013"/>
    <w:rsid w:val="0087208A"/>
    <w:rsid w:val="00872E7D"/>
    <w:rsid w:val="00872F38"/>
    <w:rsid w:val="00873768"/>
    <w:rsid w:val="00873DAB"/>
    <w:rsid w:val="008741E3"/>
    <w:rsid w:val="00874594"/>
    <w:rsid w:val="0087511E"/>
    <w:rsid w:val="0087514F"/>
    <w:rsid w:val="00875288"/>
    <w:rsid w:val="00875426"/>
    <w:rsid w:val="008754AD"/>
    <w:rsid w:val="00875744"/>
    <w:rsid w:val="00875913"/>
    <w:rsid w:val="00875D6F"/>
    <w:rsid w:val="00876572"/>
    <w:rsid w:val="0087693A"/>
    <w:rsid w:val="00876CE4"/>
    <w:rsid w:val="008771FF"/>
    <w:rsid w:val="00877A6E"/>
    <w:rsid w:val="008807A6"/>
    <w:rsid w:val="0088140E"/>
    <w:rsid w:val="00881B2F"/>
    <w:rsid w:val="00881DF0"/>
    <w:rsid w:val="0088271A"/>
    <w:rsid w:val="0088276E"/>
    <w:rsid w:val="00882D88"/>
    <w:rsid w:val="00882FE0"/>
    <w:rsid w:val="0088329B"/>
    <w:rsid w:val="008833D0"/>
    <w:rsid w:val="00883745"/>
    <w:rsid w:val="0088376A"/>
    <w:rsid w:val="008838F9"/>
    <w:rsid w:val="00883E35"/>
    <w:rsid w:val="00883EDB"/>
    <w:rsid w:val="00884137"/>
    <w:rsid w:val="008842EF"/>
    <w:rsid w:val="00884394"/>
    <w:rsid w:val="008843FE"/>
    <w:rsid w:val="00884D63"/>
    <w:rsid w:val="00885A98"/>
    <w:rsid w:val="008863E1"/>
    <w:rsid w:val="00886AB6"/>
    <w:rsid w:val="00886BBE"/>
    <w:rsid w:val="00886E30"/>
    <w:rsid w:val="00886FEE"/>
    <w:rsid w:val="0088707E"/>
    <w:rsid w:val="0088760E"/>
    <w:rsid w:val="00887E2E"/>
    <w:rsid w:val="00890264"/>
    <w:rsid w:val="008906C4"/>
    <w:rsid w:val="00891AFA"/>
    <w:rsid w:val="00891E7C"/>
    <w:rsid w:val="00891E91"/>
    <w:rsid w:val="0089210C"/>
    <w:rsid w:val="00892268"/>
    <w:rsid w:val="008925FD"/>
    <w:rsid w:val="008926E2"/>
    <w:rsid w:val="0089286F"/>
    <w:rsid w:val="008928A5"/>
    <w:rsid w:val="00892966"/>
    <w:rsid w:val="00892973"/>
    <w:rsid w:val="008929F9"/>
    <w:rsid w:val="00892E32"/>
    <w:rsid w:val="00892F9E"/>
    <w:rsid w:val="008931DE"/>
    <w:rsid w:val="008937B5"/>
    <w:rsid w:val="0089396D"/>
    <w:rsid w:val="00893C00"/>
    <w:rsid w:val="00893CDD"/>
    <w:rsid w:val="00894514"/>
    <w:rsid w:val="0089477A"/>
    <w:rsid w:val="00895B14"/>
    <w:rsid w:val="00895D00"/>
    <w:rsid w:val="00895EF1"/>
    <w:rsid w:val="00895F9C"/>
    <w:rsid w:val="00896EFD"/>
    <w:rsid w:val="00896FDC"/>
    <w:rsid w:val="0089734F"/>
    <w:rsid w:val="008975C5"/>
    <w:rsid w:val="008977B2"/>
    <w:rsid w:val="008A07DB"/>
    <w:rsid w:val="008A083E"/>
    <w:rsid w:val="008A0929"/>
    <w:rsid w:val="008A1554"/>
    <w:rsid w:val="008A18F0"/>
    <w:rsid w:val="008A1E0C"/>
    <w:rsid w:val="008A20FC"/>
    <w:rsid w:val="008A2FA4"/>
    <w:rsid w:val="008A30FA"/>
    <w:rsid w:val="008A3325"/>
    <w:rsid w:val="008A338A"/>
    <w:rsid w:val="008A36ED"/>
    <w:rsid w:val="008A380F"/>
    <w:rsid w:val="008A3870"/>
    <w:rsid w:val="008A3EE9"/>
    <w:rsid w:val="008A4C31"/>
    <w:rsid w:val="008A522C"/>
    <w:rsid w:val="008A5491"/>
    <w:rsid w:val="008A5547"/>
    <w:rsid w:val="008A5583"/>
    <w:rsid w:val="008A569B"/>
    <w:rsid w:val="008A58C7"/>
    <w:rsid w:val="008A59D9"/>
    <w:rsid w:val="008A5C63"/>
    <w:rsid w:val="008A5D86"/>
    <w:rsid w:val="008A5FB3"/>
    <w:rsid w:val="008A60A9"/>
    <w:rsid w:val="008A62C2"/>
    <w:rsid w:val="008A6629"/>
    <w:rsid w:val="008A67F1"/>
    <w:rsid w:val="008A68C4"/>
    <w:rsid w:val="008A79C1"/>
    <w:rsid w:val="008A7A95"/>
    <w:rsid w:val="008A7CDF"/>
    <w:rsid w:val="008B063F"/>
    <w:rsid w:val="008B069A"/>
    <w:rsid w:val="008B0794"/>
    <w:rsid w:val="008B130D"/>
    <w:rsid w:val="008B14FE"/>
    <w:rsid w:val="008B15DE"/>
    <w:rsid w:val="008B166B"/>
    <w:rsid w:val="008B1931"/>
    <w:rsid w:val="008B1993"/>
    <w:rsid w:val="008B19C3"/>
    <w:rsid w:val="008B1AC2"/>
    <w:rsid w:val="008B1C4C"/>
    <w:rsid w:val="008B1CC7"/>
    <w:rsid w:val="008B1E37"/>
    <w:rsid w:val="008B21F8"/>
    <w:rsid w:val="008B29B9"/>
    <w:rsid w:val="008B2A18"/>
    <w:rsid w:val="008B2B85"/>
    <w:rsid w:val="008B2CF5"/>
    <w:rsid w:val="008B2DA5"/>
    <w:rsid w:val="008B2F2F"/>
    <w:rsid w:val="008B3DAC"/>
    <w:rsid w:val="008B3EAB"/>
    <w:rsid w:val="008B44E0"/>
    <w:rsid w:val="008B4768"/>
    <w:rsid w:val="008B48E7"/>
    <w:rsid w:val="008B4B65"/>
    <w:rsid w:val="008B50A7"/>
    <w:rsid w:val="008B5505"/>
    <w:rsid w:val="008B5710"/>
    <w:rsid w:val="008B57AB"/>
    <w:rsid w:val="008B58B9"/>
    <w:rsid w:val="008B59B4"/>
    <w:rsid w:val="008B5C60"/>
    <w:rsid w:val="008B5DA8"/>
    <w:rsid w:val="008B65C2"/>
    <w:rsid w:val="008B6666"/>
    <w:rsid w:val="008B6A7D"/>
    <w:rsid w:val="008B6E0D"/>
    <w:rsid w:val="008B70C6"/>
    <w:rsid w:val="008B7B0C"/>
    <w:rsid w:val="008B7DD3"/>
    <w:rsid w:val="008B7FFD"/>
    <w:rsid w:val="008C027E"/>
    <w:rsid w:val="008C07F1"/>
    <w:rsid w:val="008C0F73"/>
    <w:rsid w:val="008C12CE"/>
    <w:rsid w:val="008C12E3"/>
    <w:rsid w:val="008C14A4"/>
    <w:rsid w:val="008C1CD3"/>
    <w:rsid w:val="008C23C8"/>
    <w:rsid w:val="008C25F5"/>
    <w:rsid w:val="008C26D9"/>
    <w:rsid w:val="008C2713"/>
    <w:rsid w:val="008C2775"/>
    <w:rsid w:val="008C286B"/>
    <w:rsid w:val="008C28A0"/>
    <w:rsid w:val="008C29BD"/>
    <w:rsid w:val="008C2C69"/>
    <w:rsid w:val="008C32D1"/>
    <w:rsid w:val="008C3384"/>
    <w:rsid w:val="008C3501"/>
    <w:rsid w:val="008C3561"/>
    <w:rsid w:val="008C498D"/>
    <w:rsid w:val="008C4C35"/>
    <w:rsid w:val="008C5151"/>
    <w:rsid w:val="008C5184"/>
    <w:rsid w:val="008C5324"/>
    <w:rsid w:val="008C55F9"/>
    <w:rsid w:val="008C5D32"/>
    <w:rsid w:val="008C60BD"/>
    <w:rsid w:val="008C6139"/>
    <w:rsid w:val="008C6A77"/>
    <w:rsid w:val="008C6EF9"/>
    <w:rsid w:val="008C6F6F"/>
    <w:rsid w:val="008C7484"/>
    <w:rsid w:val="008C7648"/>
    <w:rsid w:val="008C7DC6"/>
    <w:rsid w:val="008C7E53"/>
    <w:rsid w:val="008D078D"/>
    <w:rsid w:val="008D08BD"/>
    <w:rsid w:val="008D0A5A"/>
    <w:rsid w:val="008D12DB"/>
    <w:rsid w:val="008D1463"/>
    <w:rsid w:val="008D19ED"/>
    <w:rsid w:val="008D2872"/>
    <w:rsid w:val="008D360F"/>
    <w:rsid w:val="008D36CC"/>
    <w:rsid w:val="008D3CEF"/>
    <w:rsid w:val="008D3E81"/>
    <w:rsid w:val="008D4039"/>
    <w:rsid w:val="008D4614"/>
    <w:rsid w:val="008D4880"/>
    <w:rsid w:val="008D4A15"/>
    <w:rsid w:val="008D4F2C"/>
    <w:rsid w:val="008D50CA"/>
    <w:rsid w:val="008D5FC3"/>
    <w:rsid w:val="008D697F"/>
    <w:rsid w:val="008D7266"/>
    <w:rsid w:val="008D72D2"/>
    <w:rsid w:val="008E00CB"/>
    <w:rsid w:val="008E03E2"/>
    <w:rsid w:val="008E0684"/>
    <w:rsid w:val="008E072C"/>
    <w:rsid w:val="008E0786"/>
    <w:rsid w:val="008E111B"/>
    <w:rsid w:val="008E1317"/>
    <w:rsid w:val="008E15DB"/>
    <w:rsid w:val="008E1650"/>
    <w:rsid w:val="008E1874"/>
    <w:rsid w:val="008E1C63"/>
    <w:rsid w:val="008E21E1"/>
    <w:rsid w:val="008E3977"/>
    <w:rsid w:val="008E3ADD"/>
    <w:rsid w:val="008E3F24"/>
    <w:rsid w:val="008E4049"/>
    <w:rsid w:val="008E4483"/>
    <w:rsid w:val="008E4671"/>
    <w:rsid w:val="008E46D3"/>
    <w:rsid w:val="008E4D2E"/>
    <w:rsid w:val="008E4E72"/>
    <w:rsid w:val="008E4E91"/>
    <w:rsid w:val="008E5176"/>
    <w:rsid w:val="008E5450"/>
    <w:rsid w:val="008E5A1E"/>
    <w:rsid w:val="008E6031"/>
    <w:rsid w:val="008E6285"/>
    <w:rsid w:val="008E653B"/>
    <w:rsid w:val="008E6BD0"/>
    <w:rsid w:val="008E6EAA"/>
    <w:rsid w:val="008E71AD"/>
    <w:rsid w:val="008E73AE"/>
    <w:rsid w:val="008E756C"/>
    <w:rsid w:val="008E7838"/>
    <w:rsid w:val="008E7E1F"/>
    <w:rsid w:val="008F05B3"/>
    <w:rsid w:val="008F083F"/>
    <w:rsid w:val="008F1079"/>
    <w:rsid w:val="008F1107"/>
    <w:rsid w:val="008F16D9"/>
    <w:rsid w:val="008F1802"/>
    <w:rsid w:val="008F2011"/>
    <w:rsid w:val="008F28F8"/>
    <w:rsid w:val="008F29C7"/>
    <w:rsid w:val="008F2C09"/>
    <w:rsid w:val="008F2CE8"/>
    <w:rsid w:val="008F3036"/>
    <w:rsid w:val="008F3F65"/>
    <w:rsid w:val="008F485B"/>
    <w:rsid w:val="008F4930"/>
    <w:rsid w:val="008F4FCE"/>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2E2"/>
    <w:rsid w:val="0090134E"/>
    <w:rsid w:val="009017D8"/>
    <w:rsid w:val="00902467"/>
    <w:rsid w:val="009024FE"/>
    <w:rsid w:val="00902608"/>
    <w:rsid w:val="009029B5"/>
    <w:rsid w:val="00902D61"/>
    <w:rsid w:val="00903C9A"/>
    <w:rsid w:val="00903E25"/>
    <w:rsid w:val="009042BC"/>
    <w:rsid w:val="00904426"/>
    <w:rsid w:val="009046A2"/>
    <w:rsid w:val="009049C0"/>
    <w:rsid w:val="009051F9"/>
    <w:rsid w:val="0090550E"/>
    <w:rsid w:val="00905658"/>
    <w:rsid w:val="009068C1"/>
    <w:rsid w:val="00906D77"/>
    <w:rsid w:val="00906EDB"/>
    <w:rsid w:val="009075B0"/>
    <w:rsid w:val="00907BFD"/>
    <w:rsid w:val="00907EDF"/>
    <w:rsid w:val="009109B2"/>
    <w:rsid w:val="00911137"/>
    <w:rsid w:val="00911D37"/>
    <w:rsid w:val="00912236"/>
    <w:rsid w:val="009124A7"/>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463"/>
    <w:rsid w:val="00920616"/>
    <w:rsid w:val="00920758"/>
    <w:rsid w:val="009207CB"/>
    <w:rsid w:val="00920F53"/>
    <w:rsid w:val="00920F7F"/>
    <w:rsid w:val="00921323"/>
    <w:rsid w:val="009219BE"/>
    <w:rsid w:val="00921DD7"/>
    <w:rsid w:val="00921E11"/>
    <w:rsid w:val="00922568"/>
    <w:rsid w:val="00922E22"/>
    <w:rsid w:val="00922F10"/>
    <w:rsid w:val="00923108"/>
    <w:rsid w:val="009236B0"/>
    <w:rsid w:val="00923798"/>
    <w:rsid w:val="009245FC"/>
    <w:rsid w:val="00924D0B"/>
    <w:rsid w:val="00924DA2"/>
    <w:rsid w:val="009251AB"/>
    <w:rsid w:val="00925307"/>
    <w:rsid w:val="009254A3"/>
    <w:rsid w:val="00925668"/>
    <w:rsid w:val="00926F8B"/>
    <w:rsid w:val="009270A5"/>
    <w:rsid w:val="009278A5"/>
    <w:rsid w:val="00927C44"/>
    <w:rsid w:val="00930108"/>
    <w:rsid w:val="00930239"/>
    <w:rsid w:val="00930612"/>
    <w:rsid w:val="009308EC"/>
    <w:rsid w:val="0093095F"/>
    <w:rsid w:val="009310A7"/>
    <w:rsid w:val="009310F6"/>
    <w:rsid w:val="00931502"/>
    <w:rsid w:val="00931736"/>
    <w:rsid w:val="00931745"/>
    <w:rsid w:val="0093177C"/>
    <w:rsid w:val="0093182F"/>
    <w:rsid w:val="00931CEF"/>
    <w:rsid w:val="00931EDE"/>
    <w:rsid w:val="009329CC"/>
    <w:rsid w:val="00932C8D"/>
    <w:rsid w:val="00932D97"/>
    <w:rsid w:val="00933171"/>
    <w:rsid w:val="00933344"/>
    <w:rsid w:val="0093399B"/>
    <w:rsid w:val="00934251"/>
    <w:rsid w:val="0093437B"/>
    <w:rsid w:val="009344CB"/>
    <w:rsid w:val="00934797"/>
    <w:rsid w:val="00934B99"/>
    <w:rsid w:val="00936A98"/>
    <w:rsid w:val="00936AE0"/>
    <w:rsid w:val="0093701E"/>
    <w:rsid w:val="009370BB"/>
    <w:rsid w:val="00937445"/>
    <w:rsid w:val="00937637"/>
    <w:rsid w:val="009378E2"/>
    <w:rsid w:val="00937C3A"/>
    <w:rsid w:val="009408FE"/>
    <w:rsid w:val="009410DD"/>
    <w:rsid w:val="009411BE"/>
    <w:rsid w:val="009419F3"/>
    <w:rsid w:val="00941B47"/>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2AF"/>
    <w:rsid w:val="009513FC"/>
    <w:rsid w:val="00951528"/>
    <w:rsid w:val="009519B5"/>
    <w:rsid w:val="00951E68"/>
    <w:rsid w:val="00951F6A"/>
    <w:rsid w:val="009523CC"/>
    <w:rsid w:val="00952C14"/>
    <w:rsid w:val="00953356"/>
    <w:rsid w:val="009535E0"/>
    <w:rsid w:val="009537A6"/>
    <w:rsid w:val="00953D3C"/>
    <w:rsid w:val="00953F04"/>
    <w:rsid w:val="0095484F"/>
    <w:rsid w:val="00954885"/>
    <w:rsid w:val="00954A5C"/>
    <w:rsid w:val="00954E0C"/>
    <w:rsid w:val="0095526B"/>
    <w:rsid w:val="0095567A"/>
    <w:rsid w:val="009557A7"/>
    <w:rsid w:val="00955956"/>
    <w:rsid w:val="00955D08"/>
    <w:rsid w:val="009562B2"/>
    <w:rsid w:val="0095648B"/>
    <w:rsid w:val="009573F6"/>
    <w:rsid w:val="00957985"/>
    <w:rsid w:val="00960EBB"/>
    <w:rsid w:val="009618AD"/>
    <w:rsid w:val="00961A02"/>
    <w:rsid w:val="00961C75"/>
    <w:rsid w:val="00962237"/>
    <w:rsid w:val="009624B8"/>
    <w:rsid w:val="009630D1"/>
    <w:rsid w:val="009635BA"/>
    <w:rsid w:val="009638E0"/>
    <w:rsid w:val="00964309"/>
    <w:rsid w:val="00964D55"/>
    <w:rsid w:val="00965589"/>
    <w:rsid w:val="00965802"/>
    <w:rsid w:val="00965AB4"/>
    <w:rsid w:val="00965D6E"/>
    <w:rsid w:val="009664B5"/>
    <w:rsid w:val="00966991"/>
    <w:rsid w:val="009669CA"/>
    <w:rsid w:val="00966B98"/>
    <w:rsid w:val="00966D15"/>
    <w:rsid w:val="009675C3"/>
    <w:rsid w:val="0096771A"/>
    <w:rsid w:val="00967DC5"/>
    <w:rsid w:val="00970002"/>
    <w:rsid w:val="00970177"/>
    <w:rsid w:val="009709F9"/>
    <w:rsid w:val="00970B33"/>
    <w:rsid w:val="00970B9D"/>
    <w:rsid w:val="00970BB0"/>
    <w:rsid w:val="00971167"/>
    <w:rsid w:val="009714EF"/>
    <w:rsid w:val="0097168C"/>
    <w:rsid w:val="00971DC1"/>
    <w:rsid w:val="00971DFB"/>
    <w:rsid w:val="00972905"/>
    <w:rsid w:val="00972AAF"/>
    <w:rsid w:val="00973717"/>
    <w:rsid w:val="00973764"/>
    <w:rsid w:val="00973E91"/>
    <w:rsid w:val="00974186"/>
    <w:rsid w:val="0097432C"/>
    <w:rsid w:val="0097436F"/>
    <w:rsid w:val="0097452B"/>
    <w:rsid w:val="00974AD6"/>
    <w:rsid w:val="00974B3E"/>
    <w:rsid w:val="00974BD5"/>
    <w:rsid w:val="00974C4C"/>
    <w:rsid w:val="009751E7"/>
    <w:rsid w:val="009753FD"/>
    <w:rsid w:val="00975429"/>
    <w:rsid w:val="00975438"/>
    <w:rsid w:val="0097570F"/>
    <w:rsid w:val="009761F7"/>
    <w:rsid w:val="00976CDF"/>
    <w:rsid w:val="00976D11"/>
    <w:rsid w:val="0097790B"/>
    <w:rsid w:val="00977B47"/>
    <w:rsid w:val="00977E14"/>
    <w:rsid w:val="009804EB"/>
    <w:rsid w:val="00980A70"/>
    <w:rsid w:val="00980B89"/>
    <w:rsid w:val="00980F0F"/>
    <w:rsid w:val="00980F22"/>
    <w:rsid w:val="0098101C"/>
    <w:rsid w:val="00981038"/>
    <w:rsid w:val="0098174F"/>
    <w:rsid w:val="00981E02"/>
    <w:rsid w:val="00981E32"/>
    <w:rsid w:val="00981E7E"/>
    <w:rsid w:val="009820DB"/>
    <w:rsid w:val="009826E4"/>
    <w:rsid w:val="009828D3"/>
    <w:rsid w:val="00982F46"/>
    <w:rsid w:val="0098321E"/>
    <w:rsid w:val="0098446B"/>
    <w:rsid w:val="009844A6"/>
    <w:rsid w:val="00984C7D"/>
    <w:rsid w:val="00984E40"/>
    <w:rsid w:val="00984F32"/>
    <w:rsid w:val="00985589"/>
    <w:rsid w:val="00985AA1"/>
    <w:rsid w:val="00985E6C"/>
    <w:rsid w:val="00985FEC"/>
    <w:rsid w:val="00985FED"/>
    <w:rsid w:val="009864F8"/>
    <w:rsid w:val="0098678A"/>
    <w:rsid w:val="009877A0"/>
    <w:rsid w:val="0098789E"/>
    <w:rsid w:val="00987E6C"/>
    <w:rsid w:val="009901CE"/>
    <w:rsid w:val="009902C4"/>
    <w:rsid w:val="0099038D"/>
    <w:rsid w:val="0099058F"/>
    <w:rsid w:val="009905A9"/>
    <w:rsid w:val="00990850"/>
    <w:rsid w:val="0099098C"/>
    <w:rsid w:val="009909B4"/>
    <w:rsid w:val="00990B2E"/>
    <w:rsid w:val="00990C63"/>
    <w:rsid w:val="00990F0D"/>
    <w:rsid w:val="00991088"/>
    <w:rsid w:val="0099114D"/>
    <w:rsid w:val="009917B9"/>
    <w:rsid w:val="00991B19"/>
    <w:rsid w:val="009921F7"/>
    <w:rsid w:val="009922F9"/>
    <w:rsid w:val="00992397"/>
    <w:rsid w:val="0099282E"/>
    <w:rsid w:val="00992D3D"/>
    <w:rsid w:val="00992E1B"/>
    <w:rsid w:val="00993021"/>
    <w:rsid w:val="00993589"/>
    <w:rsid w:val="00994BED"/>
    <w:rsid w:val="00994D93"/>
    <w:rsid w:val="00994EAF"/>
    <w:rsid w:val="00994EEF"/>
    <w:rsid w:val="009950FF"/>
    <w:rsid w:val="0099555F"/>
    <w:rsid w:val="00995786"/>
    <w:rsid w:val="00995791"/>
    <w:rsid w:val="00995CA9"/>
    <w:rsid w:val="00995F89"/>
    <w:rsid w:val="00996384"/>
    <w:rsid w:val="00996B30"/>
    <w:rsid w:val="00996CC8"/>
    <w:rsid w:val="00996E47"/>
    <w:rsid w:val="00996FB7"/>
    <w:rsid w:val="009970B5"/>
    <w:rsid w:val="00997AC0"/>
    <w:rsid w:val="00997AEC"/>
    <w:rsid w:val="00997B1F"/>
    <w:rsid w:val="009A0E59"/>
    <w:rsid w:val="009A10E0"/>
    <w:rsid w:val="009A128C"/>
    <w:rsid w:val="009A1473"/>
    <w:rsid w:val="009A148B"/>
    <w:rsid w:val="009A14A9"/>
    <w:rsid w:val="009A1636"/>
    <w:rsid w:val="009A17E5"/>
    <w:rsid w:val="009A1A97"/>
    <w:rsid w:val="009A1EE5"/>
    <w:rsid w:val="009A2E12"/>
    <w:rsid w:val="009A34F6"/>
    <w:rsid w:val="009A3843"/>
    <w:rsid w:val="009A4AD4"/>
    <w:rsid w:val="009A4B00"/>
    <w:rsid w:val="009A4D83"/>
    <w:rsid w:val="009A4FD3"/>
    <w:rsid w:val="009A50C6"/>
    <w:rsid w:val="009A64AB"/>
    <w:rsid w:val="009A6528"/>
    <w:rsid w:val="009A66F6"/>
    <w:rsid w:val="009A787F"/>
    <w:rsid w:val="009A7898"/>
    <w:rsid w:val="009A7DCC"/>
    <w:rsid w:val="009B04E6"/>
    <w:rsid w:val="009B0508"/>
    <w:rsid w:val="009B07C1"/>
    <w:rsid w:val="009B0BA7"/>
    <w:rsid w:val="009B0EE8"/>
    <w:rsid w:val="009B0F8C"/>
    <w:rsid w:val="009B1317"/>
    <w:rsid w:val="009B1743"/>
    <w:rsid w:val="009B1BBE"/>
    <w:rsid w:val="009B2219"/>
    <w:rsid w:val="009B2306"/>
    <w:rsid w:val="009B27C9"/>
    <w:rsid w:val="009B2A8C"/>
    <w:rsid w:val="009B30F5"/>
    <w:rsid w:val="009B3101"/>
    <w:rsid w:val="009B397D"/>
    <w:rsid w:val="009B3D15"/>
    <w:rsid w:val="009B3D39"/>
    <w:rsid w:val="009B3DCE"/>
    <w:rsid w:val="009B4208"/>
    <w:rsid w:val="009B455C"/>
    <w:rsid w:val="009B462F"/>
    <w:rsid w:val="009B4FB7"/>
    <w:rsid w:val="009B562D"/>
    <w:rsid w:val="009B578B"/>
    <w:rsid w:val="009B5800"/>
    <w:rsid w:val="009B5A80"/>
    <w:rsid w:val="009B5EBD"/>
    <w:rsid w:val="009B6299"/>
    <w:rsid w:val="009B6383"/>
    <w:rsid w:val="009B6648"/>
    <w:rsid w:val="009B6DB1"/>
    <w:rsid w:val="009B72CC"/>
    <w:rsid w:val="009B72D2"/>
    <w:rsid w:val="009B78CA"/>
    <w:rsid w:val="009B7E02"/>
    <w:rsid w:val="009C011B"/>
    <w:rsid w:val="009C072B"/>
    <w:rsid w:val="009C07EE"/>
    <w:rsid w:val="009C09EE"/>
    <w:rsid w:val="009C111C"/>
    <w:rsid w:val="009C12BF"/>
    <w:rsid w:val="009C1986"/>
    <w:rsid w:val="009C1AAE"/>
    <w:rsid w:val="009C1B91"/>
    <w:rsid w:val="009C1CC4"/>
    <w:rsid w:val="009C1E03"/>
    <w:rsid w:val="009C1E34"/>
    <w:rsid w:val="009C1EBD"/>
    <w:rsid w:val="009C1EDD"/>
    <w:rsid w:val="009C2211"/>
    <w:rsid w:val="009C25B7"/>
    <w:rsid w:val="009C2B0B"/>
    <w:rsid w:val="009C2EE3"/>
    <w:rsid w:val="009C36D2"/>
    <w:rsid w:val="009C417B"/>
    <w:rsid w:val="009C433D"/>
    <w:rsid w:val="009C4630"/>
    <w:rsid w:val="009C4D32"/>
    <w:rsid w:val="009C50D9"/>
    <w:rsid w:val="009C529F"/>
    <w:rsid w:val="009C5ED0"/>
    <w:rsid w:val="009C74F5"/>
    <w:rsid w:val="009C754D"/>
    <w:rsid w:val="009C756F"/>
    <w:rsid w:val="009C7B2C"/>
    <w:rsid w:val="009C7BD5"/>
    <w:rsid w:val="009C7CD1"/>
    <w:rsid w:val="009D070E"/>
    <w:rsid w:val="009D0E8A"/>
    <w:rsid w:val="009D319D"/>
    <w:rsid w:val="009D3835"/>
    <w:rsid w:val="009D4682"/>
    <w:rsid w:val="009D4BC2"/>
    <w:rsid w:val="009D534D"/>
    <w:rsid w:val="009D5E31"/>
    <w:rsid w:val="009D692D"/>
    <w:rsid w:val="009D698E"/>
    <w:rsid w:val="009D6C14"/>
    <w:rsid w:val="009D6D45"/>
    <w:rsid w:val="009D736E"/>
    <w:rsid w:val="009D7380"/>
    <w:rsid w:val="009E016F"/>
    <w:rsid w:val="009E06D5"/>
    <w:rsid w:val="009E0743"/>
    <w:rsid w:val="009E0825"/>
    <w:rsid w:val="009E0CD2"/>
    <w:rsid w:val="009E0CD3"/>
    <w:rsid w:val="009E103B"/>
    <w:rsid w:val="009E1041"/>
    <w:rsid w:val="009E14F0"/>
    <w:rsid w:val="009E1846"/>
    <w:rsid w:val="009E1BDB"/>
    <w:rsid w:val="009E1BF9"/>
    <w:rsid w:val="009E1ECA"/>
    <w:rsid w:val="009E2082"/>
    <w:rsid w:val="009E25C0"/>
    <w:rsid w:val="009E2EFF"/>
    <w:rsid w:val="009E3256"/>
    <w:rsid w:val="009E3737"/>
    <w:rsid w:val="009E3AEE"/>
    <w:rsid w:val="009E3AFD"/>
    <w:rsid w:val="009E3D75"/>
    <w:rsid w:val="009E4866"/>
    <w:rsid w:val="009E4A50"/>
    <w:rsid w:val="009E4B06"/>
    <w:rsid w:val="009E4EC2"/>
    <w:rsid w:val="009E60B2"/>
    <w:rsid w:val="009E6346"/>
    <w:rsid w:val="009E63D5"/>
    <w:rsid w:val="009E6CB5"/>
    <w:rsid w:val="009E7B97"/>
    <w:rsid w:val="009E7D09"/>
    <w:rsid w:val="009E7F1C"/>
    <w:rsid w:val="009E7F6B"/>
    <w:rsid w:val="009F0280"/>
    <w:rsid w:val="009F0290"/>
    <w:rsid w:val="009F059D"/>
    <w:rsid w:val="009F07FE"/>
    <w:rsid w:val="009F0CAA"/>
    <w:rsid w:val="009F14F2"/>
    <w:rsid w:val="009F170A"/>
    <w:rsid w:val="009F18E4"/>
    <w:rsid w:val="009F1B9D"/>
    <w:rsid w:val="009F1EAB"/>
    <w:rsid w:val="009F23C5"/>
    <w:rsid w:val="009F2562"/>
    <w:rsid w:val="009F2ADD"/>
    <w:rsid w:val="009F2E06"/>
    <w:rsid w:val="009F35B6"/>
    <w:rsid w:val="009F361B"/>
    <w:rsid w:val="009F3B69"/>
    <w:rsid w:val="009F3E3D"/>
    <w:rsid w:val="009F4635"/>
    <w:rsid w:val="009F4F9B"/>
    <w:rsid w:val="009F533A"/>
    <w:rsid w:val="009F5811"/>
    <w:rsid w:val="009F5823"/>
    <w:rsid w:val="009F587E"/>
    <w:rsid w:val="009F59C2"/>
    <w:rsid w:val="009F5F8A"/>
    <w:rsid w:val="009F6B84"/>
    <w:rsid w:val="009F6C43"/>
    <w:rsid w:val="009F6CE3"/>
    <w:rsid w:val="009F6EDE"/>
    <w:rsid w:val="009F710F"/>
    <w:rsid w:val="009F743A"/>
    <w:rsid w:val="009F7525"/>
    <w:rsid w:val="009F7DCE"/>
    <w:rsid w:val="00A003FC"/>
    <w:rsid w:val="00A004B4"/>
    <w:rsid w:val="00A008A4"/>
    <w:rsid w:val="00A009E8"/>
    <w:rsid w:val="00A011A7"/>
    <w:rsid w:val="00A01BAD"/>
    <w:rsid w:val="00A0205A"/>
    <w:rsid w:val="00A02530"/>
    <w:rsid w:val="00A02531"/>
    <w:rsid w:val="00A02F41"/>
    <w:rsid w:val="00A039E9"/>
    <w:rsid w:val="00A03AD4"/>
    <w:rsid w:val="00A03D76"/>
    <w:rsid w:val="00A040AC"/>
    <w:rsid w:val="00A0438A"/>
    <w:rsid w:val="00A04462"/>
    <w:rsid w:val="00A044B4"/>
    <w:rsid w:val="00A04F1B"/>
    <w:rsid w:val="00A0503E"/>
    <w:rsid w:val="00A056BB"/>
    <w:rsid w:val="00A05DE2"/>
    <w:rsid w:val="00A05F1E"/>
    <w:rsid w:val="00A063F4"/>
    <w:rsid w:val="00A065F5"/>
    <w:rsid w:val="00A0697F"/>
    <w:rsid w:val="00A0789C"/>
    <w:rsid w:val="00A100D7"/>
    <w:rsid w:val="00A1036D"/>
    <w:rsid w:val="00A1054D"/>
    <w:rsid w:val="00A1079F"/>
    <w:rsid w:val="00A107A5"/>
    <w:rsid w:val="00A10B5F"/>
    <w:rsid w:val="00A10E67"/>
    <w:rsid w:val="00A11A38"/>
    <w:rsid w:val="00A11E57"/>
    <w:rsid w:val="00A12616"/>
    <w:rsid w:val="00A12662"/>
    <w:rsid w:val="00A1288A"/>
    <w:rsid w:val="00A12AA3"/>
    <w:rsid w:val="00A12CAF"/>
    <w:rsid w:val="00A12E24"/>
    <w:rsid w:val="00A134CF"/>
    <w:rsid w:val="00A13B51"/>
    <w:rsid w:val="00A13E6C"/>
    <w:rsid w:val="00A140F0"/>
    <w:rsid w:val="00A14253"/>
    <w:rsid w:val="00A14CF7"/>
    <w:rsid w:val="00A14D3F"/>
    <w:rsid w:val="00A14D42"/>
    <w:rsid w:val="00A159E6"/>
    <w:rsid w:val="00A15E14"/>
    <w:rsid w:val="00A15F0A"/>
    <w:rsid w:val="00A1662C"/>
    <w:rsid w:val="00A166BE"/>
    <w:rsid w:val="00A174E6"/>
    <w:rsid w:val="00A178FA"/>
    <w:rsid w:val="00A17C6A"/>
    <w:rsid w:val="00A200F1"/>
    <w:rsid w:val="00A202D2"/>
    <w:rsid w:val="00A20AC3"/>
    <w:rsid w:val="00A20CA4"/>
    <w:rsid w:val="00A20CFE"/>
    <w:rsid w:val="00A2106C"/>
    <w:rsid w:val="00A211C2"/>
    <w:rsid w:val="00A211E6"/>
    <w:rsid w:val="00A21297"/>
    <w:rsid w:val="00A21392"/>
    <w:rsid w:val="00A21578"/>
    <w:rsid w:val="00A217B0"/>
    <w:rsid w:val="00A21BEE"/>
    <w:rsid w:val="00A229C1"/>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4E7"/>
    <w:rsid w:val="00A2687C"/>
    <w:rsid w:val="00A268EE"/>
    <w:rsid w:val="00A26A2A"/>
    <w:rsid w:val="00A26DE2"/>
    <w:rsid w:val="00A278A9"/>
    <w:rsid w:val="00A300CD"/>
    <w:rsid w:val="00A30407"/>
    <w:rsid w:val="00A31108"/>
    <w:rsid w:val="00A315C9"/>
    <w:rsid w:val="00A321D9"/>
    <w:rsid w:val="00A32353"/>
    <w:rsid w:val="00A32707"/>
    <w:rsid w:val="00A32CAC"/>
    <w:rsid w:val="00A332D3"/>
    <w:rsid w:val="00A33764"/>
    <w:rsid w:val="00A33950"/>
    <w:rsid w:val="00A33B3D"/>
    <w:rsid w:val="00A33BAB"/>
    <w:rsid w:val="00A3496F"/>
    <w:rsid w:val="00A34ECA"/>
    <w:rsid w:val="00A35250"/>
    <w:rsid w:val="00A363A1"/>
    <w:rsid w:val="00A36746"/>
    <w:rsid w:val="00A36848"/>
    <w:rsid w:val="00A369FF"/>
    <w:rsid w:val="00A36AA6"/>
    <w:rsid w:val="00A3739F"/>
    <w:rsid w:val="00A375FA"/>
    <w:rsid w:val="00A376ED"/>
    <w:rsid w:val="00A378E2"/>
    <w:rsid w:val="00A378F7"/>
    <w:rsid w:val="00A37C0A"/>
    <w:rsid w:val="00A40339"/>
    <w:rsid w:val="00A406F4"/>
    <w:rsid w:val="00A408FE"/>
    <w:rsid w:val="00A40F5A"/>
    <w:rsid w:val="00A4164A"/>
    <w:rsid w:val="00A41813"/>
    <w:rsid w:val="00A4184F"/>
    <w:rsid w:val="00A41EC5"/>
    <w:rsid w:val="00A4214C"/>
    <w:rsid w:val="00A4218D"/>
    <w:rsid w:val="00A42283"/>
    <w:rsid w:val="00A42943"/>
    <w:rsid w:val="00A42C7B"/>
    <w:rsid w:val="00A437E4"/>
    <w:rsid w:val="00A4476F"/>
    <w:rsid w:val="00A44CF7"/>
    <w:rsid w:val="00A46029"/>
    <w:rsid w:val="00A4645A"/>
    <w:rsid w:val="00A46790"/>
    <w:rsid w:val="00A47373"/>
    <w:rsid w:val="00A47496"/>
    <w:rsid w:val="00A4786E"/>
    <w:rsid w:val="00A47BA3"/>
    <w:rsid w:val="00A5027C"/>
    <w:rsid w:val="00A503B2"/>
    <w:rsid w:val="00A5158E"/>
    <w:rsid w:val="00A520A9"/>
    <w:rsid w:val="00A5282B"/>
    <w:rsid w:val="00A52835"/>
    <w:rsid w:val="00A528A0"/>
    <w:rsid w:val="00A53341"/>
    <w:rsid w:val="00A53393"/>
    <w:rsid w:val="00A5344A"/>
    <w:rsid w:val="00A5380C"/>
    <w:rsid w:val="00A53855"/>
    <w:rsid w:val="00A53950"/>
    <w:rsid w:val="00A53C10"/>
    <w:rsid w:val="00A53C8D"/>
    <w:rsid w:val="00A545F4"/>
    <w:rsid w:val="00A5478A"/>
    <w:rsid w:val="00A5499B"/>
    <w:rsid w:val="00A54AEA"/>
    <w:rsid w:val="00A554D7"/>
    <w:rsid w:val="00A55736"/>
    <w:rsid w:val="00A558E1"/>
    <w:rsid w:val="00A55AAD"/>
    <w:rsid w:val="00A55BDF"/>
    <w:rsid w:val="00A562D3"/>
    <w:rsid w:val="00A56CE3"/>
    <w:rsid w:val="00A575C0"/>
    <w:rsid w:val="00A576B9"/>
    <w:rsid w:val="00A5793F"/>
    <w:rsid w:val="00A57D1A"/>
    <w:rsid w:val="00A6015A"/>
    <w:rsid w:val="00A603B9"/>
    <w:rsid w:val="00A60D13"/>
    <w:rsid w:val="00A6127E"/>
    <w:rsid w:val="00A61470"/>
    <w:rsid w:val="00A614A8"/>
    <w:rsid w:val="00A618AB"/>
    <w:rsid w:val="00A61A95"/>
    <w:rsid w:val="00A62710"/>
    <w:rsid w:val="00A6282A"/>
    <w:rsid w:val="00A62A4F"/>
    <w:rsid w:val="00A62AD2"/>
    <w:rsid w:val="00A62B3F"/>
    <w:rsid w:val="00A63670"/>
    <w:rsid w:val="00A640F4"/>
    <w:rsid w:val="00A6415E"/>
    <w:rsid w:val="00A64197"/>
    <w:rsid w:val="00A64A64"/>
    <w:rsid w:val="00A65259"/>
    <w:rsid w:val="00A654FB"/>
    <w:rsid w:val="00A65883"/>
    <w:rsid w:val="00A658EC"/>
    <w:rsid w:val="00A65AC0"/>
    <w:rsid w:val="00A65CC9"/>
    <w:rsid w:val="00A66126"/>
    <w:rsid w:val="00A6612F"/>
    <w:rsid w:val="00A669D4"/>
    <w:rsid w:val="00A66CCB"/>
    <w:rsid w:val="00A66F3F"/>
    <w:rsid w:val="00A66F5B"/>
    <w:rsid w:val="00A6743C"/>
    <w:rsid w:val="00A67B23"/>
    <w:rsid w:val="00A67B3D"/>
    <w:rsid w:val="00A70223"/>
    <w:rsid w:val="00A70380"/>
    <w:rsid w:val="00A7054E"/>
    <w:rsid w:val="00A711D3"/>
    <w:rsid w:val="00A71377"/>
    <w:rsid w:val="00A71B58"/>
    <w:rsid w:val="00A71B93"/>
    <w:rsid w:val="00A720E9"/>
    <w:rsid w:val="00A72764"/>
    <w:rsid w:val="00A72C2D"/>
    <w:rsid w:val="00A72DB8"/>
    <w:rsid w:val="00A72F09"/>
    <w:rsid w:val="00A73B2B"/>
    <w:rsid w:val="00A73FF3"/>
    <w:rsid w:val="00A7434D"/>
    <w:rsid w:val="00A7463F"/>
    <w:rsid w:val="00A74A10"/>
    <w:rsid w:val="00A74CCB"/>
    <w:rsid w:val="00A755E4"/>
    <w:rsid w:val="00A75AF7"/>
    <w:rsid w:val="00A7605D"/>
    <w:rsid w:val="00A7676C"/>
    <w:rsid w:val="00A76C6C"/>
    <w:rsid w:val="00A77177"/>
    <w:rsid w:val="00A77300"/>
    <w:rsid w:val="00A7731B"/>
    <w:rsid w:val="00A8056B"/>
    <w:rsid w:val="00A80E3F"/>
    <w:rsid w:val="00A8115E"/>
    <w:rsid w:val="00A81191"/>
    <w:rsid w:val="00A8120B"/>
    <w:rsid w:val="00A8136C"/>
    <w:rsid w:val="00A81771"/>
    <w:rsid w:val="00A818CE"/>
    <w:rsid w:val="00A8199D"/>
    <w:rsid w:val="00A81E95"/>
    <w:rsid w:val="00A82E77"/>
    <w:rsid w:val="00A83014"/>
    <w:rsid w:val="00A8312A"/>
    <w:rsid w:val="00A83C82"/>
    <w:rsid w:val="00A83CFA"/>
    <w:rsid w:val="00A8439F"/>
    <w:rsid w:val="00A845B5"/>
    <w:rsid w:val="00A84778"/>
    <w:rsid w:val="00A84833"/>
    <w:rsid w:val="00A84A5F"/>
    <w:rsid w:val="00A84DAC"/>
    <w:rsid w:val="00A852B0"/>
    <w:rsid w:val="00A8551B"/>
    <w:rsid w:val="00A85666"/>
    <w:rsid w:val="00A85CB2"/>
    <w:rsid w:val="00A86036"/>
    <w:rsid w:val="00A8620C"/>
    <w:rsid w:val="00A863A2"/>
    <w:rsid w:val="00A87107"/>
    <w:rsid w:val="00A871ED"/>
    <w:rsid w:val="00A872AF"/>
    <w:rsid w:val="00A87E13"/>
    <w:rsid w:val="00A900A5"/>
    <w:rsid w:val="00A9049A"/>
    <w:rsid w:val="00A90A5F"/>
    <w:rsid w:val="00A90B92"/>
    <w:rsid w:val="00A90C9B"/>
    <w:rsid w:val="00A91102"/>
    <w:rsid w:val="00A917BE"/>
    <w:rsid w:val="00A92075"/>
    <w:rsid w:val="00A9220A"/>
    <w:rsid w:val="00A92375"/>
    <w:rsid w:val="00A9247F"/>
    <w:rsid w:val="00A92C96"/>
    <w:rsid w:val="00A930A2"/>
    <w:rsid w:val="00A93467"/>
    <w:rsid w:val="00A93A8F"/>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6914"/>
    <w:rsid w:val="00A97973"/>
    <w:rsid w:val="00A97D0C"/>
    <w:rsid w:val="00A97D8A"/>
    <w:rsid w:val="00A97F5D"/>
    <w:rsid w:val="00AA13DF"/>
    <w:rsid w:val="00AA1950"/>
    <w:rsid w:val="00AA1DEA"/>
    <w:rsid w:val="00AA1F28"/>
    <w:rsid w:val="00AA21FA"/>
    <w:rsid w:val="00AA3144"/>
    <w:rsid w:val="00AA3AD9"/>
    <w:rsid w:val="00AA401C"/>
    <w:rsid w:val="00AA4D67"/>
    <w:rsid w:val="00AA4FDD"/>
    <w:rsid w:val="00AA5526"/>
    <w:rsid w:val="00AA68AC"/>
    <w:rsid w:val="00AB03FC"/>
    <w:rsid w:val="00AB097D"/>
    <w:rsid w:val="00AB0E57"/>
    <w:rsid w:val="00AB0F3C"/>
    <w:rsid w:val="00AB132F"/>
    <w:rsid w:val="00AB15CF"/>
    <w:rsid w:val="00AB19BD"/>
    <w:rsid w:val="00AB21B5"/>
    <w:rsid w:val="00AB24F6"/>
    <w:rsid w:val="00AB255C"/>
    <w:rsid w:val="00AB26C2"/>
    <w:rsid w:val="00AB2886"/>
    <w:rsid w:val="00AB2BA8"/>
    <w:rsid w:val="00AB381B"/>
    <w:rsid w:val="00AB3A8B"/>
    <w:rsid w:val="00AB3B0A"/>
    <w:rsid w:val="00AB409E"/>
    <w:rsid w:val="00AB418F"/>
    <w:rsid w:val="00AB482C"/>
    <w:rsid w:val="00AB5D08"/>
    <w:rsid w:val="00AB60F4"/>
    <w:rsid w:val="00AB668D"/>
    <w:rsid w:val="00AB6896"/>
    <w:rsid w:val="00AB6C8B"/>
    <w:rsid w:val="00AB6C8C"/>
    <w:rsid w:val="00AB6D73"/>
    <w:rsid w:val="00AB6E29"/>
    <w:rsid w:val="00AB6FA3"/>
    <w:rsid w:val="00AB7A16"/>
    <w:rsid w:val="00AB7C5D"/>
    <w:rsid w:val="00AC0093"/>
    <w:rsid w:val="00AC0882"/>
    <w:rsid w:val="00AC10C1"/>
    <w:rsid w:val="00AC1211"/>
    <w:rsid w:val="00AC170C"/>
    <w:rsid w:val="00AC1812"/>
    <w:rsid w:val="00AC1955"/>
    <w:rsid w:val="00AC20F4"/>
    <w:rsid w:val="00AC2BAC"/>
    <w:rsid w:val="00AC2C4B"/>
    <w:rsid w:val="00AC2DE3"/>
    <w:rsid w:val="00AC338A"/>
    <w:rsid w:val="00AC3B7A"/>
    <w:rsid w:val="00AC4A49"/>
    <w:rsid w:val="00AC55B9"/>
    <w:rsid w:val="00AC58A3"/>
    <w:rsid w:val="00AC5A8E"/>
    <w:rsid w:val="00AC5ADE"/>
    <w:rsid w:val="00AC61B2"/>
    <w:rsid w:val="00AC6BE8"/>
    <w:rsid w:val="00AC6EE1"/>
    <w:rsid w:val="00AC6FF2"/>
    <w:rsid w:val="00AC704B"/>
    <w:rsid w:val="00AC7464"/>
    <w:rsid w:val="00AC7542"/>
    <w:rsid w:val="00AC75F0"/>
    <w:rsid w:val="00AC7F26"/>
    <w:rsid w:val="00AD0031"/>
    <w:rsid w:val="00AD0179"/>
    <w:rsid w:val="00AD095B"/>
    <w:rsid w:val="00AD0B1A"/>
    <w:rsid w:val="00AD1225"/>
    <w:rsid w:val="00AD154D"/>
    <w:rsid w:val="00AD2420"/>
    <w:rsid w:val="00AD270B"/>
    <w:rsid w:val="00AD2DF5"/>
    <w:rsid w:val="00AD33E2"/>
    <w:rsid w:val="00AD381C"/>
    <w:rsid w:val="00AD4B8E"/>
    <w:rsid w:val="00AD52CC"/>
    <w:rsid w:val="00AD5782"/>
    <w:rsid w:val="00AD5BEB"/>
    <w:rsid w:val="00AD5CD0"/>
    <w:rsid w:val="00AD68F1"/>
    <w:rsid w:val="00AD6CB6"/>
    <w:rsid w:val="00AD6D86"/>
    <w:rsid w:val="00AD6FAB"/>
    <w:rsid w:val="00AD7244"/>
    <w:rsid w:val="00AD77BC"/>
    <w:rsid w:val="00AD7FD8"/>
    <w:rsid w:val="00AE00C2"/>
    <w:rsid w:val="00AE02C9"/>
    <w:rsid w:val="00AE02EF"/>
    <w:rsid w:val="00AE0376"/>
    <w:rsid w:val="00AE0A28"/>
    <w:rsid w:val="00AE10AA"/>
    <w:rsid w:val="00AE12A6"/>
    <w:rsid w:val="00AE1FC9"/>
    <w:rsid w:val="00AE24B0"/>
    <w:rsid w:val="00AE24E6"/>
    <w:rsid w:val="00AE24FA"/>
    <w:rsid w:val="00AE26F7"/>
    <w:rsid w:val="00AE3422"/>
    <w:rsid w:val="00AE355B"/>
    <w:rsid w:val="00AE37C0"/>
    <w:rsid w:val="00AE3DCA"/>
    <w:rsid w:val="00AE4187"/>
    <w:rsid w:val="00AE4478"/>
    <w:rsid w:val="00AE44B8"/>
    <w:rsid w:val="00AE4D1F"/>
    <w:rsid w:val="00AE4DE0"/>
    <w:rsid w:val="00AE521C"/>
    <w:rsid w:val="00AE5491"/>
    <w:rsid w:val="00AE550A"/>
    <w:rsid w:val="00AE57E8"/>
    <w:rsid w:val="00AE5BD1"/>
    <w:rsid w:val="00AE5E1A"/>
    <w:rsid w:val="00AE648B"/>
    <w:rsid w:val="00AE6552"/>
    <w:rsid w:val="00AE6746"/>
    <w:rsid w:val="00AE6F3E"/>
    <w:rsid w:val="00AE702D"/>
    <w:rsid w:val="00AE74C2"/>
    <w:rsid w:val="00AE7849"/>
    <w:rsid w:val="00AE7A89"/>
    <w:rsid w:val="00AE7B5C"/>
    <w:rsid w:val="00AE7BF3"/>
    <w:rsid w:val="00AE7CE7"/>
    <w:rsid w:val="00AF020C"/>
    <w:rsid w:val="00AF07BD"/>
    <w:rsid w:val="00AF0D07"/>
    <w:rsid w:val="00AF0ED0"/>
    <w:rsid w:val="00AF1043"/>
    <w:rsid w:val="00AF1565"/>
    <w:rsid w:val="00AF1C8E"/>
    <w:rsid w:val="00AF261E"/>
    <w:rsid w:val="00AF264B"/>
    <w:rsid w:val="00AF2AE1"/>
    <w:rsid w:val="00AF4065"/>
    <w:rsid w:val="00AF4BA7"/>
    <w:rsid w:val="00AF51C4"/>
    <w:rsid w:val="00AF558C"/>
    <w:rsid w:val="00AF5814"/>
    <w:rsid w:val="00AF5B00"/>
    <w:rsid w:val="00AF5B1D"/>
    <w:rsid w:val="00AF5E4B"/>
    <w:rsid w:val="00AF5F41"/>
    <w:rsid w:val="00AF67C0"/>
    <w:rsid w:val="00AF7658"/>
    <w:rsid w:val="00AF7C8D"/>
    <w:rsid w:val="00AF7D60"/>
    <w:rsid w:val="00B005E5"/>
    <w:rsid w:val="00B006F0"/>
    <w:rsid w:val="00B007B1"/>
    <w:rsid w:val="00B0084F"/>
    <w:rsid w:val="00B00CA1"/>
    <w:rsid w:val="00B00F59"/>
    <w:rsid w:val="00B0198F"/>
    <w:rsid w:val="00B01E1D"/>
    <w:rsid w:val="00B0215C"/>
    <w:rsid w:val="00B021C6"/>
    <w:rsid w:val="00B02BB0"/>
    <w:rsid w:val="00B03F60"/>
    <w:rsid w:val="00B0415C"/>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1E23"/>
    <w:rsid w:val="00B11EAB"/>
    <w:rsid w:val="00B12030"/>
    <w:rsid w:val="00B122DA"/>
    <w:rsid w:val="00B12500"/>
    <w:rsid w:val="00B135DF"/>
    <w:rsid w:val="00B13DD1"/>
    <w:rsid w:val="00B13EEB"/>
    <w:rsid w:val="00B13F46"/>
    <w:rsid w:val="00B1409E"/>
    <w:rsid w:val="00B14223"/>
    <w:rsid w:val="00B1439C"/>
    <w:rsid w:val="00B14FC1"/>
    <w:rsid w:val="00B15370"/>
    <w:rsid w:val="00B15E63"/>
    <w:rsid w:val="00B16247"/>
    <w:rsid w:val="00B17BE3"/>
    <w:rsid w:val="00B17F3C"/>
    <w:rsid w:val="00B2041D"/>
    <w:rsid w:val="00B21092"/>
    <w:rsid w:val="00B2217C"/>
    <w:rsid w:val="00B224B1"/>
    <w:rsid w:val="00B227BA"/>
    <w:rsid w:val="00B22B18"/>
    <w:rsid w:val="00B23007"/>
    <w:rsid w:val="00B2316A"/>
    <w:rsid w:val="00B2327C"/>
    <w:rsid w:val="00B2333C"/>
    <w:rsid w:val="00B2382F"/>
    <w:rsid w:val="00B239E6"/>
    <w:rsid w:val="00B2446E"/>
    <w:rsid w:val="00B244CE"/>
    <w:rsid w:val="00B253FF"/>
    <w:rsid w:val="00B254C3"/>
    <w:rsid w:val="00B256DA"/>
    <w:rsid w:val="00B25A18"/>
    <w:rsid w:val="00B25B11"/>
    <w:rsid w:val="00B25BE4"/>
    <w:rsid w:val="00B2610D"/>
    <w:rsid w:val="00B262AA"/>
    <w:rsid w:val="00B2642F"/>
    <w:rsid w:val="00B2649A"/>
    <w:rsid w:val="00B267AB"/>
    <w:rsid w:val="00B26B74"/>
    <w:rsid w:val="00B26B83"/>
    <w:rsid w:val="00B27429"/>
    <w:rsid w:val="00B27743"/>
    <w:rsid w:val="00B27F69"/>
    <w:rsid w:val="00B30325"/>
    <w:rsid w:val="00B30508"/>
    <w:rsid w:val="00B3069E"/>
    <w:rsid w:val="00B30B00"/>
    <w:rsid w:val="00B3185F"/>
    <w:rsid w:val="00B31950"/>
    <w:rsid w:val="00B322AC"/>
    <w:rsid w:val="00B3232A"/>
    <w:rsid w:val="00B32369"/>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C48"/>
    <w:rsid w:val="00B37010"/>
    <w:rsid w:val="00B376EB"/>
    <w:rsid w:val="00B37776"/>
    <w:rsid w:val="00B37CD1"/>
    <w:rsid w:val="00B4008D"/>
    <w:rsid w:val="00B4015E"/>
    <w:rsid w:val="00B403D9"/>
    <w:rsid w:val="00B40417"/>
    <w:rsid w:val="00B40563"/>
    <w:rsid w:val="00B409A7"/>
    <w:rsid w:val="00B417B2"/>
    <w:rsid w:val="00B423D7"/>
    <w:rsid w:val="00B42467"/>
    <w:rsid w:val="00B426CC"/>
    <w:rsid w:val="00B4296D"/>
    <w:rsid w:val="00B42F10"/>
    <w:rsid w:val="00B4334F"/>
    <w:rsid w:val="00B4392D"/>
    <w:rsid w:val="00B43C44"/>
    <w:rsid w:val="00B44223"/>
    <w:rsid w:val="00B448C2"/>
    <w:rsid w:val="00B44E40"/>
    <w:rsid w:val="00B45796"/>
    <w:rsid w:val="00B459A0"/>
    <w:rsid w:val="00B45B74"/>
    <w:rsid w:val="00B45C10"/>
    <w:rsid w:val="00B460B5"/>
    <w:rsid w:val="00B460C7"/>
    <w:rsid w:val="00B461F6"/>
    <w:rsid w:val="00B465F2"/>
    <w:rsid w:val="00B46A15"/>
    <w:rsid w:val="00B46BAE"/>
    <w:rsid w:val="00B46BEB"/>
    <w:rsid w:val="00B4782E"/>
    <w:rsid w:val="00B479FE"/>
    <w:rsid w:val="00B47B52"/>
    <w:rsid w:val="00B47BC3"/>
    <w:rsid w:val="00B47DB2"/>
    <w:rsid w:val="00B47E5E"/>
    <w:rsid w:val="00B47FCE"/>
    <w:rsid w:val="00B502DA"/>
    <w:rsid w:val="00B50740"/>
    <w:rsid w:val="00B507A3"/>
    <w:rsid w:val="00B507F3"/>
    <w:rsid w:val="00B50CCA"/>
    <w:rsid w:val="00B50D07"/>
    <w:rsid w:val="00B518A0"/>
    <w:rsid w:val="00B51AFB"/>
    <w:rsid w:val="00B52018"/>
    <w:rsid w:val="00B520F4"/>
    <w:rsid w:val="00B528CE"/>
    <w:rsid w:val="00B52F7F"/>
    <w:rsid w:val="00B530DF"/>
    <w:rsid w:val="00B534A9"/>
    <w:rsid w:val="00B535ED"/>
    <w:rsid w:val="00B535F6"/>
    <w:rsid w:val="00B538B3"/>
    <w:rsid w:val="00B538D9"/>
    <w:rsid w:val="00B544DD"/>
    <w:rsid w:val="00B54974"/>
    <w:rsid w:val="00B54C67"/>
    <w:rsid w:val="00B54D9A"/>
    <w:rsid w:val="00B55214"/>
    <w:rsid w:val="00B56453"/>
    <w:rsid w:val="00B57702"/>
    <w:rsid w:val="00B57962"/>
    <w:rsid w:val="00B57B94"/>
    <w:rsid w:val="00B601C0"/>
    <w:rsid w:val="00B6020E"/>
    <w:rsid w:val="00B61435"/>
    <w:rsid w:val="00B6148D"/>
    <w:rsid w:val="00B61C0C"/>
    <w:rsid w:val="00B6287F"/>
    <w:rsid w:val="00B6295B"/>
    <w:rsid w:val="00B62AE8"/>
    <w:rsid w:val="00B62FA4"/>
    <w:rsid w:val="00B63281"/>
    <w:rsid w:val="00B63469"/>
    <w:rsid w:val="00B634F1"/>
    <w:rsid w:val="00B64B26"/>
    <w:rsid w:val="00B64F23"/>
    <w:rsid w:val="00B65061"/>
    <w:rsid w:val="00B65132"/>
    <w:rsid w:val="00B65252"/>
    <w:rsid w:val="00B65C92"/>
    <w:rsid w:val="00B6608C"/>
    <w:rsid w:val="00B66498"/>
    <w:rsid w:val="00B666E2"/>
    <w:rsid w:val="00B679AB"/>
    <w:rsid w:val="00B67FAA"/>
    <w:rsid w:val="00B705D7"/>
    <w:rsid w:val="00B70A40"/>
    <w:rsid w:val="00B70C0F"/>
    <w:rsid w:val="00B70C7A"/>
    <w:rsid w:val="00B70F91"/>
    <w:rsid w:val="00B71A65"/>
    <w:rsid w:val="00B72C1C"/>
    <w:rsid w:val="00B73695"/>
    <w:rsid w:val="00B73DDF"/>
    <w:rsid w:val="00B73DFE"/>
    <w:rsid w:val="00B742B9"/>
    <w:rsid w:val="00B74899"/>
    <w:rsid w:val="00B75299"/>
    <w:rsid w:val="00B75533"/>
    <w:rsid w:val="00B7569A"/>
    <w:rsid w:val="00B766F3"/>
    <w:rsid w:val="00B769A4"/>
    <w:rsid w:val="00B769E4"/>
    <w:rsid w:val="00B76C4E"/>
    <w:rsid w:val="00B76CDE"/>
    <w:rsid w:val="00B77069"/>
    <w:rsid w:val="00B773ED"/>
    <w:rsid w:val="00B77FCE"/>
    <w:rsid w:val="00B80211"/>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5F4"/>
    <w:rsid w:val="00B85685"/>
    <w:rsid w:val="00B856AC"/>
    <w:rsid w:val="00B85EEF"/>
    <w:rsid w:val="00B8623F"/>
    <w:rsid w:val="00B865B5"/>
    <w:rsid w:val="00B8690E"/>
    <w:rsid w:val="00B86999"/>
    <w:rsid w:val="00B86A08"/>
    <w:rsid w:val="00B86A7E"/>
    <w:rsid w:val="00B86C42"/>
    <w:rsid w:val="00B86CDE"/>
    <w:rsid w:val="00B86CFE"/>
    <w:rsid w:val="00B86D35"/>
    <w:rsid w:val="00B86DBE"/>
    <w:rsid w:val="00B86E2C"/>
    <w:rsid w:val="00B870C2"/>
    <w:rsid w:val="00B8793B"/>
    <w:rsid w:val="00B87CB9"/>
    <w:rsid w:val="00B90089"/>
    <w:rsid w:val="00B90619"/>
    <w:rsid w:val="00B908E5"/>
    <w:rsid w:val="00B91086"/>
    <w:rsid w:val="00B91313"/>
    <w:rsid w:val="00B91370"/>
    <w:rsid w:val="00B91458"/>
    <w:rsid w:val="00B914EB"/>
    <w:rsid w:val="00B91999"/>
    <w:rsid w:val="00B91FE3"/>
    <w:rsid w:val="00B921DD"/>
    <w:rsid w:val="00B9231C"/>
    <w:rsid w:val="00B924C0"/>
    <w:rsid w:val="00B9259F"/>
    <w:rsid w:val="00B926AF"/>
    <w:rsid w:val="00B9291C"/>
    <w:rsid w:val="00B92959"/>
    <w:rsid w:val="00B92C80"/>
    <w:rsid w:val="00B9416E"/>
    <w:rsid w:val="00B94738"/>
    <w:rsid w:val="00B9491A"/>
    <w:rsid w:val="00B949AB"/>
    <w:rsid w:val="00B94DC0"/>
    <w:rsid w:val="00B95514"/>
    <w:rsid w:val="00B955DA"/>
    <w:rsid w:val="00B9596B"/>
    <w:rsid w:val="00B959CD"/>
    <w:rsid w:val="00B95BAB"/>
    <w:rsid w:val="00B95C42"/>
    <w:rsid w:val="00B95EB4"/>
    <w:rsid w:val="00B9638D"/>
    <w:rsid w:val="00B96B32"/>
    <w:rsid w:val="00B97017"/>
    <w:rsid w:val="00B97601"/>
    <w:rsid w:val="00B977BF"/>
    <w:rsid w:val="00BA06C3"/>
    <w:rsid w:val="00BA0804"/>
    <w:rsid w:val="00BA0AF6"/>
    <w:rsid w:val="00BA0B55"/>
    <w:rsid w:val="00BA0FF0"/>
    <w:rsid w:val="00BA1211"/>
    <w:rsid w:val="00BA148D"/>
    <w:rsid w:val="00BA1654"/>
    <w:rsid w:val="00BA1E33"/>
    <w:rsid w:val="00BA1E9D"/>
    <w:rsid w:val="00BA2162"/>
    <w:rsid w:val="00BA2328"/>
    <w:rsid w:val="00BA280A"/>
    <w:rsid w:val="00BA28F0"/>
    <w:rsid w:val="00BA28F5"/>
    <w:rsid w:val="00BA31E4"/>
    <w:rsid w:val="00BA3326"/>
    <w:rsid w:val="00BA353B"/>
    <w:rsid w:val="00BA38B9"/>
    <w:rsid w:val="00BA3B00"/>
    <w:rsid w:val="00BA3D6B"/>
    <w:rsid w:val="00BA4645"/>
    <w:rsid w:val="00BA4A72"/>
    <w:rsid w:val="00BA4ABD"/>
    <w:rsid w:val="00BA4C6D"/>
    <w:rsid w:val="00BA4CDA"/>
    <w:rsid w:val="00BA4E46"/>
    <w:rsid w:val="00BA53A8"/>
    <w:rsid w:val="00BA5F6F"/>
    <w:rsid w:val="00BA6362"/>
    <w:rsid w:val="00BA64EB"/>
    <w:rsid w:val="00BA69F5"/>
    <w:rsid w:val="00BA6F40"/>
    <w:rsid w:val="00BA6FDA"/>
    <w:rsid w:val="00BA71A2"/>
    <w:rsid w:val="00BA72F6"/>
    <w:rsid w:val="00BA738D"/>
    <w:rsid w:val="00BA7425"/>
    <w:rsid w:val="00BA755D"/>
    <w:rsid w:val="00BB0064"/>
    <w:rsid w:val="00BB01F8"/>
    <w:rsid w:val="00BB0443"/>
    <w:rsid w:val="00BB0A9A"/>
    <w:rsid w:val="00BB0E32"/>
    <w:rsid w:val="00BB139E"/>
    <w:rsid w:val="00BB15EE"/>
    <w:rsid w:val="00BB17EE"/>
    <w:rsid w:val="00BB1800"/>
    <w:rsid w:val="00BB1B4D"/>
    <w:rsid w:val="00BB237E"/>
    <w:rsid w:val="00BB284B"/>
    <w:rsid w:val="00BB2A86"/>
    <w:rsid w:val="00BB2D5A"/>
    <w:rsid w:val="00BB312D"/>
    <w:rsid w:val="00BB372C"/>
    <w:rsid w:val="00BB405C"/>
    <w:rsid w:val="00BB431B"/>
    <w:rsid w:val="00BB4853"/>
    <w:rsid w:val="00BB4F30"/>
    <w:rsid w:val="00BB4FA4"/>
    <w:rsid w:val="00BB5885"/>
    <w:rsid w:val="00BB60AB"/>
    <w:rsid w:val="00BB6653"/>
    <w:rsid w:val="00BB6A5C"/>
    <w:rsid w:val="00BB6EF0"/>
    <w:rsid w:val="00BB7253"/>
    <w:rsid w:val="00BB747C"/>
    <w:rsid w:val="00BB747F"/>
    <w:rsid w:val="00BB7627"/>
    <w:rsid w:val="00BB7654"/>
    <w:rsid w:val="00BB76E4"/>
    <w:rsid w:val="00BB7BD6"/>
    <w:rsid w:val="00BC031C"/>
    <w:rsid w:val="00BC09A3"/>
    <w:rsid w:val="00BC0A77"/>
    <w:rsid w:val="00BC0AAC"/>
    <w:rsid w:val="00BC0E26"/>
    <w:rsid w:val="00BC10AE"/>
    <w:rsid w:val="00BC12AD"/>
    <w:rsid w:val="00BC1688"/>
    <w:rsid w:val="00BC1C7E"/>
    <w:rsid w:val="00BC1CDB"/>
    <w:rsid w:val="00BC2756"/>
    <w:rsid w:val="00BC2A9F"/>
    <w:rsid w:val="00BC3983"/>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952"/>
    <w:rsid w:val="00BD0B8A"/>
    <w:rsid w:val="00BD149E"/>
    <w:rsid w:val="00BD1A87"/>
    <w:rsid w:val="00BD1B17"/>
    <w:rsid w:val="00BD1CC1"/>
    <w:rsid w:val="00BD1F31"/>
    <w:rsid w:val="00BD2381"/>
    <w:rsid w:val="00BD2DAC"/>
    <w:rsid w:val="00BD37D4"/>
    <w:rsid w:val="00BD3AB7"/>
    <w:rsid w:val="00BD3C1F"/>
    <w:rsid w:val="00BD3FF6"/>
    <w:rsid w:val="00BD41D0"/>
    <w:rsid w:val="00BD4402"/>
    <w:rsid w:val="00BD488C"/>
    <w:rsid w:val="00BD4B68"/>
    <w:rsid w:val="00BD5921"/>
    <w:rsid w:val="00BD5A01"/>
    <w:rsid w:val="00BD5B15"/>
    <w:rsid w:val="00BD5BF3"/>
    <w:rsid w:val="00BD63F7"/>
    <w:rsid w:val="00BD64E6"/>
    <w:rsid w:val="00BD69B7"/>
    <w:rsid w:val="00BD6DFC"/>
    <w:rsid w:val="00BD6FD6"/>
    <w:rsid w:val="00BD741D"/>
    <w:rsid w:val="00BD76C1"/>
    <w:rsid w:val="00BD7927"/>
    <w:rsid w:val="00BD7AA1"/>
    <w:rsid w:val="00BD7F68"/>
    <w:rsid w:val="00BE0277"/>
    <w:rsid w:val="00BE0607"/>
    <w:rsid w:val="00BE0D92"/>
    <w:rsid w:val="00BE1027"/>
    <w:rsid w:val="00BE23B8"/>
    <w:rsid w:val="00BE298A"/>
    <w:rsid w:val="00BE32D3"/>
    <w:rsid w:val="00BE3519"/>
    <w:rsid w:val="00BE35DE"/>
    <w:rsid w:val="00BE39C3"/>
    <w:rsid w:val="00BE3DE0"/>
    <w:rsid w:val="00BE443C"/>
    <w:rsid w:val="00BE502F"/>
    <w:rsid w:val="00BE5764"/>
    <w:rsid w:val="00BE58F9"/>
    <w:rsid w:val="00BE5D2F"/>
    <w:rsid w:val="00BE613D"/>
    <w:rsid w:val="00BE633E"/>
    <w:rsid w:val="00BE636D"/>
    <w:rsid w:val="00BE64F0"/>
    <w:rsid w:val="00BE6824"/>
    <w:rsid w:val="00BE691B"/>
    <w:rsid w:val="00BE6C6C"/>
    <w:rsid w:val="00BE7553"/>
    <w:rsid w:val="00BE7CA8"/>
    <w:rsid w:val="00BE7E69"/>
    <w:rsid w:val="00BE7EC7"/>
    <w:rsid w:val="00BF0035"/>
    <w:rsid w:val="00BF0509"/>
    <w:rsid w:val="00BF0669"/>
    <w:rsid w:val="00BF06AB"/>
    <w:rsid w:val="00BF1054"/>
    <w:rsid w:val="00BF1739"/>
    <w:rsid w:val="00BF1BCA"/>
    <w:rsid w:val="00BF1F05"/>
    <w:rsid w:val="00BF1F2D"/>
    <w:rsid w:val="00BF1F36"/>
    <w:rsid w:val="00BF22CE"/>
    <w:rsid w:val="00BF30A6"/>
    <w:rsid w:val="00BF3181"/>
    <w:rsid w:val="00BF3CE4"/>
    <w:rsid w:val="00BF4133"/>
    <w:rsid w:val="00BF4136"/>
    <w:rsid w:val="00BF4298"/>
    <w:rsid w:val="00BF4605"/>
    <w:rsid w:val="00BF5271"/>
    <w:rsid w:val="00BF5437"/>
    <w:rsid w:val="00BF563B"/>
    <w:rsid w:val="00BF58D0"/>
    <w:rsid w:val="00BF63C7"/>
    <w:rsid w:val="00BF6AB3"/>
    <w:rsid w:val="00BF7B05"/>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91C"/>
    <w:rsid w:val="00C03A2F"/>
    <w:rsid w:val="00C03B0B"/>
    <w:rsid w:val="00C0407F"/>
    <w:rsid w:val="00C0444C"/>
    <w:rsid w:val="00C04570"/>
    <w:rsid w:val="00C04DC6"/>
    <w:rsid w:val="00C04E38"/>
    <w:rsid w:val="00C05087"/>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1044A"/>
    <w:rsid w:val="00C10C80"/>
    <w:rsid w:val="00C11432"/>
    <w:rsid w:val="00C1180C"/>
    <w:rsid w:val="00C11F7D"/>
    <w:rsid w:val="00C12893"/>
    <w:rsid w:val="00C1358E"/>
    <w:rsid w:val="00C13741"/>
    <w:rsid w:val="00C13EC5"/>
    <w:rsid w:val="00C13F42"/>
    <w:rsid w:val="00C141AC"/>
    <w:rsid w:val="00C14258"/>
    <w:rsid w:val="00C148E5"/>
    <w:rsid w:val="00C150A5"/>
    <w:rsid w:val="00C1536A"/>
    <w:rsid w:val="00C15C77"/>
    <w:rsid w:val="00C16545"/>
    <w:rsid w:val="00C167A4"/>
    <w:rsid w:val="00C16885"/>
    <w:rsid w:val="00C16A74"/>
    <w:rsid w:val="00C16B44"/>
    <w:rsid w:val="00C177FB"/>
    <w:rsid w:val="00C17E7C"/>
    <w:rsid w:val="00C202D3"/>
    <w:rsid w:val="00C207C3"/>
    <w:rsid w:val="00C20825"/>
    <w:rsid w:val="00C21105"/>
    <w:rsid w:val="00C21593"/>
    <w:rsid w:val="00C21A59"/>
    <w:rsid w:val="00C22200"/>
    <w:rsid w:val="00C22539"/>
    <w:rsid w:val="00C22839"/>
    <w:rsid w:val="00C22881"/>
    <w:rsid w:val="00C2332A"/>
    <w:rsid w:val="00C23C64"/>
    <w:rsid w:val="00C2462B"/>
    <w:rsid w:val="00C24693"/>
    <w:rsid w:val="00C24766"/>
    <w:rsid w:val="00C24854"/>
    <w:rsid w:val="00C24C89"/>
    <w:rsid w:val="00C24DE2"/>
    <w:rsid w:val="00C25138"/>
    <w:rsid w:val="00C25149"/>
    <w:rsid w:val="00C253E0"/>
    <w:rsid w:val="00C25DEC"/>
    <w:rsid w:val="00C26682"/>
    <w:rsid w:val="00C26700"/>
    <w:rsid w:val="00C267B5"/>
    <w:rsid w:val="00C26F93"/>
    <w:rsid w:val="00C270D2"/>
    <w:rsid w:val="00C274EA"/>
    <w:rsid w:val="00C2782D"/>
    <w:rsid w:val="00C27B3F"/>
    <w:rsid w:val="00C3051D"/>
    <w:rsid w:val="00C30561"/>
    <w:rsid w:val="00C31211"/>
    <w:rsid w:val="00C31BAF"/>
    <w:rsid w:val="00C321C0"/>
    <w:rsid w:val="00C322D1"/>
    <w:rsid w:val="00C32927"/>
    <w:rsid w:val="00C32D1A"/>
    <w:rsid w:val="00C331C7"/>
    <w:rsid w:val="00C3320E"/>
    <w:rsid w:val="00C33340"/>
    <w:rsid w:val="00C33896"/>
    <w:rsid w:val="00C33B14"/>
    <w:rsid w:val="00C33BE1"/>
    <w:rsid w:val="00C33C11"/>
    <w:rsid w:val="00C33ED8"/>
    <w:rsid w:val="00C34546"/>
    <w:rsid w:val="00C345C5"/>
    <w:rsid w:val="00C348FA"/>
    <w:rsid w:val="00C34AE2"/>
    <w:rsid w:val="00C34CCE"/>
    <w:rsid w:val="00C35032"/>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A5"/>
    <w:rsid w:val="00C418A6"/>
    <w:rsid w:val="00C427AB"/>
    <w:rsid w:val="00C429DB"/>
    <w:rsid w:val="00C42AE4"/>
    <w:rsid w:val="00C43130"/>
    <w:rsid w:val="00C4315D"/>
    <w:rsid w:val="00C43373"/>
    <w:rsid w:val="00C434CF"/>
    <w:rsid w:val="00C43503"/>
    <w:rsid w:val="00C440EA"/>
    <w:rsid w:val="00C443EB"/>
    <w:rsid w:val="00C445F8"/>
    <w:rsid w:val="00C4463A"/>
    <w:rsid w:val="00C44DC0"/>
    <w:rsid w:val="00C451B3"/>
    <w:rsid w:val="00C452CA"/>
    <w:rsid w:val="00C453FB"/>
    <w:rsid w:val="00C454F4"/>
    <w:rsid w:val="00C45B99"/>
    <w:rsid w:val="00C4639D"/>
    <w:rsid w:val="00C46D42"/>
    <w:rsid w:val="00C470B9"/>
    <w:rsid w:val="00C500BB"/>
    <w:rsid w:val="00C506C7"/>
    <w:rsid w:val="00C5079F"/>
    <w:rsid w:val="00C508A6"/>
    <w:rsid w:val="00C50A55"/>
    <w:rsid w:val="00C5166B"/>
    <w:rsid w:val="00C52DC9"/>
    <w:rsid w:val="00C533CB"/>
    <w:rsid w:val="00C53A3B"/>
    <w:rsid w:val="00C53DEE"/>
    <w:rsid w:val="00C53E0D"/>
    <w:rsid w:val="00C544F9"/>
    <w:rsid w:val="00C54F8A"/>
    <w:rsid w:val="00C55AC5"/>
    <w:rsid w:val="00C55D83"/>
    <w:rsid w:val="00C5600B"/>
    <w:rsid w:val="00C56520"/>
    <w:rsid w:val="00C56730"/>
    <w:rsid w:val="00C5693D"/>
    <w:rsid w:val="00C56A9B"/>
    <w:rsid w:val="00C572EC"/>
    <w:rsid w:val="00C57392"/>
    <w:rsid w:val="00C57973"/>
    <w:rsid w:val="00C57AA1"/>
    <w:rsid w:val="00C57D38"/>
    <w:rsid w:val="00C6196D"/>
    <w:rsid w:val="00C61A0E"/>
    <w:rsid w:val="00C62328"/>
    <w:rsid w:val="00C62626"/>
    <w:rsid w:val="00C62FD2"/>
    <w:rsid w:val="00C6325A"/>
    <w:rsid w:val="00C6342F"/>
    <w:rsid w:val="00C63492"/>
    <w:rsid w:val="00C63E26"/>
    <w:rsid w:val="00C63FEA"/>
    <w:rsid w:val="00C64689"/>
    <w:rsid w:val="00C64B60"/>
    <w:rsid w:val="00C64CA1"/>
    <w:rsid w:val="00C64DC6"/>
    <w:rsid w:val="00C64F09"/>
    <w:rsid w:val="00C64F65"/>
    <w:rsid w:val="00C653C9"/>
    <w:rsid w:val="00C65637"/>
    <w:rsid w:val="00C6571E"/>
    <w:rsid w:val="00C658CA"/>
    <w:rsid w:val="00C65D48"/>
    <w:rsid w:val="00C66AC7"/>
    <w:rsid w:val="00C66B36"/>
    <w:rsid w:val="00C66E22"/>
    <w:rsid w:val="00C66EB4"/>
    <w:rsid w:val="00C66F4C"/>
    <w:rsid w:val="00C670E4"/>
    <w:rsid w:val="00C674D4"/>
    <w:rsid w:val="00C676DE"/>
    <w:rsid w:val="00C679F2"/>
    <w:rsid w:val="00C70009"/>
    <w:rsid w:val="00C7004D"/>
    <w:rsid w:val="00C70478"/>
    <w:rsid w:val="00C706F9"/>
    <w:rsid w:val="00C707DA"/>
    <w:rsid w:val="00C70993"/>
    <w:rsid w:val="00C709F8"/>
    <w:rsid w:val="00C70A20"/>
    <w:rsid w:val="00C712F0"/>
    <w:rsid w:val="00C713CC"/>
    <w:rsid w:val="00C713CF"/>
    <w:rsid w:val="00C7178E"/>
    <w:rsid w:val="00C717F7"/>
    <w:rsid w:val="00C71C4F"/>
    <w:rsid w:val="00C71D35"/>
    <w:rsid w:val="00C71FEE"/>
    <w:rsid w:val="00C72B8E"/>
    <w:rsid w:val="00C72C39"/>
    <w:rsid w:val="00C73888"/>
    <w:rsid w:val="00C738E7"/>
    <w:rsid w:val="00C73DAE"/>
    <w:rsid w:val="00C73F6D"/>
    <w:rsid w:val="00C743C3"/>
    <w:rsid w:val="00C747C3"/>
    <w:rsid w:val="00C74DC7"/>
    <w:rsid w:val="00C75C4A"/>
    <w:rsid w:val="00C762BA"/>
    <w:rsid w:val="00C765D1"/>
    <w:rsid w:val="00C768D9"/>
    <w:rsid w:val="00C7696F"/>
    <w:rsid w:val="00C76B8D"/>
    <w:rsid w:val="00C76F9B"/>
    <w:rsid w:val="00C77055"/>
    <w:rsid w:val="00C773C7"/>
    <w:rsid w:val="00C776AD"/>
    <w:rsid w:val="00C7796C"/>
    <w:rsid w:val="00C800DB"/>
    <w:rsid w:val="00C80974"/>
    <w:rsid w:val="00C80D87"/>
    <w:rsid w:val="00C81386"/>
    <w:rsid w:val="00C814AB"/>
    <w:rsid w:val="00C814EB"/>
    <w:rsid w:val="00C8191F"/>
    <w:rsid w:val="00C81C28"/>
    <w:rsid w:val="00C81D2E"/>
    <w:rsid w:val="00C81D7E"/>
    <w:rsid w:val="00C824A8"/>
    <w:rsid w:val="00C82ACE"/>
    <w:rsid w:val="00C82E5B"/>
    <w:rsid w:val="00C83039"/>
    <w:rsid w:val="00C837CD"/>
    <w:rsid w:val="00C842D9"/>
    <w:rsid w:val="00C851CE"/>
    <w:rsid w:val="00C86FB2"/>
    <w:rsid w:val="00C8754D"/>
    <w:rsid w:val="00C87573"/>
    <w:rsid w:val="00C87574"/>
    <w:rsid w:val="00C87BB8"/>
    <w:rsid w:val="00C87F04"/>
    <w:rsid w:val="00C90225"/>
    <w:rsid w:val="00C908EA"/>
    <w:rsid w:val="00C9095F"/>
    <w:rsid w:val="00C90C7A"/>
    <w:rsid w:val="00C914E7"/>
    <w:rsid w:val="00C91F04"/>
    <w:rsid w:val="00C9224F"/>
    <w:rsid w:val="00C922AA"/>
    <w:rsid w:val="00C924D0"/>
    <w:rsid w:val="00C92593"/>
    <w:rsid w:val="00C92D02"/>
    <w:rsid w:val="00C934DA"/>
    <w:rsid w:val="00C93ED7"/>
    <w:rsid w:val="00C93EF5"/>
    <w:rsid w:val="00C94598"/>
    <w:rsid w:val="00C946B2"/>
    <w:rsid w:val="00C949A1"/>
    <w:rsid w:val="00C94E90"/>
    <w:rsid w:val="00C94F7C"/>
    <w:rsid w:val="00C9513E"/>
    <w:rsid w:val="00C951EB"/>
    <w:rsid w:val="00C95328"/>
    <w:rsid w:val="00C95409"/>
    <w:rsid w:val="00C95528"/>
    <w:rsid w:val="00C95A3D"/>
    <w:rsid w:val="00C97A01"/>
    <w:rsid w:val="00C97D34"/>
    <w:rsid w:val="00CA0545"/>
    <w:rsid w:val="00CA089A"/>
    <w:rsid w:val="00CA109B"/>
    <w:rsid w:val="00CA1C3E"/>
    <w:rsid w:val="00CA1F19"/>
    <w:rsid w:val="00CA1F31"/>
    <w:rsid w:val="00CA20F4"/>
    <w:rsid w:val="00CA2467"/>
    <w:rsid w:val="00CA2C8F"/>
    <w:rsid w:val="00CA2EA2"/>
    <w:rsid w:val="00CA31DC"/>
    <w:rsid w:val="00CA31F2"/>
    <w:rsid w:val="00CA3203"/>
    <w:rsid w:val="00CA3AAD"/>
    <w:rsid w:val="00CA3EE1"/>
    <w:rsid w:val="00CA4062"/>
    <w:rsid w:val="00CA40BE"/>
    <w:rsid w:val="00CA44CA"/>
    <w:rsid w:val="00CA4687"/>
    <w:rsid w:val="00CA4BF2"/>
    <w:rsid w:val="00CA4C4F"/>
    <w:rsid w:val="00CA4D36"/>
    <w:rsid w:val="00CA4E7C"/>
    <w:rsid w:val="00CA4F2D"/>
    <w:rsid w:val="00CA4F42"/>
    <w:rsid w:val="00CA52D9"/>
    <w:rsid w:val="00CA551C"/>
    <w:rsid w:val="00CA554B"/>
    <w:rsid w:val="00CA593A"/>
    <w:rsid w:val="00CA5E98"/>
    <w:rsid w:val="00CA603B"/>
    <w:rsid w:val="00CA62E9"/>
    <w:rsid w:val="00CA6499"/>
    <w:rsid w:val="00CA6534"/>
    <w:rsid w:val="00CA6C4D"/>
    <w:rsid w:val="00CA6FE1"/>
    <w:rsid w:val="00CA748D"/>
    <w:rsid w:val="00CA7891"/>
    <w:rsid w:val="00CA7E47"/>
    <w:rsid w:val="00CB0015"/>
    <w:rsid w:val="00CB0150"/>
    <w:rsid w:val="00CB176A"/>
    <w:rsid w:val="00CB1776"/>
    <w:rsid w:val="00CB1ADE"/>
    <w:rsid w:val="00CB20C9"/>
    <w:rsid w:val="00CB2309"/>
    <w:rsid w:val="00CB27C8"/>
    <w:rsid w:val="00CB2DE7"/>
    <w:rsid w:val="00CB3148"/>
    <w:rsid w:val="00CB33FD"/>
    <w:rsid w:val="00CB3CEE"/>
    <w:rsid w:val="00CB3EA6"/>
    <w:rsid w:val="00CB3F13"/>
    <w:rsid w:val="00CB4228"/>
    <w:rsid w:val="00CB43E3"/>
    <w:rsid w:val="00CB44BE"/>
    <w:rsid w:val="00CB4A1F"/>
    <w:rsid w:val="00CB4AF1"/>
    <w:rsid w:val="00CB4BB0"/>
    <w:rsid w:val="00CB4E7E"/>
    <w:rsid w:val="00CB508A"/>
    <w:rsid w:val="00CB53AC"/>
    <w:rsid w:val="00CB56CF"/>
    <w:rsid w:val="00CB5738"/>
    <w:rsid w:val="00CB57C2"/>
    <w:rsid w:val="00CB5850"/>
    <w:rsid w:val="00CB5C8E"/>
    <w:rsid w:val="00CB5DE9"/>
    <w:rsid w:val="00CB5EBE"/>
    <w:rsid w:val="00CB6377"/>
    <w:rsid w:val="00CB666D"/>
    <w:rsid w:val="00CB69D2"/>
    <w:rsid w:val="00CB6A66"/>
    <w:rsid w:val="00CB6BF5"/>
    <w:rsid w:val="00CB6C14"/>
    <w:rsid w:val="00CB6F08"/>
    <w:rsid w:val="00CB712E"/>
    <w:rsid w:val="00CB71D8"/>
    <w:rsid w:val="00CB73F2"/>
    <w:rsid w:val="00CB74B2"/>
    <w:rsid w:val="00CB7A65"/>
    <w:rsid w:val="00CB7AA6"/>
    <w:rsid w:val="00CC039A"/>
    <w:rsid w:val="00CC0966"/>
    <w:rsid w:val="00CC0BA1"/>
    <w:rsid w:val="00CC0C43"/>
    <w:rsid w:val="00CC0EF0"/>
    <w:rsid w:val="00CC114D"/>
    <w:rsid w:val="00CC1B9D"/>
    <w:rsid w:val="00CC1BF6"/>
    <w:rsid w:val="00CC208A"/>
    <w:rsid w:val="00CC2691"/>
    <w:rsid w:val="00CC2CBE"/>
    <w:rsid w:val="00CC3FB1"/>
    <w:rsid w:val="00CC4698"/>
    <w:rsid w:val="00CC59C0"/>
    <w:rsid w:val="00CC5A98"/>
    <w:rsid w:val="00CC626E"/>
    <w:rsid w:val="00CC648F"/>
    <w:rsid w:val="00CC6546"/>
    <w:rsid w:val="00CC677E"/>
    <w:rsid w:val="00CC6985"/>
    <w:rsid w:val="00CC6D68"/>
    <w:rsid w:val="00CC6DB9"/>
    <w:rsid w:val="00CC72C1"/>
    <w:rsid w:val="00CD02B3"/>
    <w:rsid w:val="00CD11CA"/>
    <w:rsid w:val="00CD1943"/>
    <w:rsid w:val="00CD1E27"/>
    <w:rsid w:val="00CD206B"/>
    <w:rsid w:val="00CD298C"/>
    <w:rsid w:val="00CD2B15"/>
    <w:rsid w:val="00CD32B8"/>
    <w:rsid w:val="00CD32C5"/>
    <w:rsid w:val="00CD3782"/>
    <w:rsid w:val="00CD380E"/>
    <w:rsid w:val="00CD3ADA"/>
    <w:rsid w:val="00CD3D8C"/>
    <w:rsid w:val="00CD3E99"/>
    <w:rsid w:val="00CD46E1"/>
    <w:rsid w:val="00CD49F8"/>
    <w:rsid w:val="00CD4C20"/>
    <w:rsid w:val="00CD4DB6"/>
    <w:rsid w:val="00CD4DCA"/>
    <w:rsid w:val="00CD5132"/>
    <w:rsid w:val="00CD557D"/>
    <w:rsid w:val="00CD5AB4"/>
    <w:rsid w:val="00CD72FC"/>
    <w:rsid w:val="00CD733A"/>
    <w:rsid w:val="00CD73FF"/>
    <w:rsid w:val="00CD7B69"/>
    <w:rsid w:val="00CD7D40"/>
    <w:rsid w:val="00CE0769"/>
    <w:rsid w:val="00CE0945"/>
    <w:rsid w:val="00CE11B1"/>
    <w:rsid w:val="00CE1D84"/>
    <w:rsid w:val="00CE1F4A"/>
    <w:rsid w:val="00CE20E4"/>
    <w:rsid w:val="00CE21C1"/>
    <w:rsid w:val="00CE245C"/>
    <w:rsid w:val="00CE2E7E"/>
    <w:rsid w:val="00CE31D3"/>
    <w:rsid w:val="00CE323E"/>
    <w:rsid w:val="00CE325C"/>
    <w:rsid w:val="00CE46A0"/>
    <w:rsid w:val="00CE4CDF"/>
    <w:rsid w:val="00CE4D23"/>
    <w:rsid w:val="00CE4E8B"/>
    <w:rsid w:val="00CE53F5"/>
    <w:rsid w:val="00CE54EC"/>
    <w:rsid w:val="00CE63B1"/>
    <w:rsid w:val="00CE643D"/>
    <w:rsid w:val="00CE6B59"/>
    <w:rsid w:val="00CE6C5A"/>
    <w:rsid w:val="00CE70EB"/>
    <w:rsid w:val="00CE71BA"/>
    <w:rsid w:val="00CE7373"/>
    <w:rsid w:val="00CE75E1"/>
    <w:rsid w:val="00CE77A5"/>
    <w:rsid w:val="00CE77FD"/>
    <w:rsid w:val="00CE7810"/>
    <w:rsid w:val="00CE7D30"/>
    <w:rsid w:val="00CE7FCD"/>
    <w:rsid w:val="00CF0095"/>
    <w:rsid w:val="00CF02CF"/>
    <w:rsid w:val="00CF0B68"/>
    <w:rsid w:val="00CF1428"/>
    <w:rsid w:val="00CF19ED"/>
    <w:rsid w:val="00CF3132"/>
    <w:rsid w:val="00CF44D6"/>
    <w:rsid w:val="00CF4C48"/>
    <w:rsid w:val="00CF5348"/>
    <w:rsid w:val="00CF5465"/>
    <w:rsid w:val="00CF5C75"/>
    <w:rsid w:val="00CF5D8E"/>
    <w:rsid w:val="00CF66CA"/>
    <w:rsid w:val="00CF68D0"/>
    <w:rsid w:val="00CF6C7A"/>
    <w:rsid w:val="00CF6D5B"/>
    <w:rsid w:val="00CF6EBD"/>
    <w:rsid w:val="00CF753D"/>
    <w:rsid w:val="00CF766E"/>
    <w:rsid w:val="00D00592"/>
    <w:rsid w:val="00D005AF"/>
    <w:rsid w:val="00D0064F"/>
    <w:rsid w:val="00D009AE"/>
    <w:rsid w:val="00D01066"/>
    <w:rsid w:val="00D01A69"/>
    <w:rsid w:val="00D01A96"/>
    <w:rsid w:val="00D01B04"/>
    <w:rsid w:val="00D01D88"/>
    <w:rsid w:val="00D01DBF"/>
    <w:rsid w:val="00D02938"/>
    <w:rsid w:val="00D02A9B"/>
    <w:rsid w:val="00D03381"/>
    <w:rsid w:val="00D03DA8"/>
    <w:rsid w:val="00D04484"/>
    <w:rsid w:val="00D04C28"/>
    <w:rsid w:val="00D04E72"/>
    <w:rsid w:val="00D05003"/>
    <w:rsid w:val="00D05647"/>
    <w:rsid w:val="00D05A14"/>
    <w:rsid w:val="00D05C64"/>
    <w:rsid w:val="00D06DF9"/>
    <w:rsid w:val="00D06E5D"/>
    <w:rsid w:val="00D07638"/>
    <w:rsid w:val="00D07799"/>
    <w:rsid w:val="00D07B46"/>
    <w:rsid w:val="00D101D8"/>
    <w:rsid w:val="00D10366"/>
    <w:rsid w:val="00D106D7"/>
    <w:rsid w:val="00D1076F"/>
    <w:rsid w:val="00D10AFA"/>
    <w:rsid w:val="00D10D52"/>
    <w:rsid w:val="00D10F36"/>
    <w:rsid w:val="00D111F1"/>
    <w:rsid w:val="00D1147A"/>
    <w:rsid w:val="00D11C51"/>
    <w:rsid w:val="00D11FCA"/>
    <w:rsid w:val="00D12343"/>
    <w:rsid w:val="00D1246B"/>
    <w:rsid w:val="00D12BBF"/>
    <w:rsid w:val="00D132E6"/>
    <w:rsid w:val="00D13404"/>
    <w:rsid w:val="00D136EB"/>
    <w:rsid w:val="00D13FBC"/>
    <w:rsid w:val="00D14441"/>
    <w:rsid w:val="00D144AA"/>
    <w:rsid w:val="00D14546"/>
    <w:rsid w:val="00D146BE"/>
    <w:rsid w:val="00D14947"/>
    <w:rsid w:val="00D14E72"/>
    <w:rsid w:val="00D1575A"/>
    <w:rsid w:val="00D1594C"/>
    <w:rsid w:val="00D15B5A"/>
    <w:rsid w:val="00D15BB4"/>
    <w:rsid w:val="00D170E8"/>
    <w:rsid w:val="00D1711A"/>
    <w:rsid w:val="00D17251"/>
    <w:rsid w:val="00D176BF"/>
    <w:rsid w:val="00D17897"/>
    <w:rsid w:val="00D20764"/>
    <w:rsid w:val="00D2101D"/>
    <w:rsid w:val="00D21305"/>
    <w:rsid w:val="00D21A22"/>
    <w:rsid w:val="00D222E7"/>
    <w:rsid w:val="00D2262F"/>
    <w:rsid w:val="00D23A64"/>
    <w:rsid w:val="00D23B64"/>
    <w:rsid w:val="00D24F13"/>
    <w:rsid w:val="00D24FA6"/>
    <w:rsid w:val="00D25052"/>
    <w:rsid w:val="00D253AB"/>
    <w:rsid w:val="00D25767"/>
    <w:rsid w:val="00D25870"/>
    <w:rsid w:val="00D25A20"/>
    <w:rsid w:val="00D25B9A"/>
    <w:rsid w:val="00D25CFC"/>
    <w:rsid w:val="00D26586"/>
    <w:rsid w:val="00D2699F"/>
    <w:rsid w:val="00D271CF"/>
    <w:rsid w:val="00D2772B"/>
    <w:rsid w:val="00D27B6E"/>
    <w:rsid w:val="00D3063A"/>
    <w:rsid w:val="00D307CB"/>
    <w:rsid w:val="00D30DC8"/>
    <w:rsid w:val="00D30E9F"/>
    <w:rsid w:val="00D31261"/>
    <w:rsid w:val="00D318C1"/>
    <w:rsid w:val="00D31ACE"/>
    <w:rsid w:val="00D323A7"/>
    <w:rsid w:val="00D330AB"/>
    <w:rsid w:val="00D34186"/>
    <w:rsid w:val="00D34496"/>
    <w:rsid w:val="00D345C2"/>
    <w:rsid w:val="00D34974"/>
    <w:rsid w:val="00D34B61"/>
    <w:rsid w:val="00D353AC"/>
    <w:rsid w:val="00D353CB"/>
    <w:rsid w:val="00D35504"/>
    <w:rsid w:val="00D355A0"/>
    <w:rsid w:val="00D3570C"/>
    <w:rsid w:val="00D359B9"/>
    <w:rsid w:val="00D35A49"/>
    <w:rsid w:val="00D36020"/>
    <w:rsid w:val="00D36037"/>
    <w:rsid w:val="00D36271"/>
    <w:rsid w:val="00D37034"/>
    <w:rsid w:val="00D376BE"/>
    <w:rsid w:val="00D377F4"/>
    <w:rsid w:val="00D37828"/>
    <w:rsid w:val="00D40087"/>
    <w:rsid w:val="00D402BB"/>
    <w:rsid w:val="00D41510"/>
    <w:rsid w:val="00D416DE"/>
    <w:rsid w:val="00D417D8"/>
    <w:rsid w:val="00D41D8E"/>
    <w:rsid w:val="00D41DE9"/>
    <w:rsid w:val="00D41E79"/>
    <w:rsid w:val="00D41F31"/>
    <w:rsid w:val="00D4201D"/>
    <w:rsid w:val="00D42585"/>
    <w:rsid w:val="00D42B15"/>
    <w:rsid w:val="00D42C8D"/>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D48"/>
    <w:rsid w:val="00D50FA7"/>
    <w:rsid w:val="00D514D8"/>
    <w:rsid w:val="00D51EB9"/>
    <w:rsid w:val="00D51FA3"/>
    <w:rsid w:val="00D51FDB"/>
    <w:rsid w:val="00D52095"/>
    <w:rsid w:val="00D5209F"/>
    <w:rsid w:val="00D520C5"/>
    <w:rsid w:val="00D520E1"/>
    <w:rsid w:val="00D52400"/>
    <w:rsid w:val="00D52724"/>
    <w:rsid w:val="00D527D7"/>
    <w:rsid w:val="00D52B79"/>
    <w:rsid w:val="00D533A3"/>
    <w:rsid w:val="00D533C3"/>
    <w:rsid w:val="00D5340E"/>
    <w:rsid w:val="00D5383D"/>
    <w:rsid w:val="00D53C71"/>
    <w:rsid w:val="00D53E83"/>
    <w:rsid w:val="00D5406B"/>
    <w:rsid w:val="00D54ACD"/>
    <w:rsid w:val="00D54BFB"/>
    <w:rsid w:val="00D550BA"/>
    <w:rsid w:val="00D5512E"/>
    <w:rsid w:val="00D55134"/>
    <w:rsid w:val="00D55244"/>
    <w:rsid w:val="00D554B7"/>
    <w:rsid w:val="00D55BC8"/>
    <w:rsid w:val="00D56962"/>
    <w:rsid w:val="00D5696A"/>
    <w:rsid w:val="00D56AFE"/>
    <w:rsid w:val="00D5751F"/>
    <w:rsid w:val="00D57A18"/>
    <w:rsid w:val="00D57AB4"/>
    <w:rsid w:val="00D57C67"/>
    <w:rsid w:val="00D57E1E"/>
    <w:rsid w:val="00D57FA0"/>
    <w:rsid w:val="00D606EF"/>
    <w:rsid w:val="00D60A11"/>
    <w:rsid w:val="00D60D41"/>
    <w:rsid w:val="00D60E63"/>
    <w:rsid w:val="00D61030"/>
    <w:rsid w:val="00D6103B"/>
    <w:rsid w:val="00D61EED"/>
    <w:rsid w:val="00D61FFE"/>
    <w:rsid w:val="00D62023"/>
    <w:rsid w:val="00D62C6E"/>
    <w:rsid w:val="00D62D03"/>
    <w:rsid w:val="00D62DEB"/>
    <w:rsid w:val="00D6338A"/>
    <w:rsid w:val="00D639D5"/>
    <w:rsid w:val="00D63B37"/>
    <w:rsid w:val="00D63B3C"/>
    <w:rsid w:val="00D63E43"/>
    <w:rsid w:val="00D64455"/>
    <w:rsid w:val="00D64478"/>
    <w:rsid w:val="00D6455E"/>
    <w:rsid w:val="00D6463A"/>
    <w:rsid w:val="00D64ED6"/>
    <w:rsid w:val="00D65355"/>
    <w:rsid w:val="00D65DB5"/>
    <w:rsid w:val="00D66F00"/>
    <w:rsid w:val="00D67474"/>
    <w:rsid w:val="00D674A5"/>
    <w:rsid w:val="00D67520"/>
    <w:rsid w:val="00D6758B"/>
    <w:rsid w:val="00D67BEB"/>
    <w:rsid w:val="00D70092"/>
    <w:rsid w:val="00D7029D"/>
    <w:rsid w:val="00D702D4"/>
    <w:rsid w:val="00D70336"/>
    <w:rsid w:val="00D70B4E"/>
    <w:rsid w:val="00D70D97"/>
    <w:rsid w:val="00D713C4"/>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F1A"/>
    <w:rsid w:val="00D7478B"/>
    <w:rsid w:val="00D74AA6"/>
    <w:rsid w:val="00D75070"/>
    <w:rsid w:val="00D760CE"/>
    <w:rsid w:val="00D76803"/>
    <w:rsid w:val="00D7692A"/>
    <w:rsid w:val="00D76CF6"/>
    <w:rsid w:val="00D76F4D"/>
    <w:rsid w:val="00D77020"/>
    <w:rsid w:val="00D77561"/>
    <w:rsid w:val="00D779FA"/>
    <w:rsid w:val="00D77A71"/>
    <w:rsid w:val="00D77A9B"/>
    <w:rsid w:val="00D77B01"/>
    <w:rsid w:val="00D77B35"/>
    <w:rsid w:val="00D77E9D"/>
    <w:rsid w:val="00D77EE2"/>
    <w:rsid w:val="00D80657"/>
    <w:rsid w:val="00D80694"/>
    <w:rsid w:val="00D807C7"/>
    <w:rsid w:val="00D80B90"/>
    <w:rsid w:val="00D80CC2"/>
    <w:rsid w:val="00D812A5"/>
    <w:rsid w:val="00D812D2"/>
    <w:rsid w:val="00D812F9"/>
    <w:rsid w:val="00D81554"/>
    <w:rsid w:val="00D81651"/>
    <w:rsid w:val="00D81AF6"/>
    <w:rsid w:val="00D81B5B"/>
    <w:rsid w:val="00D81D6A"/>
    <w:rsid w:val="00D81E48"/>
    <w:rsid w:val="00D8302B"/>
    <w:rsid w:val="00D8306C"/>
    <w:rsid w:val="00D8316B"/>
    <w:rsid w:val="00D834D6"/>
    <w:rsid w:val="00D83AA0"/>
    <w:rsid w:val="00D83B97"/>
    <w:rsid w:val="00D83CA0"/>
    <w:rsid w:val="00D840F5"/>
    <w:rsid w:val="00D847C8"/>
    <w:rsid w:val="00D848B5"/>
    <w:rsid w:val="00D84948"/>
    <w:rsid w:val="00D84E2E"/>
    <w:rsid w:val="00D85088"/>
    <w:rsid w:val="00D8542E"/>
    <w:rsid w:val="00D85E3B"/>
    <w:rsid w:val="00D8610F"/>
    <w:rsid w:val="00D862A6"/>
    <w:rsid w:val="00D867CA"/>
    <w:rsid w:val="00D867F4"/>
    <w:rsid w:val="00D86A67"/>
    <w:rsid w:val="00D86C32"/>
    <w:rsid w:val="00D86F4C"/>
    <w:rsid w:val="00D8738B"/>
    <w:rsid w:val="00D873A7"/>
    <w:rsid w:val="00D874C3"/>
    <w:rsid w:val="00D87778"/>
    <w:rsid w:val="00D87B69"/>
    <w:rsid w:val="00D87F52"/>
    <w:rsid w:val="00D907AD"/>
    <w:rsid w:val="00D907FA"/>
    <w:rsid w:val="00D90837"/>
    <w:rsid w:val="00D9089D"/>
    <w:rsid w:val="00D91160"/>
    <w:rsid w:val="00D9149A"/>
    <w:rsid w:val="00D91723"/>
    <w:rsid w:val="00D91D7E"/>
    <w:rsid w:val="00D91FB9"/>
    <w:rsid w:val="00D9205D"/>
    <w:rsid w:val="00D92427"/>
    <w:rsid w:val="00D92615"/>
    <w:rsid w:val="00D9266B"/>
    <w:rsid w:val="00D92CBC"/>
    <w:rsid w:val="00D93D4E"/>
    <w:rsid w:val="00D93F02"/>
    <w:rsid w:val="00D93FDA"/>
    <w:rsid w:val="00D943EC"/>
    <w:rsid w:val="00D94F56"/>
    <w:rsid w:val="00D94F9D"/>
    <w:rsid w:val="00D951E7"/>
    <w:rsid w:val="00D9525D"/>
    <w:rsid w:val="00D95329"/>
    <w:rsid w:val="00D958B3"/>
    <w:rsid w:val="00D959FF"/>
    <w:rsid w:val="00D95D9C"/>
    <w:rsid w:val="00D96B05"/>
    <w:rsid w:val="00D96B7D"/>
    <w:rsid w:val="00D96BF6"/>
    <w:rsid w:val="00D97052"/>
    <w:rsid w:val="00D971E6"/>
    <w:rsid w:val="00D97C77"/>
    <w:rsid w:val="00DA0615"/>
    <w:rsid w:val="00DA1194"/>
    <w:rsid w:val="00DA11F6"/>
    <w:rsid w:val="00DA1245"/>
    <w:rsid w:val="00DA18CA"/>
    <w:rsid w:val="00DA1DDA"/>
    <w:rsid w:val="00DA206C"/>
    <w:rsid w:val="00DA22B2"/>
    <w:rsid w:val="00DA2511"/>
    <w:rsid w:val="00DA2BE6"/>
    <w:rsid w:val="00DA327A"/>
    <w:rsid w:val="00DA33D8"/>
    <w:rsid w:val="00DA35ED"/>
    <w:rsid w:val="00DA37AA"/>
    <w:rsid w:val="00DA3872"/>
    <w:rsid w:val="00DA3F71"/>
    <w:rsid w:val="00DA45B2"/>
    <w:rsid w:val="00DA4894"/>
    <w:rsid w:val="00DA4D59"/>
    <w:rsid w:val="00DA4FDE"/>
    <w:rsid w:val="00DA5845"/>
    <w:rsid w:val="00DA5906"/>
    <w:rsid w:val="00DA63FB"/>
    <w:rsid w:val="00DA6487"/>
    <w:rsid w:val="00DA6621"/>
    <w:rsid w:val="00DA68E6"/>
    <w:rsid w:val="00DA6990"/>
    <w:rsid w:val="00DA6CAD"/>
    <w:rsid w:val="00DA7099"/>
    <w:rsid w:val="00DA79A0"/>
    <w:rsid w:val="00DA7C00"/>
    <w:rsid w:val="00DB0853"/>
    <w:rsid w:val="00DB0C6C"/>
    <w:rsid w:val="00DB0E26"/>
    <w:rsid w:val="00DB1060"/>
    <w:rsid w:val="00DB1142"/>
    <w:rsid w:val="00DB11B6"/>
    <w:rsid w:val="00DB1422"/>
    <w:rsid w:val="00DB1C1B"/>
    <w:rsid w:val="00DB1E55"/>
    <w:rsid w:val="00DB1F8F"/>
    <w:rsid w:val="00DB1FC0"/>
    <w:rsid w:val="00DB26A9"/>
    <w:rsid w:val="00DB379E"/>
    <w:rsid w:val="00DB3F84"/>
    <w:rsid w:val="00DB4488"/>
    <w:rsid w:val="00DB4880"/>
    <w:rsid w:val="00DB4B77"/>
    <w:rsid w:val="00DB5A4B"/>
    <w:rsid w:val="00DB5C18"/>
    <w:rsid w:val="00DB5EF2"/>
    <w:rsid w:val="00DB5F51"/>
    <w:rsid w:val="00DB6737"/>
    <w:rsid w:val="00DB6942"/>
    <w:rsid w:val="00DB6FD3"/>
    <w:rsid w:val="00DB7166"/>
    <w:rsid w:val="00DB71B6"/>
    <w:rsid w:val="00DB7460"/>
    <w:rsid w:val="00DB7475"/>
    <w:rsid w:val="00DB7676"/>
    <w:rsid w:val="00DC020C"/>
    <w:rsid w:val="00DC0A0C"/>
    <w:rsid w:val="00DC12DE"/>
    <w:rsid w:val="00DC13F0"/>
    <w:rsid w:val="00DC14DE"/>
    <w:rsid w:val="00DC16D3"/>
    <w:rsid w:val="00DC1858"/>
    <w:rsid w:val="00DC1A69"/>
    <w:rsid w:val="00DC1C5A"/>
    <w:rsid w:val="00DC1DCC"/>
    <w:rsid w:val="00DC2698"/>
    <w:rsid w:val="00DC2A7F"/>
    <w:rsid w:val="00DC2BA9"/>
    <w:rsid w:val="00DC2E28"/>
    <w:rsid w:val="00DC3474"/>
    <w:rsid w:val="00DC368A"/>
    <w:rsid w:val="00DC41B9"/>
    <w:rsid w:val="00DC433A"/>
    <w:rsid w:val="00DC4579"/>
    <w:rsid w:val="00DC47BB"/>
    <w:rsid w:val="00DC4C60"/>
    <w:rsid w:val="00DC4F9E"/>
    <w:rsid w:val="00DC541B"/>
    <w:rsid w:val="00DC5753"/>
    <w:rsid w:val="00DC57A7"/>
    <w:rsid w:val="00DC57F9"/>
    <w:rsid w:val="00DC5A28"/>
    <w:rsid w:val="00DC5FC4"/>
    <w:rsid w:val="00DC614F"/>
    <w:rsid w:val="00DC6425"/>
    <w:rsid w:val="00DC6599"/>
    <w:rsid w:val="00DC66BE"/>
    <w:rsid w:val="00DC6A05"/>
    <w:rsid w:val="00DC6AE1"/>
    <w:rsid w:val="00DC6C88"/>
    <w:rsid w:val="00DC7003"/>
    <w:rsid w:val="00DC7445"/>
    <w:rsid w:val="00DC7F9E"/>
    <w:rsid w:val="00DD01E5"/>
    <w:rsid w:val="00DD0F8A"/>
    <w:rsid w:val="00DD148E"/>
    <w:rsid w:val="00DD2768"/>
    <w:rsid w:val="00DD2D89"/>
    <w:rsid w:val="00DD2DA2"/>
    <w:rsid w:val="00DD307A"/>
    <w:rsid w:val="00DD3A52"/>
    <w:rsid w:val="00DD5076"/>
    <w:rsid w:val="00DD544C"/>
    <w:rsid w:val="00DD562F"/>
    <w:rsid w:val="00DD5A4B"/>
    <w:rsid w:val="00DD6130"/>
    <w:rsid w:val="00DD6B93"/>
    <w:rsid w:val="00DD6BFC"/>
    <w:rsid w:val="00DD6DF0"/>
    <w:rsid w:val="00DD7AF1"/>
    <w:rsid w:val="00DE098C"/>
    <w:rsid w:val="00DE09FF"/>
    <w:rsid w:val="00DE0BAC"/>
    <w:rsid w:val="00DE1322"/>
    <w:rsid w:val="00DE14A3"/>
    <w:rsid w:val="00DE1596"/>
    <w:rsid w:val="00DE15E1"/>
    <w:rsid w:val="00DE241F"/>
    <w:rsid w:val="00DE3295"/>
    <w:rsid w:val="00DE33F1"/>
    <w:rsid w:val="00DE35F2"/>
    <w:rsid w:val="00DE38C3"/>
    <w:rsid w:val="00DE411B"/>
    <w:rsid w:val="00DE4723"/>
    <w:rsid w:val="00DE52B0"/>
    <w:rsid w:val="00DE553B"/>
    <w:rsid w:val="00DE5861"/>
    <w:rsid w:val="00DE5BED"/>
    <w:rsid w:val="00DE6157"/>
    <w:rsid w:val="00DE6295"/>
    <w:rsid w:val="00DE6554"/>
    <w:rsid w:val="00DE6C33"/>
    <w:rsid w:val="00DE6F25"/>
    <w:rsid w:val="00DE726E"/>
    <w:rsid w:val="00DE73F9"/>
    <w:rsid w:val="00DE7A45"/>
    <w:rsid w:val="00DF0479"/>
    <w:rsid w:val="00DF14B1"/>
    <w:rsid w:val="00DF1650"/>
    <w:rsid w:val="00DF16BC"/>
    <w:rsid w:val="00DF1D5D"/>
    <w:rsid w:val="00DF1D9E"/>
    <w:rsid w:val="00DF21BC"/>
    <w:rsid w:val="00DF24DB"/>
    <w:rsid w:val="00DF29D6"/>
    <w:rsid w:val="00DF2A6B"/>
    <w:rsid w:val="00DF2E2F"/>
    <w:rsid w:val="00DF30DD"/>
    <w:rsid w:val="00DF37E2"/>
    <w:rsid w:val="00DF400C"/>
    <w:rsid w:val="00DF40EF"/>
    <w:rsid w:val="00DF456A"/>
    <w:rsid w:val="00DF49F8"/>
    <w:rsid w:val="00DF4E3F"/>
    <w:rsid w:val="00DF4F64"/>
    <w:rsid w:val="00DF5275"/>
    <w:rsid w:val="00DF5460"/>
    <w:rsid w:val="00DF56D2"/>
    <w:rsid w:val="00DF5ACE"/>
    <w:rsid w:val="00DF60AD"/>
    <w:rsid w:val="00DF614E"/>
    <w:rsid w:val="00DF671E"/>
    <w:rsid w:val="00DF6B23"/>
    <w:rsid w:val="00DF6C16"/>
    <w:rsid w:val="00DF6E7E"/>
    <w:rsid w:val="00DF70A8"/>
    <w:rsid w:val="00DF71FE"/>
    <w:rsid w:val="00DF7932"/>
    <w:rsid w:val="00E00045"/>
    <w:rsid w:val="00E00701"/>
    <w:rsid w:val="00E00873"/>
    <w:rsid w:val="00E008FC"/>
    <w:rsid w:val="00E00B1B"/>
    <w:rsid w:val="00E01B6B"/>
    <w:rsid w:val="00E01FCC"/>
    <w:rsid w:val="00E020D1"/>
    <w:rsid w:val="00E0235F"/>
    <w:rsid w:val="00E02791"/>
    <w:rsid w:val="00E02899"/>
    <w:rsid w:val="00E032E4"/>
    <w:rsid w:val="00E03DBB"/>
    <w:rsid w:val="00E045F6"/>
    <w:rsid w:val="00E046D4"/>
    <w:rsid w:val="00E04C20"/>
    <w:rsid w:val="00E04C59"/>
    <w:rsid w:val="00E05320"/>
    <w:rsid w:val="00E05930"/>
    <w:rsid w:val="00E0606D"/>
    <w:rsid w:val="00E0647E"/>
    <w:rsid w:val="00E06CCD"/>
    <w:rsid w:val="00E06F70"/>
    <w:rsid w:val="00E0707B"/>
    <w:rsid w:val="00E070CE"/>
    <w:rsid w:val="00E0726C"/>
    <w:rsid w:val="00E07557"/>
    <w:rsid w:val="00E079E7"/>
    <w:rsid w:val="00E07F67"/>
    <w:rsid w:val="00E1049C"/>
    <w:rsid w:val="00E106DA"/>
    <w:rsid w:val="00E10750"/>
    <w:rsid w:val="00E1082E"/>
    <w:rsid w:val="00E10991"/>
    <w:rsid w:val="00E10C2C"/>
    <w:rsid w:val="00E10D1B"/>
    <w:rsid w:val="00E10F76"/>
    <w:rsid w:val="00E11335"/>
    <w:rsid w:val="00E1177C"/>
    <w:rsid w:val="00E11919"/>
    <w:rsid w:val="00E11F16"/>
    <w:rsid w:val="00E12812"/>
    <w:rsid w:val="00E129FE"/>
    <w:rsid w:val="00E12C76"/>
    <w:rsid w:val="00E130DE"/>
    <w:rsid w:val="00E13363"/>
    <w:rsid w:val="00E135B7"/>
    <w:rsid w:val="00E135DD"/>
    <w:rsid w:val="00E138D2"/>
    <w:rsid w:val="00E13FA0"/>
    <w:rsid w:val="00E141B8"/>
    <w:rsid w:val="00E142CB"/>
    <w:rsid w:val="00E1525A"/>
    <w:rsid w:val="00E153AC"/>
    <w:rsid w:val="00E15FAE"/>
    <w:rsid w:val="00E160AA"/>
    <w:rsid w:val="00E1691E"/>
    <w:rsid w:val="00E17A90"/>
    <w:rsid w:val="00E17B56"/>
    <w:rsid w:val="00E202D9"/>
    <w:rsid w:val="00E20454"/>
    <w:rsid w:val="00E206A8"/>
    <w:rsid w:val="00E20817"/>
    <w:rsid w:val="00E2081D"/>
    <w:rsid w:val="00E213FD"/>
    <w:rsid w:val="00E21655"/>
    <w:rsid w:val="00E219AD"/>
    <w:rsid w:val="00E22277"/>
    <w:rsid w:val="00E22582"/>
    <w:rsid w:val="00E22B11"/>
    <w:rsid w:val="00E22E80"/>
    <w:rsid w:val="00E230DD"/>
    <w:rsid w:val="00E23450"/>
    <w:rsid w:val="00E2365A"/>
    <w:rsid w:val="00E23E4E"/>
    <w:rsid w:val="00E2425E"/>
    <w:rsid w:val="00E247A1"/>
    <w:rsid w:val="00E25489"/>
    <w:rsid w:val="00E257CA"/>
    <w:rsid w:val="00E25819"/>
    <w:rsid w:val="00E25E24"/>
    <w:rsid w:val="00E26D9F"/>
    <w:rsid w:val="00E271DE"/>
    <w:rsid w:val="00E278FC"/>
    <w:rsid w:val="00E27D84"/>
    <w:rsid w:val="00E3013D"/>
    <w:rsid w:val="00E30192"/>
    <w:rsid w:val="00E303E3"/>
    <w:rsid w:val="00E30A8C"/>
    <w:rsid w:val="00E30D31"/>
    <w:rsid w:val="00E312CE"/>
    <w:rsid w:val="00E3134A"/>
    <w:rsid w:val="00E3155D"/>
    <w:rsid w:val="00E319D5"/>
    <w:rsid w:val="00E31A3B"/>
    <w:rsid w:val="00E32140"/>
    <w:rsid w:val="00E32194"/>
    <w:rsid w:val="00E321F4"/>
    <w:rsid w:val="00E32452"/>
    <w:rsid w:val="00E32560"/>
    <w:rsid w:val="00E32987"/>
    <w:rsid w:val="00E32C32"/>
    <w:rsid w:val="00E334E0"/>
    <w:rsid w:val="00E33BEE"/>
    <w:rsid w:val="00E343DA"/>
    <w:rsid w:val="00E34514"/>
    <w:rsid w:val="00E34A61"/>
    <w:rsid w:val="00E34B03"/>
    <w:rsid w:val="00E34C7F"/>
    <w:rsid w:val="00E36446"/>
    <w:rsid w:val="00E375C2"/>
    <w:rsid w:val="00E3772A"/>
    <w:rsid w:val="00E3781B"/>
    <w:rsid w:val="00E37B9A"/>
    <w:rsid w:val="00E40460"/>
    <w:rsid w:val="00E4057C"/>
    <w:rsid w:val="00E416F6"/>
    <w:rsid w:val="00E419A2"/>
    <w:rsid w:val="00E42363"/>
    <w:rsid w:val="00E4262C"/>
    <w:rsid w:val="00E427F0"/>
    <w:rsid w:val="00E428F1"/>
    <w:rsid w:val="00E42E48"/>
    <w:rsid w:val="00E43438"/>
    <w:rsid w:val="00E43656"/>
    <w:rsid w:val="00E43E7E"/>
    <w:rsid w:val="00E43F1A"/>
    <w:rsid w:val="00E44230"/>
    <w:rsid w:val="00E4492E"/>
    <w:rsid w:val="00E44F7E"/>
    <w:rsid w:val="00E454BC"/>
    <w:rsid w:val="00E45541"/>
    <w:rsid w:val="00E45704"/>
    <w:rsid w:val="00E45822"/>
    <w:rsid w:val="00E4597F"/>
    <w:rsid w:val="00E45CCA"/>
    <w:rsid w:val="00E46177"/>
    <w:rsid w:val="00E462A3"/>
    <w:rsid w:val="00E466EE"/>
    <w:rsid w:val="00E46A3C"/>
    <w:rsid w:val="00E46B13"/>
    <w:rsid w:val="00E46CA9"/>
    <w:rsid w:val="00E46D48"/>
    <w:rsid w:val="00E47A41"/>
    <w:rsid w:val="00E500C8"/>
    <w:rsid w:val="00E50125"/>
    <w:rsid w:val="00E506CD"/>
    <w:rsid w:val="00E507A2"/>
    <w:rsid w:val="00E50C50"/>
    <w:rsid w:val="00E5133A"/>
    <w:rsid w:val="00E526A1"/>
    <w:rsid w:val="00E528AE"/>
    <w:rsid w:val="00E535C6"/>
    <w:rsid w:val="00E53C12"/>
    <w:rsid w:val="00E543F6"/>
    <w:rsid w:val="00E54D90"/>
    <w:rsid w:val="00E55420"/>
    <w:rsid w:val="00E56315"/>
    <w:rsid w:val="00E56347"/>
    <w:rsid w:val="00E567AB"/>
    <w:rsid w:val="00E5683C"/>
    <w:rsid w:val="00E56885"/>
    <w:rsid w:val="00E568E0"/>
    <w:rsid w:val="00E56EBD"/>
    <w:rsid w:val="00E57787"/>
    <w:rsid w:val="00E604ED"/>
    <w:rsid w:val="00E6076E"/>
    <w:rsid w:val="00E608E0"/>
    <w:rsid w:val="00E60D3E"/>
    <w:rsid w:val="00E614F8"/>
    <w:rsid w:val="00E61E23"/>
    <w:rsid w:val="00E626CA"/>
    <w:rsid w:val="00E62705"/>
    <w:rsid w:val="00E627F1"/>
    <w:rsid w:val="00E62A3D"/>
    <w:rsid w:val="00E62AA9"/>
    <w:rsid w:val="00E62ACC"/>
    <w:rsid w:val="00E62D38"/>
    <w:rsid w:val="00E638EC"/>
    <w:rsid w:val="00E63B43"/>
    <w:rsid w:val="00E63EDB"/>
    <w:rsid w:val="00E63F86"/>
    <w:rsid w:val="00E64A13"/>
    <w:rsid w:val="00E655DD"/>
    <w:rsid w:val="00E65DD3"/>
    <w:rsid w:val="00E65E4F"/>
    <w:rsid w:val="00E65FD6"/>
    <w:rsid w:val="00E662D7"/>
    <w:rsid w:val="00E66768"/>
    <w:rsid w:val="00E66D5B"/>
    <w:rsid w:val="00E67E57"/>
    <w:rsid w:val="00E70379"/>
    <w:rsid w:val="00E7049B"/>
    <w:rsid w:val="00E705F6"/>
    <w:rsid w:val="00E707FB"/>
    <w:rsid w:val="00E70C90"/>
    <w:rsid w:val="00E70D2A"/>
    <w:rsid w:val="00E71215"/>
    <w:rsid w:val="00E7123E"/>
    <w:rsid w:val="00E720A8"/>
    <w:rsid w:val="00E72654"/>
    <w:rsid w:val="00E72C60"/>
    <w:rsid w:val="00E730AF"/>
    <w:rsid w:val="00E731B3"/>
    <w:rsid w:val="00E73D5A"/>
    <w:rsid w:val="00E740C5"/>
    <w:rsid w:val="00E744E8"/>
    <w:rsid w:val="00E74692"/>
    <w:rsid w:val="00E74712"/>
    <w:rsid w:val="00E75066"/>
    <w:rsid w:val="00E7543D"/>
    <w:rsid w:val="00E76853"/>
    <w:rsid w:val="00E76BCD"/>
    <w:rsid w:val="00E76C79"/>
    <w:rsid w:val="00E76CE4"/>
    <w:rsid w:val="00E76D7A"/>
    <w:rsid w:val="00E77ED5"/>
    <w:rsid w:val="00E802B4"/>
    <w:rsid w:val="00E80432"/>
    <w:rsid w:val="00E805F3"/>
    <w:rsid w:val="00E80990"/>
    <w:rsid w:val="00E80A11"/>
    <w:rsid w:val="00E80B5F"/>
    <w:rsid w:val="00E8146E"/>
    <w:rsid w:val="00E81B14"/>
    <w:rsid w:val="00E81F0A"/>
    <w:rsid w:val="00E81F21"/>
    <w:rsid w:val="00E82024"/>
    <w:rsid w:val="00E8298D"/>
    <w:rsid w:val="00E82EEF"/>
    <w:rsid w:val="00E8311F"/>
    <w:rsid w:val="00E8385A"/>
    <w:rsid w:val="00E8394C"/>
    <w:rsid w:val="00E83B6F"/>
    <w:rsid w:val="00E83C0D"/>
    <w:rsid w:val="00E83E9D"/>
    <w:rsid w:val="00E844C3"/>
    <w:rsid w:val="00E8488A"/>
    <w:rsid w:val="00E84B76"/>
    <w:rsid w:val="00E8501E"/>
    <w:rsid w:val="00E857A1"/>
    <w:rsid w:val="00E862A6"/>
    <w:rsid w:val="00E8642B"/>
    <w:rsid w:val="00E868A6"/>
    <w:rsid w:val="00E86BD3"/>
    <w:rsid w:val="00E877BD"/>
    <w:rsid w:val="00E877FC"/>
    <w:rsid w:val="00E87BB0"/>
    <w:rsid w:val="00E87F51"/>
    <w:rsid w:val="00E90BC2"/>
    <w:rsid w:val="00E910BD"/>
    <w:rsid w:val="00E913D1"/>
    <w:rsid w:val="00E91890"/>
    <w:rsid w:val="00E92552"/>
    <w:rsid w:val="00E925E7"/>
    <w:rsid w:val="00E9270B"/>
    <w:rsid w:val="00E9297A"/>
    <w:rsid w:val="00E92E0B"/>
    <w:rsid w:val="00E9310B"/>
    <w:rsid w:val="00E93412"/>
    <w:rsid w:val="00E93692"/>
    <w:rsid w:val="00E9398C"/>
    <w:rsid w:val="00E93A54"/>
    <w:rsid w:val="00E93C3E"/>
    <w:rsid w:val="00E93EE1"/>
    <w:rsid w:val="00E93F52"/>
    <w:rsid w:val="00E9417C"/>
    <w:rsid w:val="00E94531"/>
    <w:rsid w:val="00E94649"/>
    <w:rsid w:val="00E95193"/>
    <w:rsid w:val="00E953B5"/>
    <w:rsid w:val="00E95B5B"/>
    <w:rsid w:val="00E965C1"/>
    <w:rsid w:val="00E96789"/>
    <w:rsid w:val="00E972B7"/>
    <w:rsid w:val="00E97B42"/>
    <w:rsid w:val="00EA05D6"/>
    <w:rsid w:val="00EA0A61"/>
    <w:rsid w:val="00EA13E3"/>
    <w:rsid w:val="00EA1525"/>
    <w:rsid w:val="00EA1DF5"/>
    <w:rsid w:val="00EA2112"/>
    <w:rsid w:val="00EA231E"/>
    <w:rsid w:val="00EA2468"/>
    <w:rsid w:val="00EA2601"/>
    <w:rsid w:val="00EA261C"/>
    <w:rsid w:val="00EA2A6A"/>
    <w:rsid w:val="00EA383F"/>
    <w:rsid w:val="00EA405B"/>
    <w:rsid w:val="00EA4221"/>
    <w:rsid w:val="00EA4856"/>
    <w:rsid w:val="00EA496B"/>
    <w:rsid w:val="00EA551F"/>
    <w:rsid w:val="00EA5622"/>
    <w:rsid w:val="00EA644D"/>
    <w:rsid w:val="00EA7258"/>
    <w:rsid w:val="00EA75CA"/>
    <w:rsid w:val="00EA7A73"/>
    <w:rsid w:val="00EA7C41"/>
    <w:rsid w:val="00EA7E8F"/>
    <w:rsid w:val="00EA7FAF"/>
    <w:rsid w:val="00EB059A"/>
    <w:rsid w:val="00EB0815"/>
    <w:rsid w:val="00EB0A1C"/>
    <w:rsid w:val="00EB0A58"/>
    <w:rsid w:val="00EB110D"/>
    <w:rsid w:val="00EB154D"/>
    <w:rsid w:val="00EB1701"/>
    <w:rsid w:val="00EB18FA"/>
    <w:rsid w:val="00EB20F4"/>
    <w:rsid w:val="00EB2519"/>
    <w:rsid w:val="00EB36BF"/>
    <w:rsid w:val="00EB3849"/>
    <w:rsid w:val="00EB3C07"/>
    <w:rsid w:val="00EB3EE9"/>
    <w:rsid w:val="00EB428A"/>
    <w:rsid w:val="00EB49C5"/>
    <w:rsid w:val="00EB5279"/>
    <w:rsid w:val="00EB53D1"/>
    <w:rsid w:val="00EB5978"/>
    <w:rsid w:val="00EB5DB3"/>
    <w:rsid w:val="00EB608F"/>
    <w:rsid w:val="00EB6573"/>
    <w:rsid w:val="00EB6627"/>
    <w:rsid w:val="00EB668C"/>
    <w:rsid w:val="00EB74C2"/>
    <w:rsid w:val="00EB74F6"/>
    <w:rsid w:val="00EB753D"/>
    <w:rsid w:val="00EB7559"/>
    <w:rsid w:val="00EB7A48"/>
    <w:rsid w:val="00EB7AB7"/>
    <w:rsid w:val="00EC00D7"/>
    <w:rsid w:val="00EC0B5C"/>
    <w:rsid w:val="00EC1360"/>
    <w:rsid w:val="00EC16CB"/>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4DD4"/>
    <w:rsid w:val="00EC5129"/>
    <w:rsid w:val="00EC52C0"/>
    <w:rsid w:val="00EC6257"/>
    <w:rsid w:val="00EC66AA"/>
    <w:rsid w:val="00EC6C36"/>
    <w:rsid w:val="00EC7653"/>
    <w:rsid w:val="00ED03C5"/>
    <w:rsid w:val="00ED0538"/>
    <w:rsid w:val="00ED06B1"/>
    <w:rsid w:val="00ED0C07"/>
    <w:rsid w:val="00ED0EC8"/>
    <w:rsid w:val="00ED177C"/>
    <w:rsid w:val="00ED17D4"/>
    <w:rsid w:val="00ED195D"/>
    <w:rsid w:val="00ED1E9D"/>
    <w:rsid w:val="00ED2AAD"/>
    <w:rsid w:val="00ED2B29"/>
    <w:rsid w:val="00ED3770"/>
    <w:rsid w:val="00ED3BE4"/>
    <w:rsid w:val="00ED428B"/>
    <w:rsid w:val="00ED44FE"/>
    <w:rsid w:val="00ED4A32"/>
    <w:rsid w:val="00ED4B17"/>
    <w:rsid w:val="00ED4C90"/>
    <w:rsid w:val="00ED4D6B"/>
    <w:rsid w:val="00ED4ED4"/>
    <w:rsid w:val="00ED5826"/>
    <w:rsid w:val="00ED6AF7"/>
    <w:rsid w:val="00ED71CE"/>
    <w:rsid w:val="00ED730B"/>
    <w:rsid w:val="00ED7753"/>
    <w:rsid w:val="00EE0271"/>
    <w:rsid w:val="00EE05CE"/>
    <w:rsid w:val="00EE0AC6"/>
    <w:rsid w:val="00EE0BD0"/>
    <w:rsid w:val="00EE0CF0"/>
    <w:rsid w:val="00EE0E07"/>
    <w:rsid w:val="00EE15EB"/>
    <w:rsid w:val="00EE16F0"/>
    <w:rsid w:val="00EE1E78"/>
    <w:rsid w:val="00EE2876"/>
    <w:rsid w:val="00EE2B09"/>
    <w:rsid w:val="00EE33B1"/>
    <w:rsid w:val="00EE3A2C"/>
    <w:rsid w:val="00EE40BE"/>
    <w:rsid w:val="00EE41F1"/>
    <w:rsid w:val="00EE42C8"/>
    <w:rsid w:val="00EE4F46"/>
    <w:rsid w:val="00EE5827"/>
    <w:rsid w:val="00EE5917"/>
    <w:rsid w:val="00EE59D1"/>
    <w:rsid w:val="00EE5BD0"/>
    <w:rsid w:val="00EE63E1"/>
    <w:rsid w:val="00EE6A52"/>
    <w:rsid w:val="00EE6B69"/>
    <w:rsid w:val="00EE6CAB"/>
    <w:rsid w:val="00EE6F81"/>
    <w:rsid w:val="00EE72AB"/>
    <w:rsid w:val="00EE72C5"/>
    <w:rsid w:val="00EE746B"/>
    <w:rsid w:val="00EE779B"/>
    <w:rsid w:val="00EE7981"/>
    <w:rsid w:val="00EE7BCC"/>
    <w:rsid w:val="00EF0793"/>
    <w:rsid w:val="00EF0C82"/>
    <w:rsid w:val="00EF158F"/>
    <w:rsid w:val="00EF15A5"/>
    <w:rsid w:val="00EF1B89"/>
    <w:rsid w:val="00EF1DF4"/>
    <w:rsid w:val="00EF20A2"/>
    <w:rsid w:val="00EF2394"/>
    <w:rsid w:val="00EF2631"/>
    <w:rsid w:val="00EF26EA"/>
    <w:rsid w:val="00EF27DA"/>
    <w:rsid w:val="00EF2905"/>
    <w:rsid w:val="00EF2B33"/>
    <w:rsid w:val="00EF2BA8"/>
    <w:rsid w:val="00EF3865"/>
    <w:rsid w:val="00EF39A7"/>
    <w:rsid w:val="00EF3CDE"/>
    <w:rsid w:val="00EF43C3"/>
    <w:rsid w:val="00EF4448"/>
    <w:rsid w:val="00EF4698"/>
    <w:rsid w:val="00EF4B75"/>
    <w:rsid w:val="00EF4F96"/>
    <w:rsid w:val="00EF51A3"/>
    <w:rsid w:val="00EF5376"/>
    <w:rsid w:val="00EF5547"/>
    <w:rsid w:val="00EF5658"/>
    <w:rsid w:val="00EF5DC1"/>
    <w:rsid w:val="00EF62BA"/>
    <w:rsid w:val="00EF6C00"/>
    <w:rsid w:val="00EF6DE6"/>
    <w:rsid w:val="00EF6E67"/>
    <w:rsid w:val="00EF731D"/>
    <w:rsid w:val="00EF7D56"/>
    <w:rsid w:val="00F00008"/>
    <w:rsid w:val="00F00F8B"/>
    <w:rsid w:val="00F019F2"/>
    <w:rsid w:val="00F01A00"/>
    <w:rsid w:val="00F01A48"/>
    <w:rsid w:val="00F020C4"/>
    <w:rsid w:val="00F03467"/>
    <w:rsid w:val="00F036D5"/>
    <w:rsid w:val="00F03817"/>
    <w:rsid w:val="00F03FD7"/>
    <w:rsid w:val="00F0432B"/>
    <w:rsid w:val="00F047E9"/>
    <w:rsid w:val="00F048E8"/>
    <w:rsid w:val="00F04D6B"/>
    <w:rsid w:val="00F052BA"/>
    <w:rsid w:val="00F05564"/>
    <w:rsid w:val="00F05677"/>
    <w:rsid w:val="00F057E7"/>
    <w:rsid w:val="00F05CAE"/>
    <w:rsid w:val="00F0619C"/>
    <w:rsid w:val="00F06744"/>
    <w:rsid w:val="00F06A2A"/>
    <w:rsid w:val="00F074D0"/>
    <w:rsid w:val="00F075F5"/>
    <w:rsid w:val="00F07698"/>
    <w:rsid w:val="00F07981"/>
    <w:rsid w:val="00F10106"/>
    <w:rsid w:val="00F10302"/>
    <w:rsid w:val="00F1053F"/>
    <w:rsid w:val="00F10E8D"/>
    <w:rsid w:val="00F11350"/>
    <w:rsid w:val="00F116DB"/>
    <w:rsid w:val="00F11C55"/>
    <w:rsid w:val="00F1211E"/>
    <w:rsid w:val="00F12A28"/>
    <w:rsid w:val="00F12BC5"/>
    <w:rsid w:val="00F12FE1"/>
    <w:rsid w:val="00F13CCD"/>
    <w:rsid w:val="00F1404C"/>
    <w:rsid w:val="00F141F5"/>
    <w:rsid w:val="00F149AD"/>
    <w:rsid w:val="00F149B2"/>
    <w:rsid w:val="00F14ABC"/>
    <w:rsid w:val="00F15058"/>
    <w:rsid w:val="00F15286"/>
    <w:rsid w:val="00F1674E"/>
    <w:rsid w:val="00F16AB5"/>
    <w:rsid w:val="00F16B71"/>
    <w:rsid w:val="00F16C53"/>
    <w:rsid w:val="00F16E02"/>
    <w:rsid w:val="00F1733B"/>
    <w:rsid w:val="00F17789"/>
    <w:rsid w:val="00F17869"/>
    <w:rsid w:val="00F17897"/>
    <w:rsid w:val="00F179CD"/>
    <w:rsid w:val="00F17FF5"/>
    <w:rsid w:val="00F2001D"/>
    <w:rsid w:val="00F2061D"/>
    <w:rsid w:val="00F20650"/>
    <w:rsid w:val="00F20BA4"/>
    <w:rsid w:val="00F20BCD"/>
    <w:rsid w:val="00F20D25"/>
    <w:rsid w:val="00F20E94"/>
    <w:rsid w:val="00F2108E"/>
    <w:rsid w:val="00F2111A"/>
    <w:rsid w:val="00F21C0E"/>
    <w:rsid w:val="00F225B0"/>
    <w:rsid w:val="00F22B4B"/>
    <w:rsid w:val="00F232B6"/>
    <w:rsid w:val="00F2405D"/>
    <w:rsid w:val="00F25208"/>
    <w:rsid w:val="00F25A18"/>
    <w:rsid w:val="00F25AA8"/>
    <w:rsid w:val="00F25B9D"/>
    <w:rsid w:val="00F260E0"/>
    <w:rsid w:val="00F26960"/>
    <w:rsid w:val="00F26C41"/>
    <w:rsid w:val="00F26F31"/>
    <w:rsid w:val="00F27E56"/>
    <w:rsid w:val="00F27EEF"/>
    <w:rsid w:val="00F30098"/>
    <w:rsid w:val="00F3023E"/>
    <w:rsid w:val="00F3034F"/>
    <w:rsid w:val="00F31315"/>
    <w:rsid w:val="00F31316"/>
    <w:rsid w:val="00F314A5"/>
    <w:rsid w:val="00F3157F"/>
    <w:rsid w:val="00F31649"/>
    <w:rsid w:val="00F31708"/>
    <w:rsid w:val="00F3170D"/>
    <w:rsid w:val="00F317D8"/>
    <w:rsid w:val="00F31FCE"/>
    <w:rsid w:val="00F32136"/>
    <w:rsid w:val="00F32B39"/>
    <w:rsid w:val="00F32D04"/>
    <w:rsid w:val="00F32DD2"/>
    <w:rsid w:val="00F32EFC"/>
    <w:rsid w:val="00F330CF"/>
    <w:rsid w:val="00F33304"/>
    <w:rsid w:val="00F337B9"/>
    <w:rsid w:val="00F339EE"/>
    <w:rsid w:val="00F344F8"/>
    <w:rsid w:val="00F35202"/>
    <w:rsid w:val="00F353C3"/>
    <w:rsid w:val="00F356FD"/>
    <w:rsid w:val="00F358C7"/>
    <w:rsid w:val="00F35B00"/>
    <w:rsid w:val="00F35B1E"/>
    <w:rsid w:val="00F35BAC"/>
    <w:rsid w:val="00F35CCE"/>
    <w:rsid w:val="00F36724"/>
    <w:rsid w:val="00F36867"/>
    <w:rsid w:val="00F36A58"/>
    <w:rsid w:val="00F36A6B"/>
    <w:rsid w:val="00F36C0B"/>
    <w:rsid w:val="00F36C31"/>
    <w:rsid w:val="00F36CF5"/>
    <w:rsid w:val="00F36D16"/>
    <w:rsid w:val="00F36EF2"/>
    <w:rsid w:val="00F3711F"/>
    <w:rsid w:val="00F376E0"/>
    <w:rsid w:val="00F3798C"/>
    <w:rsid w:val="00F37FD3"/>
    <w:rsid w:val="00F40129"/>
    <w:rsid w:val="00F401A8"/>
    <w:rsid w:val="00F404D5"/>
    <w:rsid w:val="00F40ACA"/>
    <w:rsid w:val="00F4188C"/>
    <w:rsid w:val="00F41BE1"/>
    <w:rsid w:val="00F42524"/>
    <w:rsid w:val="00F42542"/>
    <w:rsid w:val="00F425F4"/>
    <w:rsid w:val="00F42695"/>
    <w:rsid w:val="00F4274D"/>
    <w:rsid w:val="00F42A25"/>
    <w:rsid w:val="00F43766"/>
    <w:rsid w:val="00F43B8F"/>
    <w:rsid w:val="00F443B0"/>
    <w:rsid w:val="00F443DE"/>
    <w:rsid w:val="00F45187"/>
    <w:rsid w:val="00F45432"/>
    <w:rsid w:val="00F454EE"/>
    <w:rsid w:val="00F454F6"/>
    <w:rsid w:val="00F457D6"/>
    <w:rsid w:val="00F458F0"/>
    <w:rsid w:val="00F4622C"/>
    <w:rsid w:val="00F46C23"/>
    <w:rsid w:val="00F475C3"/>
    <w:rsid w:val="00F47678"/>
    <w:rsid w:val="00F47825"/>
    <w:rsid w:val="00F50094"/>
    <w:rsid w:val="00F50896"/>
    <w:rsid w:val="00F5110B"/>
    <w:rsid w:val="00F51185"/>
    <w:rsid w:val="00F51429"/>
    <w:rsid w:val="00F51455"/>
    <w:rsid w:val="00F5150E"/>
    <w:rsid w:val="00F5199F"/>
    <w:rsid w:val="00F51CE4"/>
    <w:rsid w:val="00F51FFC"/>
    <w:rsid w:val="00F52C06"/>
    <w:rsid w:val="00F52FE6"/>
    <w:rsid w:val="00F53041"/>
    <w:rsid w:val="00F5304B"/>
    <w:rsid w:val="00F531CE"/>
    <w:rsid w:val="00F5324D"/>
    <w:rsid w:val="00F533A7"/>
    <w:rsid w:val="00F534DF"/>
    <w:rsid w:val="00F53A57"/>
    <w:rsid w:val="00F53BF0"/>
    <w:rsid w:val="00F53CF6"/>
    <w:rsid w:val="00F5418F"/>
    <w:rsid w:val="00F5474C"/>
    <w:rsid w:val="00F5480B"/>
    <w:rsid w:val="00F5488E"/>
    <w:rsid w:val="00F548F1"/>
    <w:rsid w:val="00F5548D"/>
    <w:rsid w:val="00F562FC"/>
    <w:rsid w:val="00F5694A"/>
    <w:rsid w:val="00F57083"/>
    <w:rsid w:val="00F57BB6"/>
    <w:rsid w:val="00F600BD"/>
    <w:rsid w:val="00F601F5"/>
    <w:rsid w:val="00F60BD6"/>
    <w:rsid w:val="00F60FE1"/>
    <w:rsid w:val="00F61099"/>
    <w:rsid w:val="00F616D2"/>
    <w:rsid w:val="00F61890"/>
    <w:rsid w:val="00F618E2"/>
    <w:rsid w:val="00F61A8C"/>
    <w:rsid w:val="00F61C9A"/>
    <w:rsid w:val="00F6203F"/>
    <w:rsid w:val="00F62474"/>
    <w:rsid w:val="00F625EE"/>
    <w:rsid w:val="00F626C6"/>
    <w:rsid w:val="00F62C69"/>
    <w:rsid w:val="00F62DC3"/>
    <w:rsid w:val="00F63099"/>
    <w:rsid w:val="00F63244"/>
    <w:rsid w:val="00F63D4B"/>
    <w:rsid w:val="00F64018"/>
    <w:rsid w:val="00F64263"/>
    <w:rsid w:val="00F648AA"/>
    <w:rsid w:val="00F64D66"/>
    <w:rsid w:val="00F65111"/>
    <w:rsid w:val="00F656D6"/>
    <w:rsid w:val="00F65F72"/>
    <w:rsid w:val="00F66FD1"/>
    <w:rsid w:val="00F671D4"/>
    <w:rsid w:val="00F67455"/>
    <w:rsid w:val="00F67CD7"/>
    <w:rsid w:val="00F70569"/>
    <w:rsid w:val="00F705DA"/>
    <w:rsid w:val="00F7098B"/>
    <w:rsid w:val="00F70A86"/>
    <w:rsid w:val="00F70ADC"/>
    <w:rsid w:val="00F70AFA"/>
    <w:rsid w:val="00F70C6B"/>
    <w:rsid w:val="00F7114D"/>
    <w:rsid w:val="00F71798"/>
    <w:rsid w:val="00F71902"/>
    <w:rsid w:val="00F71A41"/>
    <w:rsid w:val="00F71E25"/>
    <w:rsid w:val="00F71F36"/>
    <w:rsid w:val="00F72859"/>
    <w:rsid w:val="00F72912"/>
    <w:rsid w:val="00F729D8"/>
    <w:rsid w:val="00F72CD2"/>
    <w:rsid w:val="00F73BD2"/>
    <w:rsid w:val="00F73FAF"/>
    <w:rsid w:val="00F74127"/>
    <w:rsid w:val="00F74235"/>
    <w:rsid w:val="00F745B0"/>
    <w:rsid w:val="00F74A46"/>
    <w:rsid w:val="00F74D93"/>
    <w:rsid w:val="00F751E7"/>
    <w:rsid w:val="00F753A7"/>
    <w:rsid w:val="00F755B1"/>
    <w:rsid w:val="00F7598B"/>
    <w:rsid w:val="00F75F7C"/>
    <w:rsid w:val="00F76306"/>
    <w:rsid w:val="00F7633E"/>
    <w:rsid w:val="00F76564"/>
    <w:rsid w:val="00F76AEF"/>
    <w:rsid w:val="00F76BBA"/>
    <w:rsid w:val="00F76D62"/>
    <w:rsid w:val="00F7756C"/>
    <w:rsid w:val="00F77960"/>
    <w:rsid w:val="00F77D10"/>
    <w:rsid w:val="00F77F43"/>
    <w:rsid w:val="00F80736"/>
    <w:rsid w:val="00F809DB"/>
    <w:rsid w:val="00F80A13"/>
    <w:rsid w:val="00F81455"/>
    <w:rsid w:val="00F818D0"/>
    <w:rsid w:val="00F819F5"/>
    <w:rsid w:val="00F82031"/>
    <w:rsid w:val="00F820B3"/>
    <w:rsid w:val="00F820E0"/>
    <w:rsid w:val="00F82138"/>
    <w:rsid w:val="00F8220D"/>
    <w:rsid w:val="00F8245D"/>
    <w:rsid w:val="00F824A7"/>
    <w:rsid w:val="00F824CE"/>
    <w:rsid w:val="00F825F0"/>
    <w:rsid w:val="00F82D86"/>
    <w:rsid w:val="00F83341"/>
    <w:rsid w:val="00F83A33"/>
    <w:rsid w:val="00F84431"/>
    <w:rsid w:val="00F84462"/>
    <w:rsid w:val="00F84623"/>
    <w:rsid w:val="00F85213"/>
    <w:rsid w:val="00F85DFB"/>
    <w:rsid w:val="00F85E73"/>
    <w:rsid w:val="00F86381"/>
    <w:rsid w:val="00F86576"/>
    <w:rsid w:val="00F8665E"/>
    <w:rsid w:val="00F86D72"/>
    <w:rsid w:val="00F86DAD"/>
    <w:rsid w:val="00F87CAF"/>
    <w:rsid w:val="00F9017B"/>
    <w:rsid w:val="00F9023E"/>
    <w:rsid w:val="00F9078C"/>
    <w:rsid w:val="00F90CAF"/>
    <w:rsid w:val="00F91492"/>
    <w:rsid w:val="00F92177"/>
    <w:rsid w:val="00F924F7"/>
    <w:rsid w:val="00F92620"/>
    <w:rsid w:val="00F932E4"/>
    <w:rsid w:val="00F93544"/>
    <w:rsid w:val="00F93EA6"/>
    <w:rsid w:val="00F93EDB"/>
    <w:rsid w:val="00F9433F"/>
    <w:rsid w:val="00F946B9"/>
    <w:rsid w:val="00F9475D"/>
    <w:rsid w:val="00F94796"/>
    <w:rsid w:val="00F947D6"/>
    <w:rsid w:val="00F948F5"/>
    <w:rsid w:val="00F94CF2"/>
    <w:rsid w:val="00F94D54"/>
    <w:rsid w:val="00F95139"/>
    <w:rsid w:val="00F95D3A"/>
    <w:rsid w:val="00F9628C"/>
    <w:rsid w:val="00F96408"/>
    <w:rsid w:val="00F96919"/>
    <w:rsid w:val="00F96BF9"/>
    <w:rsid w:val="00F96FA7"/>
    <w:rsid w:val="00F97077"/>
    <w:rsid w:val="00F971BD"/>
    <w:rsid w:val="00F97290"/>
    <w:rsid w:val="00F972EE"/>
    <w:rsid w:val="00F973CF"/>
    <w:rsid w:val="00FA015A"/>
    <w:rsid w:val="00FA0171"/>
    <w:rsid w:val="00FA01EA"/>
    <w:rsid w:val="00FA055C"/>
    <w:rsid w:val="00FA0674"/>
    <w:rsid w:val="00FA0A41"/>
    <w:rsid w:val="00FA1062"/>
    <w:rsid w:val="00FA10EB"/>
    <w:rsid w:val="00FA1449"/>
    <w:rsid w:val="00FA15A7"/>
    <w:rsid w:val="00FA1789"/>
    <w:rsid w:val="00FA184F"/>
    <w:rsid w:val="00FA28F2"/>
    <w:rsid w:val="00FA2B33"/>
    <w:rsid w:val="00FA2BD8"/>
    <w:rsid w:val="00FA3EF6"/>
    <w:rsid w:val="00FA4122"/>
    <w:rsid w:val="00FA41A4"/>
    <w:rsid w:val="00FA4382"/>
    <w:rsid w:val="00FA44C6"/>
    <w:rsid w:val="00FA4E76"/>
    <w:rsid w:val="00FA5711"/>
    <w:rsid w:val="00FA5A79"/>
    <w:rsid w:val="00FA5C8E"/>
    <w:rsid w:val="00FA5DA9"/>
    <w:rsid w:val="00FA5E83"/>
    <w:rsid w:val="00FA626F"/>
    <w:rsid w:val="00FA6436"/>
    <w:rsid w:val="00FA67D3"/>
    <w:rsid w:val="00FA6BA3"/>
    <w:rsid w:val="00FA6C16"/>
    <w:rsid w:val="00FA6E1D"/>
    <w:rsid w:val="00FA74A5"/>
    <w:rsid w:val="00FA79C3"/>
    <w:rsid w:val="00FA79C4"/>
    <w:rsid w:val="00FA7A1E"/>
    <w:rsid w:val="00FA7CFA"/>
    <w:rsid w:val="00FB0BC5"/>
    <w:rsid w:val="00FB1240"/>
    <w:rsid w:val="00FB1267"/>
    <w:rsid w:val="00FB172F"/>
    <w:rsid w:val="00FB17F7"/>
    <w:rsid w:val="00FB1924"/>
    <w:rsid w:val="00FB1EDA"/>
    <w:rsid w:val="00FB1FC9"/>
    <w:rsid w:val="00FB31B8"/>
    <w:rsid w:val="00FB3303"/>
    <w:rsid w:val="00FB3342"/>
    <w:rsid w:val="00FB3952"/>
    <w:rsid w:val="00FB3A64"/>
    <w:rsid w:val="00FB3B2B"/>
    <w:rsid w:val="00FB408B"/>
    <w:rsid w:val="00FB430C"/>
    <w:rsid w:val="00FB45E2"/>
    <w:rsid w:val="00FB49E1"/>
    <w:rsid w:val="00FB4A37"/>
    <w:rsid w:val="00FB4D15"/>
    <w:rsid w:val="00FB5412"/>
    <w:rsid w:val="00FB6B17"/>
    <w:rsid w:val="00FB702A"/>
    <w:rsid w:val="00FB70EF"/>
    <w:rsid w:val="00FB73A3"/>
    <w:rsid w:val="00FB7885"/>
    <w:rsid w:val="00FB7D5D"/>
    <w:rsid w:val="00FB7D6F"/>
    <w:rsid w:val="00FC09B5"/>
    <w:rsid w:val="00FC0B0C"/>
    <w:rsid w:val="00FC1063"/>
    <w:rsid w:val="00FC14A9"/>
    <w:rsid w:val="00FC19D4"/>
    <w:rsid w:val="00FC1F15"/>
    <w:rsid w:val="00FC24D9"/>
    <w:rsid w:val="00FC2A19"/>
    <w:rsid w:val="00FC2E8A"/>
    <w:rsid w:val="00FC2F59"/>
    <w:rsid w:val="00FC30B6"/>
    <w:rsid w:val="00FC35E8"/>
    <w:rsid w:val="00FC3698"/>
    <w:rsid w:val="00FC3F8D"/>
    <w:rsid w:val="00FC4419"/>
    <w:rsid w:val="00FC456B"/>
    <w:rsid w:val="00FC458B"/>
    <w:rsid w:val="00FC463A"/>
    <w:rsid w:val="00FC5363"/>
    <w:rsid w:val="00FC6012"/>
    <w:rsid w:val="00FC621A"/>
    <w:rsid w:val="00FC6A07"/>
    <w:rsid w:val="00FC70F7"/>
    <w:rsid w:val="00FC736B"/>
    <w:rsid w:val="00FC73A9"/>
    <w:rsid w:val="00FC7514"/>
    <w:rsid w:val="00FC76A9"/>
    <w:rsid w:val="00FC782D"/>
    <w:rsid w:val="00FC7BF3"/>
    <w:rsid w:val="00FC7C0E"/>
    <w:rsid w:val="00FD0169"/>
    <w:rsid w:val="00FD0B08"/>
    <w:rsid w:val="00FD0EDC"/>
    <w:rsid w:val="00FD10A6"/>
    <w:rsid w:val="00FD1211"/>
    <w:rsid w:val="00FD12EA"/>
    <w:rsid w:val="00FD2774"/>
    <w:rsid w:val="00FD2872"/>
    <w:rsid w:val="00FD2B31"/>
    <w:rsid w:val="00FD2DC2"/>
    <w:rsid w:val="00FD3059"/>
    <w:rsid w:val="00FD3ABE"/>
    <w:rsid w:val="00FD3E61"/>
    <w:rsid w:val="00FD41C4"/>
    <w:rsid w:val="00FD4379"/>
    <w:rsid w:val="00FD4B69"/>
    <w:rsid w:val="00FD5810"/>
    <w:rsid w:val="00FD5CC2"/>
    <w:rsid w:val="00FD5E6C"/>
    <w:rsid w:val="00FD69E5"/>
    <w:rsid w:val="00FD6CBC"/>
    <w:rsid w:val="00FD6F43"/>
    <w:rsid w:val="00FD7394"/>
    <w:rsid w:val="00FD75DB"/>
    <w:rsid w:val="00FD7B7D"/>
    <w:rsid w:val="00FD7E32"/>
    <w:rsid w:val="00FD7E58"/>
    <w:rsid w:val="00FE00F0"/>
    <w:rsid w:val="00FE0425"/>
    <w:rsid w:val="00FE05DD"/>
    <w:rsid w:val="00FE090A"/>
    <w:rsid w:val="00FE0DBC"/>
    <w:rsid w:val="00FE0F7A"/>
    <w:rsid w:val="00FE0F8D"/>
    <w:rsid w:val="00FE13B5"/>
    <w:rsid w:val="00FE1497"/>
    <w:rsid w:val="00FE1B24"/>
    <w:rsid w:val="00FE1CD6"/>
    <w:rsid w:val="00FE1FA5"/>
    <w:rsid w:val="00FE2206"/>
    <w:rsid w:val="00FE2476"/>
    <w:rsid w:val="00FE27DC"/>
    <w:rsid w:val="00FE292C"/>
    <w:rsid w:val="00FE2D75"/>
    <w:rsid w:val="00FE3163"/>
    <w:rsid w:val="00FE467A"/>
    <w:rsid w:val="00FE4682"/>
    <w:rsid w:val="00FE479E"/>
    <w:rsid w:val="00FE4BDE"/>
    <w:rsid w:val="00FE4F1B"/>
    <w:rsid w:val="00FE5492"/>
    <w:rsid w:val="00FE595E"/>
    <w:rsid w:val="00FE5ABE"/>
    <w:rsid w:val="00FE5E75"/>
    <w:rsid w:val="00FE6916"/>
    <w:rsid w:val="00FE6A8C"/>
    <w:rsid w:val="00FE6E41"/>
    <w:rsid w:val="00FE6FC4"/>
    <w:rsid w:val="00FE7355"/>
    <w:rsid w:val="00FE78B6"/>
    <w:rsid w:val="00FF01E6"/>
    <w:rsid w:val="00FF0812"/>
    <w:rsid w:val="00FF1654"/>
    <w:rsid w:val="00FF1715"/>
    <w:rsid w:val="00FF1873"/>
    <w:rsid w:val="00FF1A42"/>
    <w:rsid w:val="00FF1CCC"/>
    <w:rsid w:val="00FF2081"/>
    <w:rsid w:val="00FF20ED"/>
    <w:rsid w:val="00FF2168"/>
    <w:rsid w:val="00FF27DB"/>
    <w:rsid w:val="00FF2B68"/>
    <w:rsid w:val="00FF3072"/>
    <w:rsid w:val="00FF35E7"/>
    <w:rsid w:val="00FF37E4"/>
    <w:rsid w:val="00FF3BA0"/>
    <w:rsid w:val="00FF3DAC"/>
    <w:rsid w:val="00FF4447"/>
    <w:rsid w:val="00FF47FF"/>
    <w:rsid w:val="00FF4990"/>
    <w:rsid w:val="00FF4A8F"/>
    <w:rsid w:val="00FF4E91"/>
    <w:rsid w:val="00FF4FEC"/>
    <w:rsid w:val="00FF5645"/>
    <w:rsid w:val="00FF5A04"/>
    <w:rsid w:val="00FF5A71"/>
    <w:rsid w:val="00FF5BB6"/>
    <w:rsid w:val="00FF5D8C"/>
    <w:rsid w:val="00FF6198"/>
    <w:rsid w:val="00FF6791"/>
    <w:rsid w:val="00FF6A19"/>
    <w:rsid w:val="00FF6B43"/>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816F14"/>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1195926184">
      <w:marLeft w:val="0"/>
      <w:marRight w:val="0"/>
      <w:marTop w:val="0"/>
      <w:marBottom w:val="0"/>
      <w:divBdr>
        <w:top w:val="none" w:sz="0" w:space="0" w:color="auto"/>
        <w:left w:val="none" w:sz="0" w:space="0" w:color="auto"/>
        <w:bottom w:val="none" w:sz="0" w:space="0" w:color="auto"/>
        <w:right w:val="none" w:sz="0" w:space="0" w:color="auto"/>
      </w:divBdr>
    </w:div>
    <w:div w:id="1195926185">
      <w:marLeft w:val="0"/>
      <w:marRight w:val="0"/>
      <w:marTop w:val="0"/>
      <w:marBottom w:val="0"/>
      <w:divBdr>
        <w:top w:val="none" w:sz="0" w:space="0" w:color="auto"/>
        <w:left w:val="none" w:sz="0" w:space="0" w:color="auto"/>
        <w:bottom w:val="none" w:sz="0" w:space="0" w:color="auto"/>
        <w:right w:val="none" w:sz="0" w:space="0" w:color="auto"/>
      </w:divBdr>
    </w:div>
    <w:div w:id="1195926186">
      <w:marLeft w:val="0"/>
      <w:marRight w:val="0"/>
      <w:marTop w:val="0"/>
      <w:marBottom w:val="0"/>
      <w:divBdr>
        <w:top w:val="none" w:sz="0" w:space="0" w:color="auto"/>
        <w:left w:val="none" w:sz="0" w:space="0" w:color="auto"/>
        <w:bottom w:val="none" w:sz="0" w:space="0" w:color="auto"/>
        <w:right w:val="none" w:sz="0" w:space="0" w:color="auto"/>
      </w:divBdr>
    </w:div>
    <w:div w:id="1195926187">
      <w:marLeft w:val="0"/>
      <w:marRight w:val="0"/>
      <w:marTop w:val="0"/>
      <w:marBottom w:val="0"/>
      <w:divBdr>
        <w:top w:val="none" w:sz="0" w:space="0" w:color="auto"/>
        <w:left w:val="none" w:sz="0" w:space="0" w:color="auto"/>
        <w:bottom w:val="none" w:sz="0" w:space="0" w:color="auto"/>
        <w:right w:val="none" w:sz="0" w:space="0" w:color="auto"/>
      </w:divBdr>
    </w:div>
    <w:div w:id="1195926188">
      <w:marLeft w:val="0"/>
      <w:marRight w:val="0"/>
      <w:marTop w:val="0"/>
      <w:marBottom w:val="0"/>
      <w:divBdr>
        <w:top w:val="none" w:sz="0" w:space="0" w:color="auto"/>
        <w:left w:val="none" w:sz="0" w:space="0" w:color="auto"/>
        <w:bottom w:val="none" w:sz="0" w:space="0" w:color="auto"/>
        <w:right w:val="none" w:sz="0" w:space="0" w:color="auto"/>
      </w:divBdr>
    </w:div>
    <w:div w:id="1195926190">
      <w:marLeft w:val="0"/>
      <w:marRight w:val="0"/>
      <w:marTop w:val="0"/>
      <w:marBottom w:val="0"/>
      <w:divBdr>
        <w:top w:val="none" w:sz="0" w:space="0" w:color="auto"/>
        <w:left w:val="none" w:sz="0" w:space="0" w:color="auto"/>
        <w:bottom w:val="none" w:sz="0" w:space="0" w:color="auto"/>
        <w:right w:val="none" w:sz="0" w:space="0" w:color="auto"/>
      </w:divBdr>
    </w:div>
    <w:div w:id="1195926191">
      <w:marLeft w:val="0"/>
      <w:marRight w:val="0"/>
      <w:marTop w:val="0"/>
      <w:marBottom w:val="0"/>
      <w:divBdr>
        <w:top w:val="none" w:sz="0" w:space="0" w:color="auto"/>
        <w:left w:val="none" w:sz="0" w:space="0" w:color="auto"/>
        <w:bottom w:val="none" w:sz="0" w:space="0" w:color="auto"/>
        <w:right w:val="none" w:sz="0" w:space="0" w:color="auto"/>
      </w:divBdr>
    </w:div>
    <w:div w:id="1195926192">
      <w:marLeft w:val="0"/>
      <w:marRight w:val="0"/>
      <w:marTop w:val="0"/>
      <w:marBottom w:val="0"/>
      <w:divBdr>
        <w:top w:val="none" w:sz="0" w:space="0" w:color="auto"/>
        <w:left w:val="none" w:sz="0" w:space="0" w:color="auto"/>
        <w:bottom w:val="none" w:sz="0" w:space="0" w:color="auto"/>
        <w:right w:val="none" w:sz="0" w:space="0" w:color="auto"/>
      </w:divBdr>
    </w:div>
    <w:div w:id="1195926193">
      <w:marLeft w:val="0"/>
      <w:marRight w:val="0"/>
      <w:marTop w:val="0"/>
      <w:marBottom w:val="0"/>
      <w:divBdr>
        <w:top w:val="none" w:sz="0" w:space="0" w:color="auto"/>
        <w:left w:val="none" w:sz="0" w:space="0" w:color="auto"/>
        <w:bottom w:val="none" w:sz="0" w:space="0" w:color="auto"/>
        <w:right w:val="none" w:sz="0" w:space="0" w:color="auto"/>
      </w:divBdr>
    </w:div>
    <w:div w:id="1195926194">
      <w:marLeft w:val="0"/>
      <w:marRight w:val="0"/>
      <w:marTop w:val="0"/>
      <w:marBottom w:val="0"/>
      <w:divBdr>
        <w:top w:val="none" w:sz="0" w:space="0" w:color="auto"/>
        <w:left w:val="none" w:sz="0" w:space="0" w:color="auto"/>
        <w:bottom w:val="none" w:sz="0" w:space="0" w:color="auto"/>
        <w:right w:val="none" w:sz="0" w:space="0" w:color="auto"/>
      </w:divBdr>
    </w:div>
    <w:div w:id="1195926195">
      <w:marLeft w:val="0"/>
      <w:marRight w:val="0"/>
      <w:marTop w:val="0"/>
      <w:marBottom w:val="0"/>
      <w:divBdr>
        <w:top w:val="none" w:sz="0" w:space="0" w:color="auto"/>
        <w:left w:val="none" w:sz="0" w:space="0" w:color="auto"/>
        <w:bottom w:val="none" w:sz="0" w:space="0" w:color="auto"/>
        <w:right w:val="none" w:sz="0" w:space="0" w:color="auto"/>
      </w:divBdr>
    </w:div>
    <w:div w:id="1195926196">
      <w:marLeft w:val="0"/>
      <w:marRight w:val="0"/>
      <w:marTop w:val="0"/>
      <w:marBottom w:val="0"/>
      <w:divBdr>
        <w:top w:val="none" w:sz="0" w:space="0" w:color="auto"/>
        <w:left w:val="none" w:sz="0" w:space="0" w:color="auto"/>
        <w:bottom w:val="none" w:sz="0" w:space="0" w:color="auto"/>
        <w:right w:val="none" w:sz="0" w:space="0" w:color="auto"/>
      </w:divBdr>
    </w:div>
    <w:div w:id="1195926197">
      <w:marLeft w:val="0"/>
      <w:marRight w:val="0"/>
      <w:marTop w:val="0"/>
      <w:marBottom w:val="0"/>
      <w:divBdr>
        <w:top w:val="none" w:sz="0" w:space="0" w:color="auto"/>
        <w:left w:val="none" w:sz="0" w:space="0" w:color="auto"/>
        <w:bottom w:val="none" w:sz="0" w:space="0" w:color="auto"/>
        <w:right w:val="none" w:sz="0" w:space="0" w:color="auto"/>
      </w:divBdr>
    </w:div>
    <w:div w:id="1195926198">
      <w:marLeft w:val="0"/>
      <w:marRight w:val="0"/>
      <w:marTop w:val="0"/>
      <w:marBottom w:val="0"/>
      <w:divBdr>
        <w:top w:val="none" w:sz="0" w:space="0" w:color="auto"/>
        <w:left w:val="none" w:sz="0" w:space="0" w:color="auto"/>
        <w:bottom w:val="none" w:sz="0" w:space="0" w:color="auto"/>
        <w:right w:val="none" w:sz="0" w:space="0" w:color="auto"/>
      </w:divBdr>
    </w:div>
    <w:div w:id="1195926199">
      <w:marLeft w:val="0"/>
      <w:marRight w:val="0"/>
      <w:marTop w:val="0"/>
      <w:marBottom w:val="0"/>
      <w:divBdr>
        <w:top w:val="none" w:sz="0" w:space="0" w:color="auto"/>
        <w:left w:val="none" w:sz="0" w:space="0" w:color="auto"/>
        <w:bottom w:val="none" w:sz="0" w:space="0" w:color="auto"/>
        <w:right w:val="none" w:sz="0" w:space="0" w:color="auto"/>
      </w:divBdr>
    </w:div>
    <w:div w:id="1195926200">
      <w:marLeft w:val="0"/>
      <w:marRight w:val="0"/>
      <w:marTop w:val="0"/>
      <w:marBottom w:val="0"/>
      <w:divBdr>
        <w:top w:val="none" w:sz="0" w:space="0" w:color="auto"/>
        <w:left w:val="none" w:sz="0" w:space="0" w:color="auto"/>
        <w:bottom w:val="none" w:sz="0" w:space="0" w:color="auto"/>
        <w:right w:val="none" w:sz="0" w:space="0" w:color="auto"/>
      </w:divBdr>
    </w:div>
    <w:div w:id="1195926201">
      <w:marLeft w:val="0"/>
      <w:marRight w:val="0"/>
      <w:marTop w:val="0"/>
      <w:marBottom w:val="0"/>
      <w:divBdr>
        <w:top w:val="none" w:sz="0" w:space="0" w:color="auto"/>
        <w:left w:val="none" w:sz="0" w:space="0" w:color="auto"/>
        <w:bottom w:val="none" w:sz="0" w:space="0" w:color="auto"/>
        <w:right w:val="none" w:sz="0" w:space="0" w:color="auto"/>
      </w:divBdr>
      <w:divsChild>
        <w:div w:id="1195926189">
          <w:marLeft w:val="0"/>
          <w:marRight w:val="0"/>
          <w:marTop w:val="0"/>
          <w:marBottom w:val="0"/>
          <w:divBdr>
            <w:top w:val="none" w:sz="0" w:space="0" w:color="auto"/>
            <w:left w:val="none" w:sz="0" w:space="0" w:color="auto"/>
            <w:bottom w:val="none" w:sz="0" w:space="0" w:color="auto"/>
            <w:right w:val="none" w:sz="0" w:space="0" w:color="auto"/>
          </w:divBdr>
        </w:div>
      </w:divsChild>
    </w:div>
    <w:div w:id="1195926202">
      <w:marLeft w:val="0"/>
      <w:marRight w:val="0"/>
      <w:marTop w:val="0"/>
      <w:marBottom w:val="0"/>
      <w:divBdr>
        <w:top w:val="none" w:sz="0" w:space="0" w:color="auto"/>
        <w:left w:val="none" w:sz="0" w:space="0" w:color="auto"/>
        <w:bottom w:val="none" w:sz="0" w:space="0" w:color="auto"/>
        <w:right w:val="none" w:sz="0" w:space="0" w:color="auto"/>
      </w:divBdr>
    </w:div>
    <w:div w:id="1195926203">
      <w:marLeft w:val="0"/>
      <w:marRight w:val="0"/>
      <w:marTop w:val="0"/>
      <w:marBottom w:val="0"/>
      <w:divBdr>
        <w:top w:val="none" w:sz="0" w:space="0" w:color="auto"/>
        <w:left w:val="none" w:sz="0" w:space="0" w:color="auto"/>
        <w:bottom w:val="none" w:sz="0" w:space="0" w:color="auto"/>
        <w:right w:val="none" w:sz="0" w:space="0" w:color="auto"/>
      </w:divBdr>
    </w:div>
    <w:div w:id="1195926204">
      <w:marLeft w:val="0"/>
      <w:marRight w:val="0"/>
      <w:marTop w:val="0"/>
      <w:marBottom w:val="0"/>
      <w:divBdr>
        <w:top w:val="none" w:sz="0" w:space="0" w:color="auto"/>
        <w:left w:val="none" w:sz="0" w:space="0" w:color="auto"/>
        <w:bottom w:val="none" w:sz="0" w:space="0" w:color="auto"/>
        <w:right w:val="none" w:sz="0" w:space="0" w:color="auto"/>
      </w:divBdr>
    </w:div>
    <w:div w:id="1195926205">
      <w:marLeft w:val="0"/>
      <w:marRight w:val="0"/>
      <w:marTop w:val="0"/>
      <w:marBottom w:val="0"/>
      <w:divBdr>
        <w:top w:val="none" w:sz="0" w:space="0" w:color="auto"/>
        <w:left w:val="none" w:sz="0" w:space="0" w:color="auto"/>
        <w:bottom w:val="none" w:sz="0" w:space="0" w:color="auto"/>
        <w:right w:val="none" w:sz="0" w:space="0" w:color="auto"/>
      </w:divBdr>
    </w:div>
    <w:div w:id="1195926206">
      <w:marLeft w:val="0"/>
      <w:marRight w:val="0"/>
      <w:marTop w:val="0"/>
      <w:marBottom w:val="0"/>
      <w:divBdr>
        <w:top w:val="none" w:sz="0" w:space="0" w:color="auto"/>
        <w:left w:val="none" w:sz="0" w:space="0" w:color="auto"/>
        <w:bottom w:val="none" w:sz="0" w:space="0" w:color="auto"/>
        <w:right w:val="none" w:sz="0" w:space="0" w:color="auto"/>
      </w:divBdr>
    </w:div>
    <w:div w:id="1195926207">
      <w:marLeft w:val="0"/>
      <w:marRight w:val="0"/>
      <w:marTop w:val="0"/>
      <w:marBottom w:val="0"/>
      <w:divBdr>
        <w:top w:val="none" w:sz="0" w:space="0" w:color="auto"/>
        <w:left w:val="none" w:sz="0" w:space="0" w:color="auto"/>
        <w:bottom w:val="none" w:sz="0" w:space="0" w:color="auto"/>
        <w:right w:val="none" w:sz="0" w:space="0" w:color="auto"/>
      </w:divBdr>
    </w:div>
    <w:div w:id="1195926208">
      <w:marLeft w:val="0"/>
      <w:marRight w:val="0"/>
      <w:marTop w:val="0"/>
      <w:marBottom w:val="0"/>
      <w:divBdr>
        <w:top w:val="none" w:sz="0" w:space="0" w:color="auto"/>
        <w:left w:val="none" w:sz="0" w:space="0" w:color="auto"/>
        <w:bottom w:val="none" w:sz="0" w:space="0" w:color="auto"/>
        <w:right w:val="none" w:sz="0" w:space="0" w:color="auto"/>
      </w:divBdr>
    </w:div>
    <w:div w:id="1195926209">
      <w:marLeft w:val="0"/>
      <w:marRight w:val="0"/>
      <w:marTop w:val="0"/>
      <w:marBottom w:val="0"/>
      <w:divBdr>
        <w:top w:val="none" w:sz="0" w:space="0" w:color="auto"/>
        <w:left w:val="none" w:sz="0" w:space="0" w:color="auto"/>
        <w:bottom w:val="none" w:sz="0" w:space="0" w:color="auto"/>
        <w:right w:val="none" w:sz="0" w:space="0" w:color="auto"/>
      </w:divBdr>
    </w:div>
    <w:div w:id="1195926210">
      <w:marLeft w:val="0"/>
      <w:marRight w:val="0"/>
      <w:marTop w:val="0"/>
      <w:marBottom w:val="0"/>
      <w:divBdr>
        <w:top w:val="none" w:sz="0" w:space="0" w:color="auto"/>
        <w:left w:val="none" w:sz="0" w:space="0" w:color="auto"/>
        <w:bottom w:val="none" w:sz="0" w:space="0" w:color="auto"/>
        <w:right w:val="none" w:sz="0" w:space="0" w:color="auto"/>
      </w:divBdr>
    </w:div>
    <w:div w:id="1195926211">
      <w:marLeft w:val="0"/>
      <w:marRight w:val="0"/>
      <w:marTop w:val="0"/>
      <w:marBottom w:val="0"/>
      <w:divBdr>
        <w:top w:val="none" w:sz="0" w:space="0" w:color="auto"/>
        <w:left w:val="none" w:sz="0" w:space="0" w:color="auto"/>
        <w:bottom w:val="none" w:sz="0" w:space="0" w:color="auto"/>
        <w:right w:val="none" w:sz="0" w:space="0" w:color="auto"/>
      </w:divBdr>
    </w:div>
    <w:div w:id="1195926212">
      <w:marLeft w:val="0"/>
      <w:marRight w:val="0"/>
      <w:marTop w:val="0"/>
      <w:marBottom w:val="0"/>
      <w:divBdr>
        <w:top w:val="none" w:sz="0" w:space="0" w:color="auto"/>
        <w:left w:val="none" w:sz="0" w:space="0" w:color="auto"/>
        <w:bottom w:val="none" w:sz="0" w:space="0" w:color="auto"/>
        <w:right w:val="none" w:sz="0" w:space="0" w:color="auto"/>
      </w:divBdr>
    </w:div>
    <w:div w:id="1195926213">
      <w:marLeft w:val="0"/>
      <w:marRight w:val="0"/>
      <w:marTop w:val="0"/>
      <w:marBottom w:val="0"/>
      <w:divBdr>
        <w:top w:val="none" w:sz="0" w:space="0" w:color="auto"/>
        <w:left w:val="none" w:sz="0" w:space="0" w:color="auto"/>
        <w:bottom w:val="none" w:sz="0" w:space="0" w:color="auto"/>
        <w:right w:val="none" w:sz="0" w:space="0" w:color="auto"/>
      </w:divBdr>
    </w:div>
    <w:div w:id="1195926214">
      <w:marLeft w:val="0"/>
      <w:marRight w:val="0"/>
      <w:marTop w:val="0"/>
      <w:marBottom w:val="0"/>
      <w:divBdr>
        <w:top w:val="none" w:sz="0" w:space="0" w:color="auto"/>
        <w:left w:val="none" w:sz="0" w:space="0" w:color="auto"/>
        <w:bottom w:val="none" w:sz="0" w:space="0" w:color="auto"/>
        <w:right w:val="none" w:sz="0" w:space="0" w:color="auto"/>
      </w:divBdr>
    </w:div>
    <w:div w:id="1195926215">
      <w:marLeft w:val="0"/>
      <w:marRight w:val="0"/>
      <w:marTop w:val="0"/>
      <w:marBottom w:val="0"/>
      <w:divBdr>
        <w:top w:val="none" w:sz="0" w:space="0" w:color="auto"/>
        <w:left w:val="none" w:sz="0" w:space="0" w:color="auto"/>
        <w:bottom w:val="none" w:sz="0" w:space="0" w:color="auto"/>
        <w:right w:val="none" w:sz="0" w:space="0" w:color="auto"/>
      </w:divBdr>
    </w:div>
    <w:div w:id="1195926216">
      <w:marLeft w:val="0"/>
      <w:marRight w:val="0"/>
      <w:marTop w:val="0"/>
      <w:marBottom w:val="0"/>
      <w:divBdr>
        <w:top w:val="none" w:sz="0" w:space="0" w:color="auto"/>
        <w:left w:val="none" w:sz="0" w:space="0" w:color="auto"/>
        <w:bottom w:val="none" w:sz="0" w:space="0" w:color="auto"/>
        <w:right w:val="none" w:sz="0" w:space="0" w:color="auto"/>
      </w:divBdr>
    </w:div>
    <w:div w:id="1195926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5336</TotalTime>
  <Pages>3</Pages>
  <Words>924</Words>
  <Characters>5273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1344</cp:revision>
  <cp:lastPrinted>2020-08-31T05:42:00Z</cp:lastPrinted>
  <dcterms:created xsi:type="dcterms:W3CDTF">2019-02-05T06:57:00Z</dcterms:created>
  <dcterms:modified xsi:type="dcterms:W3CDTF">2020-09-01T06:36:00Z</dcterms:modified>
</cp:coreProperties>
</file>