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B62" w:rsidRDefault="000A3B62" w:rsidP="00D8044E">
      <w:pPr>
        <w:jc w:val="center"/>
        <w:rPr>
          <w:b/>
          <w:sz w:val="40"/>
          <w:szCs w:val="4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4.5pt" fillcolor="window">
            <v:imagedata r:id="rId7" o:title=""/>
          </v:shape>
        </w:pict>
      </w:r>
      <w:r>
        <w:t xml:space="preserve">                                                       </w:t>
      </w:r>
    </w:p>
    <w:p w:rsidR="000A3B62" w:rsidRDefault="000A3B62" w:rsidP="00D8044E">
      <w:pPr>
        <w:jc w:val="center"/>
        <w:rPr>
          <w:sz w:val="36"/>
          <w:szCs w:val="36"/>
        </w:rPr>
      </w:pPr>
      <w:r>
        <w:rPr>
          <w:sz w:val="40"/>
          <w:szCs w:val="40"/>
        </w:rPr>
        <w:t>ПЕРВОМАЙСЬКА   МІСЬКА</w:t>
      </w:r>
      <w:r>
        <w:rPr>
          <w:sz w:val="36"/>
          <w:szCs w:val="36"/>
        </w:rPr>
        <w:t xml:space="preserve">   </w:t>
      </w:r>
      <w:r>
        <w:rPr>
          <w:sz w:val="40"/>
          <w:szCs w:val="40"/>
        </w:rPr>
        <w:t>РАДА</w:t>
      </w:r>
    </w:p>
    <w:p w:rsidR="000A3B62" w:rsidRDefault="000A3B62" w:rsidP="00D8044E">
      <w:pPr>
        <w:jc w:val="center"/>
        <w:rPr>
          <w:szCs w:val="28"/>
        </w:rPr>
      </w:pPr>
      <w:r>
        <w:rPr>
          <w:sz w:val="40"/>
          <w:szCs w:val="40"/>
        </w:rPr>
        <w:t xml:space="preserve">Миколаївської </w:t>
      </w:r>
      <w:r>
        <w:rPr>
          <w:sz w:val="32"/>
          <w:szCs w:val="32"/>
        </w:rPr>
        <w:t xml:space="preserve"> </w:t>
      </w:r>
      <w:r>
        <w:rPr>
          <w:sz w:val="40"/>
          <w:szCs w:val="40"/>
        </w:rPr>
        <w:t>області</w:t>
      </w:r>
    </w:p>
    <w:p w:rsidR="000A3B62" w:rsidRDefault="000A3B62" w:rsidP="00D8044E">
      <w:pPr>
        <w:jc w:val="center"/>
        <w:rPr>
          <w:sz w:val="32"/>
          <w:szCs w:val="32"/>
        </w:rPr>
      </w:pPr>
      <w:r>
        <w:rPr>
          <w:sz w:val="32"/>
          <w:szCs w:val="32"/>
          <w:u w:val="single"/>
        </w:rPr>
        <w:t>106</w:t>
      </w:r>
      <w:r>
        <w:rPr>
          <w:sz w:val="32"/>
          <w:szCs w:val="32"/>
        </w:rPr>
        <w:t xml:space="preserve">  СЕСІЯ     </w:t>
      </w:r>
      <w:r>
        <w:rPr>
          <w:sz w:val="32"/>
          <w:szCs w:val="32"/>
          <w:u w:val="single"/>
        </w:rPr>
        <w:t xml:space="preserve">7 </w:t>
      </w:r>
      <w:r>
        <w:rPr>
          <w:sz w:val="32"/>
          <w:szCs w:val="32"/>
        </w:rPr>
        <w:t xml:space="preserve"> СКЛИКАННЯ</w:t>
      </w:r>
    </w:p>
    <w:p w:rsidR="000A3B62" w:rsidRDefault="000A3B62" w:rsidP="00D8044E">
      <w:pPr>
        <w:jc w:val="center"/>
        <w:rPr>
          <w:b/>
          <w:sz w:val="40"/>
          <w:szCs w:val="40"/>
        </w:rPr>
      </w:pPr>
      <w:r>
        <w:rPr>
          <w:b/>
          <w:sz w:val="40"/>
          <w:szCs w:val="40"/>
        </w:rPr>
        <w:t>РІШЕННЯ</w:t>
      </w:r>
    </w:p>
    <w:p w:rsidR="000A3B62" w:rsidRDefault="000A3B62" w:rsidP="00D8044E">
      <w:pPr>
        <w:rPr>
          <w:rFonts w:ascii="Arial" w:hAnsi="Arial" w:cs="Arial"/>
          <w:lang w:val="uk-UA"/>
        </w:rPr>
      </w:pPr>
      <w:r>
        <w:rPr>
          <w:rFonts w:ascii="Arial" w:hAnsi="Arial" w:cs="Arial"/>
        </w:rPr>
        <w:t xml:space="preserve"> </w:t>
      </w:r>
    </w:p>
    <w:p w:rsidR="000A3B62" w:rsidRDefault="000A3B62" w:rsidP="00D8044E">
      <w:pPr>
        <w:rPr>
          <w:rFonts w:ascii="Arial" w:hAnsi="Arial"/>
          <w:sz w:val="22"/>
          <w:szCs w:val="22"/>
          <w:lang w:val="uk-UA"/>
        </w:rPr>
      </w:pPr>
      <w:r>
        <w:rPr>
          <w:rFonts w:ascii="Arial" w:hAnsi="Arial"/>
          <w:sz w:val="22"/>
          <w:szCs w:val="22"/>
          <w:lang w:val="uk-UA"/>
        </w:rPr>
        <w:t xml:space="preserve">від   </w:t>
      </w:r>
      <w:r>
        <w:rPr>
          <w:rFonts w:ascii="Arial" w:hAnsi="Arial"/>
          <w:sz w:val="22"/>
          <w:szCs w:val="22"/>
          <w:u w:val="single"/>
          <w:lang w:val="uk-UA"/>
        </w:rPr>
        <w:t xml:space="preserve">30.07.2020 року </w:t>
      </w:r>
      <w:r>
        <w:rPr>
          <w:rFonts w:ascii="Arial" w:hAnsi="Arial"/>
          <w:sz w:val="22"/>
          <w:szCs w:val="22"/>
          <w:lang w:val="uk-UA"/>
        </w:rPr>
        <w:t>№_</w:t>
      </w:r>
      <w:r>
        <w:rPr>
          <w:rFonts w:ascii="Arial" w:hAnsi="Arial"/>
          <w:sz w:val="22"/>
          <w:szCs w:val="22"/>
          <w:u w:val="single"/>
          <w:lang w:val="uk-UA"/>
        </w:rPr>
        <w:t>23</w:t>
      </w:r>
      <w:r>
        <w:rPr>
          <w:rFonts w:ascii="Arial" w:hAnsi="Arial"/>
          <w:sz w:val="22"/>
          <w:szCs w:val="22"/>
          <w:lang w:val="uk-UA"/>
        </w:rPr>
        <w:t>_</w:t>
      </w:r>
    </w:p>
    <w:p w:rsidR="000A3B62" w:rsidRDefault="000A3B62" w:rsidP="00D8044E">
      <w:pPr>
        <w:rPr>
          <w:rFonts w:ascii="Arial" w:hAnsi="Arial"/>
          <w:sz w:val="22"/>
          <w:szCs w:val="22"/>
          <w:lang w:val="uk-UA"/>
        </w:rPr>
      </w:pPr>
      <w:r>
        <w:rPr>
          <w:rFonts w:ascii="Arial" w:hAnsi="Arial"/>
          <w:sz w:val="22"/>
          <w:szCs w:val="22"/>
          <w:lang w:val="uk-UA"/>
        </w:rPr>
        <w:t xml:space="preserve">         м.Первомайськ</w:t>
      </w:r>
    </w:p>
    <w:p w:rsidR="000A3B62" w:rsidRPr="004C6526" w:rsidRDefault="000A3B62" w:rsidP="00040564">
      <w:pPr>
        <w:widowControl w:val="0"/>
        <w:autoSpaceDE w:val="0"/>
        <w:autoSpaceDN w:val="0"/>
        <w:adjustRightInd w:val="0"/>
        <w:rPr>
          <w:sz w:val="28"/>
          <w:szCs w:val="28"/>
          <w:lang w:val="uk-UA"/>
        </w:rPr>
      </w:pPr>
    </w:p>
    <w:p w:rsidR="000A3B62" w:rsidRPr="004C6526" w:rsidRDefault="000A3B62"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Про   приватизацію земельних ділянок </w:t>
      </w:r>
    </w:p>
    <w:p w:rsidR="000A3B62" w:rsidRPr="004C6526" w:rsidRDefault="000A3B62"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для </w:t>
      </w:r>
      <w:r w:rsidRPr="004C6526">
        <w:rPr>
          <w:sz w:val="28"/>
          <w:szCs w:val="28"/>
        </w:rPr>
        <w:t>будівництва і обслуговування жи</w:t>
      </w:r>
      <w:r w:rsidRPr="004C6526">
        <w:rPr>
          <w:sz w:val="28"/>
          <w:szCs w:val="28"/>
          <w:lang w:val="uk-UA"/>
        </w:rPr>
        <w:t>лих</w:t>
      </w:r>
      <w:r w:rsidRPr="004C6526">
        <w:rPr>
          <w:sz w:val="28"/>
          <w:szCs w:val="28"/>
        </w:rPr>
        <w:t xml:space="preserve"> </w:t>
      </w:r>
    </w:p>
    <w:p w:rsidR="000A3B62" w:rsidRPr="004C6526" w:rsidRDefault="000A3B62"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будинків, господарських будівель і споруд</w:t>
      </w:r>
    </w:p>
    <w:p w:rsidR="000A3B62" w:rsidRPr="004C6526" w:rsidRDefault="000A3B62" w:rsidP="009B2306">
      <w:pPr>
        <w:widowControl w:val="0"/>
        <w:autoSpaceDE w:val="0"/>
        <w:autoSpaceDN w:val="0"/>
        <w:adjustRightInd w:val="0"/>
        <w:rPr>
          <w:sz w:val="28"/>
          <w:szCs w:val="28"/>
          <w:lang w:val="uk-UA"/>
        </w:rPr>
      </w:pPr>
    </w:p>
    <w:p w:rsidR="000A3B62" w:rsidRPr="004C6526" w:rsidRDefault="000A3B62" w:rsidP="004C6526">
      <w:pPr>
        <w:widowControl w:val="0"/>
        <w:autoSpaceDE w:val="0"/>
        <w:autoSpaceDN w:val="0"/>
        <w:adjustRightInd w:val="0"/>
        <w:ind w:firstLine="567"/>
        <w:jc w:val="both"/>
        <w:rPr>
          <w:sz w:val="28"/>
          <w:szCs w:val="28"/>
          <w:lang w:val="uk-UA"/>
        </w:rPr>
      </w:pPr>
      <w:r w:rsidRPr="004C6526">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w:t>
      </w:r>
      <w:r>
        <w:rPr>
          <w:sz w:val="28"/>
          <w:szCs w:val="28"/>
          <w:lang w:val="uk-UA"/>
        </w:rPr>
        <w:t xml:space="preserve">    </w:t>
      </w:r>
      <w:r w:rsidRPr="004C6526">
        <w:rPr>
          <w:sz w:val="28"/>
          <w:szCs w:val="28"/>
          <w:lang w:val="uk-UA"/>
        </w:rPr>
        <w:t>№ 5245-VI, враховуючи заяви громадян, міська рада</w:t>
      </w:r>
    </w:p>
    <w:p w:rsidR="000A3B62" w:rsidRPr="004C6526" w:rsidRDefault="000A3B62" w:rsidP="00D440E8">
      <w:pPr>
        <w:widowControl w:val="0"/>
        <w:autoSpaceDE w:val="0"/>
        <w:autoSpaceDN w:val="0"/>
        <w:adjustRightInd w:val="0"/>
        <w:jc w:val="both"/>
        <w:rPr>
          <w:sz w:val="28"/>
          <w:szCs w:val="28"/>
          <w:lang w:val="uk-UA"/>
        </w:rPr>
      </w:pPr>
    </w:p>
    <w:p w:rsidR="000A3B62" w:rsidRPr="004C6526" w:rsidRDefault="000A3B62" w:rsidP="004C6526">
      <w:pPr>
        <w:widowControl w:val="0"/>
        <w:autoSpaceDE w:val="0"/>
        <w:autoSpaceDN w:val="0"/>
        <w:adjustRightInd w:val="0"/>
        <w:jc w:val="both"/>
        <w:rPr>
          <w:sz w:val="28"/>
          <w:szCs w:val="28"/>
          <w:lang w:val="uk-UA"/>
        </w:rPr>
      </w:pPr>
      <w:r w:rsidRPr="004C6526">
        <w:rPr>
          <w:sz w:val="28"/>
          <w:szCs w:val="28"/>
          <w:lang w:val="uk-UA"/>
        </w:rPr>
        <w:t xml:space="preserve">В И Р І Ш И Л А : </w:t>
      </w:r>
    </w:p>
    <w:p w:rsidR="000A3B62" w:rsidRDefault="000A3B62" w:rsidP="009B2306">
      <w:pPr>
        <w:widowControl w:val="0"/>
        <w:autoSpaceDE w:val="0"/>
        <w:autoSpaceDN w:val="0"/>
        <w:adjustRightInd w:val="0"/>
        <w:ind w:firstLine="708"/>
        <w:jc w:val="both"/>
        <w:rPr>
          <w:sz w:val="28"/>
          <w:szCs w:val="28"/>
          <w:lang w:val="uk-UA"/>
        </w:rPr>
      </w:pPr>
    </w:p>
    <w:p w:rsidR="000A3B62" w:rsidRDefault="000A3B62" w:rsidP="00A554D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 Надати дозвіл на розроблення технічної документації із землеустрою щодо встановлення меж земельної ділянки в натурі (на місцевості), з метою передачі їх у власність громадянам України:</w:t>
      </w:r>
      <w:bookmarkStart w:id="0" w:name="_GoBack"/>
      <w:bookmarkEnd w:id="0"/>
    </w:p>
    <w:p w:rsidR="000A3B62" w:rsidRPr="004C6526" w:rsidRDefault="000A3B62" w:rsidP="00A554D7">
      <w:pPr>
        <w:widowControl w:val="0"/>
        <w:autoSpaceDE w:val="0"/>
        <w:autoSpaceDN w:val="0"/>
        <w:adjustRightInd w:val="0"/>
        <w:ind w:firstLine="567"/>
        <w:jc w:val="both"/>
        <w:rPr>
          <w:sz w:val="28"/>
          <w:szCs w:val="28"/>
          <w:lang w:val="uk-UA"/>
        </w:rPr>
      </w:pPr>
    </w:p>
    <w:p w:rsidR="000A3B62" w:rsidRDefault="000A3B62" w:rsidP="00A554D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1</w:t>
      </w:r>
      <w:r w:rsidRPr="004C6526">
        <w:rPr>
          <w:sz w:val="28"/>
          <w:szCs w:val="28"/>
          <w:lang w:val="uk-UA"/>
        </w:rPr>
        <w:t xml:space="preserve">. </w:t>
      </w:r>
      <w:r>
        <w:rPr>
          <w:sz w:val="28"/>
          <w:szCs w:val="28"/>
          <w:lang w:val="uk-UA"/>
        </w:rPr>
        <w:t xml:space="preserve">Неустроєва Віта Вячеславівна </w:t>
      </w:r>
      <w:r w:rsidRPr="004C6526">
        <w:rPr>
          <w:sz w:val="28"/>
          <w:szCs w:val="28"/>
          <w:lang w:val="uk-UA"/>
        </w:rPr>
        <w:t xml:space="preserve"> </w:t>
      </w:r>
      <w:r>
        <w:rPr>
          <w:sz w:val="28"/>
          <w:szCs w:val="28"/>
          <w:lang w:val="uk-UA"/>
        </w:rPr>
        <w:t>1/2</w:t>
      </w:r>
      <w:r w:rsidRPr="004C6526">
        <w:rPr>
          <w:sz w:val="28"/>
          <w:szCs w:val="28"/>
          <w:lang w:val="uk-UA"/>
        </w:rPr>
        <w:t xml:space="preserve"> частки  та </w:t>
      </w:r>
      <w:r>
        <w:rPr>
          <w:sz w:val="28"/>
          <w:szCs w:val="28"/>
          <w:lang w:val="uk-UA"/>
        </w:rPr>
        <w:t>Неустроєв Олександр Юрійович</w:t>
      </w:r>
      <w:r w:rsidRPr="004C6526">
        <w:rPr>
          <w:sz w:val="28"/>
          <w:szCs w:val="28"/>
          <w:lang w:val="uk-UA"/>
        </w:rPr>
        <w:t xml:space="preserve">  </w:t>
      </w:r>
      <w:r>
        <w:rPr>
          <w:sz w:val="28"/>
          <w:szCs w:val="28"/>
          <w:lang w:val="uk-UA"/>
        </w:rPr>
        <w:t>1/2</w:t>
      </w:r>
      <w:r w:rsidRPr="004C6526">
        <w:rPr>
          <w:sz w:val="28"/>
          <w:szCs w:val="28"/>
          <w:lang w:val="uk-UA"/>
        </w:rPr>
        <w:t xml:space="preserve"> частки від загальної площі 0,</w:t>
      </w:r>
      <w:r>
        <w:rPr>
          <w:sz w:val="28"/>
          <w:szCs w:val="28"/>
          <w:lang w:val="uk-UA"/>
        </w:rPr>
        <w:t>0489</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w:t>
      </w:r>
      <w:r>
        <w:rPr>
          <w:sz w:val="28"/>
          <w:szCs w:val="28"/>
          <w:lang w:val="uk-UA"/>
        </w:rPr>
        <w:t>;</w:t>
      </w:r>
    </w:p>
    <w:p w:rsidR="000A3B62" w:rsidRDefault="000A3B62" w:rsidP="000147A3">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2</w:t>
      </w:r>
      <w:r w:rsidRPr="004C6526">
        <w:rPr>
          <w:sz w:val="28"/>
          <w:szCs w:val="28"/>
          <w:lang w:val="uk-UA"/>
        </w:rPr>
        <w:t xml:space="preserve">. </w:t>
      </w:r>
      <w:r>
        <w:rPr>
          <w:sz w:val="28"/>
          <w:szCs w:val="28"/>
          <w:lang w:val="uk-UA"/>
        </w:rPr>
        <w:t xml:space="preserve">Якобчук Надія Олександрівна </w:t>
      </w:r>
      <w:r w:rsidRPr="004C6526">
        <w:rPr>
          <w:sz w:val="28"/>
          <w:szCs w:val="28"/>
          <w:lang w:val="uk-UA"/>
        </w:rPr>
        <w:t xml:space="preserve"> </w:t>
      </w:r>
      <w:r>
        <w:rPr>
          <w:sz w:val="28"/>
          <w:szCs w:val="28"/>
          <w:lang w:val="uk-UA"/>
        </w:rPr>
        <w:t>51/100</w:t>
      </w:r>
      <w:r w:rsidRPr="004C6526">
        <w:rPr>
          <w:sz w:val="28"/>
          <w:szCs w:val="28"/>
          <w:lang w:val="uk-UA"/>
        </w:rPr>
        <w:t xml:space="preserve"> частки  та </w:t>
      </w:r>
      <w:r>
        <w:rPr>
          <w:sz w:val="28"/>
          <w:szCs w:val="28"/>
          <w:lang w:val="uk-UA"/>
        </w:rPr>
        <w:t>Чулініна Лілія Борисівна</w:t>
      </w:r>
      <w:r w:rsidRPr="004C6526">
        <w:rPr>
          <w:sz w:val="28"/>
          <w:szCs w:val="28"/>
          <w:lang w:val="uk-UA"/>
        </w:rPr>
        <w:t xml:space="preserve">  </w:t>
      </w:r>
      <w:r>
        <w:rPr>
          <w:sz w:val="28"/>
          <w:szCs w:val="28"/>
          <w:lang w:val="uk-UA"/>
        </w:rPr>
        <w:t>49/100</w:t>
      </w:r>
      <w:r w:rsidRPr="004C6526">
        <w:rPr>
          <w:sz w:val="28"/>
          <w:szCs w:val="28"/>
          <w:lang w:val="uk-UA"/>
        </w:rPr>
        <w:t xml:space="preserve"> частки від загальної площі 0,</w:t>
      </w:r>
      <w:r>
        <w:rPr>
          <w:sz w:val="28"/>
          <w:szCs w:val="28"/>
          <w:lang w:val="uk-UA"/>
        </w:rPr>
        <w:t xml:space="preserve">0810 </w:t>
      </w:r>
      <w:r w:rsidRPr="004C6526">
        <w:rPr>
          <w:sz w:val="28"/>
          <w:szCs w:val="28"/>
          <w:lang w:val="uk-UA"/>
        </w:rPr>
        <w:t>га для будівництва і обслуговування жилого будинку, господарських будівель і споруд (присадибна ділянка) у спільну часткову власність</w:t>
      </w:r>
      <w:r>
        <w:rPr>
          <w:sz w:val="28"/>
          <w:szCs w:val="28"/>
          <w:lang w:val="uk-UA"/>
        </w:rPr>
        <w:t>;</w:t>
      </w:r>
    </w:p>
    <w:p w:rsidR="000A3B62" w:rsidRPr="004C6526" w:rsidRDefault="000A3B62" w:rsidP="00A554D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3</w:t>
      </w:r>
      <w:r w:rsidRPr="004C6526">
        <w:rPr>
          <w:sz w:val="28"/>
          <w:szCs w:val="28"/>
          <w:lang w:val="uk-UA"/>
        </w:rPr>
        <w:t xml:space="preserve">. </w:t>
      </w:r>
      <w:r>
        <w:rPr>
          <w:sz w:val="28"/>
          <w:szCs w:val="28"/>
          <w:lang w:val="uk-UA"/>
        </w:rPr>
        <w:t>Цикош Марія Семенівна</w:t>
      </w:r>
      <w:r w:rsidRPr="004C6526">
        <w:rPr>
          <w:sz w:val="28"/>
          <w:szCs w:val="28"/>
          <w:lang w:val="uk-UA"/>
        </w:rPr>
        <w:t xml:space="preserve"> площею 0,</w:t>
      </w:r>
      <w:r>
        <w:rPr>
          <w:sz w:val="28"/>
          <w:szCs w:val="28"/>
          <w:lang w:val="uk-UA"/>
        </w:rPr>
        <w:t>1</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w:t>
      </w:r>
    </w:p>
    <w:p w:rsidR="000A3B62" w:rsidRDefault="000A3B62" w:rsidP="00DD148E">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4</w:t>
      </w:r>
      <w:r w:rsidRPr="004C6526">
        <w:rPr>
          <w:sz w:val="28"/>
          <w:szCs w:val="28"/>
          <w:lang w:val="uk-UA"/>
        </w:rPr>
        <w:t xml:space="preserve">. </w:t>
      </w:r>
      <w:r>
        <w:rPr>
          <w:sz w:val="28"/>
          <w:szCs w:val="28"/>
          <w:lang w:val="uk-UA"/>
        </w:rPr>
        <w:t>Тараненко Тетяна Григорівна</w:t>
      </w:r>
      <w:r w:rsidRPr="004C6526">
        <w:rPr>
          <w:sz w:val="28"/>
          <w:szCs w:val="28"/>
          <w:lang w:val="uk-UA"/>
        </w:rPr>
        <w:t xml:space="preserve"> площею 0,</w:t>
      </w:r>
      <w:r>
        <w:rPr>
          <w:sz w:val="28"/>
          <w:szCs w:val="28"/>
          <w:lang w:val="uk-UA"/>
        </w:rPr>
        <w:t>0666</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w:t>
      </w:r>
    </w:p>
    <w:p w:rsidR="000A3B62" w:rsidRDefault="000A3B62" w:rsidP="001022ED">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5</w:t>
      </w:r>
      <w:r w:rsidRPr="004C6526">
        <w:rPr>
          <w:sz w:val="28"/>
          <w:szCs w:val="28"/>
          <w:lang w:val="uk-UA"/>
        </w:rPr>
        <w:t xml:space="preserve">. </w:t>
      </w:r>
      <w:r>
        <w:rPr>
          <w:sz w:val="28"/>
          <w:szCs w:val="28"/>
          <w:lang w:val="uk-UA"/>
        </w:rPr>
        <w:t>Свердлов Сергій Іванович</w:t>
      </w:r>
      <w:r w:rsidRPr="004C6526">
        <w:rPr>
          <w:sz w:val="28"/>
          <w:szCs w:val="28"/>
          <w:lang w:val="uk-UA"/>
        </w:rPr>
        <w:t xml:space="preserve"> площею 0,</w:t>
      </w:r>
      <w:r>
        <w:rPr>
          <w:sz w:val="28"/>
          <w:szCs w:val="28"/>
          <w:lang w:val="uk-UA"/>
        </w:rPr>
        <w:t>0585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w:t>
      </w:r>
    </w:p>
    <w:p w:rsidR="000A3B62" w:rsidRPr="004C6526" w:rsidRDefault="000A3B62" w:rsidP="001022ED">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6</w:t>
      </w:r>
      <w:r w:rsidRPr="004C6526">
        <w:rPr>
          <w:sz w:val="28"/>
          <w:szCs w:val="28"/>
          <w:lang w:val="uk-UA"/>
        </w:rPr>
        <w:t xml:space="preserve">. </w:t>
      </w:r>
      <w:r>
        <w:rPr>
          <w:sz w:val="28"/>
          <w:szCs w:val="28"/>
          <w:lang w:val="uk-UA"/>
        </w:rPr>
        <w:t xml:space="preserve">Ренк Ольга Ярославівна </w:t>
      </w:r>
      <w:r w:rsidRPr="004C6526">
        <w:rPr>
          <w:sz w:val="28"/>
          <w:szCs w:val="28"/>
          <w:lang w:val="uk-UA"/>
        </w:rPr>
        <w:t>площею 0,</w:t>
      </w:r>
      <w:r>
        <w:rPr>
          <w:sz w:val="28"/>
          <w:szCs w:val="28"/>
          <w:lang w:val="uk-UA"/>
        </w:rPr>
        <w:t>1</w:t>
      </w:r>
      <w:r w:rsidRPr="004C6526">
        <w:rPr>
          <w:sz w:val="28"/>
          <w:szCs w:val="28"/>
          <w:lang w:val="uk-UA"/>
        </w:rPr>
        <w:t xml:space="preserve"> га для будівництва і обслуговування жилого будинку, господарських будівель і спо</w:t>
      </w:r>
      <w:r>
        <w:rPr>
          <w:sz w:val="28"/>
          <w:szCs w:val="28"/>
          <w:lang w:val="uk-UA"/>
        </w:rPr>
        <w:t>руд (присадибна ділянка);</w:t>
      </w:r>
    </w:p>
    <w:p w:rsidR="000A3B62" w:rsidRDefault="000A3B62" w:rsidP="00F3686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7</w:t>
      </w:r>
      <w:r w:rsidRPr="004C6526">
        <w:rPr>
          <w:sz w:val="28"/>
          <w:szCs w:val="28"/>
          <w:lang w:val="uk-UA"/>
        </w:rPr>
        <w:t xml:space="preserve">. </w:t>
      </w:r>
      <w:r>
        <w:rPr>
          <w:sz w:val="28"/>
          <w:szCs w:val="28"/>
          <w:lang w:val="uk-UA"/>
        </w:rPr>
        <w:t>Співак Сергій Миколайович</w:t>
      </w:r>
      <w:r w:rsidRPr="004C6526">
        <w:rPr>
          <w:sz w:val="28"/>
          <w:szCs w:val="28"/>
          <w:lang w:val="uk-UA"/>
        </w:rPr>
        <w:t xml:space="preserve"> площею 0,</w:t>
      </w:r>
      <w:r>
        <w:rPr>
          <w:sz w:val="28"/>
          <w:szCs w:val="28"/>
          <w:lang w:val="uk-UA"/>
        </w:rPr>
        <w:t>0475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w:t>
      </w:r>
      <w:r>
        <w:rPr>
          <w:sz w:val="28"/>
          <w:szCs w:val="28"/>
          <w:lang w:val="uk-UA"/>
        </w:rPr>
        <w:t>;</w:t>
      </w:r>
    </w:p>
    <w:p w:rsidR="000A3B62" w:rsidRPr="004C6526" w:rsidRDefault="000A3B62" w:rsidP="00FC5363">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8</w:t>
      </w:r>
      <w:r w:rsidRPr="004C6526">
        <w:rPr>
          <w:sz w:val="28"/>
          <w:szCs w:val="28"/>
          <w:lang w:val="uk-UA"/>
        </w:rPr>
        <w:t xml:space="preserve">. </w:t>
      </w:r>
      <w:r>
        <w:rPr>
          <w:sz w:val="28"/>
          <w:szCs w:val="28"/>
          <w:lang w:val="uk-UA"/>
        </w:rPr>
        <w:t>Бурдига Діана Миколаївна</w:t>
      </w:r>
      <w:r w:rsidRPr="004C6526">
        <w:rPr>
          <w:sz w:val="28"/>
          <w:szCs w:val="28"/>
          <w:lang w:val="uk-UA"/>
        </w:rPr>
        <w:t xml:space="preserve"> площею 0,</w:t>
      </w:r>
      <w:r>
        <w:rPr>
          <w:sz w:val="28"/>
          <w:szCs w:val="28"/>
          <w:lang w:val="uk-UA"/>
        </w:rPr>
        <w:t>0600</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w:t>
      </w:r>
      <w:r>
        <w:rPr>
          <w:sz w:val="28"/>
          <w:szCs w:val="28"/>
          <w:lang w:val="uk-UA"/>
        </w:rPr>
        <w:t>.</w:t>
      </w:r>
    </w:p>
    <w:p w:rsidR="000A3B62" w:rsidRPr="004C6526" w:rsidRDefault="000A3B62" w:rsidP="00DD148E">
      <w:pPr>
        <w:widowControl w:val="0"/>
        <w:autoSpaceDE w:val="0"/>
        <w:autoSpaceDN w:val="0"/>
        <w:adjustRightInd w:val="0"/>
        <w:ind w:firstLine="567"/>
        <w:jc w:val="both"/>
        <w:rPr>
          <w:sz w:val="28"/>
          <w:szCs w:val="28"/>
          <w:lang w:val="uk-UA"/>
        </w:rPr>
      </w:pPr>
    </w:p>
    <w:p w:rsidR="000A3B62" w:rsidRDefault="000A3B62" w:rsidP="004C6526">
      <w:pPr>
        <w:ind w:firstLine="567"/>
        <w:jc w:val="both"/>
        <w:rPr>
          <w:sz w:val="28"/>
          <w:szCs w:val="28"/>
          <w:lang w:val="uk-UA"/>
        </w:rPr>
      </w:pPr>
      <w:r>
        <w:rPr>
          <w:sz w:val="28"/>
          <w:szCs w:val="28"/>
          <w:lang w:val="uk-UA"/>
        </w:rPr>
        <w:t>2</w:t>
      </w:r>
      <w:r w:rsidRPr="004C6526">
        <w:rPr>
          <w:sz w:val="28"/>
          <w:szCs w:val="28"/>
          <w:lang w:val="uk-UA"/>
        </w:rPr>
        <w:t>. Затвердити технічну документацію із землеустрою та передати земельні ділянки у власність громадянам України:</w:t>
      </w:r>
    </w:p>
    <w:p w:rsidR="000A3B62" w:rsidRDefault="000A3B62" w:rsidP="004C6526">
      <w:pPr>
        <w:ind w:firstLine="567"/>
        <w:jc w:val="both"/>
        <w:rPr>
          <w:sz w:val="28"/>
          <w:szCs w:val="28"/>
          <w:lang w:val="uk-UA"/>
        </w:rPr>
      </w:pPr>
    </w:p>
    <w:p w:rsidR="000A3B62" w:rsidRPr="00AE1FC9" w:rsidRDefault="000A3B62" w:rsidP="008A5491">
      <w:pPr>
        <w:widowControl w:val="0"/>
        <w:autoSpaceDE w:val="0"/>
        <w:autoSpaceDN w:val="0"/>
        <w:adjustRightInd w:val="0"/>
        <w:ind w:firstLine="567"/>
        <w:jc w:val="both"/>
        <w:rPr>
          <w:sz w:val="28"/>
          <w:szCs w:val="28"/>
          <w:lang w:val="uk-UA"/>
        </w:rPr>
      </w:pPr>
      <w:r>
        <w:rPr>
          <w:sz w:val="28"/>
          <w:szCs w:val="28"/>
          <w:lang w:val="uk-UA"/>
        </w:rPr>
        <w:t>2</w:t>
      </w:r>
      <w:r w:rsidRPr="004C6526">
        <w:rPr>
          <w:sz w:val="28"/>
          <w:szCs w:val="28"/>
          <w:lang w:val="uk-UA"/>
        </w:rPr>
        <w:t>.</w:t>
      </w:r>
      <w:r>
        <w:rPr>
          <w:sz w:val="28"/>
          <w:szCs w:val="28"/>
          <w:lang w:val="uk-UA"/>
        </w:rPr>
        <w:t>1</w:t>
      </w:r>
      <w:r w:rsidRPr="004C6526">
        <w:rPr>
          <w:sz w:val="28"/>
          <w:szCs w:val="28"/>
          <w:lang w:val="uk-UA"/>
        </w:rPr>
        <w:t xml:space="preserve">. </w:t>
      </w:r>
      <w:r>
        <w:rPr>
          <w:sz w:val="28"/>
          <w:szCs w:val="28"/>
          <w:lang w:val="uk-UA"/>
        </w:rPr>
        <w:t xml:space="preserve">Мельник Олег Анатолійович </w:t>
      </w:r>
      <w:r w:rsidRPr="004C6526">
        <w:rPr>
          <w:sz w:val="28"/>
          <w:szCs w:val="28"/>
          <w:lang w:val="uk-UA"/>
        </w:rPr>
        <w:t xml:space="preserve">  </w:t>
      </w:r>
      <w:r>
        <w:rPr>
          <w:sz w:val="28"/>
          <w:szCs w:val="28"/>
          <w:lang w:val="uk-UA"/>
        </w:rPr>
        <w:t>1/5</w:t>
      </w:r>
      <w:r w:rsidRPr="004C6526">
        <w:rPr>
          <w:sz w:val="28"/>
          <w:szCs w:val="28"/>
          <w:lang w:val="uk-UA"/>
        </w:rPr>
        <w:t xml:space="preserve"> частки  та </w:t>
      </w:r>
      <w:r>
        <w:rPr>
          <w:sz w:val="28"/>
          <w:szCs w:val="28"/>
          <w:lang w:val="uk-UA"/>
        </w:rPr>
        <w:t>Мельник Валентина Іванівна</w:t>
      </w:r>
      <w:r w:rsidRPr="004C6526">
        <w:rPr>
          <w:sz w:val="28"/>
          <w:szCs w:val="28"/>
          <w:lang w:val="uk-UA"/>
        </w:rPr>
        <w:t xml:space="preserve">  </w:t>
      </w:r>
      <w:r>
        <w:rPr>
          <w:sz w:val="28"/>
          <w:szCs w:val="28"/>
          <w:lang w:val="uk-UA"/>
        </w:rPr>
        <w:t>4/5</w:t>
      </w:r>
      <w:r w:rsidRPr="004C6526">
        <w:rPr>
          <w:sz w:val="28"/>
          <w:szCs w:val="28"/>
          <w:lang w:val="uk-UA"/>
        </w:rPr>
        <w:t xml:space="preserve"> частки від загальної площі 0,</w:t>
      </w:r>
      <w:r>
        <w:rPr>
          <w:sz w:val="28"/>
          <w:szCs w:val="28"/>
          <w:lang w:val="uk-UA"/>
        </w:rPr>
        <w:t>0915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w:t>
      </w:r>
      <w:r w:rsidRPr="00AE1FC9">
        <w:rPr>
          <w:sz w:val="28"/>
          <w:szCs w:val="28"/>
          <w:lang w:val="uk-UA"/>
        </w:rPr>
        <w:t>(кадастровий номер земельної ділянки 4810400000:0</w:t>
      </w:r>
      <w:r>
        <w:rPr>
          <w:sz w:val="28"/>
          <w:szCs w:val="28"/>
          <w:lang w:val="uk-UA"/>
        </w:rPr>
        <w:t>6</w:t>
      </w:r>
      <w:r w:rsidRPr="00AE1FC9">
        <w:rPr>
          <w:sz w:val="28"/>
          <w:szCs w:val="28"/>
          <w:lang w:val="uk-UA"/>
        </w:rPr>
        <w:t>:0</w:t>
      </w:r>
      <w:r>
        <w:rPr>
          <w:sz w:val="28"/>
          <w:szCs w:val="28"/>
          <w:lang w:val="uk-UA"/>
        </w:rPr>
        <w:t>73</w:t>
      </w:r>
      <w:r w:rsidRPr="00AE1FC9">
        <w:rPr>
          <w:sz w:val="28"/>
          <w:szCs w:val="28"/>
          <w:lang w:val="uk-UA"/>
        </w:rPr>
        <w:t>:00</w:t>
      </w:r>
      <w:r>
        <w:rPr>
          <w:sz w:val="28"/>
          <w:szCs w:val="28"/>
          <w:lang w:val="uk-UA"/>
        </w:rPr>
        <w:t>20</w:t>
      </w:r>
      <w:r w:rsidRPr="00AE1FC9">
        <w:rPr>
          <w:sz w:val="28"/>
          <w:szCs w:val="28"/>
          <w:lang w:val="uk-UA"/>
        </w:rPr>
        <w:t>);</w:t>
      </w:r>
    </w:p>
    <w:p w:rsidR="000A3B62" w:rsidRPr="00981E32" w:rsidRDefault="000A3B62" w:rsidP="0056615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2</w:t>
      </w:r>
      <w:r w:rsidRPr="00981E32">
        <w:rPr>
          <w:sz w:val="28"/>
          <w:szCs w:val="28"/>
          <w:lang w:val="uk-UA"/>
        </w:rPr>
        <w:t xml:space="preserve">. </w:t>
      </w:r>
      <w:r>
        <w:rPr>
          <w:sz w:val="28"/>
          <w:szCs w:val="28"/>
          <w:lang w:val="uk-UA"/>
        </w:rPr>
        <w:t>Чумак Станіслав Альбінович</w:t>
      </w:r>
      <w:r w:rsidRPr="00981E32">
        <w:rPr>
          <w:sz w:val="28"/>
          <w:szCs w:val="28"/>
          <w:lang w:val="uk-UA"/>
        </w:rPr>
        <w:t xml:space="preserve"> площею 0,</w:t>
      </w:r>
      <w:r>
        <w:rPr>
          <w:sz w:val="28"/>
          <w:szCs w:val="28"/>
          <w:lang w:val="uk-UA"/>
        </w:rPr>
        <w:t>0611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01</w:t>
      </w:r>
      <w:r w:rsidRPr="00E81F21">
        <w:rPr>
          <w:sz w:val="28"/>
          <w:szCs w:val="28"/>
          <w:lang w:val="uk-UA"/>
        </w:rPr>
        <w:t>:</w:t>
      </w:r>
      <w:r>
        <w:rPr>
          <w:sz w:val="28"/>
          <w:szCs w:val="28"/>
          <w:lang w:val="uk-UA"/>
        </w:rPr>
        <w:t>050</w:t>
      </w:r>
      <w:r w:rsidRPr="00E81F21">
        <w:rPr>
          <w:sz w:val="28"/>
          <w:szCs w:val="28"/>
          <w:lang w:val="uk-UA"/>
        </w:rPr>
        <w:t>:</w:t>
      </w:r>
      <w:r>
        <w:rPr>
          <w:sz w:val="28"/>
          <w:szCs w:val="28"/>
          <w:lang w:val="uk-UA"/>
        </w:rPr>
        <w:t>0</w:t>
      </w:r>
      <w:r w:rsidRPr="00E81F21">
        <w:rPr>
          <w:sz w:val="28"/>
          <w:szCs w:val="28"/>
          <w:lang w:val="uk-UA"/>
        </w:rPr>
        <w:t>0</w:t>
      </w:r>
      <w:r>
        <w:rPr>
          <w:sz w:val="28"/>
          <w:szCs w:val="28"/>
          <w:lang w:val="uk-UA"/>
        </w:rPr>
        <w:t>12</w:t>
      </w:r>
      <w:r w:rsidRPr="00E81F21">
        <w:rPr>
          <w:sz w:val="28"/>
          <w:szCs w:val="28"/>
          <w:lang w:val="uk-UA"/>
        </w:rPr>
        <w:t>);</w:t>
      </w:r>
    </w:p>
    <w:p w:rsidR="000A3B62" w:rsidRDefault="000A3B62" w:rsidP="001D6C9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3</w:t>
      </w:r>
      <w:r w:rsidRPr="00981E32">
        <w:rPr>
          <w:sz w:val="28"/>
          <w:szCs w:val="28"/>
          <w:lang w:val="uk-UA"/>
        </w:rPr>
        <w:t xml:space="preserve">. </w:t>
      </w:r>
      <w:r>
        <w:rPr>
          <w:sz w:val="28"/>
          <w:szCs w:val="28"/>
          <w:lang w:val="uk-UA"/>
        </w:rPr>
        <w:t>Кучер Борис Борисович</w:t>
      </w:r>
      <w:r w:rsidRPr="00981E32">
        <w:rPr>
          <w:sz w:val="28"/>
          <w:szCs w:val="28"/>
          <w:lang w:val="uk-UA"/>
        </w:rPr>
        <w:t xml:space="preserve"> площею 0,</w:t>
      </w:r>
      <w:r>
        <w:rPr>
          <w:sz w:val="28"/>
          <w:szCs w:val="28"/>
          <w:lang w:val="uk-UA"/>
        </w:rPr>
        <w:t>0600</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02</w:t>
      </w:r>
      <w:r w:rsidRPr="00E81F21">
        <w:rPr>
          <w:sz w:val="28"/>
          <w:szCs w:val="28"/>
          <w:lang w:val="uk-UA"/>
        </w:rPr>
        <w:t>:</w:t>
      </w:r>
      <w:r>
        <w:rPr>
          <w:sz w:val="28"/>
          <w:szCs w:val="28"/>
          <w:lang w:val="uk-UA"/>
        </w:rPr>
        <w:t>066</w:t>
      </w:r>
      <w:r w:rsidRPr="00E81F21">
        <w:rPr>
          <w:sz w:val="28"/>
          <w:szCs w:val="28"/>
          <w:lang w:val="uk-UA"/>
        </w:rPr>
        <w:t>:</w:t>
      </w:r>
      <w:r>
        <w:rPr>
          <w:sz w:val="28"/>
          <w:szCs w:val="28"/>
          <w:lang w:val="uk-UA"/>
        </w:rPr>
        <w:t>0</w:t>
      </w:r>
      <w:r w:rsidRPr="00E81F21">
        <w:rPr>
          <w:sz w:val="28"/>
          <w:szCs w:val="28"/>
          <w:lang w:val="uk-UA"/>
        </w:rPr>
        <w:t>0</w:t>
      </w:r>
      <w:r>
        <w:rPr>
          <w:sz w:val="28"/>
          <w:szCs w:val="28"/>
          <w:lang w:val="uk-UA"/>
        </w:rPr>
        <w:t>14</w:t>
      </w:r>
      <w:r w:rsidRPr="00E81F21">
        <w:rPr>
          <w:sz w:val="28"/>
          <w:szCs w:val="28"/>
          <w:lang w:val="uk-UA"/>
        </w:rPr>
        <w:t>);</w:t>
      </w:r>
    </w:p>
    <w:p w:rsidR="000A3B62" w:rsidRPr="00981E32" w:rsidRDefault="000A3B62" w:rsidP="00A211E6">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4</w:t>
      </w:r>
      <w:r w:rsidRPr="00981E32">
        <w:rPr>
          <w:sz w:val="28"/>
          <w:szCs w:val="28"/>
          <w:lang w:val="uk-UA"/>
        </w:rPr>
        <w:t xml:space="preserve">. </w:t>
      </w:r>
      <w:r>
        <w:rPr>
          <w:sz w:val="28"/>
          <w:szCs w:val="28"/>
          <w:lang w:val="uk-UA"/>
        </w:rPr>
        <w:t>Романенко Катерина Олександрівна</w:t>
      </w:r>
      <w:r w:rsidRPr="00981E32">
        <w:rPr>
          <w:sz w:val="28"/>
          <w:szCs w:val="28"/>
          <w:lang w:val="uk-UA"/>
        </w:rPr>
        <w:t xml:space="preserve"> площею 0,</w:t>
      </w:r>
      <w:r>
        <w:rPr>
          <w:sz w:val="28"/>
          <w:szCs w:val="28"/>
          <w:lang w:val="uk-UA"/>
        </w:rPr>
        <w:t>0955</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07</w:t>
      </w:r>
      <w:r w:rsidRPr="00E81F21">
        <w:rPr>
          <w:sz w:val="28"/>
          <w:szCs w:val="28"/>
          <w:lang w:val="uk-UA"/>
        </w:rPr>
        <w:t>:</w:t>
      </w:r>
      <w:r>
        <w:rPr>
          <w:sz w:val="28"/>
          <w:szCs w:val="28"/>
          <w:lang w:val="uk-UA"/>
        </w:rPr>
        <w:t>044</w:t>
      </w:r>
      <w:r w:rsidRPr="00E81F21">
        <w:rPr>
          <w:sz w:val="28"/>
          <w:szCs w:val="28"/>
          <w:lang w:val="uk-UA"/>
        </w:rPr>
        <w:t>:</w:t>
      </w:r>
      <w:r>
        <w:rPr>
          <w:sz w:val="28"/>
          <w:szCs w:val="28"/>
          <w:lang w:val="uk-UA"/>
        </w:rPr>
        <w:t>0</w:t>
      </w:r>
      <w:r w:rsidRPr="00E81F21">
        <w:rPr>
          <w:sz w:val="28"/>
          <w:szCs w:val="28"/>
          <w:lang w:val="uk-UA"/>
        </w:rPr>
        <w:t>0</w:t>
      </w:r>
      <w:r>
        <w:rPr>
          <w:sz w:val="28"/>
          <w:szCs w:val="28"/>
          <w:lang w:val="uk-UA"/>
        </w:rPr>
        <w:t>13</w:t>
      </w:r>
      <w:r w:rsidRPr="00E81F21">
        <w:rPr>
          <w:sz w:val="28"/>
          <w:szCs w:val="28"/>
          <w:lang w:val="uk-UA"/>
        </w:rPr>
        <w:t>);</w:t>
      </w:r>
    </w:p>
    <w:p w:rsidR="000A3B62" w:rsidRPr="00981E32" w:rsidRDefault="000A3B62" w:rsidP="002C5B8A">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5</w:t>
      </w:r>
      <w:r w:rsidRPr="00981E32">
        <w:rPr>
          <w:sz w:val="28"/>
          <w:szCs w:val="28"/>
          <w:lang w:val="uk-UA"/>
        </w:rPr>
        <w:t xml:space="preserve">. </w:t>
      </w:r>
      <w:r>
        <w:rPr>
          <w:sz w:val="28"/>
          <w:szCs w:val="28"/>
          <w:lang w:val="uk-UA"/>
        </w:rPr>
        <w:t>Кісель Марія Миколаївна</w:t>
      </w:r>
      <w:r w:rsidRPr="00981E32">
        <w:rPr>
          <w:sz w:val="28"/>
          <w:szCs w:val="28"/>
          <w:lang w:val="uk-UA"/>
        </w:rPr>
        <w:t xml:space="preserve"> площею 0,</w:t>
      </w:r>
      <w:r>
        <w:rPr>
          <w:sz w:val="28"/>
          <w:szCs w:val="28"/>
          <w:lang w:val="uk-UA"/>
        </w:rPr>
        <w:t>0588</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03</w:t>
      </w:r>
      <w:r w:rsidRPr="00E81F21">
        <w:rPr>
          <w:sz w:val="28"/>
          <w:szCs w:val="28"/>
          <w:lang w:val="uk-UA"/>
        </w:rPr>
        <w:t>:</w:t>
      </w:r>
      <w:r>
        <w:rPr>
          <w:sz w:val="28"/>
          <w:szCs w:val="28"/>
          <w:lang w:val="uk-UA"/>
        </w:rPr>
        <w:t>066</w:t>
      </w:r>
      <w:r w:rsidRPr="00E81F21">
        <w:rPr>
          <w:sz w:val="28"/>
          <w:szCs w:val="28"/>
          <w:lang w:val="uk-UA"/>
        </w:rPr>
        <w:t>:</w:t>
      </w:r>
      <w:r>
        <w:rPr>
          <w:sz w:val="28"/>
          <w:szCs w:val="28"/>
          <w:lang w:val="uk-UA"/>
        </w:rPr>
        <w:t>0</w:t>
      </w:r>
      <w:r w:rsidRPr="00E81F21">
        <w:rPr>
          <w:sz w:val="28"/>
          <w:szCs w:val="28"/>
          <w:lang w:val="uk-UA"/>
        </w:rPr>
        <w:t>0</w:t>
      </w:r>
      <w:r>
        <w:rPr>
          <w:sz w:val="28"/>
          <w:szCs w:val="28"/>
          <w:lang w:val="uk-UA"/>
        </w:rPr>
        <w:t>15</w:t>
      </w:r>
      <w:r w:rsidRPr="00E81F21">
        <w:rPr>
          <w:sz w:val="28"/>
          <w:szCs w:val="28"/>
          <w:lang w:val="uk-UA"/>
        </w:rPr>
        <w:t>);</w:t>
      </w:r>
    </w:p>
    <w:p w:rsidR="000A3B62" w:rsidRDefault="000A3B62" w:rsidP="00C5079F">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6</w:t>
      </w:r>
      <w:r w:rsidRPr="00981E32">
        <w:rPr>
          <w:sz w:val="28"/>
          <w:szCs w:val="28"/>
          <w:lang w:val="uk-UA"/>
        </w:rPr>
        <w:t xml:space="preserve">. </w:t>
      </w:r>
      <w:r>
        <w:rPr>
          <w:sz w:val="28"/>
          <w:szCs w:val="28"/>
          <w:lang w:val="uk-UA"/>
        </w:rPr>
        <w:t>Бабінець Олександр Андрійович</w:t>
      </w:r>
      <w:r w:rsidRPr="00981E32">
        <w:rPr>
          <w:sz w:val="28"/>
          <w:szCs w:val="28"/>
          <w:lang w:val="uk-UA"/>
        </w:rPr>
        <w:t xml:space="preserve"> 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05</w:t>
      </w:r>
      <w:r w:rsidRPr="00E81F21">
        <w:rPr>
          <w:sz w:val="28"/>
          <w:szCs w:val="28"/>
          <w:lang w:val="uk-UA"/>
        </w:rPr>
        <w:t>:</w:t>
      </w:r>
      <w:r>
        <w:rPr>
          <w:sz w:val="28"/>
          <w:szCs w:val="28"/>
          <w:lang w:val="uk-UA"/>
        </w:rPr>
        <w:t>015</w:t>
      </w:r>
      <w:r w:rsidRPr="00E81F21">
        <w:rPr>
          <w:sz w:val="28"/>
          <w:szCs w:val="28"/>
          <w:lang w:val="uk-UA"/>
        </w:rPr>
        <w:t>:</w:t>
      </w:r>
      <w:r>
        <w:rPr>
          <w:sz w:val="28"/>
          <w:szCs w:val="28"/>
          <w:lang w:val="uk-UA"/>
        </w:rPr>
        <w:t>0</w:t>
      </w:r>
      <w:r w:rsidRPr="00E81F21">
        <w:rPr>
          <w:sz w:val="28"/>
          <w:szCs w:val="28"/>
          <w:lang w:val="uk-UA"/>
        </w:rPr>
        <w:t>0</w:t>
      </w:r>
      <w:r>
        <w:rPr>
          <w:sz w:val="28"/>
          <w:szCs w:val="28"/>
          <w:lang w:val="uk-UA"/>
        </w:rPr>
        <w:t>10</w:t>
      </w:r>
      <w:r w:rsidRPr="00E81F21">
        <w:rPr>
          <w:sz w:val="28"/>
          <w:szCs w:val="28"/>
          <w:lang w:val="uk-UA"/>
        </w:rPr>
        <w:t>);</w:t>
      </w:r>
    </w:p>
    <w:p w:rsidR="000A3B62" w:rsidRPr="00981E32" w:rsidRDefault="000A3B62" w:rsidP="00896FDC">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7</w:t>
      </w:r>
      <w:r w:rsidRPr="00981E32">
        <w:rPr>
          <w:sz w:val="28"/>
          <w:szCs w:val="28"/>
          <w:lang w:val="uk-UA"/>
        </w:rPr>
        <w:t xml:space="preserve">. </w:t>
      </w:r>
      <w:r>
        <w:rPr>
          <w:sz w:val="28"/>
          <w:szCs w:val="28"/>
          <w:lang w:val="uk-UA"/>
        </w:rPr>
        <w:t>Сивухіна Антоніна Вікторівна</w:t>
      </w:r>
      <w:r w:rsidRPr="00981E32">
        <w:rPr>
          <w:sz w:val="28"/>
          <w:szCs w:val="28"/>
          <w:lang w:val="uk-UA"/>
        </w:rPr>
        <w:t xml:space="preserve"> площею 0,</w:t>
      </w:r>
      <w:r>
        <w:rPr>
          <w:sz w:val="28"/>
          <w:szCs w:val="28"/>
          <w:lang w:val="uk-UA"/>
        </w:rPr>
        <w:t>0514</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06</w:t>
      </w:r>
      <w:r w:rsidRPr="00E81F21">
        <w:rPr>
          <w:sz w:val="28"/>
          <w:szCs w:val="28"/>
          <w:lang w:val="uk-UA"/>
        </w:rPr>
        <w:t>:</w:t>
      </w:r>
      <w:r>
        <w:rPr>
          <w:sz w:val="28"/>
          <w:szCs w:val="28"/>
          <w:lang w:val="uk-UA"/>
        </w:rPr>
        <w:t>076</w:t>
      </w:r>
      <w:r w:rsidRPr="00E81F21">
        <w:rPr>
          <w:sz w:val="28"/>
          <w:szCs w:val="28"/>
          <w:lang w:val="uk-UA"/>
        </w:rPr>
        <w:t>:</w:t>
      </w:r>
      <w:r>
        <w:rPr>
          <w:sz w:val="28"/>
          <w:szCs w:val="28"/>
          <w:lang w:val="uk-UA"/>
        </w:rPr>
        <w:t>0</w:t>
      </w:r>
      <w:r w:rsidRPr="00E81F21">
        <w:rPr>
          <w:sz w:val="28"/>
          <w:szCs w:val="28"/>
          <w:lang w:val="uk-UA"/>
        </w:rPr>
        <w:t>0</w:t>
      </w:r>
      <w:r>
        <w:rPr>
          <w:sz w:val="28"/>
          <w:szCs w:val="28"/>
          <w:lang w:val="uk-UA"/>
        </w:rPr>
        <w:t>32</w:t>
      </w:r>
      <w:r w:rsidRPr="00E81F21">
        <w:rPr>
          <w:sz w:val="28"/>
          <w:szCs w:val="28"/>
          <w:lang w:val="uk-UA"/>
        </w:rPr>
        <w:t>);</w:t>
      </w:r>
    </w:p>
    <w:p w:rsidR="000A3B62" w:rsidRDefault="000A3B62" w:rsidP="0036660B">
      <w:pPr>
        <w:pStyle w:val="BodyTextIndent"/>
        <w:spacing w:after="0"/>
        <w:ind w:left="0" w:firstLine="567"/>
        <w:jc w:val="both"/>
        <w:rPr>
          <w:sz w:val="28"/>
          <w:szCs w:val="28"/>
          <w:lang w:val="uk-UA"/>
        </w:rPr>
      </w:pPr>
      <w:r>
        <w:rPr>
          <w:sz w:val="28"/>
          <w:szCs w:val="28"/>
          <w:lang w:val="uk-UA"/>
        </w:rPr>
        <w:t>2.8. Пустовіт Олена Миколаївна площею 0,0993 га для будівництва і обслуговування жилого будинку, господарських будівель і споруд (присадибна ділянка) (кадастровий номер земельної ділянки 4810400000:01:064:0002);</w:t>
      </w:r>
    </w:p>
    <w:p w:rsidR="000A3B62" w:rsidRDefault="000A3B62" w:rsidP="00155A93">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9</w:t>
      </w:r>
      <w:r w:rsidRPr="00981E32">
        <w:rPr>
          <w:sz w:val="28"/>
          <w:szCs w:val="28"/>
          <w:lang w:val="uk-UA"/>
        </w:rPr>
        <w:t xml:space="preserve">. </w:t>
      </w:r>
      <w:r>
        <w:rPr>
          <w:sz w:val="28"/>
          <w:szCs w:val="28"/>
          <w:lang w:val="uk-UA"/>
        </w:rPr>
        <w:t>Андрієнко Олена Гнатівна</w:t>
      </w:r>
      <w:r w:rsidRPr="00981E32">
        <w:rPr>
          <w:sz w:val="28"/>
          <w:szCs w:val="28"/>
          <w:lang w:val="uk-UA"/>
        </w:rPr>
        <w:t xml:space="preserve"> площею 0,</w:t>
      </w:r>
      <w:r>
        <w:rPr>
          <w:sz w:val="28"/>
          <w:szCs w:val="28"/>
          <w:lang w:val="uk-UA"/>
        </w:rPr>
        <w:t>0387</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06</w:t>
      </w:r>
      <w:r w:rsidRPr="00E81F21">
        <w:rPr>
          <w:sz w:val="28"/>
          <w:szCs w:val="28"/>
          <w:lang w:val="uk-UA"/>
        </w:rPr>
        <w:t>:</w:t>
      </w:r>
      <w:r>
        <w:rPr>
          <w:sz w:val="28"/>
          <w:szCs w:val="28"/>
          <w:lang w:val="uk-UA"/>
        </w:rPr>
        <w:t>065</w:t>
      </w:r>
      <w:r w:rsidRPr="00E81F21">
        <w:rPr>
          <w:sz w:val="28"/>
          <w:szCs w:val="28"/>
          <w:lang w:val="uk-UA"/>
        </w:rPr>
        <w:t>:</w:t>
      </w:r>
      <w:r>
        <w:rPr>
          <w:sz w:val="28"/>
          <w:szCs w:val="28"/>
          <w:lang w:val="uk-UA"/>
        </w:rPr>
        <w:t>0</w:t>
      </w:r>
      <w:r w:rsidRPr="00E81F21">
        <w:rPr>
          <w:sz w:val="28"/>
          <w:szCs w:val="28"/>
          <w:lang w:val="uk-UA"/>
        </w:rPr>
        <w:t>0</w:t>
      </w:r>
      <w:r>
        <w:rPr>
          <w:sz w:val="28"/>
          <w:szCs w:val="28"/>
          <w:lang w:val="uk-UA"/>
        </w:rPr>
        <w:t>23</w:t>
      </w:r>
      <w:r w:rsidRPr="00E81F21">
        <w:rPr>
          <w:sz w:val="28"/>
          <w:szCs w:val="28"/>
          <w:lang w:val="uk-UA"/>
        </w:rPr>
        <w:t>);</w:t>
      </w:r>
    </w:p>
    <w:p w:rsidR="000A3B62" w:rsidRPr="00981E32" w:rsidRDefault="000A3B62" w:rsidP="00D13404">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10</w:t>
      </w:r>
      <w:r w:rsidRPr="00981E32">
        <w:rPr>
          <w:sz w:val="28"/>
          <w:szCs w:val="28"/>
          <w:lang w:val="uk-UA"/>
        </w:rPr>
        <w:t xml:space="preserve">. </w:t>
      </w:r>
      <w:r>
        <w:rPr>
          <w:sz w:val="28"/>
          <w:szCs w:val="28"/>
          <w:lang w:val="uk-UA"/>
        </w:rPr>
        <w:t>Добровольська Поліна Семенівна</w:t>
      </w:r>
      <w:r w:rsidRPr="00981E32">
        <w:rPr>
          <w:sz w:val="28"/>
          <w:szCs w:val="28"/>
          <w:lang w:val="uk-UA"/>
        </w:rPr>
        <w:t xml:space="preserve"> площею 0,</w:t>
      </w:r>
      <w:r>
        <w:rPr>
          <w:sz w:val="28"/>
          <w:szCs w:val="28"/>
          <w:lang w:val="uk-UA"/>
        </w:rPr>
        <w:t>0864</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10</w:t>
      </w:r>
      <w:r w:rsidRPr="00E81F21">
        <w:rPr>
          <w:sz w:val="28"/>
          <w:szCs w:val="28"/>
          <w:lang w:val="uk-UA"/>
        </w:rPr>
        <w:t>:</w:t>
      </w:r>
      <w:r>
        <w:rPr>
          <w:sz w:val="28"/>
          <w:szCs w:val="28"/>
          <w:lang w:val="uk-UA"/>
        </w:rPr>
        <w:t>011</w:t>
      </w:r>
      <w:r w:rsidRPr="00E81F21">
        <w:rPr>
          <w:sz w:val="28"/>
          <w:szCs w:val="28"/>
          <w:lang w:val="uk-UA"/>
        </w:rPr>
        <w:t>:</w:t>
      </w:r>
      <w:r>
        <w:rPr>
          <w:sz w:val="28"/>
          <w:szCs w:val="28"/>
          <w:lang w:val="uk-UA"/>
        </w:rPr>
        <w:t>0</w:t>
      </w:r>
      <w:r w:rsidRPr="00E81F21">
        <w:rPr>
          <w:sz w:val="28"/>
          <w:szCs w:val="28"/>
          <w:lang w:val="uk-UA"/>
        </w:rPr>
        <w:t>0</w:t>
      </w:r>
      <w:r>
        <w:rPr>
          <w:sz w:val="28"/>
          <w:szCs w:val="28"/>
          <w:lang w:val="uk-UA"/>
        </w:rPr>
        <w:t>19);</w:t>
      </w:r>
    </w:p>
    <w:p w:rsidR="000A3B62" w:rsidRPr="00AE1FC9" w:rsidRDefault="000A3B62" w:rsidP="00855064">
      <w:pPr>
        <w:widowControl w:val="0"/>
        <w:autoSpaceDE w:val="0"/>
        <w:autoSpaceDN w:val="0"/>
        <w:adjustRightInd w:val="0"/>
        <w:ind w:firstLine="567"/>
        <w:jc w:val="both"/>
        <w:rPr>
          <w:sz w:val="28"/>
          <w:szCs w:val="28"/>
          <w:lang w:val="uk-UA"/>
        </w:rPr>
      </w:pPr>
      <w:r>
        <w:rPr>
          <w:sz w:val="28"/>
          <w:szCs w:val="28"/>
          <w:lang w:val="uk-UA"/>
        </w:rPr>
        <w:t>2</w:t>
      </w:r>
      <w:r w:rsidRPr="004C6526">
        <w:rPr>
          <w:sz w:val="28"/>
          <w:szCs w:val="28"/>
          <w:lang w:val="uk-UA"/>
        </w:rPr>
        <w:t>.</w:t>
      </w:r>
      <w:r>
        <w:rPr>
          <w:sz w:val="28"/>
          <w:szCs w:val="28"/>
          <w:lang w:val="uk-UA"/>
        </w:rPr>
        <w:t>11</w:t>
      </w:r>
      <w:r w:rsidRPr="004C6526">
        <w:rPr>
          <w:sz w:val="28"/>
          <w:szCs w:val="28"/>
          <w:lang w:val="uk-UA"/>
        </w:rPr>
        <w:t xml:space="preserve">. </w:t>
      </w:r>
      <w:r>
        <w:rPr>
          <w:sz w:val="28"/>
          <w:szCs w:val="28"/>
          <w:lang w:val="uk-UA"/>
        </w:rPr>
        <w:t xml:space="preserve">Красовська Наталія Олександрівна </w:t>
      </w:r>
      <w:r w:rsidRPr="004C6526">
        <w:rPr>
          <w:sz w:val="28"/>
          <w:szCs w:val="28"/>
          <w:lang w:val="uk-UA"/>
        </w:rPr>
        <w:t xml:space="preserve"> </w:t>
      </w:r>
      <w:r>
        <w:rPr>
          <w:sz w:val="28"/>
          <w:szCs w:val="28"/>
          <w:lang w:val="uk-UA"/>
        </w:rPr>
        <w:t>1/2</w:t>
      </w:r>
      <w:r w:rsidRPr="004C6526">
        <w:rPr>
          <w:sz w:val="28"/>
          <w:szCs w:val="28"/>
          <w:lang w:val="uk-UA"/>
        </w:rPr>
        <w:t xml:space="preserve"> частки  та </w:t>
      </w:r>
      <w:r>
        <w:rPr>
          <w:sz w:val="28"/>
          <w:szCs w:val="28"/>
          <w:lang w:val="uk-UA"/>
        </w:rPr>
        <w:t>Мовчан Світлана Вікторівна</w:t>
      </w:r>
      <w:r w:rsidRPr="004C6526">
        <w:rPr>
          <w:sz w:val="28"/>
          <w:szCs w:val="28"/>
          <w:lang w:val="uk-UA"/>
        </w:rPr>
        <w:t xml:space="preserve">  </w:t>
      </w:r>
      <w:r>
        <w:rPr>
          <w:sz w:val="28"/>
          <w:szCs w:val="28"/>
          <w:lang w:val="uk-UA"/>
        </w:rPr>
        <w:t>1/2</w:t>
      </w:r>
      <w:r w:rsidRPr="004C6526">
        <w:rPr>
          <w:sz w:val="28"/>
          <w:szCs w:val="28"/>
          <w:lang w:val="uk-UA"/>
        </w:rPr>
        <w:t xml:space="preserve"> частки від загальної площі 0,</w:t>
      </w:r>
      <w:r>
        <w:rPr>
          <w:sz w:val="28"/>
          <w:szCs w:val="28"/>
          <w:lang w:val="uk-UA"/>
        </w:rPr>
        <w:t>0795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w:t>
      </w:r>
      <w:r w:rsidRPr="00AE1FC9">
        <w:rPr>
          <w:sz w:val="28"/>
          <w:szCs w:val="28"/>
          <w:lang w:val="uk-UA"/>
        </w:rPr>
        <w:t>(кадастровий номер земельної ділянки 4810400000:0</w:t>
      </w:r>
      <w:r>
        <w:rPr>
          <w:sz w:val="28"/>
          <w:szCs w:val="28"/>
          <w:lang w:val="uk-UA"/>
        </w:rPr>
        <w:t>6</w:t>
      </w:r>
      <w:r w:rsidRPr="00AE1FC9">
        <w:rPr>
          <w:sz w:val="28"/>
          <w:szCs w:val="28"/>
          <w:lang w:val="uk-UA"/>
        </w:rPr>
        <w:t>:0</w:t>
      </w:r>
      <w:r>
        <w:rPr>
          <w:sz w:val="28"/>
          <w:szCs w:val="28"/>
          <w:lang w:val="uk-UA"/>
        </w:rPr>
        <w:t>76</w:t>
      </w:r>
      <w:r w:rsidRPr="00AE1FC9">
        <w:rPr>
          <w:sz w:val="28"/>
          <w:szCs w:val="28"/>
          <w:lang w:val="uk-UA"/>
        </w:rPr>
        <w:t>:00</w:t>
      </w:r>
      <w:r>
        <w:rPr>
          <w:sz w:val="28"/>
          <w:szCs w:val="28"/>
          <w:lang w:val="uk-UA"/>
        </w:rPr>
        <w:t>30</w:t>
      </w:r>
      <w:r w:rsidRPr="00AE1FC9">
        <w:rPr>
          <w:sz w:val="28"/>
          <w:szCs w:val="28"/>
          <w:lang w:val="uk-UA"/>
        </w:rPr>
        <w:t>);</w:t>
      </w:r>
    </w:p>
    <w:p w:rsidR="000A3B62" w:rsidRPr="00981E32" w:rsidRDefault="000A3B62" w:rsidP="0034450D">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12</w:t>
      </w:r>
      <w:r w:rsidRPr="00981E32">
        <w:rPr>
          <w:sz w:val="28"/>
          <w:szCs w:val="28"/>
          <w:lang w:val="uk-UA"/>
        </w:rPr>
        <w:t xml:space="preserve">. </w:t>
      </w:r>
      <w:r>
        <w:rPr>
          <w:sz w:val="28"/>
          <w:szCs w:val="28"/>
          <w:lang w:val="uk-UA"/>
        </w:rPr>
        <w:t>Кирилюк Ігор Анатолійович</w:t>
      </w:r>
      <w:r w:rsidRPr="00981E32">
        <w:rPr>
          <w:sz w:val="28"/>
          <w:szCs w:val="28"/>
          <w:lang w:val="uk-UA"/>
        </w:rPr>
        <w:t xml:space="preserve"> площею 0,</w:t>
      </w:r>
      <w:r>
        <w:rPr>
          <w:sz w:val="28"/>
          <w:szCs w:val="28"/>
          <w:lang w:val="uk-UA"/>
        </w:rPr>
        <w:t>0600</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09</w:t>
      </w:r>
      <w:r w:rsidRPr="00E81F21">
        <w:rPr>
          <w:sz w:val="28"/>
          <w:szCs w:val="28"/>
          <w:lang w:val="uk-UA"/>
        </w:rPr>
        <w:t>:</w:t>
      </w:r>
      <w:r>
        <w:rPr>
          <w:sz w:val="28"/>
          <w:szCs w:val="28"/>
          <w:lang w:val="uk-UA"/>
        </w:rPr>
        <w:t>002</w:t>
      </w:r>
      <w:r w:rsidRPr="00E81F21">
        <w:rPr>
          <w:sz w:val="28"/>
          <w:szCs w:val="28"/>
          <w:lang w:val="uk-UA"/>
        </w:rPr>
        <w:t>:</w:t>
      </w:r>
      <w:r>
        <w:rPr>
          <w:sz w:val="28"/>
          <w:szCs w:val="28"/>
          <w:lang w:val="uk-UA"/>
        </w:rPr>
        <w:t>0</w:t>
      </w:r>
      <w:r w:rsidRPr="00E81F21">
        <w:rPr>
          <w:sz w:val="28"/>
          <w:szCs w:val="28"/>
          <w:lang w:val="uk-UA"/>
        </w:rPr>
        <w:t>0</w:t>
      </w:r>
      <w:r>
        <w:rPr>
          <w:sz w:val="28"/>
          <w:szCs w:val="28"/>
          <w:lang w:val="uk-UA"/>
        </w:rPr>
        <w:t>25).</w:t>
      </w:r>
    </w:p>
    <w:p w:rsidR="000A3B62" w:rsidRPr="00AE1FC9" w:rsidRDefault="000A3B62" w:rsidP="00366D8D">
      <w:pPr>
        <w:widowControl w:val="0"/>
        <w:autoSpaceDE w:val="0"/>
        <w:autoSpaceDN w:val="0"/>
        <w:adjustRightInd w:val="0"/>
        <w:ind w:firstLine="567"/>
        <w:jc w:val="both"/>
        <w:rPr>
          <w:sz w:val="28"/>
          <w:szCs w:val="28"/>
          <w:lang w:val="uk-UA"/>
        </w:rPr>
      </w:pPr>
      <w:r>
        <w:rPr>
          <w:sz w:val="28"/>
          <w:szCs w:val="28"/>
          <w:lang w:val="uk-UA"/>
        </w:rPr>
        <w:t>2</w:t>
      </w:r>
      <w:r w:rsidRPr="004C6526">
        <w:rPr>
          <w:sz w:val="28"/>
          <w:szCs w:val="28"/>
          <w:lang w:val="uk-UA"/>
        </w:rPr>
        <w:t>.</w:t>
      </w:r>
      <w:r>
        <w:rPr>
          <w:sz w:val="28"/>
          <w:szCs w:val="28"/>
          <w:lang w:val="uk-UA"/>
        </w:rPr>
        <w:t>13</w:t>
      </w:r>
      <w:r w:rsidRPr="004C6526">
        <w:rPr>
          <w:sz w:val="28"/>
          <w:szCs w:val="28"/>
          <w:lang w:val="uk-UA"/>
        </w:rPr>
        <w:t xml:space="preserve">. </w:t>
      </w:r>
      <w:r>
        <w:rPr>
          <w:sz w:val="28"/>
          <w:szCs w:val="28"/>
          <w:lang w:val="uk-UA"/>
        </w:rPr>
        <w:t xml:space="preserve">Далєнко Любов Миколаївна </w:t>
      </w:r>
      <w:r w:rsidRPr="004C6526">
        <w:rPr>
          <w:sz w:val="28"/>
          <w:szCs w:val="28"/>
          <w:lang w:val="uk-UA"/>
        </w:rPr>
        <w:t xml:space="preserve"> </w:t>
      </w:r>
      <w:r>
        <w:rPr>
          <w:sz w:val="28"/>
          <w:szCs w:val="28"/>
          <w:lang w:val="uk-UA"/>
        </w:rPr>
        <w:t>1/3 частки,</w:t>
      </w:r>
      <w:r w:rsidRPr="004C6526">
        <w:rPr>
          <w:sz w:val="28"/>
          <w:szCs w:val="28"/>
          <w:lang w:val="uk-UA"/>
        </w:rPr>
        <w:t xml:space="preserve"> </w:t>
      </w:r>
      <w:r>
        <w:rPr>
          <w:sz w:val="28"/>
          <w:szCs w:val="28"/>
          <w:lang w:val="uk-UA"/>
        </w:rPr>
        <w:t>Бикалюк Віталій Сергійович</w:t>
      </w:r>
      <w:r w:rsidRPr="004C6526">
        <w:rPr>
          <w:sz w:val="28"/>
          <w:szCs w:val="28"/>
          <w:lang w:val="uk-UA"/>
        </w:rPr>
        <w:t xml:space="preserve">  </w:t>
      </w:r>
      <w:r>
        <w:rPr>
          <w:sz w:val="28"/>
          <w:szCs w:val="28"/>
          <w:lang w:val="uk-UA"/>
        </w:rPr>
        <w:t>1/3</w:t>
      </w:r>
      <w:r w:rsidRPr="004C6526">
        <w:rPr>
          <w:sz w:val="28"/>
          <w:szCs w:val="28"/>
          <w:lang w:val="uk-UA"/>
        </w:rPr>
        <w:t xml:space="preserve"> частки </w:t>
      </w:r>
      <w:r>
        <w:rPr>
          <w:sz w:val="28"/>
          <w:szCs w:val="28"/>
          <w:lang w:val="uk-UA"/>
        </w:rPr>
        <w:t>та Бикалюк Сергій Сергійович</w:t>
      </w:r>
      <w:r w:rsidRPr="004C6526">
        <w:rPr>
          <w:sz w:val="28"/>
          <w:szCs w:val="28"/>
          <w:lang w:val="uk-UA"/>
        </w:rPr>
        <w:t xml:space="preserve">  </w:t>
      </w:r>
      <w:r>
        <w:rPr>
          <w:sz w:val="28"/>
          <w:szCs w:val="28"/>
          <w:lang w:val="uk-UA"/>
        </w:rPr>
        <w:t>1/3</w:t>
      </w:r>
      <w:r w:rsidRPr="004C6526">
        <w:rPr>
          <w:sz w:val="28"/>
          <w:szCs w:val="28"/>
          <w:lang w:val="uk-UA"/>
        </w:rPr>
        <w:t xml:space="preserve"> частки від загальної площі 0,</w:t>
      </w:r>
      <w:r>
        <w:rPr>
          <w:sz w:val="28"/>
          <w:szCs w:val="28"/>
          <w:lang w:val="uk-UA"/>
        </w:rPr>
        <w:t>0958</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w:t>
      </w:r>
      <w:r w:rsidRPr="00AE1FC9">
        <w:rPr>
          <w:sz w:val="28"/>
          <w:szCs w:val="28"/>
          <w:lang w:val="uk-UA"/>
        </w:rPr>
        <w:t>(кадастровий номер земельної ділянки 4810400000:0</w:t>
      </w:r>
      <w:r>
        <w:rPr>
          <w:sz w:val="28"/>
          <w:szCs w:val="28"/>
          <w:lang w:val="uk-UA"/>
        </w:rPr>
        <w:t>2</w:t>
      </w:r>
      <w:r w:rsidRPr="00AE1FC9">
        <w:rPr>
          <w:sz w:val="28"/>
          <w:szCs w:val="28"/>
          <w:lang w:val="uk-UA"/>
        </w:rPr>
        <w:t>:0</w:t>
      </w:r>
      <w:r>
        <w:rPr>
          <w:sz w:val="28"/>
          <w:szCs w:val="28"/>
          <w:lang w:val="uk-UA"/>
        </w:rPr>
        <w:t>31</w:t>
      </w:r>
      <w:r w:rsidRPr="00AE1FC9">
        <w:rPr>
          <w:sz w:val="28"/>
          <w:szCs w:val="28"/>
          <w:lang w:val="uk-UA"/>
        </w:rPr>
        <w:t>:00</w:t>
      </w:r>
      <w:r>
        <w:rPr>
          <w:sz w:val="28"/>
          <w:szCs w:val="28"/>
          <w:lang w:val="uk-UA"/>
        </w:rPr>
        <w:t>17</w:t>
      </w:r>
      <w:r w:rsidRPr="00AE1FC9">
        <w:rPr>
          <w:sz w:val="28"/>
          <w:szCs w:val="28"/>
          <w:lang w:val="uk-UA"/>
        </w:rPr>
        <w:t>);</w:t>
      </w:r>
    </w:p>
    <w:p w:rsidR="000A3B62" w:rsidRPr="00981E32" w:rsidRDefault="000A3B62" w:rsidP="003D3493">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14</w:t>
      </w:r>
      <w:r w:rsidRPr="00981E32">
        <w:rPr>
          <w:sz w:val="28"/>
          <w:szCs w:val="28"/>
          <w:lang w:val="uk-UA"/>
        </w:rPr>
        <w:t xml:space="preserve">. </w:t>
      </w:r>
      <w:r>
        <w:rPr>
          <w:sz w:val="28"/>
          <w:szCs w:val="28"/>
          <w:lang w:val="uk-UA"/>
        </w:rPr>
        <w:t>Кордюкова Надія Василівна</w:t>
      </w:r>
      <w:r w:rsidRPr="00981E32">
        <w:rPr>
          <w:sz w:val="28"/>
          <w:szCs w:val="28"/>
          <w:lang w:val="uk-UA"/>
        </w:rPr>
        <w:t xml:space="preserve"> площею 0,</w:t>
      </w:r>
      <w:r>
        <w:rPr>
          <w:sz w:val="28"/>
          <w:szCs w:val="28"/>
          <w:lang w:val="uk-UA"/>
        </w:rPr>
        <w:t>0825</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w:t>
      </w:r>
      <w:r>
        <w:rPr>
          <w:sz w:val="28"/>
          <w:szCs w:val="28"/>
          <w:lang w:val="uk-UA"/>
        </w:rPr>
        <w:t>03</w:t>
      </w:r>
      <w:r w:rsidRPr="00E81F21">
        <w:rPr>
          <w:sz w:val="28"/>
          <w:szCs w:val="28"/>
          <w:lang w:val="uk-UA"/>
        </w:rPr>
        <w:t>:</w:t>
      </w:r>
      <w:r>
        <w:rPr>
          <w:sz w:val="28"/>
          <w:szCs w:val="28"/>
          <w:lang w:val="uk-UA"/>
        </w:rPr>
        <w:t>032</w:t>
      </w:r>
      <w:r w:rsidRPr="00E81F21">
        <w:rPr>
          <w:sz w:val="28"/>
          <w:szCs w:val="28"/>
          <w:lang w:val="uk-UA"/>
        </w:rPr>
        <w:t>:</w:t>
      </w:r>
      <w:r>
        <w:rPr>
          <w:sz w:val="28"/>
          <w:szCs w:val="28"/>
          <w:lang w:val="uk-UA"/>
        </w:rPr>
        <w:t>0</w:t>
      </w:r>
      <w:r w:rsidRPr="00E81F21">
        <w:rPr>
          <w:sz w:val="28"/>
          <w:szCs w:val="28"/>
          <w:lang w:val="uk-UA"/>
        </w:rPr>
        <w:t>0</w:t>
      </w:r>
      <w:r>
        <w:rPr>
          <w:sz w:val="28"/>
          <w:szCs w:val="28"/>
          <w:lang w:val="uk-UA"/>
        </w:rPr>
        <w:t>50).</w:t>
      </w:r>
    </w:p>
    <w:p w:rsidR="000A3B62" w:rsidRPr="00981E32" w:rsidRDefault="000A3B62" w:rsidP="00C5079F">
      <w:pPr>
        <w:pStyle w:val="BodyTextIndent"/>
        <w:spacing w:after="0"/>
        <w:ind w:left="0" w:firstLine="567"/>
        <w:jc w:val="both"/>
        <w:rPr>
          <w:sz w:val="28"/>
          <w:szCs w:val="28"/>
          <w:lang w:val="uk-UA"/>
        </w:rPr>
      </w:pPr>
    </w:p>
    <w:p w:rsidR="000A3B62" w:rsidRDefault="000A3B62" w:rsidP="00E62A3D">
      <w:pPr>
        <w:ind w:firstLine="567"/>
        <w:jc w:val="both"/>
        <w:rPr>
          <w:sz w:val="28"/>
          <w:szCs w:val="28"/>
          <w:lang w:val="uk-UA"/>
        </w:rPr>
      </w:pPr>
      <w:r>
        <w:rPr>
          <w:sz w:val="28"/>
          <w:szCs w:val="28"/>
          <w:lang w:val="uk-UA"/>
        </w:rPr>
        <w:t>3</w:t>
      </w:r>
      <w:r w:rsidRPr="004C6526">
        <w:rPr>
          <w:sz w:val="28"/>
          <w:szCs w:val="28"/>
          <w:lang w:val="uk-UA"/>
        </w:rPr>
        <w:t>. Затвердити проекти землеустрою щодо відведення земельних ділянок та передати їх у власність громадянам України:</w:t>
      </w:r>
    </w:p>
    <w:p w:rsidR="000A3B62" w:rsidRDefault="000A3B62" w:rsidP="00E62A3D">
      <w:pPr>
        <w:pStyle w:val="BodyTextIndent"/>
        <w:spacing w:after="0"/>
        <w:ind w:left="0" w:firstLine="567"/>
        <w:jc w:val="both"/>
        <w:rPr>
          <w:sz w:val="28"/>
          <w:szCs w:val="28"/>
          <w:lang w:val="uk-UA"/>
        </w:rPr>
      </w:pPr>
    </w:p>
    <w:p w:rsidR="000A3B62" w:rsidRPr="00981E32" w:rsidRDefault="000A3B62" w:rsidP="00E62A3D">
      <w:pPr>
        <w:pStyle w:val="BodyTextIndent"/>
        <w:spacing w:after="0"/>
        <w:ind w:left="0" w:firstLine="567"/>
        <w:jc w:val="both"/>
        <w:rPr>
          <w:sz w:val="28"/>
          <w:szCs w:val="28"/>
          <w:lang w:val="uk-UA"/>
        </w:rPr>
      </w:pPr>
      <w:r>
        <w:rPr>
          <w:sz w:val="28"/>
          <w:szCs w:val="28"/>
          <w:lang w:val="uk-UA"/>
        </w:rPr>
        <w:t>3</w:t>
      </w:r>
      <w:r w:rsidRPr="00981E32">
        <w:rPr>
          <w:sz w:val="28"/>
          <w:szCs w:val="28"/>
          <w:lang w:val="uk-UA"/>
        </w:rPr>
        <w:t>.</w:t>
      </w:r>
      <w:r>
        <w:rPr>
          <w:sz w:val="28"/>
          <w:szCs w:val="28"/>
          <w:lang w:val="uk-UA"/>
        </w:rPr>
        <w:t>1</w:t>
      </w:r>
      <w:r w:rsidRPr="00981E32">
        <w:rPr>
          <w:sz w:val="28"/>
          <w:szCs w:val="28"/>
          <w:lang w:val="uk-UA"/>
        </w:rPr>
        <w:t xml:space="preserve">. </w:t>
      </w:r>
      <w:r>
        <w:rPr>
          <w:sz w:val="28"/>
          <w:szCs w:val="28"/>
          <w:lang w:val="uk-UA"/>
        </w:rPr>
        <w:t>Кобенко Олена Анатоліївна</w:t>
      </w:r>
      <w:r w:rsidRPr="00981E32">
        <w:rPr>
          <w:sz w:val="28"/>
          <w:szCs w:val="28"/>
          <w:lang w:val="uk-UA"/>
        </w:rPr>
        <w:t xml:space="preserve"> площею 0,</w:t>
      </w:r>
      <w:r>
        <w:rPr>
          <w:sz w:val="28"/>
          <w:szCs w:val="28"/>
          <w:lang w:val="uk-UA"/>
        </w:rPr>
        <w:t>0567</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4810400000:0</w:t>
      </w:r>
      <w:r>
        <w:rPr>
          <w:sz w:val="28"/>
          <w:szCs w:val="28"/>
          <w:lang w:val="uk-UA"/>
        </w:rPr>
        <w:t>1</w:t>
      </w:r>
      <w:r w:rsidRPr="00E81F21">
        <w:rPr>
          <w:sz w:val="28"/>
          <w:szCs w:val="28"/>
          <w:lang w:val="uk-UA"/>
        </w:rPr>
        <w:t>:0</w:t>
      </w:r>
      <w:r>
        <w:rPr>
          <w:sz w:val="28"/>
          <w:szCs w:val="28"/>
          <w:lang w:val="uk-UA"/>
        </w:rPr>
        <w:t>24</w:t>
      </w:r>
      <w:r w:rsidRPr="00E81F21">
        <w:rPr>
          <w:sz w:val="28"/>
          <w:szCs w:val="28"/>
          <w:lang w:val="uk-UA"/>
        </w:rPr>
        <w:t>:0</w:t>
      </w:r>
      <w:r>
        <w:rPr>
          <w:sz w:val="28"/>
          <w:szCs w:val="28"/>
          <w:lang w:val="uk-UA"/>
        </w:rPr>
        <w:t>006</w:t>
      </w:r>
      <w:r w:rsidRPr="00E81F21">
        <w:rPr>
          <w:sz w:val="28"/>
          <w:szCs w:val="28"/>
          <w:lang w:val="uk-UA"/>
        </w:rPr>
        <w:t>);</w:t>
      </w:r>
    </w:p>
    <w:p w:rsidR="000A3B62" w:rsidRPr="00981E32" w:rsidRDefault="000A3B62" w:rsidP="00CA551C">
      <w:pPr>
        <w:pStyle w:val="BodyTextIndent"/>
        <w:spacing w:after="0"/>
        <w:ind w:left="0" w:firstLine="567"/>
        <w:jc w:val="both"/>
        <w:rPr>
          <w:sz w:val="28"/>
          <w:szCs w:val="28"/>
          <w:lang w:val="uk-UA"/>
        </w:rPr>
      </w:pPr>
      <w:r>
        <w:rPr>
          <w:sz w:val="28"/>
          <w:szCs w:val="28"/>
          <w:lang w:val="uk-UA"/>
        </w:rPr>
        <w:t>3</w:t>
      </w:r>
      <w:r w:rsidRPr="00981E32">
        <w:rPr>
          <w:sz w:val="28"/>
          <w:szCs w:val="28"/>
          <w:lang w:val="uk-UA"/>
        </w:rPr>
        <w:t>.</w:t>
      </w:r>
      <w:r>
        <w:rPr>
          <w:sz w:val="28"/>
          <w:szCs w:val="28"/>
          <w:lang w:val="uk-UA"/>
        </w:rPr>
        <w:t>2</w:t>
      </w:r>
      <w:r w:rsidRPr="00981E32">
        <w:rPr>
          <w:sz w:val="28"/>
          <w:szCs w:val="28"/>
          <w:lang w:val="uk-UA"/>
        </w:rPr>
        <w:t xml:space="preserve">. </w:t>
      </w:r>
      <w:r>
        <w:rPr>
          <w:sz w:val="28"/>
          <w:szCs w:val="28"/>
          <w:lang w:val="uk-UA"/>
        </w:rPr>
        <w:t>Бузник Надія Борисівна</w:t>
      </w:r>
      <w:r w:rsidRPr="00981E32">
        <w:rPr>
          <w:sz w:val="28"/>
          <w:szCs w:val="28"/>
          <w:lang w:val="uk-UA"/>
        </w:rPr>
        <w:t xml:space="preserve"> площею 0,</w:t>
      </w:r>
      <w:r>
        <w:rPr>
          <w:sz w:val="28"/>
          <w:szCs w:val="28"/>
          <w:lang w:val="uk-UA"/>
        </w:rPr>
        <w:t>0600</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4810400000:0</w:t>
      </w:r>
      <w:r>
        <w:rPr>
          <w:sz w:val="28"/>
          <w:szCs w:val="28"/>
          <w:lang w:val="uk-UA"/>
        </w:rPr>
        <w:t>9</w:t>
      </w:r>
      <w:r w:rsidRPr="00E81F21">
        <w:rPr>
          <w:sz w:val="28"/>
          <w:szCs w:val="28"/>
          <w:lang w:val="uk-UA"/>
        </w:rPr>
        <w:t>:0</w:t>
      </w:r>
      <w:r>
        <w:rPr>
          <w:sz w:val="28"/>
          <w:szCs w:val="28"/>
          <w:lang w:val="uk-UA"/>
        </w:rPr>
        <w:t>33</w:t>
      </w:r>
      <w:r w:rsidRPr="00E81F21">
        <w:rPr>
          <w:sz w:val="28"/>
          <w:szCs w:val="28"/>
          <w:lang w:val="uk-UA"/>
        </w:rPr>
        <w:t>:0</w:t>
      </w:r>
      <w:r>
        <w:rPr>
          <w:sz w:val="28"/>
          <w:szCs w:val="28"/>
          <w:lang w:val="uk-UA"/>
        </w:rPr>
        <w:t>020</w:t>
      </w:r>
      <w:r w:rsidRPr="00E81F21">
        <w:rPr>
          <w:sz w:val="28"/>
          <w:szCs w:val="28"/>
          <w:lang w:val="uk-UA"/>
        </w:rPr>
        <w:t>);</w:t>
      </w:r>
    </w:p>
    <w:p w:rsidR="000A3B62" w:rsidRPr="00981E32" w:rsidRDefault="000A3B62" w:rsidP="00D807C7">
      <w:pPr>
        <w:pStyle w:val="BodyTextIndent"/>
        <w:spacing w:after="0"/>
        <w:ind w:left="0" w:firstLine="567"/>
        <w:jc w:val="both"/>
        <w:rPr>
          <w:sz w:val="28"/>
          <w:szCs w:val="28"/>
          <w:lang w:val="uk-UA"/>
        </w:rPr>
      </w:pPr>
      <w:r>
        <w:rPr>
          <w:sz w:val="28"/>
          <w:szCs w:val="28"/>
          <w:lang w:val="uk-UA"/>
        </w:rPr>
        <w:t>3</w:t>
      </w:r>
      <w:r w:rsidRPr="00981E32">
        <w:rPr>
          <w:sz w:val="28"/>
          <w:szCs w:val="28"/>
          <w:lang w:val="uk-UA"/>
        </w:rPr>
        <w:t>.</w:t>
      </w:r>
      <w:r>
        <w:rPr>
          <w:sz w:val="28"/>
          <w:szCs w:val="28"/>
          <w:lang w:val="uk-UA"/>
        </w:rPr>
        <w:t>3</w:t>
      </w:r>
      <w:r w:rsidRPr="00981E32">
        <w:rPr>
          <w:sz w:val="28"/>
          <w:szCs w:val="28"/>
          <w:lang w:val="uk-UA"/>
        </w:rPr>
        <w:t xml:space="preserve">. </w:t>
      </w:r>
      <w:r>
        <w:rPr>
          <w:sz w:val="28"/>
          <w:szCs w:val="28"/>
          <w:lang w:val="uk-UA"/>
        </w:rPr>
        <w:t>Кавунський Ігор Дмитрович</w:t>
      </w:r>
      <w:r w:rsidRPr="00981E32">
        <w:rPr>
          <w:sz w:val="28"/>
          <w:szCs w:val="28"/>
          <w:lang w:val="uk-UA"/>
        </w:rPr>
        <w:t xml:space="preserve"> 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(кадастровий номер земельної ділянки </w:t>
      </w:r>
      <w:r w:rsidRPr="00E81F21">
        <w:rPr>
          <w:sz w:val="28"/>
          <w:szCs w:val="28"/>
          <w:lang w:val="uk-UA"/>
        </w:rPr>
        <w:t>4810400000:0</w:t>
      </w:r>
      <w:r>
        <w:rPr>
          <w:sz w:val="28"/>
          <w:szCs w:val="28"/>
          <w:lang w:val="uk-UA"/>
        </w:rPr>
        <w:t>1</w:t>
      </w:r>
      <w:r w:rsidRPr="00E81F21">
        <w:rPr>
          <w:sz w:val="28"/>
          <w:szCs w:val="28"/>
          <w:lang w:val="uk-UA"/>
        </w:rPr>
        <w:t>:0</w:t>
      </w:r>
      <w:r>
        <w:rPr>
          <w:sz w:val="28"/>
          <w:szCs w:val="28"/>
          <w:lang w:val="uk-UA"/>
        </w:rPr>
        <w:t>06</w:t>
      </w:r>
      <w:r w:rsidRPr="00E81F21">
        <w:rPr>
          <w:sz w:val="28"/>
          <w:szCs w:val="28"/>
          <w:lang w:val="uk-UA"/>
        </w:rPr>
        <w:t>:0</w:t>
      </w:r>
      <w:r>
        <w:rPr>
          <w:sz w:val="28"/>
          <w:szCs w:val="28"/>
          <w:lang w:val="uk-UA"/>
        </w:rPr>
        <w:t>031).</w:t>
      </w:r>
    </w:p>
    <w:p w:rsidR="000A3B62" w:rsidRDefault="000A3B62" w:rsidP="005A03E1">
      <w:pPr>
        <w:ind w:firstLine="567"/>
        <w:jc w:val="both"/>
        <w:rPr>
          <w:sz w:val="28"/>
          <w:szCs w:val="28"/>
          <w:lang w:val="uk-UA"/>
        </w:rPr>
      </w:pPr>
    </w:p>
    <w:p w:rsidR="000A3B62" w:rsidRPr="004C6526" w:rsidRDefault="000A3B62" w:rsidP="005A03E1">
      <w:pPr>
        <w:ind w:firstLine="567"/>
        <w:jc w:val="both"/>
        <w:rPr>
          <w:sz w:val="28"/>
          <w:szCs w:val="28"/>
          <w:lang w:val="uk-UA"/>
        </w:rPr>
      </w:pPr>
      <w:r>
        <w:rPr>
          <w:sz w:val="28"/>
          <w:szCs w:val="28"/>
          <w:lang w:val="uk-UA"/>
        </w:rPr>
        <w:t>4. Визнати таким, що втратив чинність пункт 1.26. рішення міської ради від 25.06.2009 року № 4 «Про приватизацію земельних ділянок» в частині надання дозволу гр. Коломієць Г.І.</w:t>
      </w:r>
    </w:p>
    <w:p w:rsidR="000A3B62" w:rsidRDefault="000A3B62" w:rsidP="00327BA6">
      <w:pPr>
        <w:jc w:val="both"/>
        <w:rPr>
          <w:sz w:val="28"/>
          <w:szCs w:val="28"/>
          <w:lang w:val="uk-UA"/>
        </w:rPr>
      </w:pPr>
      <w:r>
        <w:rPr>
          <w:sz w:val="28"/>
          <w:szCs w:val="28"/>
          <w:lang w:val="uk-UA"/>
        </w:rPr>
        <w:t xml:space="preserve">        </w:t>
      </w:r>
    </w:p>
    <w:p w:rsidR="000A3B62" w:rsidRPr="004C6526" w:rsidRDefault="000A3B62" w:rsidP="008D36CC">
      <w:pPr>
        <w:ind w:firstLine="567"/>
        <w:jc w:val="both"/>
        <w:rPr>
          <w:sz w:val="28"/>
          <w:szCs w:val="28"/>
          <w:lang w:val="uk-UA"/>
        </w:rPr>
      </w:pPr>
      <w:r>
        <w:rPr>
          <w:sz w:val="28"/>
          <w:szCs w:val="28"/>
          <w:lang w:val="uk-UA"/>
        </w:rPr>
        <w:t>5</w:t>
      </w:r>
      <w:r w:rsidRPr="004C6526">
        <w:rPr>
          <w:sz w:val="28"/>
          <w:szCs w:val="28"/>
          <w:lang w:val="uk-UA"/>
        </w:rPr>
        <w:t>. Власникам земельних ділянок:</w:t>
      </w:r>
    </w:p>
    <w:p w:rsidR="000A3B62" w:rsidRPr="004C6526" w:rsidRDefault="000A3B62" w:rsidP="004C6526">
      <w:pPr>
        <w:pStyle w:val="BodyTextIndent2"/>
        <w:ind w:firstLine="567"/>
        <w:rPr>
          <w:sz w:val="28"/>
          <w:szCs w:val="28"/>
        </w:rPr>
      </w:pPr>
      <w:r>
        <w:rPr>
          <w:sz w:val="28"/>
          <w:szCs w:val="28"/>
        </w:rPr>
        <w:t>5</w:t>
      </w:r>
      <w:r w:rsidRPr="004C6526">
        <w:rPr>
          <w:sz w:val="28"/>
          <w:szCs w:val="28"/>
        </w:rPr>
        <w:t>.1. Виконувати обов’язки відповідно до статті 91  Земельного кодексу України.</w:t>
      </w:r>
    </w:p>
    <w:p w:rsidR="000A3B62" w:rsidRPr="004C6526" w:rsidRDefault="000A3B62" w:rsidP="004C6526">
      <w:pPr>
        <w:pStyle w:val="BodyTextIndent2"/>
        <w:ind w:firstLine="567"/>
        <w:rPr>
          <w:sz w:val="28"/>
          <w:szCs w:val="28"/>
        </w:rPr>
      </w:pPr>
      <w:r>
        <w:rPr>
          <w:sz w:val="28"/>
          <w:szCs w:val="28"/>
        </w:rPr>
        <w:t>5</w:t>
      </w:r>
      <w:r w:rsidRPr="004C6526">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0A3B62" w:rsidRPr="004C6526" w:rsidRDefault="000A3B62" w:rsidP="004C6526">
      <w:pPr>
        <w:pStyle w:val="BodyTextIndent2"/>
        <w:ind w:firstLine="567"/>
        <w:rPr>
          <w:sz w:val="28"/>
          <w:szCs w:val="28"/>
        </w:rPr>
      </w:pPr>
    </w:p>
    <w:p w:rsidR="000A3B62" w:rsidRDefault="000A3B62" w:rsidP="004C6526">
      <w:pPr>
        <w:pStyle w:val="BodyTextIndent2"/>
        <w:ind w:firstLine="567"/>
        <w:rPr>
          <w:sz w:val="28"/>
          <w:szCs w:val="28"/>
        </w:rPr>
      </w:pPr>
      <w:r>
        <w:rPr>
          <w:sz w:val="28"/>
          <w:szCs w:val="28"/>
          <w:lang w:val="ru-RU"/>
        </w:rPr>
        <w:t>6</w:t>
      </w:r>
      <w:r w:rsidRPr="004C6526">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0A3B62" w:rsidRDefault="000A3B62" w:rsidP="004C6526">
      <w:pPr>
        <w:pStyle w:val="BodyTextIndent2"/>
        <w:ind w:firstLine="567"/>
        <w:rPr>
          <w:sz w:val="28"/>
          <w:szCs w:val="28"/>
        </w:rPr>
      </w:pPr>
      <w:r>
        <w:rPr>
          <w:sz w:val="28"/>
          <w:szCs w:val="28"/>
        </w:rPr>
        <w:t>7</w:t>
      </w:r>
      <w:r w:rsidRPr="004C6526">
        <w:rPr>
          <w:sz w:val="28"/>
          <w:szCs w:val="28"/>
        </w:rPr>
        <w:t>. Відповідальність за виконання рішення покласти на заступника міського голови</w:t>
      </w:r>
      <w:r>
        <w:rPr>
          <w:sz w:val="28"/>
          <w:szCs w:val="28"/>
        </w:rPr>
        <w:t xml:space="preserve"> по комунальній власності, земельних відносинах та архітектурних питаннях.  </w:t>
      </w:r>
    </w:p>
    <w:p w:rsidR="000A3B62" w:rsidRPr="004C6526" w:rsidRDefault="000A3B62" w:rsidP="004C6526">
      <w:pPr>
        <w:pStyle w:val="BodyTextIndent2"/>
        <w:ind w:firstLine="567"/>
        <w:rPr>
          <w:sz w:val="28"/>
          <w:szCs w:val="28"/>
        </w:rPr>
      </w:pPr>
      <w:r>
        <w:rPr>
          <w:sz w:val="28"/>
          <w:szCs w:val="28"/>
          <w:lang w:val="ru-RU"/>
        </w:rPr>
        <w:t>8</w:t>
      </w:r>
      <w:r w:rsidRPr="004C6526">
        <w:rPr>
          <w:sz w:val="28"/>
          <w:szCs w:val="28"/>
          <w:lang w:val="ru-RU"/>
        </w:rPr>
        <w:t>.</w:t>
      </w:r>
      <w:r w:rsidRPr="004C6526">
        <w:rPr>
          <w:sz w:val="28"/>
          <w:szCs w:val="28"/>
        </w:rPr>
        <w:t xml:space="preserve"> Контроль за виконанням рішення покласти на постійну комісію міської ради  з питань  містобудування, архітектури та земельних відносин.  </w:t>
      </w:r>
    </w:p>
    <w:p w:rsidR="000A3B62" w:rsidRPr="004C6526" w:rsidRDefault="000A3B62" w:rsidP="002D55F0">
      <w:pPr>
        <w:pStyle w:val="BodyTextIndent2"/>
        <w:ind w:firstLine="0"/>
        <w:rPr>
          <w:sz w:val="28"/>
          <w:szCs w:val="28"/>
        </w:rPr>
      </w:pPr>
      <w:r w:rsidRPr="004C6526">
        <w:rPr>
          <w:sz w:val="28"/>
          <w:szCs w:val="28"/>
        </w:rPr>
        <w:t xml:space="preserve"> </w:t>
      </w:r>
    </w:p>
    <w:p w:rsidR="000A3B62" w:rsidRPr="004C6526" w:rsidRDefault="000A3B62" w:rsidP="002D55F0">
      <w:pPr>
        <w:pStyle w:val="BodyTextIndent2"/>
        <w:ind w:firstLine="0"/>
        <w:rPr>
          <w:sz w:val="28"/>
          <w:szCs w:val="28"/>
        </w:rPr>
      </w:pPr>
    </w:p>
    <w:p w:rsidR="000A3B62" w:rsidRPr="004C6526" w:rsidRDefault="000A3B62" w:rsidP="009877A0">
      <w:pPr>
        <w:pStyle w:val="BodyTextIndent2"/>
        <w:ind w:firstLine="0"/>
        <w:rPr>
          <w:sz w:val="18"/>
          <w:szCs w:val="18"/>
          <w:lang w:val="ru-RU"/>
        </w:rPr>
      </w:pPr>
      <w:r>
        <w:rPr>
          <w:sz w:val="28"/>
          <w:szCs w:val="28"/>
        </w:rPr>
        <w:t>Секретар міської ради                                                         Сергій БОНДАРЧУК</w:t>
      </w:r>
      <w:r w:rsidRPr="004C6526">
        <w:rPr>
          <w:sz w:val="28"/>
          <w:szCs w:val="28"/>
        </w:rPr>
        <w:t xml:space="preserve"> </w:t>
      </w:r>
    </w:p>
    <w:p w:rsidR="000A3B62" w:rsidRDefault="000A3B62" w:rsidP="009877A0">
      <w:pPr>
        <w:pStyle w:val="BodyTextIndent2"/>
        <w:ind w:firstLine="0"/>
        <w:rPr>
          <w:sz w:val="18"/>
          <w:szCs w:val="18"/>
          <w:lang w:val="ru-RU"/>
        </w:rPr>
      </w:pPr>
    </w:p>
    <w:sectPr w:rsidR="000A3B62" w:rsidSect="004C6526">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B62" w:rsidRDefault="000A3B62">
      <w:r>
        <w:separator/>
      </w:r>
    </w:p>
  </w:endnote>
  <w:endnote w:type="continuationSeparator" w:id="1">
    <w:p w:rsidR="000A3B62" w:rsidRDefault="000A3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B62" w:rsidRPr="00382140" w:rsidRDefault="000A3B62" w:rsidP="00B4392D">
    <w:pPr>
      <w:pStyle w:val="Footer"/>
      <w:rPr>
        <w:b/>
        <w:sz w:val="18"/>
        <w:szCs w:val="18"/>
        <w:lang w:val="uk-UA"/>
      </w:rPr>
    </w:pPr>
    <w:r w:rsidRPr="00382140">
      <w:rPr>
        <w:b/>
        <w:sz w:val="18"/>
        <w:szCs w:val="18"/>
        <w:lang w:val="uk-UA"/>
      </w:rPr>
      <w:t xml:space="preserve">                                                                        Рішення Первомайської міської ради</w:t>
    </w:r>
  </w:p>
  <w:p w:rsidR="000A3B62" w:rsidRPr="00382140" w:rsidRDefault="000A3B62" w:rsidP="00125D81">
    <w:pPr>
      <w:jc w:val="center"/>
      <w:rPr>
        <w:b/>
        <w:sz w:val="18"/>
        <w:szCs w:val="18"/>
        <w:lang w:val="uk-UA"/>
      </w:rPr>
    </w:pPr>
    <w:r w:rsidRPr="00382140">
      <w:rPr>
        <w:b/>
        <w:sz w:val="18"/>
        <w:szCs w:val="18"/>
        <w:lang w:val="uk-UA"/>
      </w:rPr>
      <w:t xml:space="preserve"> Про приватизацію земельних ділянок для будівництва і обслуговування жи</w:t>
    </w:r>
    <w:r>
      <w:rPr>
        <w:b/>
        <w:sz w:val="18"/>
        <w:szCs w:val="18"/>
        <w:lang w:val="uk-UA"/>
      </w:rPr>
      <w:t>л</w:t>
    </w:r>
    <w:r w:rsidRPr="00382140">
      <w:rPr>
        <w:b/>
        <w:sz w:val="18"/>
        <w:szCs w:val="18"/>
        <w:lang w:val="uk-UA"/>
      </w:rPr>
      <w:t xml:space="preserve">их будинків, </w:t>
    </w:r>
  </w:p>
  <w:p w:rsidR="000A3B62" w:rsidRPr="00382140" w:rsidRDefault="000A3B62" w:rsidP="00125D81">
    <w:pPr>
      <w:jc w:val="center"/>
      <w:rPr>
        <w:b/>
        <w:sz w:val="18"/>
        <w:szCs w:val="18"/>
        <w:lang w:val="uk-UA"/>
      </w:rPr>
    </w:pPr>
    <w:r w:rsidRPr="00382140">
      <w:rPr>
        <w:b/>
        <w:sz w:val="18"/>
        <w:szCs w:val="18"/>
        <w:lang w:val="uk-UA"/>
      </w:rPr>
      <w:t>господарських будівель і споруд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B62" w:rsidRDefault="000A3B62">
      <w:r>
        <w:separator/>
      </w:r>
    </w:p>
  </w:footnote>
  <w:footnote w:type="continuationSeparator" w:id="1">
    <w:p w:rsidR="000A3B62" w:rsidRDefault="000A3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B62" w:rsidRPr="0067072A" w:rsidRDefault="000A3B62">
    <w:pPr>
      <w:pStyle w:val="Header"/>
      <w:jc w:val="center"/>
    </w:pPr>
    <w:fldSimple w:instr="PAGE">
      <w:r>
        <w:rPr>
          <w:noProof/>
        </w:rPr>
        <w:t>4</w:t>
      </w:r>
    </w:fldSimple>
    <w:r w:rsidRPr="0067072A">
      <w:t xml:space="preserve"> із </w:t>
    </w:r>
    <w:fldSimple w:instr="NUMPAGES">
      <w:r>
        <w:rPr>
          <w:noProof/>
        </w:rPr>
        <w:t>4</w:t>
      </w:r>
    </w:fldSimple>
  </w:p>
  <w:p w:rsidR="000A3B62" w:rsidRDefault="000A3B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9">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6">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4"/>
  </w:num>
  <w:num w:numId="3">
    <w:abstractNumId w:val="0"/>
  </w:num>
  <w:num w:numId="4">
    <w:abstractNumId w:val="14"/>
  </w:num>
  <w:num w:numId="5">
    <w:abstractNumId w:val="15"/>
  </w:num>
  <w:num w:numId="6">
    <w:abstractNumId w:val="8"/>
  </w:num>
  <w:num w:numId="7">
    <w:abstractNumId w:val="4"/>
  </w:num>
  <w:num w:numId="8">
    <w:abstractNumId w:val="1"/>
  </w:num>
  <w:num w:numId="9">
    <w:abstractNumId w:val="5"/>
  </w:num>
  <w:num w:numId="10">
    <w:abstractNumId w:val="3"/>
  </w:num>
  <w:num w:numId="11">
    <w:abstractNumId w:val="6"/>
  </w:num>
  <w:num w:numId="12">
    <w:abstractNumId w:val="16"/>
  </w:num>
  <w:num w:numId="13">
    <w:abstractNumId w:val="12"/>
  </w:num>
  <w:num w:numId="14">
    <w:abstractNumId w:val="18"/>
  </w:num>
  <w:num w:numId="15">
    <w:abstractNumId w:val="11"/>
  </w:num>
  <w:num w:numId="16">
    <w:abstractNumId w:val="13"/>
  </w:num>
  <w:num w:numId="17">
    <w:abstractNumId w:val="7"/>
  </w:num>
  <w:num w:numId="18">
    <w:abstractNumId w:val="10"/>
  </w:num>
  <w:num w:numId="19">
    <w:abstractNumId w:val="19"/>
  </w:num>
  <w:num w:numId="20">
    <w:abstractNumId w:val="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4A0"/>
    <w:rsid w:val="000018CE"/>
    <w:rsid w:val="000019C1"/>
    <w:rsid w:val="00001A08"/>
    <w:rsid w:val="00002064"/>
    <w:rsid w:val="00002267"/>
    <w:rsid w:val="00002561"/>
    <w:rsid w:val="00002782"/>
    <w:rsid w:val="00003EAD"/>
    <w:rsid w:val="000042F2"/>
    <w:rsid w:val="00004BA4"/>
    <w:rsid w:val="000052F5"/>
    <w:rsid w:val="00005467"/>
    <w:rsid w:val="0000610C"/>
    <w:rsid w:val="000065D8"/>
    <w:rsid w:val="000067A9"/>
    <w:rsid w:val="0000685F"/>
    <w:rsid w:val="000101D7"/>
    <w:rsid w:val="00010398"/>
    <w:rsid w:val="000109E4"/>
    <w:rsid w:val="00010B61"/>
    <w:rsid w:val="00010FBB"/>
    <w:rsid w:val="00011089"/>
    <w:rsid w:val="0001172A"/>
    <w:rsid w:val="000118B7"/>
    <w:rsid w:val="00011C5C"/>
    <w:rsid w:val="00011FC0"/>
    <w:rsid w:val="0001252B"/>
    <w:rsid w:val="000125F1"/>
    <w:rsid w:val="000126A2"/>
    <w:rsid w:val="00012914"/>
    <w:rsid w:val="00012C4A"/>
    <w:rsid w:val="00012F8A"/>
    <w:rsid w:val="00013564"/>
    <w:rsid w:val="000135FA"/>
    <w:rsid w:val="00013A0A"/>
    <w:rsid w:val="000142C5"/>
    <w:rsid w:val="00014416"/>
    <w:rsid w:val="000147A3"/>
    <w:rsid w:val="00014BE4"/>
    <w:rsid w:val="00014F4A"/>
    <w:rsid w:val="00015115"/>
    <w:rsid w:val="00015313"/>
    <w:rsid w:val="00015794"/>
    <w:rsid w:val="00015C11"/>
    <w:rsid w:val="00015EC9"/>
    <w:rsid w:val="00015FBC"/>
    <w:rsid w:val="00016297"/>
    <w:rsid w:val="00016950"/>
    <w:rsid w:val="00016C02"/>
    <w:rsid w:val="00016C95"/>
    <w:rsid w:val="00017619"/>
    <w:rsid w:val="00017CAA"/>
    <w:rsid w:val="000202F9"/>
    <w:rsid w:val="00020789"/>
    <w:rsid w:val="0002087D"/>
    <w:rsid w:val="00020989"/>
    <w:rsid w:val="0002158A"/>
    <w:rsid w:val="000217AE"/>
    <w:rsid w:val="000218D3"/>
    <w:rsid w:val="000223DE"/>
    <w:rsid w:val="00022A3F"/>
    <w:rsid w:val="000231C6"/>
    <w:rsid w:val="00023938"/>
    <w:rsid w:val="00023C5B"/>
    <w:rsid w:val="00023EB0"/>
    <w:rsid w:val="00024170"/>
    <w:rsid w:val="00024262"/>
    <w:rsid w:val="00024474"/>
    <w:rsid w:val="00024483"/>
    <w:rsid w:val="000249C7"/>
    <w:rsid w:val="00025104"/>
    <w:rsid w:val="0002522A"/>
    <w:rsid w:val="00025936"/>
    <w:rsid w:val="00025BF9"/>
    <w:rsid w:val="00026508"/>
    <w:rsid w:val="0002721B"/>
    <w:rsid w:val="0002736D"/>
    <w:rsid w:val="00027914"/>
    <w:rsid w:val="00027BA8"/>
    <w:rsid w:val="0003058A"/>
    <w:rsid w:val="00030619"/>
    <w:rsid w:val="00030BE1"/>
    <w:rsid w:val="00030CA4"/>
    <w:rsid w:val="00030F64"/>
    <w:rsid w:val="0003143A"/>
    <w:rsid w:val="00031C0F"/>
    <w:rsid w:val="00031D6A"/>
    <w:rsid w:val="00031FE9"/>
    <w:rsid w:val="00031FF3"/>
    <w:rsid w:val="00032048"/>
    <w:rsid w:val="000321AD"/>
    <w:rsid w:val="00032680"/>
    <w:rsid w:val="0003303C"/>
    <w:rsid w:val="0003334F"/>
    <w:rsid w:val="00033575"/>
    <w:rsid w:val="00033871"/>
    <w:rsid w:val="0003397E"/>
    <w:rsid w:val="00033A27"/>
    <w:rsid w:val="0003412C"/>
    <w:rsid w:val="0003473A"/>
    <w:rsid w:val="00034801"/>
    <w:rsid w:val="00034BA6"/>
    <w:rsid w:val="00034EC7"/>
    <w:rsid w:val="000350FA"/>
    <w:rsid w:val="0003541E"/>
    <w:rsid w:val="0003575F"/>
    <w:rsid w:val="0003589C"/>
    <w:rsid w:val="000358DB"/>
    <w:rsid w:val="00035E59"/>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2A6"/>
    <w:rsid w:val="000443B2"/>
    <w:rsid w:val="00044618"/>
    <w:rsid w:val="00044A5B"/>
    <w:rsid w:val="00044F10"/>
    <w:rsid w:val="00044F2C"/>
    <w:rsid w:val="00044FF2"/>
    <w:rsid w:val="0004536C"/>
    <w:rsid w:val="0004567C"/>
    <w:rsid w:val="0004575E"/>
    <w:rsid w:val="00045C8A"/>
    <w:rsid w:val="00045EBB"/>
    <w:rsid w:val="0004644A"/>
    <w:rsid w:val="00046583"/>
    <w:rsid w:val="00047130"/>
    <w:rsid w:val="00047250"/>
    <w:rsid w:val="0004745C"/>
    <w:rsid w:val="00047681"/>
    <w:rsid w:val="00047B51"/>
    <w:rsid w:val="0005044C"/>
    <w:rsid w:val="0005060A"/>
    <w:rsid w:val="00050B9E"/>
    <w:rsid w:val="00050F5E"/>
    <w:rsid w:val="00051368"/>
    <w:rsid w:val="000516AA"/>
    <w:rsid w:val="0005267A"/>
    <w:rsid w:val="00052692"/>
    <w:rsid w:val="00053001"/>
    <w:rsid w:val="00053496"/>
    <w:rsid w:val="00053B15"/>
    <w:rsid w:val="00053D6A"/>
    <w:rsid w:val="00053E89"/>
    <w:rsid w:val="00053EA3"/>
    <w:rsid w:val="000540EF"/>
    <w:rsid w:val="000546E8"/>
    <w:rsid w:val="000547A2"/>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826"/>
    <w:rsid w:val="00060921"/>
    <w:rsid w:val="00060B66"/>
    <w:rsid w:val="00060FBF"/>
    <w:rsid w:val="000611C7"/>
    <w:rsid w:val="000614FF"/>
    <w:rsid w:val="00061A8E"/>
    <w:rsid w:val="00061BA6"/>
    <w:rsid w:val="00062194"/>
    <w:rsid w:val="000625C2"/>
    <w:rsid w:val="000625CB"/>
    <w:rsid w:val="0006265A"/>
    <w:rsid w:val="000628FE"/>
    <w:rsid w:val="00062FD9"/>
    <w:rsid w:val="000630B3"/>
    <w:rsid w:val="00063595"/>
    <w:rsid w:val="00063BFE"/>
    <w:rsid w:val="00063CAD"/>
    <w:rsid w:val="00064D73"/>
    <w:rsid w:val="00065729"/>
    <w:rsid w:val="00065B5A"/>
    <w:rsid w:val="00065D63"/>
    <w:rsid w:val="00065D65"/>
    <w:rsid w:val="00066557"/>
    <w:rsid w:val="00066723"/>
    <w:rsid w:val="00067071"/>
    <w:rsid w:val="00067321"/>
    <w:rsid w:val="00070106"/>
    <w:rsid w:val="00070C40"/>
    <w:rsid w:val="00070D24"/>
    <w:rsid w:val="00071276"/>
    <w:rsid w:val="0007160C"/>
    <w:rsid w:val="00071811"/>
    <w:rsid w:val="0007195C"/>
    <w:rsid w:val="000719E0"/>
    <w:rsid w:val="00071B49"/>
    <w:rsid w:val="000724C8"/>
    <w:rsid w:val="00072783"/>
    <w:rsid w:val="000727DE"/>
    <w:rsid w:val="00073477"/>
    <w:rsid w:val="00073572"/>
    <w:rsid w:val="00073A2D"/>
    <w:rsid w:val="00073D72"/>
    <w:rsid w:val="00073E6A"/>
    <w:rsid w:val="0007409E"/>
    <w:rsid w:val="000743AB"/>
    <w:rsid w:val="0007474B"/>
    <w:rsid w:val="00074828"/>
    <w:rsid w:val="00074B5D"/>
    <w:rsid w:val="00074CFA"/>
    <w:rsid w:val="00075171"/>
    <w:rsid w:val="000751A2"/>
    <w:rsid w:val="000751EA"/>
    <w:rsid w:val="00075889"/>
    <w:rsid w:val="000758C9"/>
    <w:rsid w:val="00076671"/>
    <w:rsid w:val="00076D5C"/>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A54"/>
    <w:rsid w:val="00082AD0"/>
    <w:rsid w:val="00082B4E"/>
    <w:rsid w:val="00083319"/>
    <w:rsid w:val="0008346E"/>
    <w:rsid w:val="00083CF2"/>
    <w:rsid w:val="0008421E"/>
    <w:rsid w:val="000844F9"/>
    <w:rsid w:val="0008466D"/>
    <w:rsid w:val="00084A5E"/>
    <w:rsid w:val="00084A92"/>
    <w:rsid w:val="00084E3B"/>
    <w:rsid w:val="00085023"/>
    <w:rsid w:val="000858F6"/>
    <w:rsid w:val="000865C2"/>
    <w:rsid w:val="00086BAB"/>
    <w:rsid w:val="00086C21"/>
    <w:rsid w:val="00086CB5"/>
    <w:rsid w:val="00087447"/>
    <w:rsid w:val="000876B2"/>
    <w:rsid w:val="00090050"/>
    <w:rsid w:val="0009071E"/>
    <w:rsid w:val="00090933"/>
    <w:rsid w:val="00090ADE"/>
    <w:rsid w:val="00090C7C"/>
    <w:rsid w:val="00090D1A"/>
    <w:rsid w:val="00091064"/>
    <w:rsid w:val="00091EA0"/>
    <w:rsid w:val="00091F1B"/>
    <w:rsid w:val="00091FEB"/>
    <w:rsid w:val="00092DA7"/>
    <w:rsid w:val="000931FF"/>
    <w:rsid w:val="00093914"/>
    <w:rsid w:val="00093B58"/>
    <w:rsid w:val="00093FC3"/>
    <w:rsid w:val="000941A7"/>
    <w:rsid w:val="000941AA"/>
    <w:rsid w:val="00094691"/>
    <w:rsid w:val="00094924"/>
    <w:rsid w:val="000949E4"/>
    <w:rsid w:val="0009514E"/>
    <w:rsid w:val="00095248"/>
    <w:rsid w:val="0009574E"/>
    <w:rsid w:val="0009609E"/>
    <w:rsid w:val="000962C4"/>
    <w:rsid w:val="00096808"/>
    <w:rsid w:val="000974E5"/>
    <w:rsid w:val="00097571"/>
    <w:rsid w:val="00097D27"/>
    <w:rsid w:val="000A04E9"/>
    <w:rsid w:val="000A0849"/>
    <w:rsid w:val="000A0C70"/>
    <w:rsid w:val="000A0CD5"/>
    <w:rsid w:val="000A116E"/>
    <w:rsid w:val="000A1674"/>
    <w:rsid w:val="000A1C2C"/>
    <w:rsid w:val="000A20E9"/>
    <w:rsid w:val="000A288E"/>
    <w:rsid w:val="000A2CC8"/>
    <w:rsid w:val="000A3334"/>
    <w:rsid w:val="000A391B"/>
    <w:rsid w:val="000A39EE"/>
    <w:rsid w:val="000A3B62"/>
    <w:rsid w:val="000A3C63"/>
    <w:rsid w:val="000A3DC0"/>
    <w:rsid w:val="000A408A"/>
    <w:rsid w:val="000A4A62"/>
    <w:rsid w:val="000A4EBC"/>
    <w:rsid w:val="000A623C"/>
    <w:rsid w:val="000A652E"/>
    <w:rsid w:val="000A682D"/>
    <w:rsid w:val="000A690F"/>
    <w:rsid w:val="000A69D9"/>
    <w:rsid w:val="000A6EC4"/>
    <w:rsid w:val="000A7163"/>
    <w:rsid w:val="000A7C75"/>
    <w:rsid w:val="000A7C97"/>
    <w:rsid w:val="000B00BA"/>
    <w:rsid w:val="000B057C"/>
    <w:rsid w:val="000B0A8E"/>
    <w:rsid w:val="000B0C1D"/>
    <w:rsid w:val="000B0C22"/>
    <w:rsid w:val="000B0C36"/>
    <w:rsid w:val="000B0DFF"/>
    <w:rsid w:val="000B14FF"/>
    <w:rsid w:val="000B1870"/>
    <w:rsid w:val="000B1E1B"/>
    <w:rsid w:val="000B1F3F"/>
    <w:rsid w:val="000B2031"/>
    <w:rsid w:val="000B210B"/>
    <w:rsid w:val="000B2DD4"/>
    <w:rsid w:val="000B2E56"/>
    <w:rsid w:val="000B3777"/>
    <w:rsid w:val="000B392B"/>
    <w:rsid w:val="000B3A09"/>
    <w:rsid w:val="000B3DED"/>
    <w:rsid w:val="000B4235"/>
    <w:rsid w:val="000B4591"/>
    <w:rsid w:val="000B469B"/>
    <w:rsid w:val="000B58F8"/>
    <w:rsid w:val="000B5945"/>
    <w:rsid w:val="000B5A45"/>
    <w:rsid w:val="000B5B78"/>
    <w:rsid w:val="000B5D42"/>
    <w:rsid w:val="000B6B42"/>
    <w:rsid w:val="000B6CE9"/>
    <w:rsid w:val="000B70FB"/>
    <w:rsid w:val="000B7270"/>
    <w:rsid w:val="000B7718"/>
    <w:rsid w:val="000B79D8"/>
    <w:rsid w:val="000C065A"/>
    <w:rsid w:val="000C08B6"/>
    <w:rsid w:val="000C0A39"/>
    <w:rsid w:val="000C13A8"/>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588"/>
    <w:rsid w:val="000C5C23"/>
    <w:rsid w:val="000C5E30"/>
    <w:rsid w:val="000C5EB8"/>
    <w:rsid w:val="000C5F21"/>
    <w:rsid w:val="000C64F2"/>
    <w:rsid w:val="000C67C1"/>
    <w:rsid w:val="000C7274"/>
    <w:rsid w:val="000C72CA"/>
    <w:rsid w:val="000C7416"/>
    <w:rsid w:val="000C7F36"/>
    <w:rsid w:val="000D0094"/>
    <w:rsid w:val="000D0269"/>
    <w:rsid w:val="000D07B7"/>
    <w:rsid w:val="000D10B6"/>
    <w:rsid w:val="000D1392"/>
    <w:rsid w:val="000D1E92"/>
    <w:rsid w:val="000D244E"/>
    <w:rsid w:val="000D275D"/>
    <w:rsid w:val="000D2911"/>
    <w:rsid w:val="000D2D6E"/>
    <w:rsid w:val="000D2EA1"/>
    <w:rsid w:val="000D3792"/>
    <w:rsid w:val="000D3897"/>
    <w:rsid w:val="000D38F3"/>
    <w:rsid w:val="000D4C52"/>
    <w:rsid w:val="000D50F7"/>
    <w:rsid w:val="000D5901"/>
    <w:rsid w:val="000D64BB"/>
    <w:rsid w:val="000D6A94"/>
    <w:rsid w:val="000D6BB7"/>
    <w:rsid w:val="000D735F"/>
    <w:rsid w:val="000D7A14"/>
    <w:rsid w:val="000D7B67"/>
    <w:rsid w:val="000D7C45"/>
    <w:rsid w:val="000E0486"/>
    <w:rsid w:val="000E0760"/>
    <w:rsid w:val="000E07B4"/>
    <w:rsid w:val="000E0F26"/>
    <w:rsid w:val="000E1299"/>
    <w:rsid w:val="000E1A85"/>
    <w:rsid w:val="000E1AAB"/>
    <w:rsid w:val="000E1C93"/>
    <w:rsid w:val="000E1E8D"/>
    <w:rsid w:val="000E1EA4"/>
    <w:rsid w:val="000E20E0"/>
    <w:rsid w:val="000E23E2"/>
    <w:rsid w:val="000E2866"/>
    <w:rsid w:val="000E2CF1"/>
    <w:rsid w:val="000E3084"/>
    <w:rsid w:val="000E34EF"/>
    <w:rsid w:val="000E3C0F"/>
    <w:rsid w:val="000E40C3"/>
    <w:rsid w:val="000E4693"/>
    <w:rsid w:val="000E47DA"/>
    <w:rsid w:val="000E4E49"/>
    <w:rsid w:val="000E4F27"/>
    <w:rsid w:val="000E4FBA"/>
    <w:rsid w:val="000E5164"/>
    <w:rsid w:val="000E5A10"/>
    <w:rsid w:val="000E5C87"/>
    <w:rsid w:val="000E5EAC"/>
    <w:rsid w:val="000E6154"/>
    <w:rsid w:val="000E6281"/>
    <w:rsid w:val="000E64E0"/>
    <w:rsid w:val="000E659E"/>
    <w:rsid w:val="000E6664"/>
    <w:rsid w:val="000E7541"/>
    <w:rsid w:val="000E7D9E"/>
    <w:rsid w:val="000E7E88"/>
    <w:rsid w:val="000F0632"/>
    <w:rsid w:val="000F0736"/>
    <w:rsid w:val="000F0910"/>
    <w:rsid w:val="000F0F48"/>
    <w:rsid w:val="000F0FDC"/>
    <w:rsid w:val="000F1536"/>
    <w:rsid w:val="000F165A"/>
    <w:rsid w:val="000F1661"/>
    <w:rsid w:val="000F17A1"/>
    <w:rsid w:val="000F1827"/>
    <w:rsid w:val="000F1894"/>
    <w:rsid w:val="000F199B"/>
    <w:rsid w:val="000F1CAF"/>
    <w:rsid w:val="000F20FE"/>
    <w:rsid w:val="000F2118"/>
    <w:rsid w:val="000F2218"/>
    <w:rsid w:val="000F241F"/>
    <w:rsid w:val="000F2B39"/>
    <w:rsid w:val="000F2C33"/>
    <w:rsid w:val="000F3001"/>
    <w:rsid w:val="000F390C"/>
    <w:rsid w:val="000F3981"/>
    <w:rsid w:val="000F3CFA"/>
    <w:rsid w:val="000F3F0B"/>
    <w:rsid w:val="000F4349"/>
    <w:rsid w:val="000F4B01"/>
    <w:rsid w:val="000F5A5E"/>
    <w:rsid w:val="000F5C24"/>
    <w:rsid w:val="000F5F2B"/>
    <w:rsid w:val="000F61E6"/>
    <w:rsid w:val="000F6E78"/>
    <w:rsid w:val="000F775A"/>
    <w:rsid w:val="000F775B"/>
    <w:rsid w:val="000F7869"/>
    <w:rsid w:val="000F7C3D"/>
    <w:rsid w:val="000F7D06"/>
    <w:rsid w:val="001000E8"/>
    <w:rsid w:val="00100445"/>
    <w:rsid w:val="00100BF7"/>
    <w:rsid w:val="00100DA8"/>
    <w:rsid w:val="00100E34"/>
    <w:rsid w:val="00101066"/>
    <w:rsid w:val="00101C2F"/>
    <w:rsid w:val="00101E40"/>
    <w:rsid w:val="001020C9"/>
    <w:rsid w:val="001022ED"/>
    <w:rsid w:val="00102402"/>
    <w:rsid w:val="00102779"/>
    <w:rsid w:val="001031F1"/>
    <w:rsid w:val="0010321B"/>
    <w:rsid w:val="00103C51"/>
    <w:rsid w:val="00103F59"/>
    <w:rsid w:val="001040BD"/>
    <w:rsid w:val="001043F9"/>
    <w:rsid w:val="00104513"/>
    <w:rsid w:val="001058EE"/>
    <w:rsid w:val="00105F8A"/>
    <w:rsid w:val="00106737"/>
    <w:rsid w:val="001067B0"/>
    <w:rsid w:val="001067B7"/>
    <w:rsid w:val="001078D4"/>
    <w:rsid w:val="00107BD1"/>
    <w:rsid w:val="00110055"/>
    <w:rsid w:val="001100B7"/>
    <w:rsid w:val="001109C0"/>
    <w:rsid w:val="00110E85"/>
    <w:rsid w:val="00110EC5"/>
    <w:rsid w:val="00111066"/>
    <w:rsid w:val="001112FF"/>
    <w:rsid w:val="001113F7"/>
    <w:rsid w:val="0011176C"/>
    <w:rsid w:val="001124D9"/>
    <w:rsid w:val="00112627"/>
    <w:rsid w:val="0011266F"/>
    <w:rsid w:val="00112AB6"/>
    <w:rsid w:val="00112CED"/>
    <w:rsid w:val="0011330A"/>
    <w:rsid w:val="001134A5"/>
    <w:rsid w:val="00114A38"/>
    <w:rsid w:val="0011578E"/>
    <w:rsid w:val="0011579D"/>
    <w:rsid w:val="00115A7A"/>
    <w:rsid w:val="00115B88"/>
    <w:rsid w:val="00115F02"/>
    <w:rsid w:val="00115FD8"/>
    <w:rsid w:val="0011623E"/>
    <w:rsid w:val="001164D8"/>
    <w:rsid w:val="00116E2D"/>
    <w:rsid w:val="00117909"/>
    <w:rsid w:val="00117D64"/>
    <w:rsid w:val="00120572"/>
    <w:rsid w:val="00120C02"/>
    <w:rsid w:val="0012157A"/>
    <w:rsid w:val="00121BDA"/>
    <w:rsid w:val="00121D60"/>
    <w:rsid w:val="001225CC"/>
    <w:rsid w:val="00122620"/>
    <w:rsid w:val="00122B2A"/>
    <w:rsid w:val="00122BAF"/>
    <w:rsid w:val="0012321D"/>
    <w:rsid w:val="00124427"/>
    <w:rsid w:val="0012527E"/>
    <w:rsid w:val="00125D81"/>
    <w:rsid w:val="0012623A"/>
    <w:rsid w:val="00126D45"/>
    <w:rsid w:val="00127926"/>
    <w:rsid w:val="00127A69"/>
    <w:rsid w:val="0013057A"/>
    <w:rsid w:val="00130AFB"/>
    <w:rsid w:val="00130E7C"/>
    <w:rsid w:val="00130F9A"/>
    <w:rsid w:val="00131166"/>
    <w:rsid w:val="0013127D"/>
    <w:rsid w:val="001312C8"/>
    <w:rsid w:val="00132977"/>
    <w:rsid w:val="00132D4D"/>
    <w:rsid w:val="00132D5F"/>
    <w:rsid w:val="00133366"/>
    <w:rsid w:val="0013345C"/>
    <w:rsid w:val="00134CF7"/>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79A"/>
    <w:rsid w:val="00141C7B"/>
    <w:rsid w:val="00141FDF"/>
    <w:rsid w:val="00142234"/>
    <w:rsid w:val="001422CF"/>
    <w:rsid w:val="00142348"/>
    <w:rsid w:val="0014288D"/>
    <w:rsid w:val="00142A3A"/>
    <w:rsid w:val="00142E55"/>
    <w:rsid w:val="00143309"/>
    <w:rsid w:val="00143382"/>
    <w:rsid w:val="001433CC"/>
    <w:rsid w:val="00143429"/>
    <w:rsid w:val="001436EA"/>
    <w:rsid w:val="00143811"/>
    <w:rsid w:val="00143AA8"/>
    <w:rsid w:val="00144386"/>
    <w:rsid w:val="0014493E"/>
    <w:rsid w:val="001449B9"/>
    <w:rsid w:val="00144A46"/>
    <w:rsid w:val="0014518D"/>
    <w:rsid w:val="001452C8"/>
    <w:rsid w:val="001454BB"/>
    <w:rsid w:val="001458EB"/>
    <w:rsid w:val="00145FA0"/>
    <w:rsid w:val="0014652B"/>
    <w:rsid w:val="00146D69"/>
    <w:rsid w:val="0014738E"/>
    <w:rsid w:val="001478ED"/>
    <w:rsid w:val="0014793B"/>
    <w:rsid w:val="00147A9C"/>
    <w:rsid w:val="001506E4"/>
    <w:rsid w:val="001507B0"/>
    <w:rsid w:val="001508A9"/>
    <w:rsid w:val="00150FFE"/>
    <w:rsid w:val="0015146B"/>
    <w:rsid w:val="00151AD5"/>
    <w:rsid w:val="00151EBB"/>
    <w:rsid w:val="0015293D"/>
    <w:rsid w:val="001533EA"/>
    <w:rsid w:val="0015375A"/>
    <w:rsid w:val="00154385"/>
    <w:rsid w:val="001543CE"/>
    <w:rsid w:val="00154DDA"/>
    <w:rsid w:val="001550F9"/>
    <w:rsid w:val="0015521D"/>
    <w:rsid w:val="001552B5"/>
    <w:rsid w:val="00155A93"/>
    <w:rsid w:val="00155CFC"/>
    <w:rsid w:val="00155D13"/>
    <w:rsid w:val="00155D68"/>
    <w:rsid w:val="00156212"/>
    <w:rsid w:val="0015643A"/>
    <w:rsid w:val="00156BA3"/>
    <w:rsid w:val="00156D7C"/>
    <w:rsid w:val="00156FD5"/>
    <w:rsid w:val="00157D08"/>
    <w:rsid w:val="00157D87"/>
    <w:rsid w:val="00157E8E"/>
    <w:rsid w:val="00160581"/>
    <w:rsid w:val="00160F16"/>
    <w:rsid w:val="001614C3"/>
    <w:rsid w:val="00161EB3"/>
    <w:rsid w:val="00162383"/>
    <w:rsid w:val="001624DE"/>
    <w:rsid w:val="00162A1B"/>
    <w:rsid w:val="00163233"/>
    <w:rsid w:val="00163F11"/>
    <w:rsid w:val="00165AF1"/>
    <w:rsid w:val="00165FB2"/>
    <w:rsid w:val="0016637E"/>
    <w:rsid w:val="0016670E"/>
    <w:rsid w:val="00166B9F"/>
    <w:rsid w:val="00167666"/>
    <w:rsid w:val="00167871"/>
    <w:rsid w:val="001700D8"/>
    <w:rsid w:val="00170230"/>
    <w:rsid w:val="001704B2"/>
    <w:rsid w:val="00170CCC"/>
    <w:rsid w:val="00170FCC"/>
    <w:rsid w:val="0017164A"/>
    <w:rsid w:val="00171D92"/>
    <w:rsid w:val="00171EE5"/>
    <w:rsid w:val="00172FD1"/>
    <w:rsid w:val="001731D3"/>
    <w:rsid w:val="001733DC"/>
    <w:rsid w:val="001734FF"/>
    <w:rsid w:val="00173653"/>
    <w:rsid w:val="00173763"/>
    <w:rsid w:val="001738AA"/>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8FA"/>
    <w:rsid w:val="00182B0C"/>
    <w:rsid w:val="00182CB7"/>
    <w:rsid w:val="00182F2B"/>
    <w:rsid w:val="001831E4"/>
    <w:rsid w:val="001834A5"/>
    <w:rsid w:val="001834E3"/>
    <w:rsid w:val="00183863"/>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98E"/>
    <w:rsid w:val="00187F5A"/>
    <w:rsid w:val="00190118"/>
    <w:rsid w:val="00190223"/>
    <w:rsid w:val="00190324"/>
    <w:rsid w:val="001905B0"/>
    <w:rsid w:val="001907AD"/>
    <w:rsid w:val="00191741"/>
    <w:rsid w:val="001918C0"/>
    <w:rsid w:val="00192329"/>
    <w:rsid w:val="001924A8"/>
    <w:rsid w:val="001924E8"/>
    <w:rsid w:val="001926F7"/>
    <w:rsid w:val="0019271C"/>
    <w:rsid w:val="00192995"/>
    <w:rsid w:val="00192C1B"/>
    <w:rsid w:val="0019379C"/>
    <w:rsid w:val="00193E33"/>
    <w:rsid w:val="001945EC"/>
    <w:rsid w:val="00194733"/>
    <w:rsid w:val="001948CE"/>
    <w:rsid w:val="001949B8"/>
    <w:rsid w:val="00194C5F"/>
    <w:rsid w:val="00194FB3"/>
    <w:rsid w:val="00195575"/>
    <w:rsid w:val="00195C4D"/>
    <w:rsid w:val="001961FA"/>
    <w:rsid w:val="00196388"/>
    <w:rsid w:val="00196840"/>
    <w:rsid w:val="00196C15"/>
    <w:rsid w:val="00196E28"/>
    <w:rsid w:val="00196E59"/>
    <w:rsid w:val="00196F07"/>
    <w:rsid w:val="00196FF3"/>
    <w:rsid w:val="00197145"/>
    <w:rsid w:val="0019783D"/>
    <w:rsid w:val="00197D55"/>
    <w:rsid w:val="001A01FE"/>
    <w:rsid w:val="001A06C5"/>
    <w:rsid w:val="001A082C"/>
    <w:rsid w:val="001A0C77"/>
    <w:rsid w:val="001A0C81"/>
    <w:rsid w:val="001A0CED"/>
    <w:rsid w:val="001A113A"/>
    <w:rsid w:val="001A1477"/>
    <w:rsid w:val="001A1D44"/>
    <w:rsid w:val="001A1FD6"/>
    <w:rsid w:val="001A23DF"/>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7A6"/>
    <w:rsid w:val="001A78FC"/>
    <w:rsid w:val="001A79D4"/>
    <w:rsid w:val="001B04F6"/>
    <w:rsid w:val="001B071C"/>
    <w:rsid w:val="001B1529"/>
    <w:rsid w:val="001B1D29"/>
    <w:rsid w:val="001B2067"/>
    <w:rsid w:val="001B217D"/>
    <w:rsid w:val="001B2223"/>
    <w:rsid w:val="001B2463"/>
    <w:rsid w:val="001B24FD"/>
    <w:rsid w:val="001B25A7"/>
    <w:rsid w:val="001B29F3"/>
    <w:rsid w:val="001B34E1"/>
    <w:rsid w:val="001B36EE"/>
    <w:rsid w:val="001B379F"/>
    <w:rsid w:val="001B3CCF"/>
    <w:rsid w:val="001B4145"/>
    <w:rsid w:val="001B4647"/>
    <w:rsid w:val="001B471F"/>
    <w:rsid w:val="001B4D63"/>
    <w:rsid w:val="001B5016"/>
    <w:rsid w:val="001B607D"/>
    <w:rsid w:val="001B6462"/>
    <w:rsid w:val="001B65B6"/>
    <w:rsid w:val="001B6698"/>
    <w:rsid w:val="001B6A44"/>
    <w:rsid w:val="001B6A62"/>
    <w:rsid w:val="001B6C79"/>
    <w:rsid w:val="001B6F17"/>
    <w:rsid w:val="001B7386"/>
    <w:rsid w:val="001B73D4"/>
    <w:rsid w:val="001B7C0B"/>
    <w:rsid w:val="001B7FC4"/>
    <w:rsid w:val="001C030A"/>
    <w:rsid w:val="001C0863"/>
    <w:rsid w:val="001C0BB4"/>
    <w:rsid w:val="001C0D82"/>
    <w:rsid w:val="001C1429"/>
    <w:rsid w:val="001C1445"/>
    <w:rsid w:val="001C14AE"/>
    <w:rsid w:val="001C14B7"/>
    <w:rsid w:val="001C1994"/>
    <w:rsid w:val="001C1ADD"/>
    <w:rsid w:val="001C1EE4"/>
    <w:rsid w:val="001C21D6"/>
    <w:rsid w:val="001C2227"/>
    <w:rsid w:val="001C2842"/>
    <w:rsid w:val="001C28B3"/>
    <w:rsid w:val="001C29EE"/>
    <w:rsid w:val="001C2AB3"/>
    <w:rsid w:val="001C2C0D"/>
    <w:rsid w:val="001C33CF"/>
    <w:rsid w:val="001C3B42"/>
    <w:rsid w:val="001C4215"/>
    <w:rsid w:val="001C427C"/>
    <w:rsid w:val="001C451B"/>
    <w:rsid w:val="001C45F9"/>
    <w:rsid w:val="001C4BC2"/>
    <w:rsid w:val="001C4C87"/>
    <w:rsid w:val="001C4E84"/>
    <w:rsid w:val="001C4F83"/>
    <w:rsid w:val="001C50B0"/>
    <w:rsid w:val="001C53AF"/>
    <w:rsid w:val="001C54D7"/>
    <w:rsid w:val="001C6164"/>
    <w:rsid w:val="001C6384"/>
    <w:rsid w:val="001C63BA"/>
    <w:rsid w:val="001C64D4"/>
    <w:rsid w:val="001C6754"/>
    <w:rsid w:val="001C696A"/>
    <w:rsid w:val="001C6986"/>
    <w:rsid w:val="001C6E15"/>
    <w:rsid w:val="001C6E88"/>
    <w:rsid w:val="001C75F7"/>
    <w:rsid w:val="001D0342"/>
    <w:rsid w:val="001D1CCD"/>
    <w:rsid w:val="001D1D19"/>
    <w:rsid w:val="001D226A"/>
    <w:rsid w:val="001D2732"/>
    <w:rsid w:val="001D2813"/>
    <w:rsid w:val="001D2AD4"/>
    <w:rsid w:val="001D3960"/>
    <w:rsid w:val="001D39F4"/>
    <w:rsid w:val="001D3FEE"/>
    <w:rsid w:val="001D40D0"/>
    <w:rsid w:val="001D412B"/>
    <w:rsid w:val="001D43A8"/>
    <w:rsid w:val="001D4A08"/>
    <w:rsid w:val="001D4E8D"/>
    <w:rsid w:val="001D5255"/>
    <w:rsid w:val="001D52BA"/>
    <w:rsid w:val="001D585C"/>
    <w:rsid w:val="001D5874"/>
    <w:rsid w:val="001D5D99"/>
    <w:rsid w:val="001D68FB"/>
    <w:rsid w:val="001D69F1"/>
    <w:rsid w:val="001D6BE5"/>
    <w:rsid w:val="001D6C9A"/>
    <w:rsid w:val="001D6FED"/>
    <w:rsid w:val="001D7309"/>
    <w:rsid w:val="001D7CE6"/>
    <w:rsid w:val="001E014B"/>
    <w:rsid w:val="001E0275"/>
    <w:rsid w:val="001E03A0"/>
    <w:rsid w:val="001E0509"/>
    <w:rsid w:val="001E10F4"/>
    <w:rsid w:val="001E133D"/>
    <w:rsid w:val="001E20F1"/>
    <w:rsid w:val="001E264A"/>
    <w:rsid w:val="001E2DAA"/>
    <w:rsid w:val="001E3375"/>
    <w:rsid w:val="001E3525"/>
    <w:rsid w:val="001E3935"/>
    <w:rsid w:val="001E3C2C"/>
    <w:rsid w:val="001E4398"/>
    <w:rsid w:val="001E449F"/>
    <w:rsid w:val="001E46E1"/>
    <w:rsid w:val="001E49D5"/>
    <w:rsid w:val="001E4EDF"/>
    <w:rsid w:val="001E53A4"/>
    <w:rsid w:val="001E5766"/>
    <w:rsid w:val="001E5A17"/>
    <w:rsid w:val="001E5E15"/>
    <w:rsid w:val="001E6063"/>
    <w:rsid w:val="001E6173"/>
    <w:rsid w:val="001E67E8"/>
    <w:rsid w:val="001E6A36"/>
    <w:rsid w:val="001E6CD8"/>
    <w:rsid w:val="001E6EC6"/>
    <w:rsid w:val="001E6FFF"/>
    <w:rsid w:val="001E7394"/>
    <w:rsid w:val="001E78F1"/>
    <w:rsid w:val="001E7B12"/>
    <w:rsid w:val="001E7C3C"/>
    <w:rsid w:val="001E7E20"/>
    <w:rsid w:val="001F0399"/>
    <w:rsid w:val="001F03FF"/>
    <w:rsid w:val="001F07D8"/>
    <w:rsid w:val="001F12BA"/>
    <w:rsid w:val="001F17A3"/>
    <w:rsid w:val="001F1968"/>
    <w:rsid w:val="001F1C4E"/>
    <w:rsid w:val="001F1CC5"/>
    <w:rsid w:val="001F21A4"/>
    <w:rsid w:val="001F3335"/>
    <w:rsid w:val="001F383B"/>
    <w:rsid w:val="001F38DB"/>
    <w:rsid w:val="001F3CCD"/>
    <w:rsid w:val="001F3D0E"/>
    <w:rsid w:val="001F3ED5"/>
    <w:rsid w:val="001F4348"/>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1F7E0F"/>
    <w:rsid w:val="0020012D"/>
    <w:rsid w:val="00200202"/>
    <w:rsid w:val="002005DC"/>
    <w:rsid w:val="00200B23"/>
    <w:rsid w:val="00200C2F"/>
    <w:rsid w:val="00200F06"/>
    <w:rsid w:val="00201472"/>
    <w:rsid w:val="002014FA"/>
    <w:rsid w:val="002019AC"/>
    <w:rsid w:val="002021BF"/>
    <w:rsid w:val="00202388"/>
    <w:rsid w:val="00202424"/>
    <w:rsid w:val="00202942"/>
    <w:rsid w:val="00202DC1"/>
    <w:rsid w:val="00203187"/>
    <w:rsid w:val="002031AC"/>
    <w:rsid w:val="00203840"/>
    <w:rsid w:val="00203977"/>
    <w:rsid w:val="0020472B"/>
    <w:rsid w:val="00204C3E"/>
    <w:rsid w:val="0020500A"/>
    <w:rsid w:val="0020512E"/>
    <w:rsid w:val="002051D0"/>
    <w:rsid w:val="00205233"/>
    <w:rsid w:val="00205B76"/>
    <w:rsid w:val="002069C5"/>
    <w:rsid w:val="00206A8F"/>
    <w:rsid w:val="00206ABB"/>
    <w:rsid w:val="00206BC3"/>
    <w:rsid w:val="00206DC8"/>
    <w:rsid w:val="00206EE9"/>
    <w:rsid w:val="00206F47"/>
    <w:rsid w:val="002076BE"/>
    <w:rsid w:val="002076DE"/>
    <w:rsid w:val="00207758"/>
    <w:rsid w:val="002078A2"/>
    <w:rsid w:val="00207ACB"/>
    <w:rsid w:val="002101A0"/>
    <w:rsid w:val="002103D1"/>
    <w:rsid w:val="00210B26"/>
    <w:rsid w:val="00210BE1"/>
    <w:rsid w:val="0021135A"/>
    <w:rsid w:val="002113D1"/>
    <w:rsid w:val="0021147C"/>
    <w:rsid w:val="00211560"/>
    <w:rsid w:val="00213CF6"/>
    <w:rsid w:val="002140E4"/>
    <w:rsid w:val="002146C9"/>
    <w:rsid w:val="00214B61"/>
    <w:rsid w:val="00214FD5"/>
    <w:rsid w:val="002159C4"/>
    <w:rsid w:val="0021605F"/>
    <w:rsid w:val="00216264"/>
    <w:rsid w:val="002162F1"/>
    <w:rsid w:val="0021653D"/>
    <w:rsid w:val="00216859"/>
    <w:rsid w:val="00216BF9"/>
    <w:rsid w:val="00216C3A"/>
    <w:rsid w:val="00216D8D"/>
    <w:rsid w:val="0021768C"/>
    <w:rsid w:val="002177B4"/>
    <w:rsid w:val="00220319"/>
    <w:rsid w:val="002206C7"/>
    <w:rsid w:val="0022170F"/>
    <w:rsid w:val="00221A70"/>
    <w:rsid w:val="00222415"/>
    <w:rsid w:val="00222E29"/>
    <w:rsid w:val="00223061"/>
    <w:rsid w:val="00223124"/>
    <w:rsid w:val="0022320E"/>
    <w:rsid w:val="00223226"/>
    <w:rsid w:val="002235EA"/>
    <w:rsid w:val="00223984"/>
    <w:rsid w:val="00223C2E"/>
    <w:rsid w:val="00223D04"/>
    <w:rsid w:val="00223F75"/>
    <w:rsid w:val="00224023"/>
    <w:rsid w:val="002245AF"/>
    <w:rsid w:val="00224802"/>
    <w:rsid w:val="00224C2A"/>
    <w:rsid w:val="00224C82"/>
    <w:rsid w:val="00225533"/>
    <w:rsid w:val="002256F0"/>
    <w:rsid w:val="00225BC5"/>
    <w:rsid w:val="00226141"/>
    <w:rsid w:val="00226460"/>
    <w:rsid w:val="002269F0"/>
    <w:rsid w:val="00226A6D"/>
    <w:rsid w:val="00226D39"/>
    <w:rsid w:val="00226F82"/>
    <w:rsid w:val="00227930"/>
    <w:rsid w:val="002302ED"/>
    <w:rsid w:val="002306DC"/>
    <w:rsid w:val="002309A7"/>
    <w:rsid w:val="00230A92"/>
    <w:rsid w:val="00230C5B"/>
    <w:rsid w:val="00231396"/>
    <w:rsid w:val="00231D2E"/>
    <w:rsid w:val="00231D4C"/>
    <w:rsid w:val="002320A8"/>
    <w:rsid w:val="0023261F"/>
    <w:rsid w:val="00232CED"/>
    <w:rsid w:val="0023378C"/>
    <w:rsid w:val="00233FD7"/>
    <w:rsid w:val="00234240"/>
    <w:rsid w:val="00234B9E"/>
    <w:rsid w:val="0023514E"/>
    <w:rsid w:val="0023518B"/>
    <w:rsid w:val="002353C5"/>
    <w:rsid w:val="002354A1"/>
    <w:rsid w:val="00235D67"/>
    <w:rsid w:val="00235EDC"/>
    <w:rsid w:val="0023626E"/>
    <w:rsid w:val="002362C6"/>
    <w:rsid w:val="0023681F"/>
    <w:rsid w:val="002368D0"/>
    <w:rsid w:val="00236A71"/>
    <w:rsid w:val="0023708A"/>
    <w:rsid w:val="00237288"/>
    <w:rsid w:val="00237666"/>
    <w:rsid w:val="002378EE"/>
    <w:rsid w:val="0023798D"/>
    <w:rsid w:val="00237B7E"/>
    <w:rsid w:val="002402CF"/>
    <w:rsid w:val="0024047A"/>
    <w:rsid w:val="002406B6"/>
    <w:rsid w:val="002407AD"/>
    <w:rsid w:val="00240A93"/>
    <w:rsid w:val="0024192A"/>
    <w:rsid w:val="00241AB8"/>
    <w:rsid w:val="00241AF2"/>
    <w:rsid w:val="002421DE"/>
    <w:rsid w:val="00242676"/>
    <w:rsid w:val="002427B1"/>
    <w:rsid w:val="00243EA3"/>
    <w:rsid w:val="00244535"/>
    <w:rsid w:val="00245575"/>
    <w:rsid w:val="00245604"/>
    <w:rsid w:val="00245A68"/>
    <w:rsid w:val="00245C94"/>
    <w:rsid w:val="0024625E"/>
    <w:rsid w:val="00246C61"/>
    <w:rsid w:val="00246DE4"/>
    <w:rsid w:val="00246F4D"/>
    <w:rsid w:val="002503FD"/>
    <w:rsid w:val="00250921"/>
    <w:rsid w:val="00250BEC"/>
    <w:rsid w:val="00250DAC"/>
    <w:rsid w:val="00251D9F"/>
    <w:rsid w:val="00252048"/>
    <w:rsid w:val="002520EA"/>
    <w:rsid w:val="00252441"/>
    <w:rsid w:val="00252CC1"/>
    <w:rsid w:val="00253370"/>
    <w:rsid w:val="00253D97"/>
    <w:rsid w:val="00253DE8"/>
    <w:rsid w:val="00253EDB"/>
    <w:rsid w:val="002549AE"/>
    <w:rsid w:val="00254E97"/>
    <w:rsid w:val="00256504"/>
    <w:rsid w:val="00256AE3"/>
    <w:rsid w:val="00256E1D"/>
    <w:rsid w:val="00256FE6"/>
    <w:rsid w:val="00257110"/>
    <w:rsid w:val="0025774F"/>
    <w:rsid w:val="002579B5"/>
    <w:rsid w:val="0026017C"/>
    <w:rsid w:val="0026049B"/>
    <w:rsid w:val="002605DB"/>
    <w:rsid w:val="0026084B"/>
    <w:rsid w:val="00260B1E"/>
    <w:rsid w:val="00261034"/>
    <w:rsid w:val="002610C6"/>
    <w:rsid w:val="0026146A"/>
    <w:rsid w:val="00261E16"/>
    <w:rsid w:val="002621BE"/>
    <w:rsid w:val="00262623"/>
    <w:rsid w:val="00262964"/>
    <w:rsid w:val="002629B1"/>
    <w:rsid w:val="00262D0D"/>
    <w:rsid w:val="00263433"/>
    <w:rsid w:val="002636E5"/>
    <w:rsid w:val="00263790"/>
    <w:rsid w:val="00263A58"/>
    <w:rsid w:val="00263BB9"/>
    <w:rsid w:val="00263FF2"/>
    <w:rsid w:val="00264419"/>
    <w:rsid w:val="00264636"/>
    <w:rsid w:val="0026493D"/>
    <w:rsid w:val="00264E49"/>
    <w:rsid w:val="00265285"/>
    <w:rsid w:val="00265366"/>
    <w:rsid w:val="00265503"/>
    <w:rsid w:val="00265A22"/>
    <w:rsid w:val="0026646F"/>
    <w:rsid w:val="002665D6"/>
    <w:rsid w:val="00266640"/>
    <w:rsid w:val="00266688"/>
    <w:rsid w:val="00266E96"/>
    <w:rsid w:val="00267D82"/>
    <w:rsid w:val="00267E33"/>
    <w:rsid w:val="002701CF"/>
    <w:rsid w:val="00270746"/>
    <w:rsid w:val="00270BBC"/>
    <w:rsid w:val="00270E20"/>
    <w:rsid w:val="00270EA9"/>
    <w:rsid w:val="00270FB6"/>
    <w:rsid w:val="0027138A"/>
    <w:rsid w:val="002713BC"/>
    <w:rsid w:val="00271579"/>
    <w:rsid w:val="002723A7"/>
    <w:rsid w:val="002723F4"/>
    <w:rsid w:val="002723F9"/>
    <w:rsid w:val="0027252B"/>
    <w:rsid w:val="00272EAF"/>
    <w:rsid w:val="0027330A"/>
    <w:rsid w:val="00273560"/>
    <w:rsid w:val="0027376C"/>
    <w:rsid w:val="00273DA5"/>
    <w:rsid w:val="0027401D"/>
    <w:rsid w:val="00274393"/>
    <w:rsid w:val="00274C67"/>
    <w:rsid w:val="00274EF3"/>
    <w:rsid w:val="002756F6"/>
    <w:rsid w:val="00276353"/>
    <w:rsid w:val="00276A59"/>
    <w:rsid w:val="00276CE7"/>
    <w:rsid w:val="0027725E"/>
    <w:rsid w:val="00277289"/>
    <w:rsid w:val="00277B30"/>
    <w:rsid w:val="00277B3C"/>
    <w:rsid w:val="00277C42"/>
    <w:rsid w:val="00277F30"/>
    <w:rsid w:val="00277F5C"/>
    <w:rsid w:val="00280439"/>
    <w:rsid w:val="00281266"/>
    <w:rsid w:val="0028182F"/>
    <w:rsid w:val="00281DDD"/>
    <w:rsid w:val="00281ED8"/>
    <w:rsid w:val="002821F8"/>
    <w:rsid w:val="00282405"/>
    <w:rsid w:val="00282856"/>
    <w:rsid w:val="002831A2"/>
    <w:rsid w:val="0028377E"/>
    <w:rsid w:val="00283E0B"/>
    <w:rsid w:val="00283E3F"/>
    <w:rsid w:val="002846F4"/>
    <w:rsid w:val="00284A29"/>
    <w:rsid w:val="00284A34"/>
    <w:rsid w:val="00284A93"/>
    <w:rsid w:val="00284F04"/>
    <w:rsid w:val="0028574B"/>
    <w:rsid w:val="00285B0C"/>
    <w:rsid w:val="00285CAA"/>
    <w:rsid w:val="00285F4C"/>
    <w:rsid w:val="00285F86"/>
    <w:rsid w:val="0028610A"/>
    <w:rsid w:val="002867EF"/>
    <w:rsid w:val="002869E4"/>
    <w:rsid w:val="002870C8"/>
    <w:rsid w:val="00287219"/>
    <w:rsid w:val="0028734E"/>
    <w:rsid w:val="002875AD"/>
    <w:rsid w:val="00290410"/>
    <w:rsid w:val="00290423"/>
    <w:rsid w:val="00290ECF"/>
    <w:rsid w:val="002911C0"/>
    <w:rsid w:val="0029230E"/>
    <w:rsid w:val="002923B1"/>
    <w:rsid w:val="00292578"/>
    <w:rsid w:val="002925A9"/>
    <w:rsid w:val="00292D63"/>
    <w:rsid w:val="0029317D"/>
    <w:rsid w:val="0029390C"/>
    <w:rsid w:val="00293BE0"/>
    <w:rsid w:val="00293C2F"/>
    <w:rsid w:val="002942A1"/>
    <w:rsid w:val="0029444C"/>
    <w:rsid w:val="0029474B"/>
    <w:rsid w:val="00294AF7"/>
    <w:rsid w:val="00294C21"/>
    <w:rsid w:val="00294E22"/>
    <w:rsid w:val="002950E0"/>
    <w:rsid w:val="0029510B"/>
    <w:rsid w:val="002952C2"/>
    <w:rsid w:val="00295A05"/>
    <w:rsid w:val="002962F3"/>
    <w:rsid w:val="0029650A"/>
    <w:rsid w:val="0029669D"/>
    <w:rsid w:val="00296C43"/>
    <w:rsid w:val="002972FA"/>
    <w:rsid w:val="0029763E"/>
    <w:rsid w:val="002A0013"/>
    <w:rsid w:val="002A03D0"/>
    <w:rsid w:val="002A0822"/>
    <w:rsid w:val="002A0906"/>
    <w:rsid w:val="002A0F05"/>
    <w:rsid w:val="002A10C4"/>
    <w:rsid w:val="002A12B1"/>
    <w:rsid w:val="002A148B"/>
    <w:rsid w:val="002A25F1"/>
    <w:rsid w:val="002A2A3B"/>
    <w:rsid w:val="002A2D9F"/>
    <w:rsid w:val="002A2F68"/>
    <w:rsid w:val="002A35B4"/>
    <w:rsid w:val="002A37C0"/>
    <w:rsid w:val="002A3ED9"/>
    <w:rsid w:val="002A44AB"/>
    <w:rsid w:val="002A507F"/>
    <w:rsid w:val="002A539B"/>
    <w:rsid w:val="002A568E"/>
    <w:rsid w:val="002A5B6D"/>
    <w:rsid w:val="002A5E08"/>
    <w:rsid w:val="002A5FAE"/>
    <w:rsid w:val="002A5FD4"/>
    <w:rsid w:val="002A62E1"/>
    <w:rsid w:val="002A6324"/>
    <w:rsid w:val="002A65CF"/>
    <w:rsid w:val="002A6748"/>
    <w:rsid w:val="002A6D93"/>
    <w:rsid w:val="002A6E95"/>
    <w:rsid w:val="002A6F38"/>
    <w:rsid w:val="002A710E"/>
    <w:rsid w:val="002A776F"/>
    <w:rsid w:val="002A7D87"/>
    <w:rsid w:val="002B0129"/>
    <w:rsid w:val="002B01E5"/>
    <w:rsid w:val="002B026D"/>
    <w:rsid w:val="002B050C"/>
    <w:rsid w:val="002B0592"/>
    <w:rsid w:val="002B0653"/>
    <w:rsid w:val="002B0CE3"/>
    <w:rsid w:val="002B1815"/>
    <w:rsid w:val="002B1948"/>
    <w:rsid w:val="002B1F2E"/>
    <w:rsid w:val="002B21EB"/>
    <w:rsid w:val="002B2204"/>
    <w:rsid w:val="002B22DD"/>
    <w:rsid w:val="002B2392"/>
    <w:rsid w:val="002B31A4"/>
    <w:rsid w:val="002B3B75"/>
    <w:rsid w:val="002B3FA0"/>
    <w:rsid w:val="002B3FE1"/>
    <w:rsid w:val="002B40AF"/>
    <w:rsid w:val="002B4120"/>
    <w:rsid w:val="002B42D5"/>
    <w:rsid w:val="002B43DB"/>
    <w:rsid w:val="002B4A01"/>
    <w:rsid w:val="002B4E19"/>
    <w:rsid w:val="002B54FB"/>
    <w:rsid w:val="002B6018"/>
    <w:rsid w:val="002B6220"/>
    <w:rsid w:val="002B69D3"/>
    <w:rsid w:val="002B71FE"/>
    <w:rsid w:val="002B7724"/>
    <w:rsid w:val="002C00FD"/>
    <w:rsid w:val="002C09D7"/>
    <w:rsid w:val="002C0F1D"/>
    <w:rsid w:val="002C1343"/>
    <w:rsid w:val="002C1499"/>
    <w:rsid w:val="002C1883"/>
    <w:rsid w:val="002C1931"/>
    <w:rsid w:val="002C19D3"/>
    <w:rsid w:val="002C1D1D"/>
    <w:rsid w:val="002C1DB9"/>
    <w:rsid w:val="002C2843"/>
    <w:rsid w:val="002C2C32"/>
    <w:rsid w:val="002C3053"/>
    <w:rsid w:val="002C30D1"/>
    <w:rsid w:val="002C3238"/>
    <w:rsid w:val="002C3344"/>
    <w:rsid w:val="002C3870"/>
    <w:rsid w:val="002C404A"/>
    <w:rsid w:val="002C48BD"/>
    <w:rsid w:val="002C5401"/>
    <w:rsid w:val="002C563E"/>
    <w:rsid w:val="002C57A0"/>
    <w:rsid w:val="002C5B8A"/>
    <w:rsid w:val="002C5C9A"/>
    <w:rsid w:val="002C6395"/>
    <w:rsid w:val="002C6710"/>
    <w:rsid w:val="002C6C33"/>
    <w:rsid w:val="002D01A5"/>
    <w:rsid w:val="002D0346"/>
    <w:rsid w:val="002D073B"/>
    <w:rsid w:val="002D07B5"/>
    <w:rsid w:val="002D08EC"/>
    <w:rsid w:val="002D1344"/>
    <w:rsid w:val="002D139B"/>
    <w:rsid w:val="002D1BF6"/>
    <w:rsid w:val="002D2033"/>
    <w:rsid w:val="002D22D1"/>
    <w:rsid w:val="002D2485"/>
    <w:rsid w:val="002D262D"/>
    <w:rsid w:val="002D268E"/>
    <w:rsid w:val="002D33F9"/>
    <w:rsid w:val="002D3426"/>
    <w:rsid w:val="002D35FB"/>
    <w:rsid w:val="002D3805"/>
    <w:rsid w:val="002D3942"/>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287"/>
    <w:rsid w:val="002E19EE"/>
    <w:rsid w:val="002E2322"/>
    <w:rsid w:val="002E2691"/>
    <w:rsid w:val="002E2FD1"/>
    <w:rsid w:val="002E3543"/>
    <w:rsid w:val="002E3881"/>
    <w:rsid w:val="002E3CCE"/>
    <w:rsid w:val="002E425A"/>
    <w:rsid w:val="002E4B5B"/>
    <w:rsid w:val="002E4E3A"/>
    <w:rsid w:val="002E510B"/>
    <w:rsid w:val="002E51BB"/>
    <w:rsid w:val="002E5A07"/>
    <w:rsid w:val="002E5C94"/>
    <w:rsid w:val="002E5CDC"/>
    <w:rsid w:val="002E60BE"/>
    <w:rsid w:val="002E67D5"/>
    <w:rsid w:val="002E6DC8"/>
    <w:rsid w:val="002E7002"/>
    <w:rsid w:val="002E7308"/>
    <w:rsid w:val="002E7369"/>
    <w:rsid w:val="002E79AA"/>
    <w:rsid w:val="002F0004"/>
    <w:rsid w:val="002F04AF"/>
    <w:rsid w:val="002F0571"/>
    <w:rsid w:val="002F0E21"/>
    <w:rsid w:val="002F0FF1"/>
    <w:rsid w:val="002F1662"/>
    <w:rsid w:val="002F1E06"/>
    <w:rsid w:val="002F243E"/>
    <w:rsid w:val="002F28CB"/>
    <w:rsid w:val="002F2BFF"/>
    <w:rsid w:val="002F2D2E"/>
    <w:rsid w:val="002F311B"/>
    <w:rsid w:val="002F35BC"/>
    <w:rsid w:val="002F3801"/>
    <w:rsid w:val="002F4246"/>
    <w:rsid w:val="002F4621"/>
    <w:rsid w:val="002F53BE"/>
    <w:rsid w:val="002F55FB"/>
    <w:rsid w:val="002F56D3"/>
    <w:rsid w:val="002F5CC2"/>
    <w:rsid w:val="002F5F46"/>
    <w:rsid w:val="002F6180"/>
    <w:rsid w:val="002F6EA2"/>
    <w:rsid w:val="002F70C8"/>
    <w:rsid w:val="002F7146"/>
    <w:rsid w:val="002F72E9"/>
    <w:rsid w:val="002F7D96"/>
    <w:rsid w:val="002F7F2C"/>
    <w:rsid w:val="0030034C"/>
    <w:rsid w:val="00300751"/>
    <w:rsid w:val="00300BF4"/>
    <w:rsid w:val="0030124C"/>
    <w:rsid w:val="00301CEE"/>
    <w:rsid w:val="00301D11"/>
    <w:rsid w:val="00301F2F"/>
    <w:rsid w:val="0030201F"/>
    <w:rsid w:val="003024FB"/>
    <w:rsid w:val="00302CA1"/>
    <w:rsid w:val="00302E90"/>
    <w:rsid w:val="003036A1"/>
    <w:rsid w:val="00303EC0"/>
    <w:rsid w:val="00303F3C"/>
    <w:rsid w:val="003040B0"/>
    <w:rsid w:val="0030465F"/>
    <w:rsid w:val="003046B6"/>
    <w:rsid w:val="003047A7"/>
    <w:rsid w:val="0030499C"/>
    <w:rsid w:val="00304E9C"/>
    <w:rsid w:val="00304FC5"/>
    <w:rsid w:val="003051B0"/>
    <w:rsid w:val="00305298"/>
    <w:rsid w:val="00305C21"/>
    <w:rsid w:val="00305EA0"/>
    <w:rsid w:val="00306258"/>
    <w:rsid w:val="00306A49"/>
    <w:rsid w:val="0030732B"/>
    <w:rsid w:val="00307FB0"/>
    <w:rsid w:val="00307FB7"/>
    <w:rsid w:val="003100EB"/>
    <w:rsid w:val="003101D7"/>
    <w:rsid w:val="00310535"/>
    <w:rsid w:val="00310BAD"/>
    <w:rsid w:val="0031146C"/>
    <w:rsid w:val="003116BD"/>
    <w:rsid w:val="00311C90"/>
    <w:rsid w:val="00311F5E"/>
    <w:rsid w:val="00312307"/>
    <w:rsid w:val="003124CA"/>
    <w:rsid w:val="00312A74"/>
    <w:rsid w:val="00312D4B"/>
    <w:rsid w:val="0031318F"/>
    <w:rsid w:val="003138BC"/>
    <w:rsid w:val="00313A53"/>
    <w:rsid w:val="00313C75"/>
    <w:rsid w:val="003147E9"/>
    <w:rsid w:val="00314A14"/>
    <w:rsid w:val="00314D5E"/>
    <w:rsid w:val="003155F9"/>
    <w:rsid w:val="0031574D"/>
    <w:rsid w:val="00316485"/>
    <w:rsid w:val="003164B6"/>
    <w:rsid w:val="003164BF"/>
    <w:rsid w:val="003166E0"/>
    <w:rsid w:val="0031692A"/>
    <w:rsid w:val="00316AE8"/>
    <w:rsid w:val="00316EA0"/>
    <w:rsid w:val="003170F2"/>
    <w:rsid w:val="00317826"/>
    <w:rsid w:val="00317979"/>
    <w:rsid w:val="00317B14"/>
    <w:rsid w:val="00317F6B"/>
    <w:rsid w:val="003200A8"/>
    <w:rsid w:val="00320316"/>
    <w:rsid w:val="003203BD"/>
    <w:rsid w:val="00320616"/>
    <w:rsid w:val="003208F2"/>
    <w:rsid w:val="00320F86"/>
    <w:rsid w:val="003210EA"/>
    <w:rsid w:val="003210F4"/>
    <w:rsid w:val="00321BB4"/>
    <w:rsid w:val="00321E52"/>
    <w:rsid w:val="00322161"/>
    <w:rsid w:val="00322A0C"/>
    <w:rsid w:val="00322D23"/>
    <w:rsid w:val="00323483"/>
    <w:rsid w:val="00323B05"/>
    <w:rsid w:val="00323ECB"/>
    <w:rsid w:val="00324041"/>
    <w:rsid w:val="003240AC"/>
    <w:rsid w:val="003243F8"/>
    <w:rsid w:val="003248E9"/>
    <w:rsid w:val="0032491D"/>
    <w:rsid w:val="00325CCD"/>
    <w:rsid w:val="003260F9"/>
    <w:rsid w:val="0032630C"/>
    <w:rsid w:val="003265D9"/>
    <w:rsid w:val="00326628"/>
    <w:rsid w:val="00326B98"/>
    <w:rsid w:val="00326DAA"/>
    <w:rsid w:val="00326EEB"/>
    <w:rsid w:val="003271C4"/>
    <w:rsid w:val="00327614"/>
    <w:rsid w:val="00327812"/>
    <w:rsid w:val="0032794F"/>
    <w:rsid w:val="003279F7"/>
    <w:rsid w:val="00327A70"/>
    <w:rsid w:val="00327BA6"/>
    <w:rsid w:val="00327E66"/>
    <w:rsid w:val="0033053F"/>
    <w:rsid w:val="0033057B"/>
    <w:rsid w:val="00331228"/>
    <w:rsid w:val="003313A4"/>
    <w:rsid w:val="003313B4"/>
    <w:rsid w:val="00331637"/>
    <w:rsid w:val="003316DC"/>
    <w:rsid w:val="003321ED"/>
    <w:rsid w:val="003326FB"/>
    <w:rsid w:val="00332B88"/>
    <w:rsid w:val="00332E56"/>
    <w:rsid w:val="00333161"/>
    <w:rsid w:val="0033339D"/>
    <w:rsid w:val="00333A25"/>
    <w:rsid w:val="00333AF7"/>
    <w:rsid w:val="0033411D"/>
    <w:rsid w:val="003341AE"/>
    <w:rsid w:val="00334501"/>
    <w:rsid w:val="00334587"/>
    <w:rsid w:val="00334899"/>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FC2"/>
    <w:rsid w:val="00337161"/>
    <w:rsid w:val="00337255"/>
    <w:rsid w:val="003372F8"/>
    <w:rsid w:val="00337591"/>
    <w:rsid w:val="00337CBC"/>
    <w:rsid w:val="003404A2"/>
    <w:rsid w:val="00340922"/>
    <w:rsid w:val="003417F9"/>
    <w:rsid w:val="00341871"/>
    <w:rsid w:val="003419F6"/>
    <w:rsid w:val="00341AB0"/>
    <w:rsid w:val="00341DDA"/>
    <w:rsid w:val="00341F42"/>
    <w:rsid w:val="00342347"/>
    <w:rsid w:val="003423D2"/>
    <w:rsid w:val="0034242C"/>
    <w:rsid w:val="00342A40"/>
    <w:rsid w:val="00342AB0"/>
    <w:rsid w:val="00342D71"/>
    <w:rsid w:val="00342DF9"/>
    <w:rsid w:val="0034305B"/>
    <w:rsid w:val="003432AC"/>
    <w:rsid w:val="00343507"/>
    <w:rsid w:val="00343619"/>
    <w:rsid w:val="00343696"/>
    <w:rsid w:val="0034400F"/>
    <w:rsid w:val="0034401C"/>
    <w:rsid w:val="0034450D"/>
    <w:rsid w:val="00344FE9"/>
    <w:rsid w:val="003451A7"/>
    <w:rsid w:val="00345A94"/>
    <w:rsid w:val="00345D8F"/>
    <w:rsid w:val="0034607F"/>
    <w:rsid w:val="003469E7"/>
    <w:rsid w:val="00346AFC"/>
    <w:rsid w:val="003473E3"/>
    <w:rsid w:val="0034769A"/>
    <w:rsid w:val="00347872"/>
    <w:rsid w:val="0034787E"/>
    <w:rsid w:val="0034788D"/>
    <w:rsid w:val="00347945"/>
    <w:rsid w:val="003500F0"/>
    <w:rsid w:val="00350237"/>
    <w:rsid w:val="003503CC"/>
    <w:rsid w:val="003503E5"/>
    <w:rsid w:val="003504D9"/>
    <w:rsid w:val="003505D3"/>
    <w:rsid w:val="00350FAC"/>
    <w:rsid w:val="00351199"/>
    <w:rsid w:val="00351327"/>
    <w:rsid w:val="003515D9"/>
    <w:rsid w:val="003517E9"/>
    <w:rsid w:val="0035193F"/>
    <w:rsid w:val="00352213"/>
    <w:rsid w:val="003531A9"/>
    <w:rsid w:val="003531DB"/>
    <w:rsid w:val="00353245"/>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03F"/>
    <w:rsid w:val="0036098F"/>
    <w:rsid w:val="00360AF5"/>
    <w:rsid w:val="00360E66"/>
    <w:rsid w:val="00361270"/>
    <w:rsid w:val="00361789"/>
    <w:rsid w:val="00362021"/>
    <w:rsid w:val="003621CB"/>
    <w:rsid w:val="003622AA"/>
    <w:rsid w:val="0036278E"/>
    <w:rsid w:val="00362852"/>
    <w:rsid w:val="003630E0"/>
    <w:rsid w:val="003631C4"/>
    <w:rsid w:val="0036388A"/>
    <w:rsid w:val="00363AE1"/>
    <w:rsid w:val="00364253"/>
    <w:rsid w:val="003642E1"/>
    <w:rsid w:val="0036458F"/>
    <w:rsid w:val="00364A4D"/>
    <w:rsid w:val="00364A7F"/>
    <w:rsid w:val="00364BFE"/>
    <w:rsid w:val="00364CDA"/>
    <w:rsid w:val="00364D04"/>
    <w:rsid w:val="00364D66"/>
    <w:rsid w:val="0036507E"/>
    <w:rsid w:val="00365E65"/>
    <w:rsid w:val="00366368"/>
    <w:rsid w:val="0036660B"/>
    <w:rsid w:val="00366A00"/>
    <w:rsid w:val="00366D39"/>
    <w:rsid w:val="00366D8D"/>
    <w:rsid w:val="00366F11"/>
    <w:rsid w:val="00367012"/>
    <w:rsid w:val="00367C19"/>
    <w:rsid w:val="00367C22"/>
    <w:rsid w:val="00367C7F"/>
    <w:rsid w:val="0037043C"/>
    <w:rsid w:val="00370468"/>
    <w:rsid w:val="003706D2"/>
    <w:rsid w:val="00370FF4"/>
    <w:rsid w:val="00371A29"/>
    <w:rsid w:val="00371A6A"/>
    <w:rsid w:val="0037222D"/>
    <w:rsid w:val="00372251"/>
    <w:rsid w:val="00372501"/>
    <w:rsid w:val="00372940"/>
    <w:rsid w:val="00372F4A"/>
    <w:rsid w:val="00372F51"/>
    <w:rsid w:val="00373050"/>
    <w:rsid w:val="003730C7"/>
    <w:rsid w:val="0037333F"/>
    <w:rsid w:val="00373573"/>
    <w:rsid w:val="00373CE2"/>
    <w:rsid w:val="00373EA2"/>
    <w:rsid w:val="0037469D"/>
    <w:rsid w:val="003747BA"/>
    <w:rsid w:val="00374C9E"/>
    <w:rsid w:val="00374CC9"/>
    <w:rsid w:val="00374EE5"/>
    <w:rsid w:val="00374F8A"/>
    <w:rsid w:val="00375A59"/>
    <w:rsid w:val="00375C36"/>
    <w:rsid w:val="00376213"/>
    <w:rsid w:val="0037667E"/>
    <w:rsid w:val="00376983"/>
    <w:rsid w:val="00376D9D"/>
    <w:rsid w:val="0037746C"/>
    <w:rsid w:val="00377835"/>
    <w:rsid w:val="00377B90"/>
    <w:rsid w:val="0038056E"/>
    <w:rsid w:val="003806EB"/>
    <w:rsid w:val="0038077C"/>
    <w:rsid w:val="00381041"/>
    <w:rsid w:val="003812B0"/>
    <w:rsid w:val="00381712"/>
    <w:rsid w:val="00381F9C"/>
    <w:rsid w:val="00382140"/>
    <w:rsid w:val="003821BD"/>
    <w:rsid w:val="00382230"/>
    <w:rsid w:val="0038254E"/>
    <w:rsid w:val="00382684"/>
    <w:rsid w:val="00382710"/>
    <w:rsid w:val="0038289C"/>
    <w:rsid w:val="00382AB6"/>
    <w:rsid w:val="00382DC6"/>
    <w:rsid w:val="00383908"/>
    <w:rsid w:val="00383FBB"/>
    <w:rsid w:val="00384C4B"/>
    <w:rsid w:val="00384F79"/>
    <w:rsid w:val="00385605"/>
    <w:rsid w:val="003859FB"/>
    <w:rsid w:val="00385E1B"/>
    <w:rsid w:val="00386D33"/>
    <w:rsid w:val="00387CFF"/>
    <w:rsid w:val="00387F43"/>
    <w:rsid w:val="00390294"/>
    <w:rsid w:val="00390995"/>
    <w:rsid w:val="003910FC"/>
    <w:rsid w:val="003914BA"/>
    <w:rsid w:val="00392189"/>
    <w:rsid w:val="003924B1"/>
    <w:rsid w:val="003925C1"/>
    <w:rsid w:val="0039278A"/>
    <w:rsid w:val="00392D30"/>
    <w:rsid w:val="00392E7B"/>
    <w:rsid w:val="003931C2"/>
    <w:rsid w:val="00393AB5"/>
    <w:rsid w:val="00394198"/>
    <w:rsid w:val="003951B8"/>
    <w:rsid w:val="003956DC"/>
    <w:rsid w:val="003961E2"/>
    <w:rsid w:val="003965A0"/>
    <w:rsid w:val="00396A58"/>
    <w:rsid w:val="00396B40"/>
    <w:rsid w:val="00396D3B"/>
    <w:rsid w:val="00396F59"/>
    <w:rsid w:val="0039726A"/>
    <w:rsid w:val="003A03CA"/>
    <w:rsid w:val="003A05A4"/>
    <w:rsid w:val="003A060A"/>
    <w:rsid w:val="003A0B13"/>
    <w:rsid w:val="003A101B"/>
    <w:rsid w:val="003A1601"/>
    <w:rsid w:val="003A18C4"/>
    <w:rsid w:val="003A1B33"/>
    <w:rsid w:val="003A1E39"/>
    <w:rsid w:val="003A30B6"/>
    <w:rsid w:val="003A342A"/>
    <w:rsid w:val="003A399D"/>
    <w:rsid w:val="003A3B3F"/>
    <w:rsid w:val="003A3BBA"/>
    <w:rsid w:val="003A3F0D"/>
    <w:rsid w:val="003A480D"/>
    <w:rsid w:val="003A4892"/>
    <w:rsid w:val="003A4DEC"/>
    <w:rsid w:val="003A4E99"/>
    <w:rsid w:val="003A504A"/>
    <w:rsid w:val="003A5B53"/>
    <w:rsid w:val="003A65F1"/>
    <w:rsid w:val="003A6A76"/>
    <w:rsid w:val="003A6B53"/>
    <w:rsid w:val="003A7327"/>
    <w:rsid w:val="003A7588"/>
    <w:rsid w:val="003A7676"/>
    <w:rsid w:val="003A79FD"/>
    <w:rsid w:val="003A7FB5"/>
    <w:rsid w:val="003B00FC"/>
    <w:rsid w:val="003B0115"/>
    <w:rsid w:val="003B05B4"/>
    <w:rsid w:val="003B063C"/>
    <w:rsid w:val="003B096B"/>
    <w:rsid w:val="003B0ECA"/>
    <w:rsid w:val="003B0F98"/>
    <w:rsid w:val="003B11AF"/>
    <w:rsid w:val="003B15D5"/>
    <w:rsid w:val="003B16AD"/>
    <w:rsid w:val="003B1CED"/>
    <w:rsid w:val="003B1D74"/>
    <w:rsid w:val="003B2372"/>
    <w:rsid w:val="003B25A1"/>
    <w:rsid w:val="003B27A3"/>
    <w:rsid w:val="003B27F5"/>
    <w:rsid w:val="003B2C00"/>
    <w:rsid w:val="003B313B"/>
    <w:rsid w:val="003B3499"/>
    <w:rsid w:val="003B37D6"/>
    <w:rsid w:val="003B3C80"/>
    <w:rsid w:val="003B4FA5"/>
    <w:rsid w:val="003B54C4"/>
    <w:rsid w:val="003B59E9"/>
    <w:rsid w:val="003B5BFC"/>
    <w:rsid w:val="003B5D17"/>
    <w:rsid w:val="003B5F5E"/>
    <w:rsid w:val="003B6031"/>
    <w:rsid w:val="003B6841"/>
    <w:rsid w:val="003B6E42"/>
    <w:rsid w:val="003B6EA7"/>
    <w:rsid w:val="003B7325"/>
    <w:rsid w:val="003B7572"/>
    <w:rsid w:val="003B78C0"/>
    <w:rsid w:val="003B7E68"/>
    <w:rsid w:val="003C056B"/>
    <w:rsid w:val="003C08FA"/>
    <w:rsid w:val="003C0972"/>
    <w:rsid w:val="003C0AED"/>
    <w:rsid w:val="003C0DF2"/>
    <w:rsid w:val="003C1A7C"/>
    <w:rsid w:val="003C21EE"/>
    <w:rsid w:val="003C226A"/>
    <w:rsid w:val="003C2501"/>
    <w:rsid w:val="003C253A"/>
    <w:rsid w:val="003C28CA"/>
    <w:rsid w:val="003C2BDB"/>
    <w:rsid w:val="003C2EB9"/>
    <w:rsid w:val="003C3478"/>
    <w:rsid w:val="003C3570"/>
    <w:rsid w:val="003C36B4"/>
    <w:rsid w:val="003C3EC0"/>
    <w:rsid w:val="003C3EFB"/>
    <w:rsid w:val="003C3F5F"/>
    <w:rsid w:val="003C46E0"/>
    <w:rsid w:val="003C47AC"/>
    <w:rsid w:val="003C494C"/>
    <w:rsid w:val="003C4B33"/>
    <w:rsid w:val="003C5392"/>
    <w:rsid w:val="003C5508"/>
    <w:rsid w:val="003C55AE"/>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0C7"/>
    <w:rsid w:val="003D09E6"/>
    <w:rsid w:val="003D0A26"/>
    <w:rsid w:val="003D0C71"/>
    <w:rsid w:val="003D1299"/>
    <w:rsid w:val="003D1BFF"/>
    <w:rsid w:val="003D1D87"/>
    <w:rsid w:val="003D2576"/>
    <w:rsid w:val="003D2E36"/>
    <w:rsid w:val="003D2F66"/>
    <w:rsid w:val="003D3493"/>
    <w:rsid w:val="003D3824"/>
    <w:rsid w:val="003D3A5D"/>
    <w:rsid w:val="003D41D7"/>
    <w:rsid w:val="003D4247"/>
    <w:rsid w:val="003D42B3"/>
    <w:rsid w:val="003D42FD"/>
    <w:rsid w:val="003D47DF"/>
    <w:rsid w:val="003D4AB5"/>
    <w:rsid w:val="003D4AC1"/>
    <w:rsid w:val="003D4D62"/>
    <w:rsid w:val="003D5DC4"/>
    <w:rsid w:val="003D6600"/>
    <w:rsid w:val="003D6627"/>
    <w:rsid w:val="003D668E"/>
    <w:rsid w:val="003D693E"/>
    <w:rsid w:val="003D7803"/>
    <w:rsid w:val="003D7C6C"/>
    <w:rsid w:val="003E0200"/>
    <w:rsid w:val="003E05D0"/>
    <w:rsid w:val="003E0858"/>
    <w:rsid w:val="003E0B6D"/>
    <w:rsid w:val="003E0CC8"/>
    <w:rsid w:val="003E0CF7"/>
    <w:rsid w:val="003E0EFF"/>
    <w:rsid w:val="003E1487"/>
    <w:rsid w:val="003E182A"/>
    <w:rsid w:val="003E1A97"/>
    <w:rsid w:val="003E1F83"/>
    <w:rsid w:val="003E257B"/>
    <w:rsid w:val="003E2690"/>
    <w:rsid w:val="003E3813"/>
    <w:rsid w:val="003E3937"/>
    <w:rsid w:val="003E43D6"/>
    <w:rsid w:val="003E47B4"/>
    <w:rsid w:val="003E4813"/>
    <w:rsid w:val="003E4BEF"/>
    <w:rsid w:val="003E5337"/>
    <w:rsid w:val="003E5B11"/>
    <w:rsid w:val="003E5C5C"/>
    <w:rsid w:val="003E5D04"/>
    <w:rsid w:val="003E5ED6"/>
    <w:rsid w:val="003E6B1F"/>
    <w:rsid w:val="003E6DCB"/>
    <w:rsid w:val="003E7B18"/>
    <w:rsid w:val="003F09F3"/>
    <w:rsid w:val="003F118C"/>
    <w:rsid w:val="003F19FE"/>
    <w:rsid w:val="003F1FE8"/>
    <w:rsid w:val="003F2102"/>
    <w:rsid w:val="003F25E1"/>
    <w:rsid w:val="003F2F07"/>
    <w:rsid w:val="003F3388"/>
    <w:rsid w:val="003F4024"/>
    <w:rsid w:val="003F44D0"/>
    <w:rsid w:val="003F47FF"/>
    <w:rsid w:val="003F4D4C"/>
    <w:rsid w:val="003F4E93"/>
    <w:rsid w:val="003F5352"/>
    <w:rsid w:val="003F57ED"/>
    <w:rsid w:val="003F5CCF"/>
    <w:rsid w:val="003F61B3"/>
    <w:rsid w:val="003F6554"/>
    <w:rsid w:val="003F65EF"/>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2282"/>
    <w:rsid w:val="00403788"/>
    <w:rsid w:val="00403C55"/>
    <w:rsid w:val="00403F1B"/>
    <w:rsid w:val="0040415B"/>
    <w:rsid w:val="00404B51"/>
    <w:rsid w:val="00404C40"/>
    <w:rsid w:val="00404F0E"/>
    <w:rsid w:val="004055D0"/>
    <w:rsid w:val="0040567D"/>
    <w:rsid w:val="00405A90"/>
    <w:rsid w:val="00405AA1"/>
    <w:rsid w:val="00405CDC"/>
    <w:rsid w:val="0040624B"/>
    <w:rsid w:val="0040630C"/>
    <w:rsid w:val="00406662"/>
    <w:rsid w:val="0040673E"/>
    <w:rsid w:val="00406AF9"/>
    <w:rsid w:val="00406BB6"/>
    <w:rsid w:val="00406BC4"/>
    <w:rsid w:val="00406EB4"/>
    <w:rsid w:val="00407AF9"/>
    <w:rsid w:val="00410232"/>
    <w:rsid w:val="00410AE4"/>
    <w:rsid w:val="00410EF2"/>
    <w:rsid w:val="00411415"/>
    <w:rsid w:val="00412890"/>
    <w:rsid w:val="00412B0D"/>
    <w:rsid w:val="00412C37"/>
    <w:rsid w:val="00412D64"/>
    <w:rsid w:val="00413F67"/>
    <w:rsid w:val="00413F7E"/>
    <w:rsid w:val="00413FF0"/>
    <w:rsid w:val="00414508"/>
    <w:rsid w:val="00414B61"/>
    <w:rsid w:val="00414E51"/>
    <w:rsid w:val="004151D4"/>
    <w:rsid w:val="00415409"/>
    <w:rsid w:val="0041548C"/>
    <w:rsid w:val="00415828"/>
    <w:rsid w:val="00415FB5"/>
    <w:rsid w:val="004165E2"/>
    <w:rsid w:val="00416814"/>
    <w:rsid w:val="004171D6"/>
    <w:rsid w:val="0041745D"/>
    <w:rsid w:val="00417978"/>
    <w:rsid w:val="00417F07"/>
    <w:rsid w:val="00420351"/>
    <w:rsid w:val="004205AF"/>
    <w:rsid w:val="004208DF"/>
    <w:rsid w:val="00420A85"/>
    <w:rsid w:val="00420E52"/>
    <w:rsid w:val="0042190E"/>
    <w:rsid w:val="00421968"/>
    <w:rsid w:val="00421CE3"/>
    <w:rsid w:val="00421F4A"/>
    <w:rsid w:val="0042209B"/>
    <w:rsid w:val="004227CD"/>
    <w:rsid w:val="004228A9"/>
    <w:rsid w:val="00422BC3"/>
    <w:rsid w:val="00422BD8"/>
    <w:rsid w:val="00422BE1"/>
    <w:rsid w:val="00423253"/>
    <w:rsid w:val="00423799"/>
    <w:rsid w:val="00423E5B"/>
    <w:rsid w:val="0042406D"/>
    <w:rsid w:val="004242C5"/>
    <w:rsid w:val="004244B7"/>
    <w:rsid w:val="00425EC6"/>
    <w:rsid w:val="0042618C"/>
    <w:rsid w:val="004262FB"/>
    <w:rsid w:val="004263C1"/>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BC"/>
    <w:rsid w:val="00434642"/>
    <w:rsid w:val="004347C9"/>
    <w:rsid w:val="00434813"/>
    <w:rsid w:val="00435619"/>
    <w:rsid w:val="00435FF8"/>
    <w:rsid w:val="00436F1B"/>
    <w:rsid w:val="0043724D"/>
    <w:rsid w:val="00437438"/>
    <w:rsid w:val="00437AB5"/>
    <w:rsid w:val="00440D03"/>
    <w:rsid w:val="004413FE"/>
    <w:rsid w:val="00441628"/>
    <w:rsid w:val="00441781"/>
    <w:rsid w:val="004419D7"/>
    <w:rsid w:val="00441F26"/>
    <w:rsid w:val="00442517"/>
    <w:rsid w:val="00442B6C"/>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8D5"/>
    <w:rsid w:val="00447A31"/>
    <w:rsid w:val="00447C0D"/>
    <w:rsid w:val="00447CD5"/>
    <w:rsid w:val="00447D09"/>
    <w:rsid w:val="00447DB3"/>
    <w:rsid w:val="00450569"/>
    <w:rsid w:val="00450719"/>
    <w:rsid w:val="004514B6"/>
    <w:rsid w:val="00451565"/>
    <w:rsid w:val="004517E8"/>
    <w:rsid w:val="00451946"/>
    <w:rsid w:val="00451991"/>
    <w:rsid w:val="00451B6C"/>
    <w:rsid w:val="0045200B"/>
    <w:rsid w:val="00452744"/>
    <w:rsid w:val="004528D4"/>
    <w:rsid w:val="004529E5"/>
    <w:rsid w:val="00452D0E"/>
    <w:rsid w:val="00452D1C"/>
    <w:rsid w:val="0045362E"/>
    <w:rsid w:val="004536CA"/>
    <w:rsid w:val="00453ECF"/>
    <w:rsid w:val="00454148"/>
    <w:rsid w:val="00454232"/>
    <w:rsid w:val="00454683"/>
    <w:rsid w:val="00454C43"/>
    <w:rsid w:val="00454CD3"/>
    <w:rsid w:val="00455531"/>
    <w:rsid w:val="004557C8"/>
    <w:rsid w:val="00455841"/>
    <w:rsid w:val="00455CFC"/>
    <w:rsid w:val="00456309"/>
    <w:rsid w:val="00456C09"/>
    <w:rsid w:val="00456CDB"/>
    <w:rsid w:val="00456E5E"/>
    <w:rsid w:val="00457583"/>
    <w:rsid w:val="00457D66"/>
    <w:rsid w:val="00457F88"/>
    <w:rsid w:val="004601BA"/>
    <w:rsid w:val="00460802"/>
    <w:rsid w:val="00460F2F"/>
    <w:rsid w:val="004617B7"/>
    <w:rsid w:val="004618F7"/>
    <w:rsid w:val="00461FC7"/>
    <w:rsid w:val="0046205D"/>
    <w:rsid w:val="00462262"/>
    <w:rsid w:val="004622D8"/>
    <w:rsid w:val="004630D2"/>
    <w:rsid w:val="00463356"/>
    <w:rsid w:val="0046336A"/>
    <w:rsid w:val="004634B0"/>
    <w:rsid w:val="00463B03"/>
    <w:rsid w:val="00463EB0"/>
    <w:rsid w:val="004641A7"/>
    <w:rsid w:val="0046429B"/>
    <w:rsid w:val="00465D4C"/>
    <w:rsid w:val="0046623D"/>
    <w:rsid w:val="004665AC"/>
    <w:rsid w:val="004668D5"/>
    <w:rsid w:val="00466A41"/>
    <w:rsid w:val="00466B06"/>
    <w:rsid w:val="004671BB"/>
    <w:rsid w:val="00467871"/>
    <w:rsid w:val="00467E7C"/>
    <w:rsid w:val="00470029"/>
    <w:rsid w:val="00470207"/>
    <w:rsid w:val="00470386"/>
    <w:rsid w:val="00470A2E"/>
    <w:rsid w:val="0047101F"/>
    <w:rsid w:val="004715F1"/>
    <w:rsid w:val="00471647"/>
    <w:rsid w:val="00471944"/>
    <w:rsid w:val="00471E2C"/>
    <w:rsid w:val="0047251F"/>
    <w:rsid w:val="004727C6"/>
    <w:rsid w:val="00472812"/>
    <w:rsid w:val="00472A5F"/>
    <w:rsid w:val="00472BCC"/>
    <w:rsid w:val="00472D37"/>
    <w:rsid w:val="00473B50"/>
    <w:rsid w:val="00473EAE"/>
    <w:rsid w:val="00474377"/>
    <w:rsid w:val="00474788"/>
    <w:rsid w:val="00474A64"/>
    <w:rsid w:val="00476007"/>
    <w:rsid w:val="004760AF"/>
    <w:rsid w:val="0047673D"/>
    <w:rsid w:val="00476D9E"/>
    <w:rsid w:val="00476DBF"/>
    <w:rsid w:val="00476F24"/>
    <w:rsid w:val="00477031"/>
    <w:rsid w:val="00477338"/>
    <w:rsid w:val="0047741E"/>
    <w:rsid w:val="00477561"/>
    <w:rsid w:val="00480173"/>
    <w:rsid w:val="00480981"/>
    <w:rsid w:val="00480EC7"/>
    <w:rsid w:val="00481511"/>
    <w:rsid w:val="004815A8"/>
    <w:rsid w:val="004815F0"/>
    <w:rsid w:val="0048212F"/>
    <w:rsid w:val="0048247A"/>
    <w:rsid w:val="00482D28"/>
    <w:rsid w:val="00482EA1"/>
    <w:rsid w:val="004835C9"/>
    <w:rsid w:val="004835FD"/>
    <w:rsid w:val="00483DA5"/>
    <w:rsid w:val="004842E8"/>
    <w:rsid w:val="00484F3D"/>
    <w:rsid w:val="00485249"/>
    <w:rsid w:val="0048532F"/>
    <w:rsid w:val="004856CE"/>
    <w:rsid w:val="00485EE2"/>
    <w:rsid w:val="00485F11"/>
    <w:rsid w:val="004863D9"/>
    <w:rsid w:val="0048649A"/>
    <w:rsid w:val="00486771"/>
    <w:rsid w:val="00486AB8"/>
    <w:rsid w:val="00487B74"/>
    <w:rsid w:val="004900C6"/>
    <w:rsid w:val="0049014D"/>
    <w:rsid w:val="004901A7"/>
    <w:rsid w:val="004905A9"/>
    <w:rsid w:val="004909B3"/>
    <w:rsid w:val="004909F4"/>
    <w:rsid w:val="00490D29"/>
    <w:rsid w:val="0049122B"/>
    <w:rsid w:val="00491733"/>
    <w:rsid w:val="0049183D"/>
    <w:rsid w:val="00491F62"/>
    <w:rsid w:val="00492340"/>
    <w:rsid w:val="004926FC"/>
    <w:rsid w:val="00492794"/>
    <w:rsid w:val="00492ACE"/>
    <w:rsid w:val="00492D69"/>
    <w:rsid w:val="004933F0"/>
    <w:rsid w:val="00493439"/>
    <w:rsid w:val="00493783"/>
    <w:rsid w:val="00493A7C"/>
    <w:rsid w:val="00493C31"/>
    <w:rsid w:val="004940D1"/>
    <w:rsid w:val="00494241"/>
    <w:rsid w:val="0049460C"/>
    <w:rsid w:val="0049550F"/>
    <w:rsid w:val="0049666C"/>
    <w:rsid w:val="0049670D"/>
    <w:rsid w:val="00496950"/>
    <w:rsid w:val="00497463"/>
    <w:rsid w:val="00497480"/>
    <w:rsid w:val="00497484"/>
    <w:rsid w:val="00497DDE"/>
    <w:rsid w:val="004A01AE"/>
    <w:rsid w:val="004A026E"/>
    <w:rsid w:val="004A02B5"/>
    <w:rsid w:val="004A032D"/>
    <w:rsid w:val="004A0509"/>
    <w:rsid w:val="004A05C4"/>
    <w:rsid w:val="004A0962"/>
    <w:rsid w:val="004A0CD9"/>
    <w:rsid w:val="004A1155"/>
    <w:rsid w:val="004A1B2C"/>
    <w:rsid w:val="004A204D"/>
    <w:rsid w:val="004A2144"/>
    <w:rsid w:val="004A247C"/>
    <w:rsid w:val="004A2809"/>
    <w:rsid w:val="004A2E11"/>
    <w:rsid w:val="004A40B0"/>
    <w:rsid w:val="004A4F6A"/>
    <w:rsid w:val="004A4FF3"/>
    <w:rsid w:val="004A56A7"/>
    <w:rsid w:val="004A6871"/>
    <w:rsid w:val="004A6A05"/>
    <w:rsid w:val="004A7774"/>
    <w:rsid w:val="004A7D9B"/>
    <w:rsid w:val="004A7E09"/>
    <w:rsid w:val="004B0317"/>
    <w:rsid w:val="004B09E0"/>
    <w:rsid w:val="004B0CB0"/>
    <w:rsid w:val="004B0DAB"/>
    <w:rsid w:val="004B1369"/>
    <w:rsid w:val="004B1562"/>
    <w:rsid w:val="004B1618"/>
    <w:rsid w:val="004B26A4"/>
    <w:rsid w:val="004B26E2"/>
    <w:rsid w:val="004B2A09"/>
    <w:rsid w:val="004B3013"/>
    <w:rsid w:val="004B31E4"/>
    <w:rsid w:val="004B34C3"/>
    <w:rsid w:val="004B376B"/>
    <w:rsid w:val="004B3837"/>
    <w:rsid w:val="004B4110"/>
    <w:rsid w:val="004B4709"/>
    <w:rsid w:val="004B48C9"/>
    <w:rsid w:val="004B4965"/>
    <w:rsid w:val="004B4AA4"/>
    <w:rsid w:val="004B52FF"/>
    <w:rsid w:val="004B5CC7"/>
    <w:rsid w:val="004B5FCF"/>
    <w:rsid w:val="004B62A4"/>
    <w:rsid w:val="004B6600"/>
    <w:rsid w:val="004B6EB1"/>
    <w:rsid w:val="004B6F3D"/>
    <w:rsid w:val="004B6F43"/>
    <w:rsid w:val="004B752B"/>
    <w:rsid w:val="004B764E"/>
    <w:rsid w:val="004B784F"/>
    <w:rsid w:val="004B7A43"/>
    <w:rsid w:val="004C0977"/>
    <w:rsid w:val="004C0B67"/>
    <w:rsid w:val="004C193D"/>
    <w:rsid w:val="004C1A0D"/>
    <w:rsid w:val="004C1AAC"/>
    <w:rsid w:val="004C1D33"/>
    <w:rsid w:val="004C27E0"/>
    <w:rsid w:val="004C3524"/>
    <w:rsid w:val="004C39C7"/>
    <w:rsid w:val="004C3A5F"/>
    <w:rsid w:val="004C4857"/>
    <w:rsid w:val="004C4DDE"/>
    <w:rsid w:val="004C55F8"/>
    <w:rsid w:val="004C57E2"/>
    <w:rsid w:val="004C6526"/>
    <w:rsid w:val="004C6828"/>
    <w:rsid w:val="004C73AA"/>
    <w:rsid w:val="004C74DF"/>
    <w:rsid w:val="004C7961"/>
    <w:rsid w:val="004C7CB9"/>
    <w:rsid w:val="004D02EC"/>
    <w:rsid w:val="004D0AB8"/>
    <w:rsid w:val="004D0AD4"/>
    <w:rsid w:val="004D0D48"/>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710E"/>
    <w:rsid w:val="004D7962"/>
    <w:rsid w:val="004D7B79"/>
    <w:rsid w:val="004D7E4E"/>
    <w:rsid w:val="004D7F9D"/>
    <w:rsid w:val="004E06BC"/>
    <w:rsid w:val="004E0DE9"/>
    <w:rsid w:val="004E0EC6"/>
    <w:rsid w:val="004E1034"/>
    <w:rsid w:val="004E2093"/>
    <w:rsid w:val="004E2228"/>
    <w:rsid w:val="004E22A8"/>
    <w:rsid w:val="004E26C6"/>
    <w:rsid w:val="004E26EC"/>
    <w:rsid w:val="004E2771"/>
    <w:rsid w:val="004E2CFA"/>
    <w:rsid w:val="004E2EDF"/>
    <w:rsid w:val="004E303F"/>
    <w:rsid w:val="004E3071"/>
    <w:rsid w:val="004E3277"/>
    <w:rsid w:val="004E354D"/>
    <w:rsid w:val="004E371F"/>
    <w:rsid w:val="004E3857"/>
    <w:rsid w:val="004E40E6"/>
    <w:rsid w:val="004E42F0"/>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0D5"/>
    <w:rsid w:val="004E72BB"/>
    <w:rsid w:val="004E7382"/>
    <w:rsid w:val="004E73DB"/>
    <w:rsid w:val="004E7914"/>
    <w:rsid w:val="004E79B9"/>
    <w:rsid w:val="004E7A27"/>
    <w:rsid w:val="004E7A2D"/>
    <w:rsid w:val="004E7D5E"/>
    <w:rsid w:val="004F00EC"/>
    <w:rsid w:val="004F0B29"/>
    <w:rsid w:val="004F0E83"/>
    <w:rsid w:val="004F10FE"/>
    <w:rsid w:val="004F126E"/>
    <w:rsid w:val="004F1621"/>
    <w:rsid w:val="004F1EBB"/>
    <w:rsid w:val="004F1EEA"/>
    <w:rsid w:val="004F283F"/>
    <w:rsid w:val="004F289C"/>
    <w:rsid w:val="004F3052"/>
    <w:rsid w:val="004F30CD"/>
    <w:rsid w:val="004F39F3"/>
    <w:rsid w:val="004F3A3F"/>
    <w:rsid w:val="004F3B27"/>
    <w:rsid w:val="004F5175"/>
    <w:rsid w:val="004F520A"/>
    <w:rsid w:val="004F5653"/>
    <w:rsid w:val="004F5CEE"/>
    <w:rsid w:val="004F5F89"/>
    <w:rsid w:val="004F6C49"/>
    <w:rsid w:val="004F78AF"/>
    <w:rsid w:val="004F7BD3"/>
    <w:rsid w:val="004F7EB6"/>
    <w:rsid w:val="0050025C"/>
    <w:rsid w:val="00500BDD"/>
    <w:rsid w:val="00501003"/>
    <w:rsid w:val="005010BE"/>
    <w:rsid w:val="00501397"/>
    <w:rsid w:val="00501590"/>
    <w:rsid w:val="005026F7"/>
    <w:rsid w:val="00503686"/>
    <w:rsid w:val="00504317"/>
    <w:rsid w:val="0050466E"/>
    <w:rsid w:val="00504FFB"/>
    <w:rsid w:val="0050560E"/>
    <w:rsid w:val="0050563F"/>
    <w:rsid w:val="00505B5B"/>
    <w:rsid w:val="00505C81"/>
    <w:rsid w:val="00505E2F"/>
    <w:rsid w:val="00505F18"/>
    <w:rsid w:val="00506234"/>
    <w:rsid w:val="0050639A"/>
    <w:rsid w:val="00506858"/>
    <w:rsid w:val="005068B2"/>
    <w:rsid w:val="00506C2A"/>
    <w:rsid w:val="00506EBF"/>
    <w:rsid w:val="0051015A"/>
    <w:rsid w:val="0051032C"/>
    <w:rsid w:val="00510786"/>
    <w:rsid w:val="0051089F"/>
    <w:rsid w:val="00510CC0"/>
    <w:rsid w:val="00510DED"/>
    <w:rsid w:val="00511191"/>
    <w:rsid w:val="005113B6"/>
    <w:rsid w:val="00511557"/>
    <w:rsid w:val="00511908"/>
    <w:rsid w:val="00511D64"/>
    <w:rsid w:val="00511F06"/>
    <w:rsid w:val="005124DE"/>
    <w:rsid w:val="00512AFC"/>
    <w:rsid w:val="00513139"/>
    <w:rsid w:val="00513569"/>
    <w:rsid w:val="00513732"/>
    <w:rsid w:val="0051376A"/>
    <w:rsid w:val="00513901"/>
    <w:rsid w:val="00513D33"/>
    <w:rsid w:val="00514447"/>
    <w:rsid w:val="00514758"/>
    <w:rsid w:val="00514914"/>
    <w:rsid w:val="0051547C"/>
    <w:rsid w:val="00515539"/>
    <w:rsid w:val="005158B9"/>
    <w:rsid w:val="00515BEB"/>
    <w:rsid w:val="00515C9D"/>
    <w:rsid w:val="00515FFA"/>
    <w:rsid w:val="00516274"/>
    <w:rsid w:val="0051652E"/>
    <w:rsid w:val="00516C3D"/>
    <w:rsid w:val="00516D01"/>
    <w:rsid w:val="00516DB0"/>
    <w:rsid w:val="00516F42"/>
    <w:rsid w:val="005179BE"/>
    <w:rsid w:val="00517A3E"/>
    <w:rsid w:val="0052003D"/>
    <w:rsid w:val="00520484"/>
    <w:rsid w:val="00521A6A"/>
    <w:rsid w:val="0052253A"/>
    <w:rsid w:val="00522C8E"/>
    <w:rsid w:val="00522E3D"/>
    <w:rsid w:val="005232AF"/>
    <w:rsid w:val="005232CF"/>
    <w:rsid w:val="005237DE"/>
    <w:rsid w:val="00524191"/>
    <w:rsid w:val="00524418"/>
    <w:rsid w:val="0052455B"/>
    <w:rsid w:val="005247F0"/>
    <w:rsid w:val="005261A1"/>
    <w:rsid w:val="00526FED"/>
    <w:rsid w:val="00527202"/>
    <w:rsid w:val="0052749F"/>
    <w:rsid w:val="005275D2"/>
    <w:rsid w:val="005278C0"/>
    <w:rsid w:val="00527F50"/>
    <w:rsid w:val="00527F5F"/>
    <w:rsid w:val="0053007C"/>
    <w:rsid w:val="005302B5"/>
    <w:rsid w:val="005305CA"/>
    <w:rsid w:val="005306E1"/>
    <w:rsid w:val="00530E3C"/>
    <w:rsid w:val="00530F0C"/>
    <w:rsid w:val="00530FB9"/>
    <w:rsid w:val="00531162"/>
    <w:rsid w:val="00531965"/>
    <w:rsid w:val="005321B6"/>
    <w:rsid w:val="0053238F"/>
    <w:rsid w:val="005324C1"/>
    <w:rsid w:val="00532B53"/>
    <w:rsid w:val="00532CAD"/>
    <w:rsid w:val="00532CD8"/>
    <w:rsid w:val="00532FE2"/>
    <w:rsid w:val="00533296"/>
    <w:rsid w:val="005338A1"/>
    <w:rsid w:val="0053416C"/>
    <w:rsid w:val="00534677"/>
    <w:rsid w:val="00534AC9"/>
    <w:rsid w:val="00534DE6"/>
    <w:rsid w:val="00534F2F"/>
    <w:rsid w:val="00535438"/>
    <w:rsid w:val="00535600"/>
    <w:rsid w:val="0053564A"/>
    <w:rsid w:val="00535CA6"/>
    <w:rsid w:val="005360B2"/>
    <w:rsid w:val="00536916"/>
    <w:rsid w:val="0053738C"/>
    <w:rsid w:val="0053741B"/>
    <w:rsid w:val="00537DDB"/>
    <w:rsid w:val="0054026A"/>
    <w:rsid w:val="00540341"/>
    <w:rsid w:val="005403BE"/>
    <w:rsid w:val="00540B5D"/>
    <w:rsid w:val="00540C87"/>
    <w:rsid w:val="00540EBB"/>
    <w:rsid w:val="005415D3"/>
    <w:rsid w:val="005419AB"/>
    <w:rsid w:val="00542716"/>
    <w:rsid w:val="005427EE"/>
    <w:rsid w:val="00542A45"/>
    <w:rsid w:val="00542F93"/>
    <w:rsid w:val="00543057"/>
    <w:rsid w:val="00543AC7"/>
    <w:rsid w:val="00544000"/>
    <w:rsid w:val="0054458A"/>
    <w:rsid w:val="00544AE9"/>
    <w:rsid w:val="00544BB8"/>
    <w:rsid w:val="00544CBE"/>
    <w:rsid w:val="005452AB"/>
    <w:rsid w:val="005458D5"/>
    <w:rsid w:val="00546254"/>
    <w:rsid w:val="00546482"/>
    <w:rsid w:val="005465AB"/>
    <w:rsid w:val="0054661C"/>
    <w:rsid w:val="00546C7F"/>
    <w:rsid w:val="00546DDD"/>
    <w:rsid w:val="00546E0C"/>
    <w:rsid w:val="00546E2B"/>
    <w:rsid w:val="005478D9"/>
    <w:rsid w:val="00547907"/>
    <w:rsid w:val="00547B82"/>
    <w:rsid w:val="00550192"/>
    <w:rsid w:val="005502F5"/>
    <w:rsid w:val="005504AF"/>
    <w:rsid w:val="005505B1"/>
    <w:rsid w:val="00550829"/>
    <w:rsid w:val="00550F7C"/>
    <w:rsid w:val="00551D18"/>
    <w:rsid w:val="00551E40"/>
    <w:rsid w:val="00552385"/>
    <w:rsid w:val="005524EB"/>
    <w:rsid w:val="005524F2"/>
    <w:rsid w:val="005526E8"/>
    <w:rsid w:val="005529B7"/>
    <w:rsid w:val="00552B7A"/>
    <w:rsid w:val="00552D45"/>
    <w:rsid w:val="00553166"/>
    <w:rsid w:val="005533C4"/>
    <w:rsid w:val="0055422C"/>
    <w:rsid w:val="00554566"/>
    <w:rsid w:val="00554AE3"/>
    <w:rsid w:val="00555000"/>
    <w:rsid w:val="005551B9"/>
    <w:rsid w:val="0055549F"/>
    <w:rsid w:val="00555723"/>
    <w:rsid w:val="005562F5"/>
    <w:rsid w:val="005562FA"/>
    <w:rsid w:val="00556364"/>
    <w:rsid w:val="00556580"/>
    <w:rsid w:val="00556A17"/>
    <w:rsid w:val="00556F20"/>
    <w:rsid w:val="0055712D"/>
    <w:rsid w:val="005571EA"/>
    <w:rsid w:val="005573A0"/>
    <w:rsid w:val="00557592"/>
    <w:rsid w:val="00557627"/>
    <w:rsid w:val="005576A0"/>
    <w:rsid w:val="0055783D"/>
    <w:rsid w:val="00557A8E"/>
    <w:rsid w:val="00557E19"/>
    <w:rsid w:val="00557E26"/>
    <w:rsid w:val="00557E3E"/>
    <w:rsid w:val="00560830"/>
    <w:rsid w:val="005616CE"/>
    <w:rsid w:val="0056181E"/>
    <w:rsid w:val="00561A0F"/>
    <w:rsid w:val="00561AAA"/>
    <w:rsid w:val="00561C01"/>
    <w:rsid w:val="00561F11"/>
    <w:rsid w:val="00562403"/>
    <w:rsid w:val="005624CB"/>
    <w:rsid w:val="00562EE9"/>
    <w:rsid w:val="00562F33"/>
    <w:rsid w:val="005631B8"/>
    <w:rsid w:val="005639E7"/>
    <w:rsid w:val="00565155"/>
    <w:rsid w:val="00565183"/>
    <w:rsid w:val="005652AA"/>
    <w:rsid w:val="00565A4A"/>
    <w:rsid w:val="00565B1E"/>
    <w:rsid w:val="0056615A"/>
    <w:rsid w:val="005666ED"/>
    <w:rsid w:val="00566824"/>
    <w:rsid w:val="005669B7"/>
    <w:rsid w:val="00566F4A"/>
    <w:rsid w:val="005679A1"/>
    <w:rsid w:val="00567B9D"/>
    <w:rsid w:val="00567D04"/>
    <w:rsid w:val="00567D52"/>
    <w:rsid w:val="00570132"/>
    <w:rsid w:val="005703FB"/>
    <w:rsid w:val="00570F6C"/>
    <w:rsid w:val="0057129A"/>
    <w:rsid w:val="005716B5"/>
    <w:rsid w:val="00571774"/>
    <w:rsid w:val="005729CD"/>
    <w:rsid w:val="00572EBC"/>
    <w:rsid w:val="00572F04"/>
    <w:rsid w:val="005742D8"/>
    <w:rsid w:val="00574521"/>
    <w:rsid w:val="005749E7"/>
    <w:rsid w:val="00574B44"/>
    <w:rsid w:val="00575610"/>
    <w:rsid w:val="00575A46"/>
    <w:rsid w:val="00576178"/>
    <w:rsid w:val="005762B8"/>
    <w:rsid w:val="00576595"/>
    <w:rsid w:val="005767A1"/>
    <w:rsid w:val="0057695E"/>
    <w:rsid w:val="00576B83"/>
    <w:rsid w:val="00577826"/>
    <w:rsid w:val="00577915"/>
    <w:rsid w:val="00577B52"/>
    <w:rsid w:val="00577BBE"/>
    <w:rsid w:val="0058000C"/>
    <w:rsid w:val="005801D3"/>
    <w:rsid w:val="0058048A"/>
    <w:rsid w:val="005809C5"/>
    <w:rsid w:val="005809E1"/>
    <w:rsid w:val="00581F25"/>
    <w:rsid w:val="005821DE"/>
    <w:rsid w:val="005822AF"/>
    <w:rsid w:val="0058269A"/>
    <w:rsid w:val="005828A7"/>
    <w:rsid w:val="00582C36"/>
    <w:rsid w:val="00582C54"/>
    <w:rsid w:val="00582C9A"/>
    <w:rsid w:val="00582E5B"/>
    <w:rsid w:val="00582EB0"/>
    <w:rsid w:val="00583010"/>
    <w:rsid w:val="005844BB"/>
    <w:rsid w:val="0058468F"/>
    <w:rsid w:val="005846BC"/>
    <w:rsid w:val="00584BAD"/>
    <w:rsid w:val="00584D34"/>
    <w:rsid w:val="00585461"/>
    <w:rsid w:val="005855F5"/>
    <w:rsid w:val="00585D08"/>
    <w:rsid w:val="00586268"/>
    <w:rsid w:val="0058626C"/>
    <w:rsid w:val="00586569"/>
    <w:rsid w:val="005867CF"/>
    <w:rsid w:val="005868AD"/>
    <w:rsid w:val="00586ADB"/>
    <w:rsid w:val="00586B45"/>
    <w:rsid w:val="00586D63"/>
    <w:rsid w:val="00586F3A"/>
    <w:rsid w:val="0058701A"/>
    <w:rsid w:val="005871FD"/>
    <w:rsid w:val="00587DF3"/>
    <w:rsid w:val="0059055E"/>
    <w:rsid w:val="00590948"/>
    <w:rsid w:val="00590A71"/>
    <w:rsid w:val="00590A88"/>
    <w:rsid w:val="00590A93"/>
    <w:rsid w:val="00590AF6"/>
    <w:rsid w:val="00591628"/>
    <w:rsid w:val="00591809"/>
    <w:rsid w:val="0059187E"/>
    <w:rsid w:val="00591A29"/>
    <w:rsid w:val="00591E95"/>
    <w:rsid w:val="005923F8"/>
    <w:rsid w:val="005928E1"/>
    <w:rsid w:val="00592991"/>
    <w:rsid w:val="00592C51"/>
    <w:rsid w:val="00592C5C"/>
    <w:rsid w:val="00592F1E"/>
    <w:rsid w:val="00592FA5"/>
    <w:rsid w:val="0059398E"/>
    <w:rsid w:val="00594165"/>
    <w:rsid w:val="0059425E"/>
    <w:rsid w:val="00594B03"/>
    <w:rsid w:val="00595104"/>
    <w:rsid w:val="005952A1"/>
    <w:rsid w:val="00595517"/>
    <w:rsid w:val="00595BBB"/>
    <w:rsid w:val="00595DB1"/>
    <w:rsid w:val="005965E4"/>
    <w:rsid w:val="00596748"/>
    <w:rsid w:val="00596AAA"/>
    <w:rsid w:val="00596C0E"/>
    <w:rsid w:val="00596C65"/>
    <w:rsid w:val="00596DD3"/>
    <w:rsid w:val="0059701A"/>
    <w:rsid w:val="00597040"/>
    <w:rsid w:val="0059792F"/>
    <w:rsid w:val="00597AD1"/>
    <w:rsid w:val="005A03E1"/>
    <w:rsid w:val="005A061D"/>
    <w:rsid w:val="005A097D"/>
    <w:rsid w:val="005A0A8E"/>
    <w:rsid w:val="005A0ABE"/>
    <w:rsid w:val="005A0B77"/>
    <w:rsid w:val="005A0C64"/>
    <w:rsid w:val="005A16CB"/>
    <w:rsid w:val="005A1CBA"/>
    <w:rsid w:val="005A1E9A"/>
    <w:rsid w:val="005A219F"/>
    <w:rsid w:val="005A2B44"/>
    <w:rsid w:val="005A2CB5"/>
    <w:rsid w:val="005A2E8A"/>
    <w:rsid w:val="005A304E"/>
    <w:rsid w:val="005A3625"/>
    <w:rsid w:val="005A3D87"/>
    <w:rsid w:val="005A3D8A"/>
    <w:rsid w:val="005A3FE8"/>
    <w:rsid w:val="005A4072"/>
    <w:rsid w:val="005A42AD"/>
    <w:rsid w:val="005A43FB"/>
    <w:rsid w:val="005A4431"/>
    <w:rsid w:val="005A4C71"/>
    <w:rsid w:val="005A4D53"/>
    <w:rsid w:val="005A4DAF"/>
    <w:rsid w:val="005A4EBF"/>
    <w:rsid w:val="005A572E"/>
    <w:rsid w:val="005A5F24"/>
    <w:rsid w:val="005A623D"/>
    <w:rsid w:val="005A6244"/>
    <w:rsid w:val="005A694A"/>
    <w:rsid w:val="005A7495"/>
    <w:rsid w:val="005A754D"/>
    <w:rsid w:val="005A7798"/>
    <w:rsid w:val="005A78B4"/>
    <w:rsid w:val="005A79AE"/>
    <w:rsid w:val="005A7B08"/>
    <w:rsid w:val="005A7C86"/>
    <w:rsid w:val="005B0220"/>
    <w:rsid w:val="005B03A1"/>
    <w:rsid w:val="005B0471"/>
    <w:rsid w:val="005B069D"/>
    <w:rsid w:val="005B0AB1"/>
    <w:rsid w:val="005B0B5F"/>
    <w:rsid w:val="005B0CE8"/>
    <w:rsid w:val="005B10DB"/>
    <w:rsid w:val="005B1661"/>
    <w:rsid w:val="005B195A"/>
    <w:rsid w:val="005B1979"/>
    <w:rsid w:val="005B1F97"/>
    <w:rsid w:val="005B2384"/>
    <w:rsid w:val="005B241C"/>
    <w:rsid w:val="005B2680"/>
    <w:rsid w:val="005B2FC2"/>
    <w:rsid w:val="005B3109"/>
    <w:rsid w:val="005B4E97"/>
    <w:rsid w:val="005B50CE"/>
    <w:rsid w:val="005B50F3"/>
    <w:rsid w:val="005B5234"/>
    <w:rsid w:val="005B5D21"/>
    <w:rsid w:val="005B6085"/>
    <w:rsid w:val="005B609A"/>
    <w:rsid w:val="005B65FF"/>
    <w:rsid w:val="005B706F"/>
    <w:rsid w:val="005C056D"/>
    <w:rsid w:val="005C05E8"/>
    <w:rsid w:val="005C0C8B"/>
    <w:rsid w:val="005C0D49"/>
    <w:rsid w:val="005C0F83"/>
    <w:rsid w:val="005C1808"/>
    <w:rsid w:val="005C1FCD"/>
    <w:rsid w:val="005C2682"/>
    <w:rsid w:val="005C2B3B"/>
    <w:rsid w:val="005C2B93"/>
    <w:rsid w:val="005C2DC9"/>
    <w:rsid w:val="005C314B"/>
    <w:rsid w:val="005C3340"/>
    <w:rsid w:val="005C35F9"/>
    <w:rsid w:val="005C37BB"/>
    <w:rsid w:val="005C37F3"/>
    <w:rsid w:val="005C401A"/>
    <w:rsid w:val="005C4088"/>
    <w:rsid w:val="005C4196"/>
    <w:rsid w:val="005C436E"/>
    <w:rsid w:val="005C445A"/>
    <w:rsid w:val="005C48A9"/>
    <w:rsid w:val="005C4E4C"/>
    <w:rsid w:val="005C6254"/>
    <w:rsid w:val="005C63A6"/>
    <w:rsid w:val="005C6415"/>
    <w:rsid w:val="005C67BD"/>
    <w:rsid w:val="005C67C2"/>
    <w:rsid w:val="005D025B"/>
    <w:rsid w:val="005D06F9"/>
    <w:rsid w:val="005D09B9"/>
    <w:rsid w:val="005D0CE0"/>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4EE0"/>
    <w:rsid w:val="005D5016"/>
    <w:rsid w:val="005D53AA"/>
    <w:rsid w:val="005D541E"/>
    <w:rsid w:val="005D5532"/>
    <w:rsid w:val="005D57FD"/>
    <w:rsid w:val="005D5A85"/>
    <w:rsid w:val="005D5B2D"/>
    <w:rsid w:val="005D5C7D"/>
    <w:rsid w:val="005D696C"/>
    <w:rsid w:val="005D6A41"/>
    <w:rsid w:val="005D6B27"/>
    <w:rsid w:val="005D6CA8"/>
    <w:rsid w:val="005D6F30"/>
    <w:rsid w:val="005D71CE"/>
    <w:rsid w:val="005D72D0"/>
    <w:rsid w:val="005D7697"/>
    <w:rsid w:val="005D791E"/>
    <w:rsid w:val="005D7BD4"/>
    <w:rsid w:val="005D7D1D"/>
    <w:rsid w:val="005E0A12"/>
    <w:rsid w:val="005E12D4"/>
    <w:rsid w:val="005E1957"/>
    <w:rsid w:val="005E1ADC"/>
    <w:rsid w:val="005E255D"/>
    <w:rsid w:val="005E31C8"/>
    <w:rsid w:val="005E341D"/>
    <w:rsid w:val="005E3669"/>
    <w:rsid w:val="005E4595"/>
    <w:rsid w:val="005E4F1E"/>
    <w:rsid w:val="005E5504"/>
    <w:rsid w:val="005E5D96"/>
    <w:rsid w:val="005E5DD3"/>
    <w:rsid w:val="005E64A7"/>
    <w:rsid w:val="005E64AA"/>
    <w:rsid w:val="005E6783"/>
    <w:rsid w:val="005E6DE1"/>
    <w:rsid w:val="005E7387"/>
    <w:rsid w:val="005E7792"/>
    <w:rsid w:val="005E7AF5"/>
    <w:rsid w:val="005E7D54"/>
    <w:rsid w:val="005E7E98"/>
    <w:rsid w:val="005F0B3C"/>
    <w:rsid w:val="005F0CE9"/>
    <w:rsid w:val="005F1100"/>
    <w:rsid w:val="005F12FE"/>
    <w:rsid w:val="005F17E6"/>
    <w:rsid w:val="005F1D72"/>
    <w:rsid w:val="005F23F6"/>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334"/>
    <w:rsid w:val="00600ABB"/>
    <w:rsid w:val="00600D75"/>
    <w:rsid w:val="00600EE3"/>
    <w:rsid w:val="006010A0"/>
    <w:rsid w:val="0060114F"/>
    <w:rsid w:val="006018A3"/>
    <w:rsid w:val="00602050"/>
    <w:rsid w:val="00602146"/>
    <w:rsid w:val="0060231D"/>
    <w:rsid w:val="00602700"/>
    <w:rsid w:val="00602FA1"/>
    <w:rsid w:val="00603108"/>
    <w:rsid w:val="00603199"/>
    <w:rsid w:val="0060328B"/>
    <w:rsid w:val="006039D0"/>
    <w:rsid w:val="00603B38"/>
    <w:rsid w:val="00603DE6"/>
    <w:rsid w:val="006047D5"/>
    <w:rsid w:val="00604852"/>
    <w:rsid w:val="00604D8F"/>
    <w:rsid w:val="00605196"/>
    <w:rsid w:val="00605254"/>
    <w:rsid w:val="006058F5"/>
    <w:rsid w:val="00605FBA"/>
    <w:rsid w:val="0060628F"/>
    <w:rsid w:val="00606297"/>
    <w:rsid w:val="00606C18"/>
    <w:rsid w:val="0060714E"/>
    <w:rsid w:val="0060738F"/>
    <w:rsid w:val="006073C8"/>
    <w:rsid w:val="006073D8"/>
    <w:rsid w:val="00607EEC"/>
    <w:rsid w:val="00610376"/>
    <w:rsid w:val="006105CF"/>
    <w:rsid w:val="0061075B"/>
    <w:rsid w:val="0061078E"/>
    <w:rsid w:val="006111B9"/>
    <w:rsid w:val="00611335"/>
    <w:rsid w:val="0061155E"/>
    <w:rsid w:val="00611A99"/>
    <w:rsid w:val="00611E72"/>
    <w:rsid w:val="00612DAD"/>
    <w:rsid w:val="00612EC7"/>
    <w:rsid w:val="00613B74"/>
    <w:rsid w:val="00613FAB"/>
    <w:rsid w:val="006140AB"/>
    <w:rsid w:val="006145F0"/>
    <w:rsid w:val="006149BC"/>
    <w:rsid w:val="006153E4"/>
    <w:rsid w:val="006155FB"/>
    <w:rsid w:val="006156C5"/>
    <w:rsid w:val="00615F19"/>
    <w:rsid w:val="00615F53"/>
    <w:rsid w:val="006165DA"/>
    <w:rsid w:val="006166D6"/>
    <w:rsid w:val="006168C7"/>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17E"/>
    <w:rsid w:val="0062452B"/>
    <w:rsid w:val="00624782"/>
    <w:rsid w:val="0062491F"/>
    <w:rsid w:val="006249BF"/>
    <w:rsid w:val="00625A22"/>
    <w:rsid w:val="00625E8C"/>
    <w:rsid w:val="006260A2"/>
    <w:rsid w:val="00626198"/>
    <w:rsid w:val="006264D6"/>
    <w:rsid w:val="006265D5"/>
    <w:rsid w:val="0063097C"/>
    <w:rsid w:val="00630B33"/>
    <w:rsid w:val="00630BA6"/>
    <w:rsid w:val="00631DF6"/>
    <w:rsid w:val="00632200"/>
    <w:rsid w:val="0063262E"/>
    <w:rsid w:val="00632DDD"/>
    <w:rsid w:val="00632EFB"/>
    <w:rsid w:val="00632FB7"/>
    <w:rsid w:val="0063343A"/>
    <w:rsid w:val="0063391E"/>
    <w:rsid w:val="006339AE"/>
    <w:rsid w:val="00633E5F"/>
    <w:rsid w:val="00634135"/>
    <w:rsid w:val="006345D2"/>
    <w:rsid w:val="00634B03"/>
    <w:rsid w:val="006358B8"/>
    <w:rsid w:val="00636101"/>
    <w:rsid w:val="0063625F"/>
    <w:rsid w:val="0063648E"/>
    <w:rsid w:val="00636491"/>
    <w:rsid w:val="006365EA"/>
    <w:rsid w:val="00636AC4"/>
    <w:rsid w:val="00636B65"/>
    <w:rsid w:val="006370AE"/>
    <w:rsid w:val="00637BCB"/>
    <w:rsid w:val="0064003F"/>
    <w:rsid w:val="006405EA"/>
    <w:rsid w:val="006408A9"/>
    <w:rsid w:val="00640945"/>
    <w:rsid w:val="00640A25"/>
    <w:rsid w:val="006413FB"/>
    <w:rsid w:val="00641686"/>
    <w:rsid w:val="0064173C"/>
    <w:rsid w:val="00641AA3"/>
    <w:rsid w:val="00641CB1"/>
    <w:rsid w:val="006425B7"/>
    <w:rsid w:val="006427E5"/>
    <w:rsid w:val="00642AEE"/>
    <w:rsid w:val="00642C0F"/>
    <w:rsid w:val="00642D68"/>
    <w:rsid w:val="006432E4"/>
    <w:rsid w:val="00643616"/>
    <w:rsid w:val="0064361A"/>
    <w:rsid w:val="006438A4"/>
    <w:rsid w:val="00643C21"/>
    <w:rsid w:val="00644122"/>
    <w:rsid w:val="00644185"/>
    <w:rsid w:val="006442F6"/>
    <w:rsid w:val="0064456B"/>
    <w:rsid w:val="0064498B"/>
    <w:rsid w:val="0064510A"/>
    <w:rsid w:val="006456A9"/>
    <w:rsid w:val="00645CAF"/>
    <w:rsid w:val="00645F94"/>
    <w:rsid w:val="00645FB7"/>
    <w:rsid w:val="00646558"/>
    <w:rsid w:val="00646827"/>
    <w:rsid w:val="00646C05"/>
    <w:rsid w:val="00646CEA"/>
    <w:rsid w:val="006472DD"/>
    <w:rsid w:val="00647618"/>
    <w:rsid w:val="006478C0"/>
    <w:rsid w:val="00647C5D"/>
    <w:rsid w:val="00647E17"/>
    <w:rsid w:val="006501C8"/>
    <w:rsid w:val="006512D2"/>
    <w:rsid w:val="00651D54"/>
    <w:rsid w:val="006528FF"/>
    <w:rsid w:val="00652B19"/>
    <w:rsid w:val="00652B2B"/>
    <w:rsid w:val="00653A3A"/>
    <w:rsid w:val="00653E92"/>
    <w:rsid w:val="00654825"/>
    <w:rsid w:val="0065496B"/>
    <w:rsid w:val="00654C29"/>
    <w:rsid w:val="0065508E"/>
    <w:rsid w:val="006550CD"/>
    <w:rsid w:val="00655D4C"/>
    <w:rsid w:val="00655DE5"/>
    <w:rsid w:val="006561B4"/>
    <w:rsid w:val="00656A0F"/>
    <w:rsid w:val="00656FF9"/>
    <w:rsid w:val="0065742A"/>
    <w:rsid w:val="00657471"/>
    <w:rsid w:val="00657AE0"/>
    <w:rsid w:val="00660187"/>
    <w:rsid w:val="00660313"/>
    <w:rsid w:val="00660964"/>
    <w:rsid w:val="00660F10"/>
    <w:rsid w:val="006619E2"/>
    <w:rsid w:val="00662845"/>
    <w:rsid w:val="00662899"/>
    <w:rsid w:val="00662E32"/>
    <w:rsid w:val="0066345C"/>
    <w:rsid w:val="00663D1D"/>
    <w:rsid w:val="00663E8F"/>
    <w:rsid w:val="00664515"/>
    <w:rsid w:val="00664A81"/>
    <w:rsid w:val="00664DDE"/>
    <w:rsid w:val="006653DD"/>
    <w:rsid w:val="0066552C"/>
    <w:rsid w:val="00665E8F"/>
    <w:rsid w:val="00666928"/>
    <w:rsid w:val="00666D23"/>
    <w:rsid w:val="0066704E"/>
    <w:rsid w:val="0066718C"/>
    <w:rsid w:val="00667459"/>
    <w:rsid w:val="006674CE"/>
    <w:rsid w:val="006675BA"/>
    <w:rsid w:val="00667788"/>
    <w:rsid w:val="00670451"/>
    <w:rsid w:val="0067072A"/>
    <w:rsid w:val="00671976"/>
    <w:rsid w:val="00672388"/>
    <w:rsid w:val="006723AF"/>
    <w:rsid w:val="006723CA"/>
    <w:rsid w:val="006724E8"/>
    <w:rsid w:val="0067278B"/>
    <w:rsid w:val="00672AA6"/>
    <w:rsid w:val="006730ED"/>
    <w:rsid w:val="00674564"/>
    <w:rsid w:val="00674609"/>
    <w:rsid w:val="006746D2"/>
    <w:rsid w:val="00674B16"/>
    <w:rsid w:val="00674CAD"/>
    <w:rsid w:val="006754E4"/>
    <w:rsid w:val="006754E8"/>
    <w:rsid w:val="006757CE"/>
    <w:rsid w:val="006758FF"/>
    <w:rsid w:val="00675A6E"/>
    <w:rsid w:val="006767E7"/>
    <w:rsid w:val="00677323"/>
    <w:rsid w:val="00677597"/>
    <w:rsid w:val="006776B2"/>
    <w:rsid w:val="00677E6E"/>
    <w:rsid w:val="00680714"/>
    <w:rsid w:val="0068081B"/>
    <w:rsid w:val="006808E7"/>
    <w:rsid w:val="00681560"/>
    <w:rsid w:val="00681BF4"/>
    <w:rsid w:val="00681E10"/>
    <w:rsid w:val="00682155"/>
    <w:rsid w:val="006821C9"/>
    <w:rsid w:val="00682574"/>
    <w:rsid w:val="00682B04"/>
    <w:rsid w:val="00682E23"/>
    <w:rsid w:val="006835F2"/>
    <w:rsid w:val="00683A39"/>
    <w:rsid w:val="00683D72"/>
    <w:rsid w:val="00684F16"/>
    <w:rsid w:val="00684FD2"/>
    <w:rsid w:val="00685378"/>
    <w:rsid w:val="00685426"/>
    <w:rsid w:val="0068557A"/>
    <w:rsid w:val="00685692"/>
    <w:rsid w:val="00685746"/>
    <w:rsid w:val="00685861"/>
    <w:rsid w:val="00686100"/>
    <w:rsid w:val="0068637D"/>
    <w:rsid w:val="006869C9"/>
    <w:rsid w:val="00687299"/>
    <w:rsid w:val="006875A9"/>
    <w:rsid w:val="00687C2E"/>
    <w:rsid w:val="00687C73"/>
    <w:rsid w:val="0069020C"/>
    <w:rsid w:val="0069020E"/>
    <w:rsid w:val="00690530"/>
    <w:rsid w:val="006908E9"/>
    <w:rsid w:val="006909EB"/>
    <w:rsid w:val="0069187A"/>
    <w:rsid w:val="00692009"/>
    <w:rsid w:val="00693455"/>
    <w:rsid w:val="0069356D"/>
    <w:rsid w:val="0069372A"/>
    <w:rsid w:val="006938F9"/>
    <w:rsid w:val="00693D85"/>
    <w:rsid w:val="00694143"/>
    <w:rsid w:val="006942FD"/>
    <w:rsid w:val="00694520"/>
    <w:rsid w:val="00694741"/>
    <w:rsid w:val="006948A0"/>
    <w:rsid w:val="00694A2C"/>
    <w:rsid w:val="00694E51"/>
    <w:rsid w:val="006950CC"/>
    <w:rsid w:val="006956D2"/>
    <w:rsid w:val="00695F09"/>
    <w:rsid w:val="00695F7B"/>
    <w:rsid w:val="0069649F"/>
    <w:rsid w:val="0069670D"/>
    <w:rsid w:val="00696749"/>
    <w:rsid w:val="006969AB"/>
    <w:rsid w:val="006969C4"/>
    <w:rsid w:val="00696CF5"/>
    <w:rsid w:val="00696D10"/>
    <w:rsid w:val="00696D4B"/>
    <w:rsid w:val="00696FEE"/>
    <w:rsid w:val="00697135"/>
    <w:rsid w:val="00697538"/>
    <w:rsid w:val="0069758E"/>
    <w:rsid w:val="00697E9A"/>
    <w:rsid w:val="006A01AA"/>
    <w:rsid w:val="006A0FD7"/>
    <w:rsid w:val="006A129C"/>
    <w:rsid w:val="006A1676"/>
    <w:rsid w:val="006A18F4"/>
    <w:rsid w:val="006A1A20"/>
    <w:rsid w:val="006A1C28"/>
    <w:rsid w:val="006A1D46"/>
    <w:rsid w:val="006A1D5E"/>
    <w:rsid w:val="006A1D9F"/>
    <w:rsid w:val="006A27CE"/>
    <w:rsid w:val="006A2B41"/>
    <w:rsid w:val="006A2E30"/>
    <w:rsid w:val="006A336E"/>
    <w:rsid w:val="006A3ACC"/>
    <w:rsid w:val="006A3AD8"/>
    <w:rsid w:val="006A3D90"/>
    <w:rsid w:val="006A3E84"/>
    <w:rsid w:val="006A3F7D"/>
    <w:rsid w:val="006A3FDE"/>
    <w:rsid w:val="006A42F2"/>
    <w:rsid w:val="006A43EA"/>
    <w:rsid w:val="006A4817"/>
    <w:rsid w:val="006A4B29"/>
    <w:rsid w:val="006A5230"/>
    <w:rsid w:val="006A55B7"/>
    <w:rsid w:val="006A583C"/>
    <w:rsid w:val="006A6848"/>
    <w:rsid w:val="006A6EA0"/>
    <w:rsid w:val="006A70A8"/>
    <w:rsid w:val="006A71DD"/>
    <w:rsid w:val="006A76A4"/>
    <w:rsid w:val="006A7789"/>
    <w:rsid w:val="006B005A"/>
    <w:rsid w:val="006B0529"/>
    <w:rsid w:val="006B0847"/>
    <w:rsid w:val="006B23BD"/>
    <w:rsid w:val="006B28E1"/>
    <w:rsid w:val="006B2A1B"/>
    <w:rsid w:val="006B2C50"/>
    <w:rsid w:val="006B2D2C"/>
    <w:rsid w:val="006B2DE4"/>
    <w:rsid w:val="006B2FCE"/>
    <w:rsid w:val="006B30FE"/>
    <w:rsid w:val="006B3EA6"/>
    <w:rsid w:val="006B3F79"/>
    <w:rsid w:val="006B43A2"/>
    <w:rsid w:val="006B4C0C"/>
    <w:rsid w:val="006B5AFF"/>
    <w:rsid w:val="006B633D"/>
    <w:rsid w:val="006B66F5"/>
    <w:rsid w:val="006B6DD9"/>
    <w:rsid w:val="006B6E04"/>
    <w:rsid w:val="006B725F"/>
    <w:rsid w:val="006B73FA"/>
    <w:rsid w:val="006B7425"/>
    <w:rsid w:val="006B7BB3"/>
    <w:rsid w:val="006B7ECD"/>
    <w:rsid w:val="006C00A6"/>
    <w:rsid w:val="006C06FC"/>
    <w:rsid w:val="006C10FA"/>
    <w:rsid w:val="006C127B"/>
    <w:rsid w:val="006C1652"/>
    <w:rsid w:val="006C1E8F"/>
    <w:rsid w:val="006C2354"/>
    <w:rsid w:val="006C23B6"/>
    <w:rsid w:val="006C2886"/>
    <w:rsid w:val="006C328A"/>
    <w:rsid w:val="006C33FC"/>
    <w:rsid w:val="006C366D"/>
    <w:rsid w:val="006C36BA"/>
    <w:rsid w:val="006C3768"/>
    <w:rsid w:val="006C3910"/>
    <w:rsid w:val="006C3967"/>
    <w:rsid w:val="006C4773"/>
    <w:rsid w:val="006C4A00"/>
    <w:rsid w:val="006C4AA2"/>
    <w:rsid w:val="006C4F0B"/>
    <w:rsid w:val="006C51EA"/>
    <w:rsid w:val="006C5F0A"/>
    <w:rsid w:val="006C63E3"/>
    <w:rsid w:val="006C6566"/>
    <w:rsid w:val="006C6AB9"/>
    <w:rsid w:val="006C7C36"/>
    <w:rsid w:val="006D00C8"/>
    <w:rsid w:val="006D03D9"/>
    <w:rsid w:val="006D04D0"/>
    <w:rsid w:val="006D0F91"/>
    <w:rsid w:val="006D13CD"/>
    <w:rsid w:val="006D162E"/>
    <w:rsid w:val="006D18B9"/>
    <w:rsid w:val="006D1A23"/>
    <w:rsid w:val="006D1F88"/>
    <w:rsid w:val="006D2434"/>
    <w:rsid w:val="006D288A"/>
    <w:rsid w:val="006D2949"/>
    <w:rsid w:val="006D29ED"/>
    <w:rsid w:val="006D32DA"/>
    <w:rsid w:val="006D3589"/>
    <w:rsid w:val="006D3E66"/>
    <w:rsid w:val="006D3FB4"/>
    <w:rsid w:val="006D3FD0"/>
    <w:rsid w:val="006D435A"/>
    <w:rsid w:val="006D47D5"/>
    <w:rsid w:val="006D4831"/>
    <w:rsid w:val="006D51B6"/>
    <w:rsid w:val="006D5274"/>
    <w:rsid w:val="006D54BC"/>
    <w:rsid w:val="006D5593"/>
    <w:rsid w:val="006D5761"/>
    <w:rsid w:val="006D60B8"/>
    <w:rsid w:val="006D6415"/>
    <w:rsid w:val="006D6E75"/>
    <w:rsid w:val="006D75B6"/>
    <w:rsid w:val="006E0101"/>
    <w:rsid w:val="006E0389"/>
    <w:rsid w:val="006E0A19"/>
    <w:rsid w:val="006E0B7F"/>
    <w:rsid w:val="006E133B"/>
    <w:rsid w:val="006E17ED"/>
    <w:rsid w:val="006E1BD7"/>
    <w:rsid w:val="006E1E9A"/>
    <w:rsid w:val="006E1EBF"/>
    <w:rsid w:val="006E25A1"/>
    <w:rsid w:val="006E2FA9"/>
    <w:rsid w:val="006E2FC0"/>
    <w:rsid w:val="006E33FB"/>
    <w:rsid w:val="006E3934"/>
    <w:rsid w:val="006E3C43"/>
    <w:rsid w:val="006E49DE"/>
    <w:rsid w:val="006E4A63"/>
    <w:rsid w:val="006E4CC3"/>
    <w:rsid w:val="006E4E9C"/>
    <w:rsid w:val="006E4EA6"/>
    <w:rsid w:val="006E5634"/>
    <w:rsid w:val="006E56CB"/>
    <w:rsid w:val="006E5893"/>
    <w:rsid w:val="006E66B2"/>
    <w:rsid w:val="006E6C58"/>
    <w:rsid w:val="006E6CC9"/>
    <w:rsid w:val="006E6E5A"/>
    <w:rsid w:val="006E7142"/>
    <w:rsid w:val="006E7287"/>
    <w:rsid w:val="006E741B"/>
    <w:rsid w:val="006E7B25"/>
    <w:rsid w:val="006E7BFC"/>
    <w:rsid w:val="006F058B"/>
    <w:rsid w:val="006F0AD7"/>
    <w:rsid w:val="006F1293"/>
    <w:rsid w:val="006F1B19"/>
    <w:rsid w:val="006F2075"/>
    <w:rsid w:val="006F2106"/>
    <w:rsid w:val="006F251E"/>
    <w:rsid w:val="006F258F"/>
    <w:rsid w:val="006F2919"/>
    <w:rsid w:val="006F297A"/>
    <w:rsid w:val="006F2986"/>
    <w:rsid w:val="006F2A95"/>
    <w:rsid w:val="006F3152"/>
    <w:rsid w:val="006F3344"/>
    <w:rsid w:val="006F3561"/>
    <w:rsid w:val="006F3595"/>
    <w:rsid w:val="006F36A2"/>
    <w:rsid w:val="006F3CA8"/>
    <w:rsid w:val="006F3FEE"/>
    <w:rsid w:val="006F428A"/>
    <w:rsid w:val="006F448F"/>
    <w:rsid w:val="006F453E"/>
    <w:rsid w:val="006F4C5F"/>
    <w:rsid w:val="006F5979"/>
    <w:rsid w:val="006F5982"/>
    <w:rsid w:val="006F59A9"/>
    <w:rsid w:val="006F5C0A"/>
    <w:rsid w:val="006F5D9F"/>
    <w:rsid w:val="006F5EF6"/>
    <w:rsid w:val="006F61D1"/>
    <w:rsid w:val="006F658F"/>
    <w:rsid w:val="006F6905"/>
    <w:rsid w:val="006F697D"/>
    <w:rsid w:val="006F6A1F"/>
    <w:rsid w:val="006F6CFA"/>
    <w:rsid w:val="006F6F7E"/>
    <w:rsid w:val="006F75DC"/>
    <w:rsid w:val="006F7799"/>
    <w:rsid w:val="006F7C93"/>
    <w:rsid w:val="006F7D67"/>
    <w:rsid w:val="006F7FFE"/>
    <w:rsid w:val="007001A3"/>
    <w:rsid w:val="0070020F"/>
    <w:rsid w:val="0070058A"/>
    <w:rsid w:val="007008F5"/>
    <w:rsid w:val="007009A6"/>
    <w:rsid w:val="00701120"/>
    <w:rsid w:val="007015C6"/>
    <w:rsid w:val="00701B71"/>
    <w:rsid w:val="00702935"/>
    <w:rsid w:val="007030FF"/>
    <w:rsid w:val="00703278"/>
    <w:rsid w:val="007038DB"/>
    <w:rsid w:val="00704210"/>
    <w:rsid w:val="007043FE"/>
    <w:rsid w:val="00704B0E"/>
    <w:rsid w:val="00704E54"/>
    <w:rsid w:val="00704FE9"/>
    <w:rsid w:val="007050CD"/>
    <w:rsid w:val="00705418"/>
    <w:rsid w:val="00705752"/>
    <w:rsid w:val="0070575A"/>
    <w:rsid w:val="00705791"/>
    <w:rsid w:val="0070673E"/>
    <w:rsid w:val="007069AF"/>
    <w:rsid w:val="00706BA3"/>
    <w:rsid w:val="0070798F"/>
    <w:rsid w:val="00707FA1"/>
    <w:rsid w:val="00710614"/>
    <w:rsid w:val="007109B7"/>
    <w:rsid w:val="00710F2E"/>
    <w:rsid w:val="007117F8"/>
    <w:rsid w:val="00711F80"/>
    <w:rsid w:val="00711FB3"/>
    <w:rsid w:val="00712CE9"/>
    <w:rsid w:val="00712D97"/>
    <w:rsid w:val="0071305F"/>
    <w:rsid w:val="007131B0"/>
    <w:rsid w:val="00713233"/>
    <w:rsid w:val="0071372D"/>
    <w:rsid w:val="007137DA"/>
    <w:rsid w:val="00713D70"/>
    <w:rsid w:val="00714C57"/>
    <w:rsid w:val="00714D09"/>
    <w:rsid w:val="007155B3"/>
    <w:rsid w:val="00715648"/>
    <w:rsid w:val="00715AC8"/>
    <w:rsid w:val="00715AD2"/>
    <w:rsid w:val="00715B09"/>
    <w:rsid w:val="00715C94"/>
    <w:rsid w:val="00715D1D"/>
    <w:rsid w:val="007168BF"/>
    <w:rsid w:val="00716F62"/>
    <w:rsid w:val="00717454"/>
    <w:rsid w:val="0071750B"/>
    <w:rsid w:val="0071777B"/>
    <w:rsid w:val="007178A3"/>
    <w:rsid w:val="00717C0A"/>
    <w:rsid w:val="00717EE0"/>
    <w:rsid w:val="007208D5"/>
    <w:rsid w:val="00720E7C"/>
    <w:rsid w:val="00721091"/>
    <w:rsid w:val="0072124D"/>
    <w:rsid w:val="00721868"/>
    <w:rsid w:val="00721963"/>
    <w:rsid w:val="00721D6A"/>
    <w:rsid w:val="0072204C"/>
    <w:rsid w:val="007221F8"/>
    <w:rsid w:val="00722441"/>
    <w:rsid w:val="00722549"/>
    <w:rsid w:val="0072262F"/>
    <w:rsid w:val="007229A2"/>
    <w:rsid w:val="00722AC3"/>
    <w:rsid w:val="007233E3"/>
    <w:rsid w:val="00723475"/>
    <w:rsid w:val="00723493"/>
    <w:rsid w:val="00723CA0"/>
    <w:rsid w:val="00725104"/>
    <w:rsid w:val="007251D3"/>
    <w:rsid w:val="00725452"/>
    <w:rsid w:val="00725D0F"/>
    <w:rsid w:val="00725D86"/>
    <w:rsid w:val="007263DD"/>
    <w:rsid w:val="0072674C"/>
    <w:rsid w:val="007267EF"/>
    <w:rsid w:val="0072688F"/>
    <w:rsid w:val="00726D1A"/>
    <w:rsid w:val="00726D7E"/>
    <w:rsid w:val="00726DB5"/>
    <w:rsid w:val="00727216"/>
    <w:rsid w:val="00727284"/>
    <w:rsid w:val="007278E2"/>
    <w:rsid w:val="00727972"/>
    <w:rsid w:val="00727AF4"/>
    <w:rsid w:val="00727B60"/>
    <w:rsid w:val="00727FF2"/>
    <w:rsid w:val="007309BB"/>
    <w:rsid w:val="0073113D"/>
    <w:rsid w:val="0073221E"/>
    <w:rsid w:val="0073233B"/>
    <w:rsid w:val="00732454"/>
    <w:rsid w:val="00732592"/>
    <w:rsid w:val="00732A93"/>
    <w:rsid w:val="00732E53"/>
    <w:rsid w:val="00732FCC"/>
    <w:rsid w:val="007330FF"/>
    <w:rsid w:val="00733A49"/>
    <w:rsid w:val="00733E05"/>
    <w:rsid w:val="00733E8E"/>
    <w:rsid w:val="007341F8"/>
    <w:rsid w:val="007342D6"/>
    <w:rsid w:val="00734537"/>
    <w:rsid w:val="00734722"/>
    <w:rsid w:val="007352CC"/>
    <w:rsid w:val="0073577A"/>
    <w:rsid w:val="0073590E"/>
    <w:rsid w:val="00735BDE"/>
    <w:rsid w:val="00736841"/>
    <w:rsid w:val="00736BE1"/>
    <w:rsid w:val="00737397"/>
    <w:rsid w:val="00737DC5"/>
    <w:rsid w:val="00740371"/>
    <w:rsid w:val="007409F8"/>
    <w:rsid w:val="00740E09"/>
    <w:rsid w:val="0074126C"/>
    <w:rsid w:val="0074185C"/>
    <w:rsid w:val="00741E8C"/>
    <w:rsid w:val="00741F16"/>
    <w:rsid w:val="00741F19"/>
    <w:rsid w:val="00742228"/>
    <w:rsid w:val="00742A3A"/>
    <w:rsid w:val="00742B6D"/>
    <w:rsid w:val="00742E34"/>
    <w:rsid w:val="00742E70"/>
    <w:rsid w:val="007437CE"/>
    <w:rsid w:val="00743AD2"/>
    <w:rsid w:val="00743C22"/>
    <w:rsid w:val="007442A9"/>
    <w:rsid w:val="00744313"/>
    <w:rsid w:val="00744C23"/>
    <w:rsid w:val="00744F7D"/>
    <w:rsid w:val="00745212"/>
    <w:rsid w:val="007454C1"/>
    <w:rsid w:val="00745BF6"/>
    <w:rsid w:val="007461DD"/>
    <w:rsid w:val="0074682C"/>
    <w:rsid w:val="007469D8"/>
    <w:rsid w:val="007469E9"/>
    <w:rsid w:val="00746C1F"/>
    <w:rsid w:val="007471CC"/>
    <w:rsid w:val="007473D0"/>
    <w:rsid w:val="00747BBB"/>
    <w:rsid w:val="00747BED"/>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36C"/>
    <w:rsid w:val="007615B9"/>
    <w:rsid w:val="00761FA7"/>
    <w:rsid w:val="00761FE9"/>
    <w:rsid w:val="007628A6"/>
    <w:rsid w:val="00763099"/>
    <w:rsid w:val="007634C0"/>
    <w:rsid w:val="00763992"/>
    <w:rsid w:val="00764295"/>
    <w:rsid w:val="00764CB6"/>
    <w:rsid w:val="0076510B"/>
    <w:rsid w:val="00765B4C"/>
    <w:rsid w:val="00765B70"/>
    <w:rsid w:val="00766016"/>
    <w:rsid w:val="00766C78"/>
    <w:rsid w:val="00766CDE"/>
    <w:rsid w:val="00766E42"/>
    <w:rsid w:val="00767030"/>
    <w:rsid w:val="007676F8"/>
    <w:rsid w:val="00767CA0"/>
    <w:rsid w:val="00767E96"/>
    <w:rsid w:val="0077017D"/>
    <w:rsid w:val="00770D82"/>
    <w:rsid w:val="00771B06"/>
    <w:rsid w:val="00772030"/>
    <w:rsid w:val="00772126"/>
    <w:rsid w:val="0077288F"/>
    <w:rsid w:val="00772BE9"/>
    <w:rsid w:val="00772CA6"/>
    <w:rsid w:val="00772FAF"/>
    <w:rsid w:val="0077340C"/>
    <w:rsid w:val="00773643"/>
    <w:rsid w:val="00773679"/>
    <w:rsid w:val="00773728"/>
    <w:rsid w:val="00773B40"/>
    <w:rsid w:val="00773BAE"/>
    <w:rsid w:val="00773D9D"/>
    <w:rsid w:val="00774364"/>
    <w:rsid w:val="00774391"/>
    <w:rsid w:val="007745CA"/>
    <w:rsid w:val="00774D94"/>
    <w:rsid w:val="00774F60"/>
    <w:rsid w:val="00775053"/>
    <w:rsid w:val="0077547A"/>
    <w:rsid w:val="00775572"/>
    <w:rsid w:val="00775847"/>
    <w:rsid w:val="007758FD"/>
    <w:rsid w:val="00775E86"/>
    <w:rsid w:val="0077638B"/>
    <w:rsid w:val="007763A5"/>
    <w:rsid w:val="0077657C"/>
    <w:rsid w:val="007766A5"/>
    <w:rsid w:val="00776B13"/>
    <w:rsid w:val="00776C01"/>
    <w:rsid w:val="00776F59"/>
    <w:rsid w:val="00776F6B"/>
    <w:rsid w:val="00777120"/>
    <w:rsid w:val="007775F3"/>
    <w:rsid w:val="007778B5"/>
    <w:rsid w:val="00780089"/>
    <w:rsid w:val="007802FC"/>
    <w:rsid w:val="0078099D"/>
    <w:rsid w:val="00780B3F"/>
    <w:rsid w:val="00780BB3"/>
    <w:rsid w:val="00782284"/>
    <w:rsid w:val="0078229E"/>
    <w:rsid w:val="00782314"/>
    <w:rsid w:val="0078243C"/>
    <w:rsid w:val="00782441"/>
    <w:rsid w:val="007826C3"/>
    <w:rsid w:val="00782B90"/>
    <w:rsid w:val="00782F26"/>
    <w:rsid w:val="00783ABB"/>
    <w:rsid w:val="00783D51"/>
    <w:rsid w:val="007841AF"/>
    <w:rsid w:val="00784738"/>
    <w:rsid w:val="00784C13"/>
    <w:rsid w:val="00784CDC"/>
    <w:rsid w:val="00784F90"/>
    <w:rsid w:val="0078500C"/>
    <w:rsid w:val="00785EE9"/>
    <w:rsid w:val="007866F6"/>
    <w:rsid w:val="00786FBE"/>
    <w:rsid w:val="00787463"/>
    <w:rsid w:val="007874C6"/>
    <w:rsid w:val="007878B4"/>
    <w:rsid w:val="00787AD5"/>
    <w:rsid w:val="00790593"/>
    <w:rsid w:val="007909C1"/>
    <w:rsid w:val="00790BE3"/>
    <w:rsid w:val="00791163"/>
    <w:rsid w:val="007911A9"/>
    <w:rsid w:val="00791B01"/>
    <w:rsid w:val="00791FA1"/>
    <w:rsid w:val="00793198"/>
    <w:rsid w:val="007937C5"/>
    <w:rsid w:val="007938AA"/>
    <w:rsid w:val="0079416C"/>
    <w:rsid w:val="00794C65"/>
    <w:rsid w:val="00794D95"/>
    <w:rsid w:val="00794FE3"/>
    <w:rsid w:val="0079510B"/>
    <w:rsid w:val="00795BD1"/>
    <w:rsid w:val="00796405"/>
    <w:rsid w:val="00796BE7"/>
    <w:rsid w:val="0079733F"/>
    <w:rsid w:val="007A068D"/>
    <w:rsid w:val="007A0BD7"/>
    <w:rsid w:val="007A1659"/>
    <w:rsid w:val="007A19F1"/>
    <w:rsid w:val="007A1DA4"/>
    <w:rsid w:val="007A23B2"/>
    <w:rsid w:val="007A23EA"/>
    <w:rsid w:val="007A28CB"/>
    <w:rsid w:val="007A3223"/>
    <w:rsid w:val="007A33E7"/>
    <w:rsid w:val="007A3531"/>
    <w:rsid w:val="007A374E"/>
    <w:rsid w:val="007A3E22"/>
    <w:rsid w:val="007A44B7"/>
    <w:rsid w:val="007A4586"/>
    <w:rsid w:val="007A475A"/>
    <w:rsid w:val="007A4878"/>
    <w:rsid w:val="007A53A9"/>
    <w:rsid w:val="007A58B8"/>
    <w:rsid w:val="007A60D9"/>
    <w:rsid w:val="007A6188"/>
    <w:rsid w:val="007A61AA"/>
    <w:rsid w:val="007A63C3"/>
    <w:rsid w:val="007A63EE"/>
    <w:rsid w:val="007A66EE"/>
    <w:rsid w:val="007A6723"/>
    <w:rsid w:val="007A698F"/>
    <w:rsid w:val="007A6DCE"/>
    <w:rsid w:val="007A6F35"/>
    <w:rsid w:val="007A749B"/>
    <w:rsid w:val="007A74BC"/>
    <w:rsid w:val="007A768B"/>
    <w:rsid w:val="007A7ACD"/>
    <w:rsid w:val="007A7B1C"/>
    <w:rsid w:val="007A7BF0"/>
    <w:rsid w:val="007A7C49"/>
    <w:rsid w:val="007A7F5A"/>
    <w:rsid w:val="007A7FB4"/>
    <w:rsid w:val="007B0180"/>
    <w:rsid w:val="007B0218"/>
    <w:rsid w:val="007B04F0"/>
    <w:rsid w:val="007B0687"/>
    <w:rsid w:val="007B0F90"/>
    <w:rsid w:val="007B1025"/>
    <w:rsid w:val="007B11C7"/>
    <w:rsid w:val="007B123C"/>
    <w:rsid w:val="007B14B2"/>
    <w:rsid w:val="007B168E"/>
    <w:rsid w:val="007B2C09"/>
    <w:rsid w:val="007B2DF6"/>
    <w:rsid w:val="007B2FF2"/>
    <w:rsid w:val="007B37E9"/>
    <w:rsid w:val="007B3D91"/>
    <w:rsid w:val="007B3F2F"/>
    <w:rsid w:val="007B44DA"/>
    <w:rsid w:val="007B49E5"/>
    <w:rsid w:val="007B4CA1"/>
    <w:rsid w:val="007B4E4A"/>
    <w:rsid w:val="007B541A"/>
    <w:rsid w:val="007B5912"/>
    <w:rsid w:val="007B5AFB"/>
    <w:rsid w:val="007B5D98"/>
    <w:rsid w:val="007B5F61"/>
    <w:rsid w:val="007B664B"/>
    <w:rsid w:val="007B6D75"/>
    <w:rsid w:val="007B752F"/>
    <w:rsid w:val="007B753A"/>
    <w:rsid w:val="007B7B43"/>
    <w:rsid w:val="007B7EF4"/>
    <w:rsid w:val="007B7F91"/>
    <w:rsid w:val="007C0334"/>
    <w:rsid w:val="007C0C11"/>
    <w:rsid w:val="007C173A"/>
    <w:rsid w:val="007C1832"/>
    <w:rsid w:val="007C188C"/>
    <w:rsid w:val="007C193F"/>
    <w:rsid w:val="007C1A23"/>
    <w:rsid w:val="007C1C61"/>
    <w:rsid w:val="007C20C0"/>
    <w:rsid w:val="007C2AE9"/>
    <w:rsid w:val="007C3195"/>
    <w:rsid w:val="007C3670"/>
    <w:rsid w:val="007C3694"/>
    <w:rsid w:val="007C37F3"/>
    <w:rsid w:val="007C396D"/>
    <w:rsid w:val="007C3C28"/>
    <w:rsid w:val="007C3CD9"/>
    <w:rsid w:val="007C4B69"/>
    <w:rsid w:val="007C4D34"/>
    <w:rsid w:val="007C5226"/>
    <w:rsid w:val="007C528C"/>
    <w:rsid w:val="007C5AC7"/>
    <w:rsid w:val="007C6141"/>
    <w:rsid w:val="007C6853"/>
    <w:rsid w:val="007C68DF"/>
    <w:rsid w:val="007C694A"/>
    <w:rsid w:val="007C750A"/>
    <w:rsid w:val="007D05D3"/>
    <w:rsid w:val="007D0E3B"/>
    <w:rsid w:val="007D0FF5"/>
    <w:rsid w:val="007D254F"/>
    <w:rsid w:val="007D2BD4"/>
    <w:rsid w:val="007D3102"/>
    <w:rsid w:val="007D34F6"/>
    <w:rsid w:val="007D39EE"/>
    <w:rsid w:val="007D425C"/>
    <w:rsid w:val="007D483F"/>
    <w:rsid w:val="007D4F52"/>
    <w:rsid w:val="007D5565"/>
    <w:rsid w:val="007D5800"/>
    <w:rsid w:val="007D5BA8"/>
    <w:rsid w:val="007D5D95"/>
    <w:rsid w:val="007D77D3"/>
    <w:rsid w:val="007D7B4B"/>
    <w:rsid w:val="007E0ABE"/>
    <w:rsid w:val="007E0C0D"/>
    <w:rsid w:val="007E0D5C"/>
    <w:rsid w:val="007E11E3"/>
    <w:rsid w:val="007E1739"/>
    <w:rsid w:val="007E1840"/>
    <w:rsid w:val="007E1EEA"/>
    <w:rsid w:val="007E259C"/>
    <w:rsid w:val="007E25B7"/>
    <w:rsid w:val="007E282D"/>
    <w:rsid w:val="007E2FAE"/>
    <w:rsid w:val="007E2FB0"/>
    <w:rsid w:val="007E30B9"/>
    <w:rsid w:val="007E3499"/>
    <w:rsid w:val="007E35EE"/>
    <w:rsid w:val="007E413C"/>
    <w:rsid w:val="007E4F48"/>
    <w:rsid w:val="007E54C6"/>
    <w:rsid w:val="007E5AA0"/>
    <w:rsid w:val="007E5EEF"/>
    <w:rsid w:val="007E622B"/>
    <w:rsid w:val="007E6601"/>
    <w:rsid w:val="007E6704"/>
    <w:rsid w:val="007E7507"/>
    <w:rsid w:val="007E790D"/>
    <w:rsid w:val="007E7986"/>
    <w:rsid w:val="007E7C10"/>
    <w:rsid w:val="007E7EC2"/>
    <w:rsid w:val="007F0283"/>
    <w:rsid w:val="007F076D"/>
    <w:rsid w:val="007F0D67"/>
    <w:rsid w:val="007F15D4"/>
    <w:rsid w:val="007F177B"/>
    <w:rsid w:val="007F250B"/>
    <w:rsid w:val="007F2A3B"/>
    <w:rsid w:val="007F35AA"/>
    <w:rsid w:val="007F456E"/>
    <w:rsid w:val="007F4FB2"/>
    <w:rsid w:val="007F58A5"/>
    <w:rsid w:val="007F5F55"/>
    <w:rsid w:val="007F63C1"/>
    <w:rsid w:val="007F6764"/>
    <w:rsid w:val="007F6BCB"/>
    <w:rsid w:val="007F7417"/>
    <w:rsid w:val="007F78AC"/>
    <w:rsid w:val="0080017D"/>
    <w:rsid w:val="00800587"/>
    <w:rsid w:val="0080080D"/>
    <w:rsid w:val="008015F7"/>
    <w:rsid w:val="00801A38"/>
    <w:rsid w:val="00801C3D"/>
    <w:rsid w:val="00802890"/>
    <w:rsid w:val="00802C61"/>
    <w:rsid w:val="00802D9B"/>
    <w:rsid w:val="0080339F"/>
    <w:rsid w:val="008037C5"/>
    <w:rsid w:val="00803E52"/>
    <w:rsid w:val="00803FE6"/>
    <w:rsid w:val="008040D6"/>
    <w:rsid w:val="008040D9"/>
    <w:rsid w:val="00804155"/>
    <w:rsid w:val="00804188"/>
    <w:rsid w:val="00804436"/>
    <w:rsid w:val="008045BE"/>
    <w:rsid w:val="00804A6C"/>
    <w:rsid w:val="00806CDF"/>
    <w:rsid w:val="00806E6F"/>
    <w:rsid w:val="008070FF"/>
    <w:rsid w:val="0080711E"/>
    <w:rsid w:val="008076F3"/>
    <w:rsid w:val="008079A8"/>
    <w:rsid w:val="008079B9"/>
    <w:rsid w:val="00807AB7"/>
    <w:rsid w:val="00807FDF"/>
    <w:rsid w:val="008106E5"/>
    <w:rsid w:val="0081191C"/>
    <w:rsid w:val="00812014"/>
    <w:rsid w:val="008131D3"/>
    <w:rsid w:val="008134CF"/>
    <w:rsid w:val="008134E0"/>
    <w:rsid w:val="008139D5"/>
    <w:rsid w:val="00813A05"/>
    <w:rsid w:val="00813B54"/>
    <w:rsid w:val="00814347"/>
    <w:rsid w:val="00814365"/>
    <w:rsid w:val="008148F1"/>
    <w:rsid w:val="00814937"/>
    <w:rsid w:val="00814DEA"/>
    <w:rsid w:val="00814E18"/>
    <w:rsid w:val="00814F92"/>
    <w:rsid w:val="00815145"/>
    <w:rsid w:val="0081532A"/>
    <w:rsid w:val="008161B9"/>
    <w:rsid w:val="008162D2"/>
    <w:rsid w:val="0081670F"/>
    <w:rsid w:val="00816C4B"/>
    <w:rsid w:val="00816EB1"/>
    <w:rsid w:val="00816F14"/>
    <w:rsid w:val="008173A0"/>
    <w:rsid w:val="008174F6"/>
    <w:rsid w:val="00817972"/>
    <w:rsid w:val="0082002E"/>
    <w:rsid w:val="0082067E"/>
    <w:rsid w:val="00820F56"/>
    <w:rsid w:val="008210B5"/>
    <w:rsid w:val="008211FD"/>
    <w:rsid w:val="0082154B"/>
    <w:rsid w:val="0082198B"/>
    <w:rsid w:val="00821CE3"/>
    <w:rsid w:val="00821D48"/>
    <w:rsid w:val="00822002"/>
    <w:rsid w:val="008224BA"/>
    <w:rsid w:val="00823032"/>
    <w:rsid w:val="008230A0"/>
    <w:rsid w:val="00823909"/>
    <w:rsid w:val="008245CC"/>
    <w:rsid w:val="00824B48"/>
    <w:rsid w:val="00824B74"/>
    <w:rsid w:val="008251FE"/>
    <w:rsid w:val="008256E3"/>
    <w:rsid w:val="00825BF0"/>
    <w:rsid w:val="00826A8D"/>
    <w:rsid w:val="00827193"/>
    <w:rsid w:val="00827B2E"/>
    <w:rsid w:val="00830008"/>
    <w:rsid w:val="00830B61"/>
    <w:rsid w:val="00830E8A"/>
    <w:rsid w:val="008311E7"/>
    <w:rsid w:val="008313B9"/>
    <w:rsid w:val="00831A9D"/>
    <w:rsid w:val="00831F4B"/>
    <w:rsid w:val="0083241D"/>
    <w:rsid w:val="008324EC"/>
    <w:rsid w:val="008325F4"/>
    <w:rsid w:val="00832659"/>
    <w:rsid w:val="0083273F"/>
    <w:rsid w:val="00832A6B"/>
    <w:rsid w:val="008333EA"/>
    <w:rsid w:val="00833660"/>
    <w:rsid w:val="008336D4"/>
    <w:rsid w:val="00833C4F"/>
    <w:rsid w:val="00833C50"/>
    <w:rsid w:val="00833CE1"/>
    <w:rsid w:val="008341A2"/>
    <w:rsid w:val="0083485D"/>
    <w:rsid w:val="00835627"/>
    <w:rsid w:val="0083588A"/>
    <w:rsid w:val="00835D44"/>
    <w:rsid w:val="00835DA0"/>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DE5"/>
    <w:rsid w:val="0084513C"/>
    <w:rsid w:val="008453BC"/>
    <w:rsid w:val="00845936"/>
    <w:rsid w:val="00845E59"/>
    <w:rsid w:val="00845F98"/>
    <w:rsid w:val="008460CC"/>
    <w:rsid w:val="00846157"/>
    <w:rsid w:val="008466B4"/>
    <w:rsid w:val="00846828"/>
    <w:rsid w:val="008468E3"/>
    <w:rsid w:val="0084712C"/>
    <w:rsid w:val="008473CB"/>
    <w:rsid w:val="00847C45"/>
    <w:rsid w:val="00847D43"/>
    <w:rsid w:val="00847E1D"/>
    <w:rsid w:val="00850107"/>
    <w:rsid w:val="0085040E"/>
    <w:rsid w:val="0085052A"/>
    <w:rsid w:val="008509B0"/>
    <w:rsid w:val="008509B1"/>
    <w:rsid w:val="00850F1D"/>
    <w:rsid w:val="008517DF"/>
    <w:rsid w:val="008518CB"/>
    <w:rsid w:val="00851A21"/>
    <w:rsid w:val="00851FBC"/>
    <w:rsid w:val="008524CE"/>
    <w:rsid w:val="00852525"/>
    <w:rsid w:val="0085272D"/>
    <w:rsid w:val="00853D2E"/>
    <w:rsid w:val="00853EB0"/>
    <w:rsid w:val="008540B2"/>
    <w:rsid w:val="0085427C"/>
    <w:rsid w:val="00854514"/>
    <w:rsid w:val="008546C4"/>
    <w:rsid w:val="00855064"/>
    <w:rsid w:val="008552EF"/>
    <w:rsid w:val="00855661"/>
    <w:rsid w:val="008556EA"/>
    <w:rsid w:val="008556EB"/>
    <w:rsid w:val="0085588B"/>
    <w:rsid w:val="00855A4F"/>
    <w:rsid w:val="00855FC9"/>
    <w:rsid w:val="008564C1"/>
    <w:rsid w:val="0085671E"/>
    <w:rsid w:val="00856927"/>
    <w:rsid w:val="00856F53"/>
    <w:rsid w:val="008570D9"/>
    <w:rsid w:val="0085738E"/>
    <w:rsid w:val="00860362"/>
    <w:rsid w:val="00860AAC"/>
    <w:rsid w:val="00860EF3"/>
    <w:rsid w:val="00861070"/>
    <w:rsid w:val="008612A5"/>
    <w:rsid w:val="008627A5"/>
    <w:rsid w:val="008627C9"/>
    <w:rsid w:val="00862970"/>
    <w:rsid w:val="00862A80"/>
    <w:rsid w:val="00862F64"/>
    <w:rsid w:val="00863241"/>
    <w:rsid w:val="008632EA"/>
    <w:rsid w:val="008635D6"/>
    <w:rsid w:val="00863692"/>
    <w:rsid w:val="00863B12"/>
    <w:rsid w:val="0086469D"/>
    <w:rsid w:val="00864D8E"/>
    <w:rsid w:val="00864DA0"/>
    <w:rsid w:val="008656DC"/>
    <w:rsid w:val="00865A83"/>
    <w:rsid w:val="0086645F"/>
    <w:rsid w:val="008667D7"/>
    <w:rsid w:val="0086683F"/>
    <w:rsid w:val="00866D85"/>
    <w:rsid w:val="00866D86"/>
    <w:rsid w:val="008671C5"/>
    <w:rsid w:val="008674AA"/>
    <w:rsid w:val="008674DD"/>
    <w:rsid w:val="008676FB"/>
    <w:rsid w:val="00867CE8"/>
    <w:rsid w:val="00867D81"/>
    <w:rsid w:val="00870566"/>
    <w:rsid w:val="00870D4F"/>
    <w:rsid w:val="00871C00"/>
    <w:rsid w:val="00871E00"/>
    <w:rsid w:val="00871E53"/>
    <w:rsid w:val="00872013"/>
    <w:rsid w:val="0087208A"/>
    <w:rsid w:val="00872E7D"/>
    <w:rsid w:val="00872F38"/>
    <w:rsid w:val="00873768"/>
    <w:rsid w:val="00873DAB"/>
    <w:rsid w:val="008741E3"/>
    <w:rsid w:val="00874594"/>
    <w:rsid w:val="0087511E"/>
    <w:rsid w:val="0087514F"/>
    <w:rsid w:val="00875288"/>
    <w:rsid w:val="00875426"/>
    <w:rsid w:val="008754AD"/>
    <w:rsid w:val="00875744"/>
    <w:rsid w:val="00875913"/>
    <w:rsid w:val="00875D6F"/>
    <w:rsid w:val="00876572"/>
    <w:rsid w:val="0087693A"/>
    <w:rsid w:val="00876CE4"/>
    <w:rsid w:val="008771FF"/>
    <w:rsid w:val="00877A6E"/>
    <w:rsid w:val="008807A6"/>
    <w:rsid w:val="0088140E"/>
    <w:rsid w:val="00881B2F"/>
    <w:rsid w:val="00881DF0"/>
    <w:rsid w:val="0088271A"/>
    <w:rsid w:val="0088276E"/>
    <w:rsid w:val="00882D88"/>
    <w:rsid w:val="00882FE0"/>
    <w:rsid w:val="0088329B"/>
    <w:rsid w:val="008833D0"/>
    <w:rsid w:val="00883745"/>
    <w:rsid w:val="0088376A"/>
    <w:rsid w:val="008838F9"/>
    <w:rsid w:val="00883E35"/>
    <w:rsid w:val="00883EDB"/>
    <w:rsid w:val="00884137"/>
    <w:rsid w:val="008842EF"/>
    <w:rsid w:val="008843FE"/>
    <w:rsid w:val="00884D63"/>
    <w:rsid w:val="00885A98"/>
    <w:rsid w:val="008863E1"/>
    <w:rsid w:val="00886AB6"/>
    <w:rsid w:val="00886BBE"/>
    <w:rsid w:val="00886E30"/>
    <w:rsid w:val="00886FEE"/>
    <w:rsid w:val="0088707E"/>
    <w:rsid w:val="0088760E"/>
    <w:rsid w:val="00887E2E"/>
    <w:rsid w:val="00890264"/>
    <w:rsid w:val="008906C4"/>
    <w:rsid w:val="00891AFA"/>
    <w:rsid w:val="00891E7C"/>
    <w:rsid w:val="00891E91"/>
    <w:rsid w:val="0089210C"/>
    <w:rsid w:val="00892268"/>
    <w:rsid w:val="008925FD"/>
    <w:rsid w:val="008926E2"/>
    <w:rsid w:val="0089286F"/>
    <w:rsid w:val="008928A5"/>
    <w:rsid w:val="00892966"/>
    <w:rsid w:val="00892973"/>
    <w:rsid w:val="008929F9"/>
    <w:rsid w:val="00892E32"/>
    <w:rsid w:val="00892F9E"/>
    <w:rsid w:val="008931DE"/>
    <w:rsid w:val="008937B5"/>
    <w:rsid w:val="0089396D"/>
    <w:rsid w:val="00893C00"/>
    <w:rsid w:val="00893CDD"/>
    <w:rsid w:val="00894514"/>
    <w:rsid w:val="0089477A"/>
    <w:rsid w:val="00895B14"/>
    <w:rsid w:val="00895D00"/>
    <w:rsid w:val="00895EF1"/>
    <w:rsid w:val="00895F9C"/>
    <w:rsid w:val="00896EFD"/>
    <w:rsid w:val="00896FDC"/>
    <w:rsid w:val="0089734F"/>
    <w:rsid w:val="008975C5"/>
    <w:rsid w:val="008977B2"/>
    <w:rsid w:val="008A07DB"/>
    <w:rsid w:val="008A083E"/>
    <w:rsid w:val="008A0929"/>
    <w:rsid w:val="008A1554"/>
    <w:rsid w:val="008A18F0"/>
    <w:rsid w:val="008A1E0C"/>
    <w:rsid w:val="008A20FC"/>
    <w:rsid w:val="008A2FA4"/>
    <w:rsid w:val="008A30FA"/>
    <w:rsid w:val="008A3325"/>
    <w:rsid w:val="008A338A"/>
    <w:rsid w:val="008A36ED"/>
    <w:rsid w:val="008A380F"/>
    <w:rsid w:val="008A3870"/>
    <w:rsid w:val="008A3EE9"/>
    <w:rsid w:val="008A4C31"/>
    <w:rsid w:val="008A522C"/>
    <w:rsid w:val="008A5491"/>
    <w:rsid w:val="008A5547"/>
    <w:rsid w:val="008A5583"/>
    <w:rsid w:val="008A569B"/>
    <w:rsid w:val="008A58C7"/>
    <w:rsid w:val="008A59D9"/>
    <w:rsid w:val="008A5C63"/>
    <w:rsid w:val="008A5D86"/>
    <w:rsid w:val="008A5FB3"/>
    <w:rsid w:val="008A60A9"/>
    <w:rsid w:val="008A62C2"/>
    <w:rsid w:val="008A6629"/>
    <w:rsid w:val="008A67F1"/>
    <w:rsid w:val="008A68C4"/>
    <w:rsid w:val="008A79C1"/>
    <w:rsid w:val="008A7A95"/>
    <w:rsid w:val="008A7CDF"/>
    <w:rsid w:val="008B063F"/>
    <w:rsid w:val="008B069A"/>
    <w:rsid w:val="008B0794"/>
    <w:rsid w:val="008B130D"/>
    <w:rsid w:val="008B14FE"/>
    <w:rsid w:val="008B15DE"/>
    <w:rsid w:val="008B166B"/>
    <w:rsid w:val="008B1931"/>
    <w:rsid w:val="008B1993"/>
    <w:rsid w:val="008B19C3"/>
    <w:rsid w:val="008B1AC2"/>
    <w:rsid w:val="008B1C4C"/>
    <w:rsid w:val="008B1CC7"/>
    <w:rsid w:val="008B1E37"/>
    <w:rsid w:val="008B21F8"/>
    <w:rsid w:val="008B29B9"/>
    <w:rsid w:val="008B2A18"/>
    <w:rsid w:val="008B2B85"/>
    <w:rsid w:val="008B2DA5"/>
    <w:rsid w:val="008B2F2F"/>
    <w:rsid w:val="008B3DAC"/>
    <w:rsid w:val="008B3EAB"/>
    <w:rsid w:val="008B44E0"/>
    <w:rsid w:val="008B4768"/>
    <w:rsid w:val="008B48E7"/>
    <w:rsid w:val="008B4B65"/>
    <w:rsid w:val="008B50A7"/>
    <w:rsid w:val="008B5505"/>
    <w:rsid w:val="008B5710"/>
    <w:rsid w:val="008B57AB"/>
    <w:rsid w:val="008B58B9"/>
    <w:rsid w:val="008B59B4"/>
    <w:rsid w:val="008B5C60"/>
    <w:rsid w:val="008B5DA8"/>
    <w:rsid w:val="008B65C2"/>
    <w:rsid w:val="008B6666"/>
    <w:rsid w:val="008B6A7D"/>
    <w:rsid w:val="008B6E0D"/>
    <w:rsid w:val="008B70C6"/>
    <w:rsid w:val="008B7B0C"/>
    <w:rsid w:val="008B7DD3"/>
    <w:rsid w:val="008B7FFD"/>
    <w:rsid w:val="008C027E"/>
    <w:rsid w:val="008C07F1"/>
    <w:rsid w:val="008C0F73"/>
    <w:rsid w:val="008C12CE"/>
    <w:rsid w:val="008C12E3"/>
    <w:rsid w:val="008C14A4"/>
    <w:rsid w:val="008C1CD3"/>
    <w:rsid w:val="008C23C8"/>
    <w:rsid w:val="008C25F5"/>
    <w:rsid w:val="008C26D9"/>
    <w:rsid w:val="008C2713"/>
    <w:rsid w:val="008C2775"/>
    <w:rsid w:val="008C286B"/>
    <w:rsid w:val="008C28A0"/>
    <w:rsid w:val="008C29BD"/>
    <w:rsid w:val="008C2C69"/>
    <w:rsid w:val="008C32D1"/>
    <w:rsid w:val="008C3384"/>
    <w:rsid w:val="008C3501"/>
    <w:rsid w:val="008C3561"/>
    <w:rsid w:val="008C498D"/>
    <w:rsid w:val="008C4C35"/>
    <w:rsid w:val="008C5151"/>
    <w:rsid w:val="008C5184"/>
    <w:rsid w:val="008C5324"/>
    <w:rsid w:val="008C55F9"/>
    <w:rsid w:val="008C5D32"/>
    <w:rsid w:val="008C60BD"/>
    <w:rsid w:val="008C6139"/>
    <w:rsid w:val="008C6A77"/>
    <w:rsid w:val="008C6EF9"/>
    <w:rsid w:val="008C6F6F"/>
    <w:rsid w:val="008C7484"/>
    <w:rsid w:val="008C7648"/>
    <w:rsid w:val="008C7DC6"/>
    <w:rsid w:val="008C7E53"/>
    <w:rsid w:val="008D078D"/>
    <w:rsid w:val="008D08BD"/>
    <w:rsid w:val="008D0A5A"/>
    <w:rsid w:val="008D12DB"/>
    <w:rsid w:val="008D1463"/>
    <w:rsid w:val="008D19ED"/>
    <w:rsid w:val="008D2872"/>
    <w:rsid w:val="008D360F"/>
    <w:rsid w:val="008D36CC"/>
    <w:rsid w:val="008D3CEF"/>
    <w:rsid w:val="008D3E81"/>
    <w:rsid w:val="008D4039"/>
    <w:rsid w:val="008D4614"/>
    <w:rsid w:val="008D4880"/>
    <w:rsid w:val="008D4A15"/>
    <w:rsid w:val="008D4F2C"/>
    <w:rsid w:val="008D50CA"/>
    <w:rsid w:val="008D5FC3"/>
    <w:rsid w:val="008D697F"/>
    <w:rsid w:val="008D7266"/>
    <w:rsid w:val="008D72D2"/>
    <w:rsid w:val="008E00CB"/>
    <w:rsid w:val="008E03E2"/>
    <w:rsid w:val="008E0684"/>
    <w:rsid w:val="008E072C"/>
    <w:rsid w:val="008E0786"/>
    <w:rsid w:val="008E111B"/>
    <w:rsid w:val="008E1317"/>
    <w:rsid w:val="008E15DB"/>
    <w:rsid w:val="008E1650"/>
    <w:rsid w:val="008E1874"/>
    <w:rsid w:val="008E1C63"/>
    <w:rsid w:val="008E21E1"/>
    <w:rsid w:val="008E3977"/>
    <w:rsid w:val="008E3ADD"/>
    <w:rsid w:val="008E3F24"/>
    <w:rsid w:val="008E4049"/>
    <w:rsid w:val="008E4483"/>
    <w:rsid w:val="008E4671"/>
    <w:rsid w:val="008E46D3"/>
    <w:rsid w:val="008E4D2E"/>
    <w:rsid w:val="008E4E72"/>
    <w:rsid w:val="008E4E91"/>
    <w:rsid w:val="008E5176"/>
    <w:rsid w:val="008E5450"/>
    <w:rsid w:val="008E5A1E"/>
    <w:rsid w:val="008E6031"/>
    <w:rsid w:val="008E6285"/>
    <w:rsid w:val="008E653B"/>
    <w:rsid w:val="008E6BD0"/>
    <w:rsid w:val="008E6EAA"/>
    <w:rsid w:val="008E71AD"/>
    <w:rsid w:val="008E73AE"/>
    <w:rsid w:val="008E756C"/>
    <w:rsid w:val="008E7838"/>
    <w:rsid w:val="008E7E1F"/>
    <w:rsid w:val="008F05B3"/>
    <w:rsid w:val="008F083F"/>
    <w:rsid w:val="008F1079"/>
    <w:rsid w:val="008F1107"/>
    <w:rsid w:val="008F16D9"/>
    <w:rsid w:val="008F1802"/>
    <w:rsid w:val="008F2011"/>
    <w:rsid w:val="008F28F8"/>
    <w:rsid w:val="008F29C7"/>
    <w:rsid w:val="008F2C09"/>
    <w:rsid w:val="008F2CE8"/>
    <w:rsid w:val="008F3036"/>
    <w:rsid w:val="008F3F65"/>
    <w:rsid w:val="008F485B"/>
    <w:rsid w:val="008F4930"/>
    <w:rsid w:val="008F4FCE"/>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2E2"/>
    <w:rsid w:val="0090134E"/>
    <w:rsid w:val="009017D8"/>
    <w:rsid w:val="00902467"/>
    <w:rsid w:val="009024FE"/>
    <w:rsid w:val="00902608"/>
    <w:rsid w:val="009029B5"/>
    <w:rsid w:val="00902D61"/>
    <w:rsid w:val="00903C9A"/>
    <w:rsid w:val="00903E25"/>
    <w:rsid w:val="009042BC"/>
    <w:rsid w:val="00904426"/>
    <w:rsid w:val="009046A2"/>
    <w:rsid w:val="009049C0"/>
    <w:rsid w:val="009051F9"/>
    <w:rsid w:val="0090550E"/>
    <w:rsid w:val="00905658"/>
    <w:rsid w:val="009068C1"/>
    <w:rsid w:val="00906D77"/>
    <w:rsid w:val="00906EDB"/>
    <w:rsid w:val="009075B0"/>
    <w:rsid w:val="00907BFD"/>
    <w:rsid w:val="00907EDF"/>
    <w:rsid w:val="009109B2"/>
    <w:rsid w:val="00911137"/>
    <w:rsid w:val="00911D37"/>
    <w:rsid w:val="00912236"/>
    <w:rsid w:val="009124A7"/>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1E11"/>
    <w:rsid w:val="00922568"/>
    <w:rsid w:val="00922E22"/>
    <w:rsid w:val="00922F10"/>
    <w:rsid w:val="00923108"/>
    <w:rsid w:val="009236B0"/>
    <w:rsid w:val="00923798"/>
    <w:rsid w:val="009245FC"/>
    <w:rsid w:val="00924D0B"/>
    <w:rsid w:val="00924DA2"/>
    <w:rsid w:val="009251AB"/>
    <w:rsid w:val="00925307"/>
    <w:rsid w:val="009254A3"/>
    <w:rsid w:val="00925668"/>
    <w:rsid w:val="00926F8B"/>
    <w:rsid w:val="009270A5"/>
    <w:rsid w:val="009278A5"/>
    <w:rsid w:val="00927C44"/>
    <w:rsid w:val="00930108"/>
    <w:rsid w:val="00930239"/>
    <w:rsid w:val="00930612"/>
    <w:rsid w:val="009308EC"/>
    <w:rsid w:val="0093095F"/>
    <w:rsid w:val="009310A7"/>
    <w:rsid w:val="009310F6"/>
    <w:rsid w:val="00931502"/>
    <w:rsid w:val="00931736"/>
    <w:rsid w:val="00931745"/>
    <w:rsid w:val="0093177C"/>
    <w:rsid w:val="0093182F"/>
    <w:rsid w:val="00931CEF"/>
    <w:rsid w:val="00931EDE"/>
    <w:rsid w:val="009329CC"/>
    <w:rsid w:val="00932C8D"/>
    <w:rsid w:val="00932D97"/>
    <w:rsid w:val="00933171"/>
    <w:rsid w:val="00933344"/>
    <w:rsid w:val="0093399B"/>
    <w:rsid w:val="00934251"/>
    <w:rsid w:val="0093437B"/>
    <w:rsid w:val="009344CB"/>
    <w:rsid w:val="00934797"/>
    <w:rsid w:val="00934B99"/>
    <w:rsid w:val="00936A98"/>
    <w:rsid w:val="00936AE0"/>
    <w:rsid w:val="0093701E"/>
    <w:rsid w:val="009370BB"/>
    <w:rsid w:val="00937445"/>
    <w:rsid w:val="00937637"/>
    <w:rsid w:val="009378E2"/>
    <w:rsid w:val="00937C3A"/>
    <w:rsid w:val="009408FE"/>
    <w:rsid w:val="009410DD"/>
    <w:rsid w:val="009411BE"/>
    <w:rsid w:val="009419F3"/>
    <w:rsid w:val="00941B47"/>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2AF"/>
    <w:rsid w:val="009513FC"/>
    <w:rsid w:val="00951528"/>
    <w:rsid w:val="009519B5"/>
    <w:rsid w:val="00951E68"/>
    <w:rsid w:val="00951F6A"/>
    <w:rsid w:val="009523CC"/>
    <w:rsid w:val="00952C14"/>
    <w:rsid w:val="00953356"/>
    <w:rsid w:val="009535E0"/>
    <w:rsid w:val="009537A6"/>
    <w:rsid w:val="00953D3C"/>
    <w:rsid w:val="00953F04"/>
    <w:rsid w:val="0095484F"/>
    <w:rsid w:val="00954885"/>
    <w:rsid w:val="00954A5C"/>
    <w:rsid w:val="00954E0C"/>
    <w:rsid w:val="0095526B"/>
    <w:rsid w:val="0095567A"/>
    <w:rsid w:val="009557A7"/>
    <w:rsid w:val="00955956"/>
    <w:rsid w:val="00955D08"/>
    <w:rsid w:val="009562B2"/>
    <w:rsid w:val="0095648B"/>
    <w:rsid w:val="009573F6"/>
    <w:rsid w:val="00957985"/>
    <w:rsid w:val="00960EBB"/>
    <w:rsid w:val="009618AD"/>
    <w:rsid w:val="00961A02"/>
    <w:rsid w:val="00961C75"/>
    <w:rsid w:val="00962237"/>
    <w:rsid w:val="009624B8"/>
    <w:rsid w:val="009630D1"/>
    <w:rsid w:val="009635BA"/>
    <w:rsid w:val="009638E0"/>
    <w:rsid w:val="00964309"/>
    <w:rsid w:val="00965589"/>
    <w:rsid w:val="00965802"/>
    <w:rsid w:val="00965AB4"/>
    <w:rsid w:val="00965D6E"/>
    <w:rsid w:val="009664B5"/>
    <w:rsid w:val="00966991"/>
    <w:rsid w:val="009669CA"/>
    <w:rsid w:val="00966B98"/>
    <w:rsid w:val="00966D15"/>
    <w:rsid w:val="009675C3"/>
    <w:rsid w:val="0096771A"/>
    <w:rsid w:val="00967DC5"/>
    <w:rsid w:val="00970002"/>
    <w:rsid w:val="00970177"/>
    <w:rsid w:val="009709F9"/>
    <w:rsid w:val="00970B33"/>
    <w:rsid w:val="00970B9D"/>
    <w:rsid w:val="00970BB0"/>
    <w:rsid w:val="00971167"/>
    <w:rsid w:val="009714EF"/>
    <w:rsid w:val="0097168C"/>
    <w:rsid w:val="00971DC1"/>
    <w:rsid w:val="00971DFB"/>
    <w:rsid w:val="00972905"/>
    <w:rsid w:val="00972AAF"/>
    <w:rsid w:val="00973717"/>
    <w:rsid w:val="00973764"/>
    <w:rsid w:val="00973E91"/>
    <w:rsid w:val="00974186"/>
    <w:rsid w:val="0097432C"/>
    <w:rsid w:val="0097436F"/>
    <w:rsid w:val="0097452B"/>
    <w:rsid w:val="00974AD6"/>
    <w:rsid w:val="00974B3E"/>
    <w:rsid w:val="00974BD5"/>
    <w:rsid w:val="00974C4C"/>
    <w:rsid w:val="009751E7"/>
    <w:rsid w:val="009753FD"/>
    <w:rsid w:val="00975429"/>
    <w:rsid w:val="00975438"/>
    <w:rsid w:val="0097570F"/>
    <w:rsid w:val="009761F7"/>
    <w:rsid w:val="00976CDF"/>
    <w:rsid w:val="00976D11"/>
    <w:rsid w:val="0097790B"/>
    <w:rsid w:val="00977B47"/>
    <w:rsid w:val="00977E14"/>
    <w:rsid w:val="009804EB"/>
    <w:rsid w:val="00980A70"/>
    <w:rsid w:val="00980B89"/>
    <w:rsid w:val="00980F0F"/>
    <w:rsid w:val="00980F22"/>
    <w:rsid w:val="0098101C"/>
    <w:rsid w:val="00981038"/>
    <w:rsid w:val="0098174F"/>
    <w:rsid w:val="00981E02"/>
    <w:rsid w:val="00981E32"/>
    <w:rsid w:val="00981E7E"/>
    <w:rsid w:val="009820DB"/>
    <w:rsid w:val="009826E4"/>
    <w:rsid w:val="009828D3"/>
    <w:rsid w:val="00982F46"/>
    <w:rsid w:val="0098321E"/>
    <w:rsid w:val="0098446B"/>
    <w:rsid w:val="009844A6"/>
    <w:rsid w:val="00984C7D"/>
    <w:rsid w:val="00984E40"/>
    <w:rsid w:val="00984F32"/>
    <w:rsid w:val="00985589"/>
    <w:rsid w:val="00985AA1"/>
    <w:rsid w:val="00985E6C"/>
    <w:rsid w:val="00985FEC"/>
    <w:rsid w:val="00985FED"/>
    <w:rsid w:val="009864F8"/>
    <w:rsid w:val="0098678A"/>
    <w:rsid w:val="009877A0"/>
    <w:rsid w:val="0098789E"/>
    <w:rsid w:val="00987E6C"/>
    <w:rsid w:val="009901CE"/>
    <w:rsid w:val="009902C4"/>
    <w:rsid w:val="0099038D"/>
    <w:rsid w:val="0099058F"/>
    <w:rsid w:val="009905A9"/>
    <w:rsid w:val="00990850"/>
    <w:rsid w:val="0099098C"/>
    <w:rsid w:val="009909B4"/>
    <w:rsid w:val="00990B2E"/>
    <w:rsid w:val="00990C63"/>
    <w:rsid w:val="00990F0D"/>
    <w:rsid w:val="00991088"/>
    <w:rsid w:val="0099114D"/>
    <w:rsid w:val="009917B9"/>
    <w:rsid w:val="00991B19"/>
    <w:rsid w:val="009921F7"/>
    <w:rsid w:val="009922F9"/>
    <w:rsid w:val="00992397"/>
    <w:rsid w:val="0099282E"/>
    <w:rsid w:val="00992D3D"/>
    <w:rsid w:val="00992E1B"/>
    <w:rsid w:val="00993021"/>
    <w:rsid w:val="00993589"/>
    <w:rsid w:val="00994BED"/>
    <w:rsid w:val="00994D93"/>
    <w:rsid w:val="00994EAF"/>
    <w:rsid w:val="00994EEF"/>
    <w:rsid w:val="009950FF"/>
    <w:rsid w:val="0099555F"/>
    <w:rsid w:val="00995786"/>
    <w:rsid w:val="00995791"/>
    <w:rsid w:val="00995CA9"/>
    <w:rsid w:val="00995F89"/>
    <w:rsid w:val="00996384"/>
    <w:rsid w:val="00996B30"/>
    <w:rsid w:val="00996CC8"/>
    <w:rsid w:val="00996E47"/>
    <w:rsid w:val="00996FB7"/>
    <w:rsid w:val="009970B5"/>
    <w:rsid w:val="00997AC0"/>
    <w:rsid w:val="00997AEC"/>
    <w:rsid w:val="00997B1F"/>
    <w:rsid w:val="009A0E59"/>
    <w:rsid w:val="009A10E0"/>
    <w:rsid w:val="009A128C"/>
    <w:rsid w:val="009A1473"/>
    <w:rsid w:val="009A148B"/>
    <w:rsid w:val="009A14A9"/>
    <w:rsid w:val="009A1636"/>
    <w:rsid w:val="009A17E5"/>
    <w:rsid w:val="009A1A97"/>
    <w:rsid w:val="009A1EE5"/>
    <w:rsid w:val="009A2E12"/>
    <w:rsid w:val="009A34F6"/>
    <w:rsid w:val="009A3843"/>
    <w:rsid w:val="009A4AD4"/>
    <w:rsid w:val="009A4B00"/>
    <w:rsid w:val="009A4D83"/>
    <w:rsid w:val="009A4FD3"/>
    <w:rsid w:val="009A50C6"/>
    <w:rsid w:val="009A64AB"/>
    <w:rsid w:val="009A6528"/>
    <w:rsid w:val="009A66F6"/>
    <w:rsid w:val="009A787F"/>
    <w:rsid w:val="009A7898"/>
    <w:rsid w:val="009A7DCC"/>
    <w:rsid w:val="009B04E6"/>
    <w:rsid w:val="009B0508"/>
    <w:rsid w:val="009B07C1"/>
    <w:rsid w:val="009B0BA7"/>
    <w:rsid w:val="009B0EE8"/>
    <w:rsid w:val="009B0F8C"/>
    <w:rsid w:val="009B1317"/>
    <w:rsid w:val="009B1743"/>
    <w:rsid w:val="009B1BBE"/>
    <w:rsid w:val="009B2219"/>
    <w:rsid w:val="009B2306"/>
    <w:rsid w:val="009B27C9"/>
    <w:rsid w:val="009B2A8C"/>
    <w:rsid w:val="009B30F5"/>
    <w:rsid w:val="009B3101"/>
    <w:rsid w:val="009B397D"/>
    <w:rsid w:val="009B3D15"/>
    <w:rsid w:val="009B3D39"/>
    <w:rsid w:val="009B3DCE"/>
    <w:rsid w:val="009B4208"/>
    <w:rsid w:val="009B455C"/>
    <w:rsid w:val="009B462F"/>
    <w:rsid w:val="009B4FB7"/>
    <w:rsid w:val="009B562D"/>
    <w:rsid w:val="009B578B"/>
    <w:rsid w:val="009B5800"/>
    <w:rsid w:val="009B5A80"/>
    <w:rsid w:val="009B5EBD"/>
    <w:rsid w:val="009B6299"/>
    <w:rsid w:val="009B6383"/>
    <w:rsid w:val="009B6648"/>
    <w:rsid w:val="009B6DB1"/>
    <w:rsid w:val="009B72CC"/>
    <w:rsid w:val="009B72D2"/>
    <w:rsid w:val="009B78CA"/>
    <w:rsid w:val="009B7E02"/>
    <w:rsid w:val="009C011B"/>
    <w:rsid w:val="009C072B"/>
    <w:rsid w:val="009C07EE"/>
    <w:rsid w:val="009C09EE"/>
    <w:rsid w:val="009C111C"/>
    <w:rsid w:val="009C12BF"/>
    <w:rsid w:val="009C1986"/>
    <w:rsid w:val="009C1AAE"/>
    <w:rsid w:val="009C1B91"/>
    <w:rsid w:val="009C1CC4"/>
    <w:rsid w:val="009C1E03"/>
    <w:rsid w:val="009C1E34"/>
    <w:rsid w:val="009C1EBD"/>
    <w:rsid w:val="009C1EDD"/>
    <w:rsid w:val="009C2211"/>
    <w:rsid w:val="009C25B7"/>
    <w:rsid w:val="009C2B0B"/>
    <w:rsid w:val="009C2EE3"/>
    <w:rsid w:val="009C36D2"/>
    <w:rsid w:val="009C417B"/>
    <w:rsid w:val="009C433D"/>
    <w:rsid w:val="009C4630"/>
    <w:rsid w:val="009C4D32"/>
    <w:rsid w:val="009C50D9"/>
    <w:rsid w:val="009C529F"/>
    <w:rsid w:val="009C5ED0"/>
    <w:rsid w:val="009C74F5"/>
    <w:rsid w:val="009C754D"/>
    <w:rsid w:val="009C756F"/>
    <w:rsid w:val="009C7B2C"/>
    <w:rsid w:val="009C7BD5"/>
    <w:rsid w:val="009C7CD1"/>
    <w:rsid w:val="009D070E"/>
    <w:rsid w:val="009D0E8A"/>
    <w:rsid w:val="009D319D"/>
    <w:rsid w:val="009D3835"/>
    <w:rsid w:val="009D4682"/>
    <w:rsid w:val="009D4BC2"/>
    <w:rsid w:val="009D534D"/>
    <w:rsid w:val="009D5E31"/>
    <w:rsid w:val="009D692D"/>
    <w:rsid w:val="009D698E"/>
    <w:rsid w:val="009D6C14"/>
    <w:rsid w:val="009D6D45"/>
    <w:rsid w:val="009D736E"/>
    <w:rsid w:val="009D7380"/>
    <w:rsid w:val="009E016F"/>
    <w:rsid w:val="009E06D5"/>
    <w:rsid w:val="009E0743"/>
    <w:rsid w:val="009E0825"/>
    <w:rsid w:val="009E0CD2"/>
    <w:rsid w:val="009E0CD3"/>
    <w:rsid w:val="009E103B"/>
    <w:rsid w:val="009E1041"/>
    <w:rsid w:val="009E14F0"/>
    <w:rsid w:val="009E1846"/>
    <w:rsid w:val="009E1BDB"/>
    <w:rsid w:val="009E1BF9"/>
    <w:rsid w:val="009E1ECA"/>
    <w:rsid w:val="009E2082"/>
    <w:rsid w:val="009E25C0"/>
    <w:rsid w:val="009E2EFF"/>
    <w:rsid w:val="009E3256"/>
    <w:rsid w:val="009E3737"/>
    <w:rsid w:val="009E3AEE"/>
    <w:rsid w:val="009E3AFD"/>
    <w:rsid w:val="009E3D75"/>
    <w:rsid w:val="009E4866"/>
    <w:rsid w:val="009E4A50"/>
    <w:rsid w:val="009E4B06"/>
    <w:rsid w:val="009E4EC2"/>
    <w:rsid w:val="009E60B2"/>
    <w:rsid w:val="009E6346"/>
    <w:rsid w:val="009E63D5"/>
    <w:rsid w:val="009E6CB5"/>
    <w:rsid w:val="009E7B97"/>
    <w:rsid w:val="009E7D09"/>
    <w:rsid w:val="009E7F1C"/>
    <w:rsid w:val="009E7F6B"/>
    <w:rsid w:val="009F0280"/>
    <w:rsid w:val="009F0290"/>
    <w:rsid w:val="009F059D"/>
    <w:rsid w:val="009F07FE"/>
    <w:rsid w:val="009F0CAA"/>
    <w:rsid w:val="009F14F2"/>
    <w:rsid w:val="009F170A"/>
    <w:rsid w:val="009F18E4"/>
    <w:rsid w:val="009F1B9D"/>
    <w:rsid w:val="009F1EAB"/>
    <w:rsid w:val="009F23C5"/>
    <w:rsid w:val="009F2562"/>
    <w:rsid w:val="009F2ADD"/>
    <w:rsid w:val="009F2E06"/>
    <w:rsid w:val="009F35B6"/>
    <w:rsid w:val="009F361B"/>
    <w:rsid w:val="009F3B69"/>
    <w:rsid w:val="009F3E3D"/>
    <w:rsid w:val="009F4635"/>
    <w:rsid w:val="009F4F9B"/>
    <w:rsid w:val="009F533A"/>
    <w:rsid w:val="009F5811"/>
    <w:rsid w:val="009F5823"/>
    <w:rsid w:val="009F587E"/>
    <w:rsid w:val="009F59C2"/>
    <w:rsid w:val="009F5F8A"/>
    <w:rsid w:val="009F6B84"/>
    <w:rsid w:val="009F6C43"/>
    <w:rsid w:val="009F6CE3"/>
    <w:rsid w:val="009F6EDE"/>
    <w:rsid w:val="009F710F"/>
    <w:rsid w:val="009F743A"/>
    <w:rsid w:val="009F7525"/>
    <w:rsid w:val="009F7DCE"/>
    <w:rsid w:val="00A003FC"/>
    <w:rsid w:val="00A004B4"/>
    <w:rsid w:val="00A008A4"/>
    <w:rsid w:val="00A009E8"/>
    <w:rsid w:val="00A011A7"/>
    <w:rsid w:val="00A01BAD"/>
    <w:rsid w:val="00A0205A"/>
    <w:rsid w:val="00A02530"/>
    <w:rsid w:val="00A02531"/>
    <w:rsid w:val="00A02F41"/>
    <w:rsid w:val="00A039E9"/>
    <w:rsid w:val="00A03AD4"/>
    <w:rsid w:val="00A03D76"/>
    <w:rsid w:val="00A040AC"/>
    <w:rsid w:val="00A0438A"/>
    <w:rsid w:val="00A04462"/>
    <w:rsid w:val="00A044B4"/>
    <w:rsid w:val="00A04F1B"/>
    <w:rsid w:val="00A0503E"/>
    <w:rsid w:val="00A056BB"/>
    <w:rsid w:val="00A05DE2"/>
    <w:rsid w:val="00A05F1E"/>
    <w:rsid w:val="00A063F4"/>
    <w:rsid w:val="00A065F5"/>
    <w:rsid w:val="00A0697F"/>
    <w:rsid w:val="00A0789C"/>
    <w:rsid w:val="00A100D7"/>
    <w:rsid w:val="00A1036D"/>
    <w:rsid w:val="00A1054D"/>
    <w:rsid w:val="00A1079F"/>
    <w:rsid w:val="00A107A5"/>
    <w:rsid w:val="00A10B5F"/>
    <w:rsid w:val="00A10E67"/>
    <w:rsid w:val="00A11A38"/>
    <w:rsid w:val="00A11E57"/>
    <w:rsid w:val="00A12616"/>
    <w:rsid w:val="00A12662"/>
    <w:rsid w:val="00A1288A"/>
    <w:rsid w:val="00A12AA3"/>
    <w:rsid w:val="00A12CAF"/>
    <w:rsid w:val="00A12E24"/>
    <w:rsid w:val="00A134CF"/>
    <w:rsid w:val="00A13B51"/>
    <w:rsid w:val="00A13E6C"/>
    <w:rsid w:val="00A140F0"/>
    <w:rsid w:val="00A14253"/>
    <w:rsid w:val="00A14CF7"/>
    <w:rsid w:val="00A14D3F"/>
    <w:rsid w:val="00A14D42"/>
    <w:rsid w:val="00A15E14"/>
    <w:rsid w:val="00A15F0A"/>
    <w:rsid w:val="00A1662C"/>
    <w:rsid w:val="00A166BE"/>
    <w:rsid w:val="00A174E6"/>
    <w:rsid w:val="00A178FA"/>
    <w:rsid w:val="00A17C6A"/>
    <w:rsid w:val="00A200F1"/>
    <w:rsid w:val="00A202D2"/>
    <w:rsid w:val="00A20AC3"/>
    <w:rsid w:val="00A20CA4"/>
    <w:rsid w:val="00A20CFE"/>
    <w:rsid w:val="00A2106C"/>
    <w:rsid w:val="00A211C2"/>
    <w:rsid w:val="00A211E6"/>
    <w:rsid w:val="00A21297"/>
    <w:rsid w:val="00A21392"/>
    <w:rsid w:val="00A21578"/>
    <w:rsid w:val="00A217B0"/>
    <w:rsid w:val="00A21BEE"/>
    <w:rsid w:val="00A229C1"/>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4E7"/>
    <w:rsid w:val="00A2687C"/>
    <w:rsid w:val="00A268EE"/>
    <w:rsid w:val="00A26A2A"/>
    <w:rsid w:val="00A26DE2"/>
    <w:rsid w:val="00A278A9"/>
    <w:rsid w:val="00A300CD"/>
    <w:rsid w:val="00A30407"/>
    <w:rsid w:val="00A31108"/>
    <w:rsid w:val="00A315C9"/>
    <w:rsid w:val="00A321D9"/>
    <w:rsid w:val="00A32353"/>
    <w:rsid w:val="00A32707"/>
    <w:rsid w:val="00A32CAC"/>
    <w:rsid w:val="00A332D3"/>
    <w:rsid w:val="00A33764"/>
    <w:rsid w:val="00A33950"/>
    <w:rsid w:val="00A33B3D"/>
    <w:rsid w:val="00A33BAB"/>
    <w:rsid w:val="00A3496F"/>
    <w:rsid w:val="00A34ECA"/>
    <w:rsid w:val="00A35250"/>
    <w:rsid w:val="00A363A1"/>
    <w:rsid w:val="00A36746"/>
    <w:rsid w:val="00A36848"/>
    <w:rsid w:val="00A369FF"/>
    <w:rsid w:val="00A36AA6"/>
    <w:rsid w:val="00A3739F"/>
    <w:rsid w:val="00A375FA"/>
    <w:rsid w:val="00A376ED"/>
    <w:rsid w:val="00A378E2"/>
    <w:rsid w:val="00A378F7"/>
    <w:rsid w:val="00A37C0A"/>
    <w:rsid w:val="00A40339"/>
    <w:rsid w:val="00A406F4"/>
    <w:rsid w:val="00A408FE"/>
    <w:rsid w:val="00A40F5A"/>
    <w:rsid w:val="00A4164A"/>
    <w:rsid w:val="00A41813"/>
    <w:rsid w:val="00A4184F"/>
    <w:rsid w:val="00A41EC5"/>
    <w:rsid w:val="00A4214C"/>
    <w:rsid w:val="00A4218D"/>
    <w:rsid w:val="00A42283"/>
    <w:rsid w:val="00A42943"/>
    <w:rsid w:val="00A42C7B"/>
    <w:rsid w:val="00A437E4"/>
    <w:rsid w:val="00A4476F"/>
    <w:rsid w:val="00A44CF7"/>
    <w:rsid w:val="00A46029"/>
    <w:rsid w:val="00A4645A"/>
    <w:rsid w:val="00A46790"/>
    <w:rsid w:val="00A47496"/>
    <w:rsid w:val="00A4786E"/>
    <w:rsid w:val="00A47BA3"/>
    <w:rsid w:val="00A5027C"/>
    <w:rsid w:val="00A503B2"/>
    <w:rsid w:val="00A5158E"/>
    <w:rsid w:val="00A520A9"/>
    <w:rsid w:val="00A5282B"/>
    <w:rsid w:val="00A52835"/>
    <w:rsid w:val="00A528A0"/>
    <w:rsid w:val="00A53341"/>
    <w:rsid w:val="00A53393"/>
    <w:rsid w:val="00A5344A"/>
    <w:rsid w:val="00A5380C"/>
    <w:rsid w:val="00A53855"/>
    <w:rsid w:val="00A53950"/>
    <w:rsid w:val="00A53C10"/>
    <w:rsid w:val="00A53C8D"/>
    <w:rsid w:val="00A545F4"/>
    <w:rsid w:val="00A5478A"/>
    <w:rsid w:val="00A5499B"/>
    <w:rsid w:val="00A54AEA"/>
    <w:rsid w:val="00A554D7"/>
    <w:rsid w:val="00A55736"/>
    <w:rsid w:val="00A558E1"/>
    <w:rsid w:val="00A55AAD"/>
    <w:rsid w:val="00A55BDF"/>
    <w:rsid w:val="00A562D3"/>
    <w:rsid w:val="00A56CE3"/>
    <w:rsid w:val="00A575C0"/>
    <w:rsid w:val="00A576B9"/>
    <w:rsid w:val="00A5793F"/>
    <w:rsid w:val="00A57D1A"/>
    <w:rsid w:val="00A6015A"/>
    <w:rsid w:val="00A603B9"/>
    <w:rsid w:val="00A60D13"/>
    <w:rsid w:val="00A6127E"/>
    <w:rsid w:val="00A61470"/>
    <w:rsid w:val="00A614A8"/>
    <w:rsid w:val="00A618AB"/>
    <w:rsid w:val="00A61A95"/>
    <w:rsid w:val="00A62710"/>
    <w:rsid w:val="00A6282A"/>
    <w:rsid w:val="00A62A4F"/>
    <w:rsid w:val="00A62AD2"/>
    <w:rsid w:val="00A62B3F"/>
    <w:rsid w:val="00A63670"/>
    <w:rsid w:val="00A640F4"/>
    <w:rsid w:val="00A6415E"/>
    <w:rsid w:val="00A64197"/>
    <w:rsid w:val="00A64A64"/>
    <w:rsid w:val="00A65259"/>
    <w:rsid w:val="00A654FB"/>
    <w:rsid w:val="00A65883"/>
    <w:rsid w:val="00A658EC"/>
    <w:rsid w:val="00A65AC0"/>
    <w:rsid w:val="00A65CC9"/>
    <w:rsid w:val="00A66126"/>
    <w:rsid w:val="00A6612F"/>
    <w:rsid w:val="00A669D4"/>
    <w:rsid w:val="00A66CCB"/>
    <w:rsid w:val="00A66F3F"/>
    <w:rsid w:val="00A66F5B"/>
    <w:rsid w:val="00A6743C"/>
    <w:rsid w:val="00A67B23"/>
    <w:rsid w:val="00A67B3D"/>
    <w:rsid w:val="00A70223"/>
    <w:rsid w:val="00A70380"/>
    <w:rsid w:val="00A7054E"/>
    <w:rsid w:val="00A711D3"/>
    <w:rsid w:val="00A71377"/>
    <w:rsid w:val="00A71B58"/>
    <w:rsid w:val="00A71B93"/>
    <w:rsid w:val="00A720E9"/>
    <w:rsid w:val="00A72764"/>
    <w:rsid w:val="00A72C2D"/>
    <w:rsid w:val="00A72DB8"/>
    <w:rsid w:val="00A72F09"/>
    <w:rsid w:val="00A73B2B"/>
    <w:rsid w:val="00A73FF3"/>
    <w:rsid w:val="00A7434D"/>
    <w:rsid w:val="00A7463F"/>
    <w:rsid w:val="00A74A10"/>
    <w:rsid w:val="00A74CCB"/>
    <w:rsid w:val="00A755E4"/>
    <w:rsid w:val="00A75AF7"/>
    <w:rsid w:val="00A7605D"/>
    <w:rsid w:val="00A7676C"/>
    <w:rsid w:val="00A76C6C"/>
    <w:rsid w:val="00A77177"/>
    <w:rsid w:val="00A77300"/>
    <w:rsid w:val="00A7731B"/>
    <w:rsid w:val="00A8056B"/>
    <w:rsid w:val="00A80E3F"/>
    <w:rsid w:val="00A8115E"/>
    <w:rsid w:val="00A81191"/>
    <w:rsid w:val="00A8120B"/>
    <w:rsid w:val="00A8136C"/>
    <w:rsid w:val="00A81771"/>
    <w:rsid w:val="00A818CE"/>
    <w:rsid w:val="00A8199D"/>
    <w:rsid w:val="00A81E95"/>
    <w:rsid w:val="00A82E77"/>
    <w:rsid w:val="00A83014"/>
    <w:rsid w:val="00A8312A"/>
    <w:rsid w:val="00A83C82"/>
    <w:rsid w:val="00A83CFA"/>
    <w:rsid w:val="00A8439F"/>
    <w:rsid w:val="00A845B5"/>
    <w:rsid w:val="00A84778"/>
    <w:rsid w:val="00A84833"/>
    <w:rsid w:val="00A84A5F"/>
    <w:rsid w:val="00A84DAC"/>
    <w:rsid w:val="00A852B0"/>
    <w:rsid w:val="00A8551B"/>
    <w:rsid w:val="00A85666"/>
    <w:rsid w:val="00A85CB2"/>
    <w:rsid w:val="00A86036"/>
    <w:rsid w:val="00A8620C"/>
    <w:rsid w:val="00A863A2"/>
    <w:rsid w:val="00A87107"/>
    <w:rsid w:val="00A871ED"/>
    <w:rsid w:val="00A872AF"/>
    <w:rsid w:val="00A87E13"/>
    <w:rsid w:val="00A900A5"/>
    <w:rsid w:val="00A9049A"/>
    <w:rsid w:val="00A90A5F"/>
    <w:rsid w:val="00A90B92"/>
    <w:rsid w:val="00A90C9B"/>
    <w:rsid w:val="00A91102"/>
    <w:rsid w:val="00A917BE"/>
    <w:rsid w:val="00A92075"/>
    <w:rsid w:val="00A9220A"/>
    <w:rsid w:val="00A92375"/>
    <w:rsid w:val="00A9247F"/>
    <w:rsid w:val="00A92C96"/>
    <w:rsid w:val="00A930A2"/>
    <w:rsid w:val="00A93467"/>
    <w:rsid w:val="00A93A8F"/>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6914"/>
    <w:rsid w:val="00A97973"/>
    <w:rsid w:val="00A97D0C"/>
    <w:rsid w:val="00A97D8A"/>
    <w:rsid w:val="00A97F5D"/>
    <w:rsid w:val="00AA13DF"/>
    <w:rsid w:val="00AA1950"/>
    <w:rsid w:val="00AA1DEA"/>
    <w:rsid w:val="00AA1F28"/>
    <w:rsid w:val="00AA21FA"/>
    <w:rsid w:val="00AA3144"/>
    <w:rsid w:val="00AA3AD9"/>
    <w:rsid w:val="00AA401C"/>
    <w:rsid w:val="00AA4D67"/>
    <w:rsid w:val="00AA4FDD"/>
    <w:rsid w:val="00AA5526"/>
    <w:rsid w:val="00AA68AC"/>
    <w:rsid w:val="00AB03FC"/>
    <w:rsid w:val="00AB097D"/>
    <w:rsid w:val="00AB0E57"/>
    <w:rsid w:val="00AB0F3C"/>
    <w:rsid w:val="00AB132F"/>
    <w:rsid w:val="00AB15CF"/>
    <w:rsid w:val="00AB19BD"/>
    <w:rsid w:val="00AB21B5"/>
    <w:rsid w:val="00AB24F6"/>
    <w:rsid w:val="00AB255C"/>
    <w:rsid w:val="00AB26C2"/>
    <w:rsid w:val="00AB2886"/>
    <w:rsid w:val="00AB2BA8"/>
    <w:rsid w:val="00AB381B"/>
    <w:rsid w:val="00AB3A8B"/>
    <w:rsid w:val="00AB3B0A"/>
    <w:rsid w:val="00AB409E"/>
    <w:rsid w:val="00AB418F"/>
    <w:rsid w:val="00AB482C"/>
    <w:rsid w:val="00AB5D08"/>
    <w:rsid w:val="00AB60F4"/>
    <w:rsid w:val="00AB668D"/>
    <w:rsid w:val="00AB6896"/>
    <w:rsid w:val="00AB6C8B"/>
    <w:rsid w:val="00AB6C8C"/>
    <w:rsid w:val="00AB6D73"/>
    <w:rsid w:val="00AB6E29"/>
    <w:rsid w:val="00AB6FA3"/>
    <w:rsid w:val="00AB7A16"/>
    <w:rsid w:val="00AB7C5D"/>
    <w:rsid w:val="00AC0093"/>
    <w:rsid w:val="00AC0882"/>
    <w:rsid w:val="00AC10C1"/>
    <w:rsid w:val="00AC1211"/>
    <w:rsid w:val="00AC170C"/>
    <w:rsid w:val="00AC1812"/>
    <w:rsid w:val="00AC1955"/>
    <w:rsid w:val="00AC20F4"/>
    <w:rsid w:val="00AC2BAC"/>
    <w:rsid w:val="00AC2C4B"/>
    <w:rsid w:val="00AC2DE3"/>
    <w:rsid w:val="00AC338A"/>
    <w:rsid w:val="00AC3B7A"/>
    <w:rsid w:val="00AC4A49"/>
    <w:rsid w:val="00AC55B9"/>
    <w:rsid w:val="00AC58A3"/>
    <w:rsid w:val="00AC5A8E"/>
    <w:rsid w:val="00AC5ADE"/>
    <w:rsid w:val="00AC61B2"/>
    <w:rsid w:val="00AC6BE8"/>
    <w:rsid w:val="00AC6EE1"/>
    <w:rsid w:val="00AC6FF2"/>
    <w:rsid w:val="00AC704B"/>
    <w:rsid w:val="00AC7464"/>
    <w:rsid w:val="00AC7542"/>
    <w:rsid w:val="00AC75F0"/>
    <w:rsid w:val="00AC7F26"/>
    <w:rsid w:val="00AD0031"/>
    <w:rsid w:val="00AD0179"/>
    <w:rsid w:val="00AD095B"/>
    <w:rsid w:val="00AD0B1A"/>
    <w:rsid w:val="00AD1225"/>
    <w:rsid w:val="00AD154D"/>
    <w:rsid w:val="00AD2420"/>
    <w:rsid w:val="00AD270B"/>
    <w:rsid w:val="00AD2DF5"/>
    <w:rsid w:val="00AD33E2"/>
    <w:rsid w:val="00AD381C"/>
    <w:rsid w:val="00AD4B8E"/>
    <w:rsid w:val="00AD52CC"/>
    <w:rsid w:val="00AD5782"/>
    <w:rsid w:val="00AD5BEB"/>
    <w:rsid w:val="00AD5CD0"/>
    <w:rsid w:val="00AD68F1"/>
    <w:rsid w:val="00AD6CB6"/>
    <w:rsid w:val="00AD6D86"/>
    <w:rsid w:val="00AD6FAB"/>
    <w:rsid w:val="00AD7244"/>
    <w:rsid w:val="00AD77BC"/>
    <w:rsid w:val="00AD7FD8"/>
    <w:rsid w:val="00AE00C2"/>
    <w:rsid w:val="00AE02C9"/>
    <w:rsid w:val="00AE02EF"/>
    <w:rsid w:val="00AE0376"/>
    <w:rsid w:val="00AE0A28"/>
    <w:rsid w:val="00AE10AA"/>
    <w:rsid w:val="00AE12A6"/>
    <w:rsid w:val="00AE1FC9"/>
    <w:rsid w:val="00AE24B0"/>
    <w:rsid w:val="00AE24E6"/>
    <w:rsid w:val="00AE24FA"/>
    <w:rsid w:val="00AE26F7"/>
    <w:rsid w:val="00AE3422"/>
    <w:rsid w:val="00AE355B"/>
    <w:rsid w:val="00AE37C0"/>
    <w:rsid w:val="00AE3DCA"/>
    <w:rsid w:val="00AE4187"/>
    <w:rsid w:val="00AE4478"/>
    <w:rsid w:val="00AE44B8"/>
    <w:rsid w:val="00AE4D1F"/>
    <w:rsid w:val="00AE4DE0"/>
    <w:rsid w:val="00AE521C"/>
    <w:rsid w:val="00AE5491"/>
    <w:rsid w:val="00AE57E8"/>
    <w:rsid w:val="00AE5BD1"/>
    <w:rsid w:val="00AE5E1A"/>
    <w:rsid w:val="00AE648B"/>
    <w:rsid w:val="00AE6552"/>
    <w:rsid w:val="00AE6746"/>
    <w:rsid w:val="00AE6F3E"/>
    <w:rsid w:val="00AE702D"/>
    <w:rsid w:val="00AE74C2"/>
    <w:rsid w:val="00AE7849"/>
    <w:rsid w:val="00AE7A89"/>
    <w:rsid w:val="00AE7B5C"/>
    <w:rsid w:val="00AE7BF3"/>
    <w:rsid w:val="00AE7CE7"/>
    <w:rsid w:val="00AF020C"/>
    <w:rsid w:val="00AF07BD"/>
    <w:rsid w:val="00AF0D07"/>
    <w:rsid w:val="00AF0ED0"/>
    <w:rsid w:val="00AF1043"/>
    <w:rsid w:val="00AF1565"/>
    <w:rsid w:val="00AF1C8E"/>
    <w:rsid w:val="00AF261E"/>
    <w:rsid w:val="00AF264B"/>
    <w:rsid w:val="00AF2AE1"/>
    <w:rsid w:val="00AF4065"/>
    <w:rsid w:val="00AF4BA7"/>
    <w:rsid w:val="00AF51C4"/>
    <w:rsid w:val="00AF558C"/>
    <w:rsid w:val="00AF5814"/>
    <w:rsid w:val="00AF5B00"/>
    <w:rsid w:val="00AF5B1D"/>
    <w:rsid w:val="00AF5E4B"/>
    <w:rsid w:val="00AF5F41"/>
    <w:rsid w:val="00AF67C0"/>
    <w:rsid w:val="00AF7658"/>
    <w:rsid w:val="00AF7C8D"/>
    <w:rsid w:val="00AF7D60"/>
    <w:rsid w:val="00B005E5"/>
    <w:rsid w:val="00B006F0"/>
    <w:rsid w:val="00B007B1"/>
    <w:rsid w:val="00B0084F"/>
    <w:rsid w:val="00B00CA1"/>
    <w:rsid w:val="00B00F59"/>
    <w:rsid w:val="00B0198F"/>
    <w:rsid w:val="00B01E1D"/>
    <w:rsid w:val="00B0215C"/>
    <w:rsid w:val="00B021C6"/>
    <w:rsid w:val="00B02BB0"/>
    <w:rsid w:val="00B03F60"/>
    <w:rsid w:val="00B0415C"/>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1E23"/>
    <w:rsid w:val="00B11EAB"/>
    <w:rsid w:val="00B12030"/>
    <w:rsid w:val="00B122DA"/>
    <w:rsid w:val="00B12500"/>
    <w:rsid w:val="00B135DF"/>
    <w:rsid w:val="00B13DD1"/>
    <w:rsid w:val="00B13EEB"/>
    <w:rsid w:val="00B13F46"/>
    <w:rsid w:val="00B1409E"/>
    <w:rsid w:val="00B14223"/>
    <w:rsid w:val="00B1439C"/>
    <w:rsid w:val="00B14FC1"/>
    <w:rsid w:val="00B15370"/>
    <w:rsid w:val="00B15E63"/>
    <w:rsid w:val="00B16247"/>
    <w:rsid w:val="00B17BE3"/>
    <w:rsid w:val="00B17F3C"/>
    <w:rsid w:val="00B2041D"/>
    <w:rsid w:val="00B21092"/>
    <w:rsid w:val="00B2217C"/>
    <w:rsid w:val="00B224B1"/>
    <w:rsid w:val="00B227BA"/>
    <w:rsid w:val="00B22B18"/>
    <w:rsid w:val="00B23007"/>
    <w:rsid w:val="00B2316A"/>
    <w:rsid w:val="00B2327C"/>
    <w:rsid w:val="00B2333C"/>
    <w:rsid w:val="00B2382F"/>
    <w:rsid w:val="00B239E6"/>
    <w:rsid w:val="00B2446E"/>
    <w:rsid w:val="00B244CE"/>
    <w:rsid w:val="00B253FF"/>
    <w:rsid w:val="00B254C3"/>
    <w:rsid w:val="00B256DA"/>
    <w:rsid w:val="00B25A18"/>
    <w:rsid w:val="00B25B11"/>
    <w:rsid w:val="00B25BE4"/>
    <w:rsid w:val="00B2610D"/>
    <w:rsid w:val="00B262AA"/>
    <w:rsid w:val="00B2642F"/>
    <w:rsid w:val="00B2649A"/>
    <w:rsid w:val="00B267AB"/>
    <w:rsid w:val="00B26B74"/>
    <w:rsid w:val="00B26B83"/>
    <w:rsid w:val="00B27429"/>
    <w:rsid w:val="00B27743"/>
    <w:rsid w:val="00B27F69"/>
    <w:rsid w:val="00B30325"/>
    <w:rsid w:val="00B30508"/>
    <w:rsid w:val="00B3069E"/>
    <w:rsid w:val="00B30B00"/>
    <w:rsid w:val="00B3185F"/>
    <w:rsid w:val="00B31950"/>
    <w:rsid w:val="00B322AC"/>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6EB"/>
    <w:rsid w:val="00B37776"/>
    <w:rsid w:val="00B37CD1"/>
    <w:rsid w:val="00B4008D"/>
    <w:rsid w:val="00B4015E"/>
    <w:rsid w:val="00B403D9"/>
    <w:rsid w:val="00B40417"/>
    <w:rsid w:val="00B40563"/>
    <w:rsid w:val="00B409A7"/>
    <w:rsid w:val="00B417B2"/>
    <w:rsid w:val="00B423D7"/>
    <w:rsid w:val="00B42467"/>
    <w:rsid w:val="00B426CC"/>
    <w:rsid w:val="00B4296D"/>
    <w:rsid w:val="00B42F10"/>
    <w:rsid w:val="00B4334F"/>
    <w:rsid w:val="00B4392D"/>
    <w:rsid w:val="00B43C44"/>
    <w:rsid w:val="00B44223"/>
    <w:rsid w:val="00B448C2"/>
    <w:rsid w:val="00B44E40"/>
    <w:rsid w:val="00B45796"/>
    <w:rsid w:val="00B459A0"/>
    <w:rsid w:val="00B45B74"/>
    <w:rsid w:val="00B45C10"/>
    <w:rsid w:val="00B460B5"/>
    <w:rsid w:val="00B460C7"/>
    <w:rsid w:val="00B461F6"/>
    <w:rsid w:val="00B465F2"/>
    <w:rsid w:val="00B46A15"/>
    <w:rsid w:val="00B46BAE"/>
    <w:rsid w:val="00B46BEB"/>
    <w:rsid w:val="00B4782E"/>
    <w:rsid w:val="00B479FE"/>
    <w:rsid w:val="00B47B52"/>
    <w:rsid w:val="00B47BC3"/>
    <w:rsid w:val="00B47DB2"/>
    <w:rsid w:val="00B47E5E"/>
    <w:rsid w:val="00B47FCE"/>
    <w:rsid w:val="00B502DA"/>
    <w:rsid w:val="00B50740"/>
    <w:rsid w:val="00B507A3"/>
    <w:rsid w:val="00B507F3"/>
    <w:rsid w:val="00B50D07"/>
    <w:rsid w:val="00B518A0"/>
    <w:rsid w:val="00B51AFB"/>
    <w:rsid w:val="00B52018"/>
    <w:rsid w:val="00B520F4"/>
    <w:rsid w:val="00B528CE"/>
    <w:rsid w:val="00B52F7F"/>
    <w:rsid w:val="00B530DF"/>
    <w:rsid w:val="00B534A9"/>
    <w:rsid w:val="00B535ED"/>
    <w:rsid w:val="00B535F6"/>
    <w:rsid w:val="00B538B3"/>
    <w:rsid w:val="00B538D9"/>
    <w:rsid w:val="00B544DD"/>
    <w:rsid w:val="00B54974"/>
    <w:rsid w:val="00B54C67"/>
    <w:rsid w:val="00B54D9A"/>
    <w:rsid w:val="00B55214"/>
    <w:rsid w:val="00B56453"/>
    <w:rsid w:val="00B57702"/>
    <w:rsid w:val="00B57962"/>
    <w:rsid w:val="00B57B94"/>
    <w:rsid w:val="00B601C0"/>
    <w:rsid w:val="00B6020E"/>
    <w:rsid w:val="00B61435"/>
    <w:rsid w:val="00B6148D"/>
    <w:rsid w:val="00B61C0C"/>
    <w:rsid w:val="00B6287F"/>
    <w:rsid w:val="00B6295B"/>
    <w:rsid w:val="00B62AE8"/>
    <w:rsid w:val="00B62FA4"/>
    <w:rsid w:val="00B63281"/>
    <w:rsid w:val="00B63469"/>
    <w:rsid w:val="00B634F1"/>
    <w:rsid w:val="00B64B26"/>
    <w:rsid w:val="00B64F23"/>
    <w:rsid w:val="00B65061"/>
    <w:rsid w:val="00B65132"/>
    <w:rsid w:val="00B65252"/>
    <w:rsid w:val="00B65C92"/>
    <w:rsid w:val="00B6608C"/>
    <w:rsid w:val="00B66498"/>
    <w:rsid w:val="00B666E2"/>
    <w:rsid w:val="00B679AB"/>
    <w:rsid w:val="00B67FAA"/>
    <w:rsid w:val="00B705D7"/>
    <w:rsid w:val="00B70A40"/>
    <w:rsid w:val="00B70C0F"/>
    <w:rsid w:val="00B70C7A"/>
    <w:rsid w:val="00B70F91"/>
    <w:rsid w:val="00B71A65"/>
    <w:rsid w:val="00B72C1C"/>
    <w:rsid w:val="00B73695"/>
    <w:rsid w:val="00B73DDF"/>
    <w:rsid w:val="00B73DFE"/>
    <w:rsid w:val="00B742B9"/>
    <w:rsid w:val="00B74899"/>
    <w:rsid w:val="00B75299"/>
    <w:rsid w:val="00B75533"/>
    <w:rsid w:val="00B7569A"/>
    <w:rsid w:val="00B766F3"/>
    <w:rsid w:val="00B769A4"/>
    <w:rsid w:val="00B769E4"/>
    <w:rsid w:val="00B76C4E"/>
    <w:rsid w:val="00B76CDE"/>
    <w:rsid w:val="00B77069"/>
    <w:rsid w:val="00B773ED"/>
    <w:rsid w:val="00B77FCE"/>
    <w:rsid w:val="00B80211"/>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5F4"/>
    <w:rsid w:val="00B85685"/>
    <w:rsid w:val="00B856AC"/>
    <w:rsid w:val="00B85EEF"/>
    <w:rsid w:val="00B8623F"/>
    <w:rsid w:val="00B865B5"/>
    <w:rsid w:val="00B8690E"/>
    <w:rsid w:val="00B86999"/>
    <w:rsid w:val="00B86A08"/>
    <w:rsid w:val="00B86A7E"/>
    <w:rsid w:val="00B86C42"/>
    <w:rsid w:val="00B86CDE"/>
    <w:rsid w:val="00B86CFE"/>
    <w:rsid w:val="00B86D35"/>
    <w:rsid w:val="00B86DBE"/>
    <w:rsid w:val="00B86E2C"/>
    <w:rsid w:val="00B870C2"/>
    <w:rsid w:val="00B8793B"/>
    <w:rsid w:val="00B87CB9"/>
    <w:rsid w:val="00B90089"/>
    <w:rsid w:val="00B90619"/>
    <w:rsid w:val="00B908E5"/>
    <w:rsid w:val="00B91086"/>
    <w:rsid w:val="00B91313"/>
    <w:rsid w:val="00B91370"/>
    <w:rsid w:val="00B91458"/>
    <w:rsid w:val="00B914EB"/>
    <w:rsid w:val="00B91999"/>
    <w:rsid w:val="00B921DD"/>
    <w:rsid w:val="00B9231C"/>
    <w:rsid w:val="00B924C0"/>
    <w:rsid w:val="00B9259F"/>
    <w:rsid w:val="00B926AF"/>
    <w:rsid w:val="00B9291C"/>
    <w:rsid w:val="00B92959"/>
    <w:rsid w:val="00B92C80"/>
    <w:rsid w:val="00B9416E"/>
    <w:rsid w:val="00B94738"/>
    <w:rsid w:val="00B9491A"/>
    <w:rsid w:val="00B949AB"/>
    <w:rsid w:val="00B95514"/>
    <w:rsid w:val="00B955DA"/>
    <w:rsid w:val="00B9596B"/>
    <w:rsid w:val="00B959CD"/>
    <w:rsid w:val="00B95BAB"/>
    <w:rsid w:val="00B95C42"/>
    <w:rsid w:val="00B95EB4"/>
    <w:rsid w:val="00B9638D"/>
    <w:rsid w:val="00B96B32"/>
    <w:rsid w:val="00B97017"/>
    <w:rsid w:val="00B97601"/>
    <w:rsid w:val="00B977BF"/>
    <w:rsid w:val="00BA06C3"/>
    <w:rsid w:val="00BA0804"/>
    <w:rsid w:val="00BA0AF6"/>
    <w:rsid w:val="00BA0B55"/>
    <w:rsid w:val="00BA0FF0"/>
    <w:rsid w:val="00BA1211"/>
    <w:rsid w:val="00BA148D"/>
    <w:rsid w:val="00BA1654"/>
    <w:rsid w:val="00BA1E33"/>
    <w:rsid w:val="00BA1E9D"/>
    <w:rsid w:val="00BA2162"/>
    <w:rsid w:val="00BA2328"/>
    <w:rsid w:val="00BA280A"/>
    <w:rsid w:val="00BA28F0"/>
    <w:rsid w:val="00BA28F5"/>
    <w:rsid w:val="00BA31E4"/>
    <w:rsid w:val="00BA3326"/>
    <w:rsid w:val="00BA353B"/>
    <w:rsid w:val="00BA38B9"/>
    <w:rsid w:val="00BA3B00"/>
    <w:rsid w:val="00BA3D6B"/>
    <w:rsid w:val="00BA4645"/>
    <w:rsid w:val="00BA4A72"/>
    <w:rsid w:val="00BA4ABD"/>
    <w:rsid w:val="00BA4C6D"/>
    <w:rsid w:val="00BA4CDA"/>
    <w:rsid w:val="00BA4E46"/>
    <w:rsid w:val="00BA53A8"/>
    <w:rsid w:val="00BA5F6F"/>
    <w:rsid w:val="00BA6362"/>
    <w:rsid w:val="00BA64EB"/>
    <w:rsid w:val="00BA69F5"/>
    <w:rsid w:val="00BA6F40"/>
    <w:rsid w:val="00BA6FDA"/>
    <w:rsid w:val="00BA72F6"/>
    <w:rsid w:val="00BA738D"/>
    <w:rsid w:val="00BA7425"/>
    <w:rsid w:val="00BA755D"/>
    <w:rsid w:val="00BB0064"/>
    <w:rsid w:val="00BB01F8"/>
    <w:rsid w:val="00BB0443"/>
    <w:rsid w:val="00BB0A9A"/>
    <w:rsid w:val="00BB0E32"/>
    <w:rsid w:val="00BB139E"/>
    <w:rsid w:val="00BB15EE"/>
    <w:rsid w:val="00BB17EE"/>
    <w:rsid w:val="00BB1800"/>
    <w:rsid w:val="00BB1B4D"/>
    <w:rsid w:val="00BB284B"/>
    <w:rsid w:val="00BB2A86"/>
    <w:rsid w:val="00BB2D5A"/>
    <w:rsid w:val="00BB312D"/>
    <w:rsid w:val="00BB372C"/>
    <w:rsid w:val="00BB405C"/>
    <w:rsid w:val="00BB431B"/>
    <w:rsid w:val="00BB4853"/>
    <w:rsid w:val="00BB4F30"/>
    <w:rsid w:val="00BB4FA4"/>
    <w:rsid w:val="00BB5885"/>
    <w:rsid w:val="00BB60AB"/>
    <w:rsid w:val="00BB6653"/>
    <w:rsid w:val="00BB6A5C"/>
    <w:rsid w:val="00BB6EF0"/>
    <w:rsid w:val="00BB7253"/>
    <w:rsid w:val="00BB747C"/>
    <w:rsid w:val="00BB747F"/>
    <w:rsid w:val="00BB7627"/>
    <w:rsid w:val="00BB7654"/>
    <w:rsid w:val="00BB76E4"/>
    <w:rsid w:val="00BB7BD6"/>
    <w:rsid w:val="00BC031C"/>
    <w:rsid w:val="00BC09A3"/>
    <w:rsid w:val="00BC0A77"/>
    <w:rsid w:val="00BC0AAC"/>
    <w:rsid w:val="00BC0E26"/>
    <w:rsid w:val="00BC10AE"/>
    <w:rsid w:val="00BC12AD"/>
    <w:rsid w:val="00BC1688"/>
    <w:rsid w:val="00BC1C7E"/>
    <w:rsid w:val="00BC1CDB"/>
    <w:rsid w:val="00BC23F7"/>
    <w:rsid w:val="00BC2756"/>
    <w:rsid w:val="00BC2A9F"/>
    <w:rsid w:val="00BC3983"/>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952"/>
    <w:rsid w:val="00BD0B8A"/>
    <w:rsid w:val="00BD149E"/>
    <w:rsid w:val="00BD1A87"/>
    <w:rsid w:val="00BD1B17"/>
    <w:rsid w:val="00BD1CC1"/>
    <w:rsid w:val="00BD1F31"/>
    <w:rsid w:val="00BD2381"/>
    <w:rsid w:val="00BD2DAC"/>
    <w:rsid w:val="00BD37D4"/>
    <w:rsid w:val="00BD3AB7"/>
    <w:rsid w:val="00BD3C1F"/>
    <w:rsid w:val="00BD3FF6"/>
    <w:rsid w:val="00BD41D0"/>
    <w:rsid w:val="00BD4402"/>
    <w:rsid w:val="00BD488C"/>
    <w:rsid w:val="00BD4B68"/>
    <w:rsid w:val="00BD5921"/>
    <w:rsid w:val="00BD5A01"/>
    <w:rsid w:val="00BD5B15"/>
    <w:rsid w:val="00BD5BF3"/>
    <w:rsid w:val="00BD63F7"/>
    <w:rsid w:val="00BD64E6"/>
    <w:rsid w:val="00BD69B7"/>
    <w:rsid w:val="00BD6DFC"/>
    <w:rsid w:val="00BD6FD6"/>
    <w:rsid w:val="00BD741D"/>
    <w:rsid w:val="00BD76C1"/>
    <w:rsid w:val="00BD7927"/>
    <w:rsid w:val="00BD7AA1"/>
    <w:rsid w:val="00BD7F68"/>
    <w:rsid w:val="00BE0277"/>
    <w:rsid w:val="00BE0607"/>
    <w:rsid w:val="00BE0D92"/>
    <w:rsid w:val="00BE1027"/>
    <w:rsid w:val="00BE23B8"/>
    <w:rsid w:val="00BE298A"/>
    <w:rsid w:val="00BE32D3"/>
    <w:rsid w:val="00BE3519"/>
    <w:rsid w:val="00BE35DE"/>
    <w:rsid w:val="00BE39C3"/>
    <w:rsid w:val="00BE3DE0"/>
    <w:rsid w:val="00BE443C"/>
    <w:rsid w:val="00BE502F"/>
    <w:rsid w:val="00BE5764"/>
    <w:rsid w:val="00BE58F9"/>
    <w:rsid w:val="00BE5D2F"/>
    <w:rsid w:val="00BE613D"/>
    <w:rsid w:val="00BE633E"/>
    <w:rsid w:val="00BE636D"/>
    <w:rsid w:val="00BE64F0"/>
    <w:rsid w:val="00BE6824"/>
    <w:rsid w:val="00BE691B"/>
    <w:rsid w:val="00BE6C6C"/>
    <w:rsid w:val="00BE7553"/>
    <w:rsid w:val="00BE7CA8"/>
    <w:rsid w:val="00BE7E69"/>
    <w:rsid w:val="00BE7EC7"/>
    <w:rsid w:val="00BF0035"/>
    <w:rsid w:val="00BF0509"/>
    <w:rsid w:val="00BF0669"/>
    <w:rsid w:val="00BF06AB"/>
    <w:rsid w:val="00BF1054"/>
    <w:rsid w:val="00BF1739"/>
    <w:rsid w:val="00BF1BCA"/>
    <w:rsid w:val="00BF1F05"/>
    <w:rsid w:val="00BF1F2D"/>
    <w:rsid w:val="00BF1F36"/>
    <w:rsid w:val="00BF22CE"/>
    <w:rsid w:val="00BF30A6"/>
    <w:rsid w:val="00BF3181"/>
    <w:rsid w:val="00BF3CE4"/>
    <w:rsid w:val="00BF4133"/>
    <w:rsid w:val="00BF4136"/>
    <w:rsid w:val="00BF4298"/>
    <w:rsid w:val="00BF4605"/>
    <w:rsid w:val="00BF5271"/>
    <w:rsid w:val="00BF5437"/>
    <w:rsid w:val="00BF563B"/>
    <w:rsid w:val="00BF58D0"/>
    <w:rsid w:val="00BF63C7"/>
    <w:rsid w:val="00BF6AB3"/>
    <w:rsid w:val="00BF7B05"/>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91C"/>
    <w:rsid w:val="00C03A2F"/>
    <w:rsid w:val="00C03B0B"/>
    <w:rsid w:val="00C0407F"/>
    <w:rsid w:val="00C0444C"/>
    <w:rsid w:val="00C04570"/>
    <w:rsid w:val="00C04DC6"/>
    <w:rsid w:val="00C04E38"/>
    <w:rsid w:val="00C05087"/>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1044A"/>
    <w:rsid w:val="00C10C80"/>
    <w:rsid w:val="00C11432"/>
    <w:rsid w:val="00C1180C"/>
    <w:rsid w:val="00C11F7D"/>
    <w:rsid w:val="00C12893"/>
    <w:rsid w:val="00C1358E"/>
    <w:rsid w:val="00C13741"/>
    <w:rsid w:val="00C13EC5"/>
    <w:rsid w:val="00C13F42"/>
    <w:rsid w:val="00C141AC"/>
    <w:rsid w:val="00C14258"/>
    <w:rsid w:val="00C148E5"/>
    <w:rsid w:val="00C150A5"/>
    <w:rsid w:val="00C1536A"/>
    <w:rsid w:val="00C15C77"/>
    <w:rsid w:val="00C16545"/>
    <w:rsid w:val="00C167A4"/>
    <w:rsid w:val="00C16885"/>
    <w:rsid w:val="00C16A74"/>
    <w:rsid w:val="00C16B44"/>
    <w:rsid w:val="00C177FB"/>
    <w:rsid w:val="00C17E7C"/>
    <w:rsid w:val="00C202D3"/>
    <w:rsid w:val="00C207C3"/>
    <w:rsid w:val="00C20825"/>
    <w:rsid w:val="00C21105"/>
    <w:rsid w:val="00C21593"/>
    <w:rsid w:val="00C21A59"/>
    <w:rsid w:val="00C22200"/>
    <w:rsid w:val="00C22539"/>
    <w:rsid w:val="00C22839"/>
    <w:rsid w:val="00C22881"/>
    <w:rsid w:val="00C2332A"/>
    <w:rsid w:val="00C23C64"/>
    <w:rsid w:val="00C2462B"/>
    <w:rsid w:val="00C24693"/>
    <w:rsid w:val="00C24766"/>
    <w:rsid w:val="00C24854"/>
    <w:rsid w:val="00C24C89"/>
    <w:rsid w:val="00C24DE2"/>
    <w:rsid w:val="00C25138"/>
    <w:rsid w:val="00C25149"/>
    <w:rsid w:val="00C253E0"/>
    <w:rsid w:val="00C25DEC"/>
    <w:rsid w:val="00C26682"/>
    <w:rsid w:val="00C26700"/>
    <w:rsid w:val="00C267B5"/>
    <w:rsid w:val="00C26F93"/>
    <w:rsid w:val="00C270D2"/>
    <w:rsid w:val="00C274EA"/>
    <w:rsid w:val="00C2782D"/>
    <w:rsid w:val="00C27B3F"/>
    <w:rsid w:val="00C3051D"/>
    <w:rsid w:val="00C30561"/>
    <w:rsid w:val="00C31211"/>
    <w:rsid w:val="00C31BAF"/>
    <w:rsid w:val="00C321C0"/>
    <w:rsid w:val="00C322D1"/>
    <w:rsid w:val="00C32927"/>
    <w:rsid w:val="00C32D1A"/>
    <w:rsid w:val="00C331C7"/>
    <w:rsid w:val="00C3320E"/>
    <w:rsid w:val="00C33340"/>
    <w:rsid w:val="00C33896"/>
    <w:rsid w:val="00C33B14"/>
    <w:rsid w:val="00C33BE1"/>
    <w:rsid w:val="00C33C11"/>
    <w:rsid w:val="00C33ED8"/>
    <w:rsid w:val="00C34546"/>
    <w:rsid w:val="00C345C5"/>
    <w:rsid w:val="00C348FA"/>
    <w:rsid w:val="00C34AE2"/>
    <w:rsid w:val="00C34CCE"/>
    <w:rsid w:val="00C35032"/>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8A6"/>
    <w:rsid w:val="00C427AB"/>
    <w:rsid w:val="00C429DB"/>
    <w:rsid w:val="00C42AE4"/>
    <w:rsid w:val="00C43130"/>
    <w:rsid w:val="00C4315D"/>
    <w:rsid w:val="00C43373"/>
    <w:rsid w:val="00C434CF"/>
    <w:rsid w:val="00C43503"/>
    <w:rsid w:val="00C440EA"/>
    <w:rsid w:val="00C443EB"/>
    <w:rsid w:val="00C445F8"/>
    <w:rsid w:val="00C4463A"/>
    <w:rsid w:val="00C44DC0"/>
    <w:rsid w:val="00C451B3"/>
    <w:rsid w:val="00C452CA"/>
    <w:rsid w:val="00C453FB"/>
    <w:rsid w:val="00C454F4"/>
    <w:rsid w:val="00C45B99"/>
    <w:rsid w:val="00C4639D"/>
    <w:rsid w:val="00C46D42"/>
    <w:rsid w:val="00C470B9"/>
    <w:rsid w:val="00C500BB"/>
    <w:rsid w:val="00C506C7"/>
    <w:rsid w:val="00C5079F"/>
    <w:rsid w:val="00C508A6"/>
    <w:rsid w:val="00C50A55"/>
    <w:rsid w:val="00C5166B"/>
    <w:rsid w:val="00C52DC9"/>
    <w:rsid w:val="00C533CB"/>
    <w:rsid w:val="00C53A3B"/>
    <w:rsid w:val="00C53DEE"/>
    <w:rsid w:val="00C53E0D"/>
    <w:rsid w:val="00C544F9"/>
    <w:rsid w:val="00C54F8A"/>
    <w:rsid w:val="00C55AC5"/>
    <w:rsid w:val="00C55D83"/>
    <w:rsid w:val="00C5600B"/>
    <w:rsid w:val="00C56520"/>
    <w:rsid w:val="00C56730"/>
    <w:rsid w:val="00C5693D"/>
    <w:rsid w:val="00C56A9B"/>
    <w:rsid w:val="00C572EC"/>
    <w:rsid w:val="00C57392"/>
    <w:rsid w:val="00C57973"/>
    <w:rsid w:val="00C57AA1"/>
    <w:rsid w:val="00C57D38"/>
    <w:rsid w:val="00C60179"/>
    <w:rsid w:val="00C6196D"/>
    <w:rsid w:val="00C61A0E"/>
    <w:rsid w:val="00C62328"/>
    <w:rsid w:val="00C62626"/>
    <w:rsid w:val="00C62FD2"/>
    <w:rsid w:val="00C6325A"/>
    <w:rsid w:val="00C6342F"/>
    <w:rsid w:val="00C63492"/>
    <w:rsid w:val="00C63E26"/>
    <w:rsid w:val="00C63FEA"/>
    <w:rsid w:val="00C64689"/>
    <w:rsid w:val="00C64B60"/>
    <w:rsid w:val="00C64CA1"/>
    <w:rsid w:val="00C64DC6"/>
    <w:rsid w:val="00C64F09"/>
    <w:rsid w:val="00C64F65"/>
    <w:rsid w:val="00C653C9"/>
    <w:rsid w:val="00C65637"/>
    <w:rsid w:val="00C6571E"/>
    <w:rsid w:val="00C658CA"/>
    <w:rsid w:val="00C65D48"/>
    <w:rsid w:val="00C66AC7"/>
    <w:rsid w:val="00C66B36"/>
    <w:rsid w:val="00C66E22"/>
    <w:rsid w:val="00C66EB4"/>
    <w:rsid w:val="00C66F4C"/>
    <w:rsid w:val="00C670E4"/>
    <w:rsid w:val="00C674D4"/>
    <w:rsid w:val="00C676DE"/>
    <w:rsid w:val="00C679F2"/>
    <w:rsid w:val="00C70009"/>
    <w:rsid w:val="00C7004D"/>
    <w:rsid w:val="00C70478"/>
    <w:rsid w:val="00C706F9"/>
    <w:rsid w:val="00C707DA"/>
    <w:rsid w:val="00C70993"/>
    <w:rsid w:val="00C709F8"/>
    <w:rsid w:val="00C70A20"/>
    <w:rsid w:val="00C712F0"/>
    <w:rsid w:val="00C713CC"/>
    <w:rsid w:val="00C713CF"/>
    <w:rsid w:val="00C7178E"/>
    <w:rsid w:val="00C717F7"/>
    <w:rsid w:val="00C71C4F"/>
    <w:rsid w:val="00C71D35"/>
    <w:rsid w:val="00C71FEE"/>
    <w:rsid w:val="00C72B8E"/>
    <w:rsid w:val="00C72C39"/>
    <w:rsid w:val="00C73888"/>
    <w:rsid w:val="00C738E7"/>
    <w:rsid w:val="00C73DAE"/>
    <w:rsid w:val="00C73F6D"/>
    <w:rsid w:val="00C743C3"/>
    <w:rsid w:val="00C747C3"/>
    <w:rsid w:val="00C74DC7"/>
    <w:rsid w:val="00C75C4A"/>
    <w:rsid w:val="00C762BA"/>
    <w:rsid w:val="00C765D1"/>
    <w:rsid w:val="00C768D9"/>
    <w:rsid w:val="00C7696F"/>
    <w:rsid w:val="00C76B8D"/>
    <w:rsid w:val="00C76F9B"/>
    <w:rsid w:val="00C77055"/>
    <w:rsid w:val="00C773C7"/>
    <w:rsid w:val="00C776AD"/>
    <w:rsid w:val="00C7796C"/>
    <w:rsid w:val="00C800DB"/>
    <w:rsid w:val="00C80974"/>
    <w:rsid w:val="00C80D87"/>
    <w:rsid w:val="00C81386"/>
    <w:rsid w:val="00C814AB"/>
    <w:rsid w:val="00C814EB"/>
    <w:rsid w:val="00C8191F"/>
    <w:rsid w:val="00C81C28"/>
    <w:rsid w:val="00C81D2E"/>
    <w:rsid w:val="00C81D7E"/>
    <w:rsid w:val="00C824A8"/>
    <w:rsid w:val="00C82ACE"/>
    <w:rsid w:val="00C82E5B"/>
    <w:rsid w:val="00C83039"/>
    <w:rsid w:val="00C837CD"/>
    <w:rsid w:val="00C851CE"/>
    <w:rsid w:val="00C86FB2"/>
    <w:rsid w:val="00C8754D"/>
    <w:rsid w:val="00C87573"/>
    <w:rsid w:val="00C87574"/>
    <w:rsid w:val="00C87BB8"/>
    <w:rsid w:val="00C87F04"/>
    <w:rsid w:val="00C90225"/>
    <w:rsid w:val="00C908EA"/>
    <w:rsid w:val="00C9095F"/>
    <w:rsid w:val="00C90C7A"/>
    <w:rsid w:val="00C914E7"/>
    <w:rsid w:val="00C91F04"/>
    <w:rsid w:val="00C9224F"/>
    <w:rsid w:val="00C922AA"/>
    <w:rsid w:val="00C924D0"/>
    <w:rsid w:val="00C92593"/>
    <w:rsid w:val="00C92D02"/>
    <w:rsid w:val="00C934DA"/>
    <w:rsid w:val="00C93ED7"/>
    <w:rsid w:val="00C93EF5"/>
    <w:rsid w:val="00C94598"/>
    <w:rsid w:val="00C946B2"/>
    <w:rsid w:val="00C949A1"/>
    <w:rsid w:val="00C94E90"/>
    <w:rsid w:val="00C94F7C"/>
    <w:rsid w:val="00C9513E"/>
    <w:rsid w:val="00C951EB"/>
    <w:rsid w:val="00C95328"/>
    <w:rsid w:val="00C95409"/>
    <w:rsid w:val="00C95528"/>
    <w:rsid w:val="00C95A3D"/>
    <w:rsid w:val="00C97A01"/>
    <w:rsid w:val="00C97D34"/>
    <w:rsid w:val="00CA0545"/>
    <w:rsid w:val="00CA089A"/>
    <w:rsid w:val="00CA109B"/>
    <w:rsid w:val="00CA1C3E"/>
    <w:rsid w:val="00CA1F19"/>
    <w:rsid w:val="00CA1F31"/>
    <w:rsid w:val="00CA20F4"/>
    <w:rsid w:val="00CA2467"/>
    <w:rsid w:val="00CA2C8F"/>
    <w:rsid w:val="00CA2EA2"/>
    <w:rsid w:val="00CA31DC"/>
    <w:rsid w:val="00CA31F2"/>
    <w:rsid w:val="00CA3203"/>
    <w:rsid w:val="00CA3AAD"/>
    <w:rsid w:val="00CA3EE1"/>
    <w:rsid w:val="00CA4062"/>
    <w:rsid w:val="00CA40BE"/>
    <w:rsid w:val="00CA44CA"/>
    <w:rsid w:val="00CA4687"/>
    <w:rsid w:val="00CA4BF2"/>
    <w:rsid w:val="00CA4C4F"/>
    <w:rsid w:val="00CA4D36"/>
    <w:rsid w:val="00CA4E7C"/>
    <w:rsid w:val="00CA4F2D"/>
    <w:rsid w:val="00CA4F42"/>
    <w:rsid w:val="00CA52D9"/>
    <w:rsid w:val="00CA551C"/>
    <w:rsid w:val="00CA554B"/>
    <w:rsid w:val="00CA593A"/>
    <w:rsid w:val="00CA5E98"/>
    <w:rsid w:val="00CA603B"/>
    <w:rsid w:val="00CA62E9"/>
    <w:rsid w:val="00CA6499"/>
    <w:rsid w:val="00CA6534"/>
    <w:rsid w:val="00CA6C4D"/>
    <w:rsid w:val="00CA6FE1"/>
    <w:rsid w:val="00CA748D"/>
    <w:rsid w:val="00CA7891"/>
    <w:rsid w:val="00CA7E47"/>
    <w:rsid w:val="00CB0015"/>
    <w:rsid w:val="00CB0150"/>
    <w:rsid w:val="00CB176A"/>
    <w:rsid w:val="00CB1776"/>
    <w:rsid w:val="00CB1ADE"/>
    <w:rsid w:val="00CB20C9"/>
    <w:rsid w:val="00CB2309"/>
    <w:rsid w:val="00CB27C8"/>
    <w:rsid w:val="00CB2DE7"/>
    <w:rsid w:val="00CB3148"/>
    <w:rsid w:val="00CB33FD"/>
    <w:rsid w:val="00CB3CEE"/>
    <w:rsid w:val="00CB3EA6"/>
    <w:rsid w:val="00CB3F13"/>
    <w:rsid w:val="00CB4228"/>
    <w:rsid w:val="00CB43E3"/>
    <w:rsid w:val="00CB44BE"/>
    <w:rsid w:val="00CB4A1F"/>
    <w:rsid w:val="00CB4AF1"/>
    <w:rsid w:val="00CB4BB0"/>
    <w:rsid w:val="00CB4E7E"/>
    <w:rsid w:val="00CB508A"/>
    <w:rsid w:val="00CB53AC"/>
    <w:rsid w:val="00CB56CF"/>
    <w:rsid w:val="00CB5738"/>
    <w:rsid w:val="00CB57C2"/>
    <w:rsid w:val="00CB5850"/>
    <w:rsid w:val="00CB5C8E"/>
    <w:rsid w:val="00CB5DE9"/>
    <w:rsid w:val="00CB5EBE"/>
    <w:rsid w:val="00CB6377"/>
    <w:rsid w:val="00CB666D"/>
    <w:rsid w:val="00CB69D2"/>
    <w:rsid w:val="00CB6A66"/>
    <w:rsid w:val="00CB6BF5"/>
    <w:rsid w:val="00CB6C14"/>
    <w:rsid w:val="00CB6F08"/>
    <w:rsid w:val="00CB712E"/>
    <w:rsid w:val="00CB71D8"/>
    <w:rsid w:val="00CB73F2"/>
    <w:rsid w:val="00CB74B2"/>
    <w:rsid w:val="00CB7A65"/>
    <w:rsid w:val="00CB7AA6"/>
    <w:rsid w:val="00CC039A"/>
    <w:rsid w:val="00CC0966"/>
    <w:rsid w:val="00CC0BA1"/>
    <w:rsid w:val="00CC0C43"/>
    <w:rsid w:val="00CC0EF0"/>
    <w:rsid w:val="00CC114D"/>
    <w:rsid w:val="00CC1B9D"/>
    <w:rsid w:val="00CC1BF6"/>
    <w:rsid w:val="00CC208A"/>
    <w:rsid w:val="00CC2691"/>
    <w:rsid w:val="00CC2CBE"/>
    <w:rsid w:val="00CC3FB1"/>
    <w:rsid w:val="00CC4698"/>
    <w:rsid w:val="00CC59C0"/>
    <w:rsid w:val="00CC5A98"/>
    <w:rsid w:val="00CC626E"/>
    <w:rsid w:val="00CC648F"/>
    <w:rsid w:val="00CC6546"/>
    <w:rsid w:val="00CC677E"/>
    <w:rsid w:val="00CC6D68"/>
    <w:rsid w:val="00CC6DB9"/>
    <w:rsid w:val="00CC72C1"/>
    <w:rsid w:val="00CD02B3"/>
    <w:rsid w:val="00CD11CA"/>
    <w:rsid w:val="00CD1943"/>
    <w:rsid w:val="00CD1E27"/>
    <w:rsid w:val="00CD206B"/>
    <w:rsid w:val="00CD298C"/>
    <w:rsid w:val="00CD2B15"/>
    <w:rsid w:val="00CD32B8"/>
    <w:rsid w:val="00CD32C5"/>
    <w:rsid w:val="00CD3782"/>
    <w:rsid w:val="00CD380E"/>
    <w:rsid w:val="00CD3ADA"/>
    <w:rsid w:val="00CD3D8C"/>
    <w:rsid w:val="00CD3E99"/>
    <w:rsid w:val="00CD46E1"/>
    <w:rsid w:val="00CD49F8"/>
    <w:rsid w:val="00CD4C20"/>
    <w:rsid w:val="00CD4DB6"/>
    <w:rsid w:val="00CD4DCA"/>
    <w:rsid w:val="00CD5132"/>
    <w:rsid w:val="00CD557D"/>
    <w:rsid w:val="00CD5AB4"/>
    <w:rsid w:val="00CD72FC"/>
    <w:rsid w:val="00CD733A"/>
    <w:rsid w:val="00CD73FF"/>
    <w:rsid w:val="00CD7B69"/>
    <w:rsid w:val="00CD7D40"/>
    <w:rsid w:val="00CE0769"/>
    <w:rsid w:val="00CE0945"/>
    <w:rsid w:val="00CE11B1"/>
    <w:rsid w:val="00CE1D84"/>
    <w:rsid w:val="00CE1F4A"/>
    <w:rsid w:val="00CE20E4"/>
    <w:rsid w:val="00CE21C1"/>
    <w:rsid w:val="00CE245C"/>
    <w:rsid w:val="00CE2E7E"/>
    <w:rsid w:val="00CE31D3"/>
    <w:rsid w:val="00CE323E"/>
    <w:rsid w:val="00CE325C"/>
    <w:rsid w:val="00CE4CDF"/>
    <w:rsid w:val="00CE4D23"/>
    <w:rsid w:val="00CE4E8B"/>
    <w:rsid w:val="00CE53F5"/>
    <w:rsid w:val="00CE54EC"/>
    <w:rsid w:val="00CE63B1"/>
    <w:rsid w:val="00CE643D"/>
    <w:rsid w:val="00CE6B59"/>
    <w:rsid w:val="00CE6C5A"/>
    <w:rsid w:val="00CE70EB"/>
    <w:rsid w:val="00CE71BA"/>
    <w:rsid w:val="00CE7373"/>
    <w:rsid w:val="00CE75E1"/>
    <w:rsid w:val="00CE77A5"/>
    <w:rsid w:val="00CE77FD"/>
    <w:rsid w:val="00CE7810"/>
    <w:rsid w:val="00CE7D30"/>
    <w:rsid w:val="00CE7FCD"/>
    <w:rsid w:val="00CF0095"/>
    <w:rsid w:val="00CF02CF"/>
    <w:rsid w:val="00CF0B68"/>
    <w:rsid w:val="00CF1428"/>
    <w:rsid w:val="00CF19ED"/>
    <w:rsid w:val="00CF3132"/>
    <w:rsid w:val="00CF44D6"/>
    <w:rsid w:val="00CF4C48"/>
    <w:rsid w:val="00CF5348"/>
    <w:rsid w:val="00CF5465"/>
    <w:rsid w:val="00CF5C75"/>
    <w:rsid w:val="00CF5D8E"/>
    <w:rsid w:val="00CF66CA"/>
    <w:rsid w:val="00CF68D0"/>
    <w:rsid w:val="00CF6C7A"/>
    <w:rsid w:val="00CF6D5B"/>
    <w:rsid w:val="00CF6EBD"/>
    <w:rsid w:val="00CF753D"/>
    <w:rsid w:val="00CF766E"/>
    <w:rsid w:val="00D00592"/>
    <w:rsid w:val="00D005AF"/>
    <w:rsid w:val="00D0064F"/>
    <w:rsid w:val="00D009AE"/>
    <w:rsid w:val="00D01066"/>
    <w:rsid w:val="00D01A69"/>
    <w:rsid w:val="00D01A96"/>
    <w:rsid w:val="00D01B04"/>
    <w:rsid w:val="00D01D88"/>
    <w:rsid w:val="00D01DBF"/>
    <w:rsid w:val="00D02938"/>
    <w:rsid w:val="00D02A9B"/>
    <w:rsid w:val="00D03381"/>
    <w:rsid w:val="00D03DA8"/>
    <w:rsid w:val="00D04484"/>
    <w:rsid w:val="00D04C28"/>
    <w:rsid w:val="00D04E72"/>
    <w:rsid w:val="00D05003"/>
    <w:rsid w:val="00D05647"/>
    <w:rsid w:val="00D05A14"/>
    <w:rsid w:val="00D05C64"/>
    <w:rsid w:val="00D06DF9"/>
    <w:rsid w:val="00D06E5D"/>
    <w:rsid w:val="00D07638"/>
    <w:rsid w:val="00D07799"/>
    <w:rsid w:val="00D07B46"/>
    <w:rsid w:val="00D101D8"/>
    <w:rsid w:val="00D10366"/>
    <w:rsid w:val="00D106D7"/>
    <w:rsid w:val="00D1076F"/>
    <w:rsid w:val="00D10AFA"/>
    <w:rsid w:val="00D10D52"/>
    <w:rsid w:val="00D10F36"/>
    <w:rsid w:val="00D111F1"/>
    <w:rsid w:val="00D1147A"/>
    <w:rsid w:val="00D11C51"/>
    <w:rsid w:val="00D11FCA"/>
    <w:rsid w:val="00D12343"/>
    <w:rsid w:val="00D1246B"/>
    <w:rsid w:val="00D12BBF"/>
    <w:rsid w:val="00D132E6"/>
    <w:rsid w:val="00D13404"/>
    <w:rsid w:val="00D136EB"/>
    <w:rsid w:val="00D13FBC"/>
    <w:rsid w:val="00D14441"/>
    <w:rsid w:val="00D144AA"/>
    <w:rsid w:val="00D14546"/>
    <w:rsid w:val="00D146BE"/>
    <w:rsid w:val="00D14947"/>
    <w:rsid w:val="00D14E72"/>
    <w:rsid w:val="00D1575A"/>
    <w:rsid w:val="00D1594C"/>
    <w:rsid w:val="00D15B5A"/>
    <w:rsid w:val="00D15BB4"/>
    <w:rsid w:val="00D170E8"/>
    <w:rsid w:val="00D1711A"/>
    <w:rsid w:val="00D17251"/>
    <w:rsid w:val="00D176BF"/>
    <w:rsid w:val="00D17897"/>
    <w:rsid w:val="00D20764"/>
    <w:rsid w:val="00D2101D"/>
    <w:rsid w:val="00D21305"/>
    <w:rsid w:val="00D21A22"/>
    <w:rsid w:val="00D222E7"/>
    <w:rsid w:val="00D2262F"/>
    <w:rsid w:val="00D23A64"/>
    <w:rsid w:val="00D23B64"/>
    <w:rsid w:val="00D24F13"/>
    <w:rsid w:val="00D24FA6"/>
    <w:rsid w:val="00D25052"/>
    <w:rsid w:val="00D253AB"/>
    <w:rsid w:val="00D25767"/>
    <w:rsid w:val="00D25870"/>
    <w:rsid w:val="00D25A20"/>
    <w:rsid w:val="00D25B9A"/>
    <w:rsid w:val="00D25CFC"/>
    <w:rsid w:val="00D25E97"/>
    <w:rsid w:val="00D26586"/>
    <w:rsid w:val="00D2699F"/>
    <w:rsid w:val="00D271CF"/>
    <w:rsid w:val="00D2772B"/>
    <w:rsid w:val="00D27B6E"/>
    <w:rsid w:val="00D3063A"/>
    <w:rsid w:val="00D307CB"/>
    <w:rsid w:val="00D30DC8"/>
    <w:rsid w:val="00D30E9F"/>
    <w:rsid w:val="00D31261"/>
    <w:rsid w:val="00D318C1"/>
    <w:rsid w:val="00D31ACE"/>
    <w:rsid w:val="00D323A7"/>
    <w:rsid w:val="00D330AB"/>
    <w:rsid w:val="00D34186"/>
    <w:rsid w:val="00D34496"/>
    <w:rsid w:val="00D345C2"/>
    <w:rsid w:val="00D34974"/>
    <w:rsid w:val="00D34B61"/>
    <w:rsid w:val="00D353AC"/>
    <w:rsid w:val="00D353CB"/>
    <w:rsid w:val="00D35504"/>
    <w:rsid w:val="00D355A0"/>
    <w:rsid w:val="00D3570C"/>
    <w:rsid w:val="00D359B9"/>
    <w:rsid w:val="00D35A49"/>
    <w:rsid w:val="00D36020"/>
    <w:rsid w:val="00D36037"/>
    <w:rsid w:val="00D36271"/>
    <w:rsid w:val="00D37034"/>
    <w:rsid w:val="00D376BE"/>
    <w:rsid w:val="00D377F4"/>
    <w:rsid w:val="00D37828"/>
    <w:rsid w:val="00D40087"/>
    <w:rsid w:val="00D402BB"/>
    <w:rsid w:val="00D41510"/>
    <w:rsid w:val="00D416DE"/>
    <w:rsid w:val="00D417D8"/>
    <w:rsid w:val="00D41D8E"/>
    <w:rsid w:val="00D41DE9"/>
    <w:rsid w:val="00D41E79"/>
    <w:rsid w:val="00D41F31"/>
    <w:rsid w:val="00D4201D"/>
    <w:rsid w:val="00D42585"/>
    <w:rsid w:val="00D42B15"/>
    <w:rsid w:val="00D42C8D"/>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D48"/>
    <w:rsid w:val="00D50FA7"/>
    <w:rsid w:val="00D514D8"/>
    <w:rsid w:val="00D51EB9"/>
    <w:rsid w:val="00D51FA3"/>
    <w:rsid w:val="00D51FDB"/>
    <w:rsid w:val="00D52095"/>
    <w:rsid w:val="00D5209F"/>
    <w:rsid w:val="00D520C5"/>
    <w:rsid w:val="00D520E1"/>
    <w:rsid w:val="00D52400"/>
    <w:rsid w:val="00D52724"/>
    <w:rsid w:val="00D527D7"/>
    <w:rsid w:val="00D52B79"/>
    <w:rsid w:val="00D533A3"/>
    <w:rsid w:val="00D533C3"/>
    <w:rsid w:val="00D5340E"/>
    <w:rsid w:val="00D5383D"/>
    <w:rsid w:val="00D53C71"/>
    <w:rsid w:val="00D53E83"/>
    <w:rsid w:val="00D5406B"/>
    <w:rsid w:val="00D54ACD"/>
    <w:rsid w:val="00D54BFB"/>
    <w:rsid w:val="00D550BA"/>
    <w:rsid w:val="00D5512E"/>
    <w:rsid w:val="00D55134"/>
    <w:rsid w:val="00D55244"/>
    <w:rsid w:val="00D554B7"/>
    <w:rsid w:val="00D55BC8"/>
    <w:rsid w:val="00D56962"/>
    <w:rsid w:val="00D5696A"/>
    <w:rsid w:val="00D56AFE"/>
    <w:rsid w:val="00D5751F"/>
    <w:rsid w:val="00D57A18"/>
    <w:rsid w:val="00D57AB4"/>
    <w:rsid w:val="00D57C67"/>
    <w:rsid w:val="00D57E1E"/>
    <w:rsid w:val="00D57FA0"/>
    <w:rsid w:val="00D606EF"/>
    <w:rsid w:val="00D60A11"/>
    <w:rsid w:val="00D60D41"/>
    <w:rsid w:val="00D60E63"/>
    <w:rsid w:val="00D61030"/>
    <w:rsid w:val="00D6103B"/>
    <w:rsid w:val="00D61EED"/>
    <w:rsid w:val="00D61FFE"/>
    <w:rsid w:val="00D62023"/>
    <w:rsid w:val="00D62C6E"/>
    <w:rsid w:val="00D62D03"/>
    <w:rsid w:val="00D62DEB"/>
    <w:rsid w:val="00D6338A"/>
    <w:rsid w:val="00D639D5"/>
    <w:rsid w:val="00D63B37"/>
    <w:rsid w:val="00D63B3C"/>
    <w:rsid w:val="00D63E43"/>
    <w:rsid w:val="00D64455"/>
    <w:rsid w:val="00D64478"/>
    <w:rsid w:val="00D6455E"/>
    <w:rsid w:val="00D6463A"/>
    <w:rsid w:val="00D64ED6"/>
    <w:rsid w:val="00D65355"/>
    <w:rsid w:val="00D65DB5"/>
    <w:rsid w:val="00D66F00"/>
    <w:rsid w:val="00D67474"/>
    <w:rsid w:val="00D674A5"/>
    <w:rsid w:val="00D67520"/>
    <w:rsid w:val="00D6758B"/>
    <w:rsid w:val="00D67BEB"/>
    <w:rsid w:val="00D70092"/>
    <w:rsid w:val="00D7029D"/>
    <w:rsid w:val="00D702D4"/>
    <w:rsid w:val="00D70336"/>
    <w:rsid w:val="00D70B4E"/>
    <w:rsid w:val="00D70D97"/>
    <w:rsid w:val="00D713C4"/>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F1A"/>
    <w:rsid w:val="00D7478B"/>
    <w:rsid w:val="00D74AA6"/>
    <w:rsid w:val="00D75070"/>
    <w:rsid w:val="00D760CE"/>
    <w:rsid w:val="00D76803"/>
    <w:rsid w:val="00D7692A"/>
    <w:rsid w:val="00D76CF6"/>
    <w:rsid w:val="00D76F4D"/>
    <w:rsid w:val="00D77020"/>
    <w:rsid w:val="00D77561"/>
    <w:rsid w:val="00D779FA"/>
    <w:rsid w:val="00D77A71"/>
    <w:rsid w:val="00D77A9B"/>
    <w:rsid w:val="00D77B01"/>
    <w:rsid w:val="00D77B35"/>
    <w:rsid w:val="00D77E9D"/>
    <w:rsid w:val="00D77EE2"/>
    <w:rsid w:val="00D8044E"/>
    <w:rsid w:val="00D80657"/>
    <w:rsid w:val="00D80694"/>
    <w:rsid w:val="00D807C7"/>
    <w:rsid w:val="00D80B90"/>
    <w:rsid w:val="00D80CC2"/>
    <w:rsid w:val="00D812A5"/>
    <w:rsid w:val="00D812D2"/>
    <w:rsid w:val="00D812F9"/>
    <w:rsid w:val="00D81554"/>
    <w:rsid w:val="00D81651"/>
    <w:rsid w:val="00D81AF6"/>
    <w:rsid w:val="00D81B5B"/>
    <w:rsid w:val="00D81D6A"/>
    <w:rsid w:val="00D81E48"/>
    <w:rsid w:val="00D8302B"/>
    <w:rsid w:val="00D8306C"/>
    <w:rsid w:val="00D8316B"/>
    <w:rsid w:val="00D834D6"/>
    <w:rsid w:val="00D83AA0"/>
    <w:rsid w:val="00D83B97"/>
    <w:rsid w:val="00D83CA0"/>
    <w:rsid w:val="00D840F5"/>
    <w:rsid w:val="00D847C8"/>
    <w:rsid w:val="00D848B5"/>
    <w:rsid w:val="00D84948"/>
    <w:rsid w:val="00D84E2E"/>
    <w:rsid w:val="00D85088"/>
    <w:rsid w:val="00D8542E"/>
    <w:rsid w:val="00D85E3B"/>
    <w:rsid w:val="00D8610F"/>
    <w:rsid w:val="00D862A6"/>
    <w:rsid w:val="00D867CA"/>
    <w:rsid w:val="00D867F4"/>
    <w:rsid w:val="00D86A67"/>
    <w:rsid w:val="00D86C32"/>
    <w:rsid w:val="00D86F4C"/>
    <w:rsid w:val="00D8738B"/>
    <w:rsid w:val="00D873A7"/>
    <w:rsid w:val="00D874C3"/>
    <w:rsid w:val="00D87778"/>
    <w:rsid w:val="00D87B69"/>
    <w:rsid w:val="00D87F52"/>
    <w:rsid w:val="00D907AD"/>
    <w:rsid w:val="00D907FA"/>
    <w:rsid w:val="00D90837"/>
    <w:rsid w:val="00D9089D"/>
    <w:rsid w:val="00D91160"/>
    <w:rsid w:val="00D9149A"/>
    <w:rsid w:val="00D91723"/>
    <w:rsid w:val="00D91D7E"/>
    <w:rsid w:val="00D91FB9"/>
    <w:rsid w:val="00D9205D"/>
    <w:rsid w:val="00D92427"/>
    <w:rsid w:val="00D92615"/>
    <w:rsid w:val="00D9266B"/>
    <w:rsid w:val="00D92CBC"/>
    <w:rsid w:val="00D93D4E"/>
    <w:rsid w:val="00D93F02"/>
    <w:rsid w:val="00D93FDA"/>
    <w:rsid w:val="00D943EC"/>
    <w:rsid w:val="00D94F56"/>
    <w:rsid w:val="00D94F9D"/>
    <w:rsid w:val="00D951E7"/>
    <w:rsid w:val="00D9525D"/>
    <w:rsid w:val="00D95329"/>
    <w:rsid w:val="00D958B3"/>
    <w:rsid w:val="00D959FF"/>
    <w:rsid w:val="00D95D9C"/>
    <w:rsid w:val="00D96B05"/>
    <w:rsid w:val="00D96B7D"/>
    <w:rsid w:val="00D96BF6"/>
    <w:rsid w:val="00D97052"/>
    <w:rsid w:val="00D971E6"/>
    <w:rsid w:val="00D97C77"/>
    <w:rsid w:val="00DA0615"/>
    <w:rsid w:val="00DA1194"/>
    <w:rsid w:val="00DA11F6"/>
    <w:rsid w:val="00DA1245"/>
    <w:rsid w:val="00DA18CA"/>
    <w:rsid w:val="00DA1DDA"/>
    <w:rsid w:val="00DA206C"/>
    <w:rsid w:val="00DA22B2"/>
    <w:rsid w:val="00DA2511"/>
    <w:rsid w:val="00DA2BE6"/>
    <w:rsid w:val="00DA327A"/>
    <w:rsid w:val="00DA33D8"/>
    <w:rsid w:val="00DA35ED"/>
    <w:rsid w:val="00DA37AA"/>
    <w:rsid w:val="00DA3872"/>
    <w:rsid w:val="00DA3F71"/>
    <w:rsid w:val="00DA45B2"/>
    <w:rsid w:val="00DA4894"/>
    <w:rsid w:val="00DA4D59"/>
    <w:rsid w:val="00DA4FDE"/>
    <w:rsid w:val="00DA5845"/>
    <w:rsid w:val="00DA5906"/>
    <w:rsid w:val="00DA63FB"/>
    <w:rsid w:val="00DA6487"/>
    <w:rsid w:val="00DA6621"/>
    <w:rsid w:val="00DA68E6"/>
    <w:rsid w:val="00DA6990"/>
    <w:rsid w:val="00DA6CAD"/>
    <w:rsid w:val="00DA7099"/>
    <w:rsid w:val="00DA79A0"/>
    <w:rsid w:val="00DA7C00"/>
    <w:rsid w:val="00DB0853"/>
    <w:rsid w:val="00DB0C6C"/>
    <w:rsid w:val="00DB0E26"/>
    <w:rsid w:val="00DB1060"/>
    <w:rsid w:val="00DB1142"/>
    <w:rsid w:val="00DB11B6"/>
    <w:rsid w:val="00DB1422"/>
    <w:rsid w:val="00DB1C1B"/>
    <w:rsid w:val="00DB1E55"/>
    <w:rsid w:val="00DB1F8F"/>
    <w:rsid w:val="00DB1FC0"/>
    <w:rsid w:val="00DB26A9"/>
    <w:rsid w:val="00DB379E"/>
    <w:rsid w:val="00DB3F84"/>
    <w:rsid w:val="00DB4488"/>
    <w:rsid w:val="00DB4880"/>
    <w:rsid w:val="00DB4B77"/>
    <w:rsid w:val="00DB5A4B"/>
    <w:rsid w:val="00DB5C18"/>
    <w:rsid w:val="00DB5EF2"/>
    <w:rsid w:val="00DB5F51"/>
    <w:rsid w:val="00DB6737"/>
    <w:rsid w:val="00DB6942"/>
    <w:rsid w:val="00DB6FD3"/>
    <w:rsid w:val="00DB7166"/>
    <w:rsid w:val="00DB71B6"/>
    <w:rsid w:val="00DB7460"/>
    <w:rsid w:val="00DB7475"/>
    <w:rsid w:val="00DB7676"/>
    <w:rsid w:val="00DC020C"/>
    <w:rsid w:val="00DC0A0C"/>
    <w:rsid w:val="00DC12DE"/>
    <w:rsid w:val="00DC13F0"/>
    <w:rsid w:val="00DC16D3"/>
    <w:rsid w:val="00DC1858"/>
    <w:rsid w:val="00DC1A69"/>
    <w:rsid w:val="00DC1C5A"/>
    <w:rsid w:val="00DC1DCC"/>
    <w:rsid w:val="00DC2698"/>
    <w:rsid w:val="00DC2A7F"/>
    <w:rsid w:val="00DC2BA9"/>
    <w:rsid w:val="00DC2E28"/>
    <w:rsid w:val="00DC3474"/>
    <w:rsid w:val="00DC368A"/>
    <w:rsid w:val="00DC41B9"/>
    <w:rsid w:val="00DC433A"/>
    <w:rsid w:val="00DC4579"/>
    <w:rsid w:val="00DC47BB"/>
    <w:rsid w:val="00DC4C60"/>
    <w:rsid w:val="00DC4F9E"/>
    <w:rsid w:val="00DC541B"/>
    <w:rsid w:val="00DC5753"/>
    <w:rsid w:val="00DC57A7"/>
    <w:rsid w:val="00DC57F9"/>
    <w:rsid w:val="00DC5A28"/>
    <w:rsid w:val="00DC5FC4"/>
    <w:rsid w:val="00DC614F"/>
    <w:rsid w:val="00DC6425"/>
    <w:rsid w:val="00DC6599"/>
    <w:rsid w:val="00DC66BE"/>
    <w:rsid w:val="00DC6A05"/>
    <w:rsid w:val="00DC6AE1"/>
    <w:rsid w:val="00DC6C88"/>
    <w:rsid w:val="00DC7003"/>
    <w:rsid w:val="00DC7445"/>
    <w:rsid w:val="00DC7F9E"/>
    <w:rsid w:val="00DD01E5"/>
    <w:rsid w:val="00DD0F8A"/>
    <w:rsid w:val="00DD148E"/>
    <w:rsid w:val="00DD2768"/>
    <w:rsid w:val="00DD2D89"/>
    <w:rsid w:val="00DD2DA2"/>
    <w:rsid w:val="00DD307A"/>
    <w:rsid w:val="00DD3A52"/>
    <w:rsid w:val="00DD5076"/>
    <w:rsid w:val="00DD544C"/>
    <w:rsid w:val="00DD562F"/>
    <w:rsid w:val="00DD5A4B"/>
    <w:rsid w:val="00DD6130"/>
    <w:rsid w:val="00DD6B93"/>
    <w:rsid w:val="00DD6BFC"/>
    <w:rsid w:val="00DD6DF0"/>
    <w:rsid w:val="00DD7AF1"/>
    <w:rsid w:val="00DE098C"/>
    <w:rsid w:val="00DE09FF"/>
    <w:rsid w:val="00DE0BAC"/>
    <w:rsid w:val="00DE1322"/>
    <w:rsid w:val="00DE14A3"/>
    <w:rsid w:val="00DE1596"/>
    <w:rsid w:val="00DE15E1"/>
    <w:rsid w:val="00DE241F"/>
    <w:rsid w:val="00DE3295"/>
    <w:rsid w:val="00DE33F1"/>
    <w:rsid w:val="00DE35F2"/>
    <w:rsid w:val="00DE38C3"/>
    <w:rsid w:val="00DE411B"/>
    <w:rsid w:val="00DE4723"/>
    <w:rsid w:val="00DE52B0"/>
    <w:rsid w:val="00DE553B"/>
    <w:rsid w:val="00DE5861"/>
    <w:rsid w:val="00DE5BED"/>
    <w:rsid w:val="00DE6157"/>
    <w:rsid w:val="00DE6295"/>
    <w:rsid w:val="00DE6554"/>
    <w:rsid w:val="00DE6C33"/>
    <w:rsid w:val="00DE6F25"/>
    <w:rsid w:val="00DE726E"/>
    <w:rsid w:val="00DE73F9"/>
    <w:rsid w:val="00DE7A45"/>
    <w:rsid w:val="00DF0479"/>
    <w:rsid w:val="00DF14B1"/>
    <w:rsid w:val="00DF1650"/>
    <w:rsid w:val="00DF16BC"/>
    <w:rsid w:val="00DF1D5D"/>
    <w:rsid w:val="00DF1D9E"/>
    <w:rsid w:val="00DF21BC"/>
    <w:rsid w:val="00DF24DB"/>
    <w:rsid w:val="00DF29D6"/>
    <w:rsid w:val="00DF2A6B"/>
    <w:rsid w:val="00DF2E2F"/>
    <w:rsid w:val="00DF30DD"/>
    <w:rsid w:val="00DF37E2"/>
    <w:rsid w:val="00DF400C"/>
    <w:rsid w:val="00DF40EF"/>
    <w:rsid w:val="00DF456A"/>
    <w:rsid w:val="00DF49F8"/>
    <w:rsid w:val="00DF4E3F"/>
    <w:rsid w:val="00DF4F64"/>
    <w:rsid w:val="00DF5275"/>
    <w:rsid w:val="00DF5460"/>
    <w:rsid w:val="00DF56D2"/>
    <w:rsid w:val="00DF5ACE"/>
    <w:rsid w:val="00DF60AD"/>
    <w:rsid w:val="00DF614E"/>
    <w:rsid w:val="00DF671E"/>
    <w:rsid w:val="00DF6B23"/>
    <w:rsid w:val="00DF6C16"/>
    <w:rsid w:val="00DF6E7E"/>
    <w:rsid w:val="00DF70A8"/>
    <w:rsid w:val="00DF71FE"/>
    <w:rsid w:val="00DF7932"/>
    <w:rsid w:val="00E00045"/>
    <w:rsid w:val="00E00701"/>
    <w:rsid w:val="00E00873"/>
    <w:rsid w:val="00E008FC"/>
    <w:rsid w:val="00E00B1B"/>
    <w:rsid w:val="00E01B6B"/>
    <w:rsid w:val="00E01FCC"/>
    <w:rsid w:val="00E020D1"/>
    <w:rsid w:val="00E0235F"/>
    <w:rsid w:val="00E02791"/>
    <w:rsid w:val="00E02899"/>
    <w:rsid w:val="00E032E4"/>
    <w:rsid w:val="00E03DBB"/>
    <w:rsid w:val="00E045F6"/>
    <w:rsid w:val="00E046D4"/>
    <w:rsid w:val="00E04C20"/>
    <w:rsid w:val="00E04C59"/>
    <w:rsid w:val="00E05320"/>
    <w:rsid w:val="00E05930"/>
    <w:rsid w:val="00E0606D"/>
    <w:rsid w:val="00E0647E"/>
    <w:rsid w:val="00E06CCD"/>
    <w:rsid w:val="00E06F70"/>
    <w:rsid w:val="00E0707B"/>
    <w:rsid w:val="00E070CE"/>
    <w:rsid w:val="00E0726C"/>
    <w:rsid w:val="00E07557"/>
    <w:rsid w:val="00E079E7"/>
    <w:rsid w:val="00E07F67"/>
    <w:rsid w:val="00E1049C"/>
    <w:rsid w:val="00E106DA"/>
    <w:rsid w:val="00E10750"/>
    <w:rsid w:val="00E1082E"/>
    <w:rsid w:val="00E10991"/>
    <w:rsid w:val="00E10C2C"/>
    <w:rsid w:val="00E10D1B"/>
    <w:rsid w:val="00E10F76"/>
    <w:rsid w:val="00E11335"/>
    <w:rsid w:val="00E1177C"/>
    <w:rsid w:val="00E11919"/>
    <w:rsid w:val="00E11F16"/>
    <w:rsid w:val="00E12812"/>
    <w:rsid w:val="00E129FE"/>
    <w:rsid w:val="00E12C76"/>
    <w:rsid w:val="00E130DE"/>
    <w:rsid w:val="00E13363"/>
    <w:rsid w:val="00E135B7"/>
    <w:rsid w:val="00E135DD"/>
    <w:rsid w:val="00E138D2"/>
    <w:rsid w:val="00E13FA0"/>
    <w:rsid w:val="00E141B8"/>
    <w:rsid w:val="00E142CB"/>
    <w:rsid w:val="00E1525A"/>
    <w:rsid w:val="00E153AC"/>
    <w:rsid w:val="00E15FAE"/>
    <w:rsid w:val="00E160AA"/>
    <w:rsid w:val="00E1691E"/>
    <w:rsid w:val="00E17A90"/>
    <w:rsid w:val="00E17B56"/>
    <w:rsid w:val="00E202D9"/>
    <w:rsid w:val="00E20454"/>
    <w:rsid w:val="00E206A8"/>
    <w:rsid w:val="00E20817"/>
    <w:rsid w:val="00E2081D"/>
    <w:rsid w:val="00E213FD"/>
    <w:rsid w:val="00E21655"/>
    <w:rsid w:val="00E219AD"/>
    <w:rsid w:val="00E22582"/>
    <w:rsid w:val="00E22B11"/>
    <w:rsid w:val="00E22E80"/>
    <w:rsid w:val="00E230DD"/>
    <w:rsid w:val="00E23450"/>
    <w:rsid w:val="00E2365A"/>
    <w:rsid w:val="00E23E4E"/>
    <w:rsid w:val="00E2425E"/>
    <w:rsid w:val="00E247A1"/>
    <w:rsid w:val="00E25489"/>
    <w:rsid w:val="00E257CA"/>
    <w:rsid w:val="00E25819"/>
    <w:rsid w:val="00E25E24"/>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94"/>
    <w:rsid w:val="00E321F4"/>
    <w:rsid w:val="00E32452"/>
    <w:rsid w:val="00E32560"/>
    <w:rsid w:val="00E32987"/>
    <w:rsid w:val="00E32C32"/>
    <w:rsid w:val="00E334E0"/>
    <w:rsid w:val="00E33BEE"/>
    <w:rsid w:val="00E343DA"/>
    <w:rsid w:val="00E34514"/>
    <w:rsid w:val="00E34A61"/>
    <w:rsid w:val="00E34B03"/>
    <w:rsid w:val="00E34C7F"/>
    <w:rsid w:val="00E36446"/>
    <w:rsid w:val="00E375C2"/>
    <w:rsid w:val="00E3772A"/>
    <w:rsid w:val="00E3781B"/>
    <w:rsid w:val="00E37B9A"/>
    <w:rsid w:val="00E40460"/>
    <w:rsid w:val="00E4057C"/>
    <w:rsid w:val="00E416F6"/>
    <w:rsid w:val="00E419A2"/>
    <w:rsid w:val="00E42363"/>
    <w:rsid w:val="00E4262C"/>
    <w:rsid w:val="00E427F0"/>
    <w:rsid w:val="00E428F1"/>
    <w:rsid w:val="00E42E48"/>
    <w:rsid w:val="00E43438"/>
    <w:rsid w:val="00E43656"/>
    <w:rsid w:val="00E43E7E"/>
    <w:rsid w:val="00E43F1A"/>
    <w:rsid w:val="00E44230"/>
    <w:rsid w:val="00E4492E"/>
    <w:rsid w:val="00E44F7E"/>
    <w:rsid w:val="00E454BC"/>
    <w:rsid w:val="00E45541"/>
    <w:rsid w:val="00E45704"/>
    <w:rsid w:val="00E45822"/>
    <w:rsid w:val="00E4597F"/>
    <w:rsid w:val="00E45CCA"/>
    <w:rsid w:val="00E46177"/>
    <w:rsid w:val="00E462A3"/>
    <w:rsid w:val="00E466EE"/>
    <w:rsid w:val="00E46A3C"/>
    <w:rsid w:val="00E46B13"/>
    <w:rsid w:val="00E46CA9"/>
    <w:rsid w:val="00E46D48"/>
    <w:rsid w:val="00E47A41"/>
    <w:rsid w:val="00E500C8"/>
    <w:rsid w:val="00E50125"/>
    <w:rsid w:val="00E506CD"/>
    <w:rsid w:val="00E507A2"/>
    <w:rsid w:val="00E50C50"/>
    <w:rsid w:val="00E5133A"/>
    <w:rsid w:val="00E526A1"/>
    <w:rsid w:val="00E528AE"/>
    <w:rsid w:val="00E535C6"/>
    <w:rsid w:val="00E53C12"/>
    <w:rsid w:val="00E543F6"/>
    <w:rsid w:val="00E54D90"/>
    <w:rsid w:val="00E55420"/>
    <w:rsid w:val="00E56315"/>
    <w:rsid w:val="00E56347"/>
    <w:rsid w:val="00E567AB"/>
    <w:rsid w:val="00E5683C"/>
    <w:rsid w:val="00E56885"/>
    <w:rsid w:val="00E568E0"/>
    <w:rsid w:val="00E56EBD"/>
    <w:rsid w:val="00E57787"/>
    <w:rsid w:val="00E604ED"/>
    <w:rsid w:val="00E6076E"/>
    <w:rsid w:val="00E608E0"/>
    <w:rsid w:val="00E60D3E"/>
    <w:rsid w:val="00E614F8"/>
    <w:rsid w:val="00E61E23"/>
    <w:rsid w:val="00E626CA"/>
    <w:rsid w:val="00E62705"/>
    <w:rsid w:val="00E627F1"/>
    <w:rsid w:val="00E62A3D"/>
    <w:rsid w:val="00E62AA9"/>
    <w:rsid w:val="00E62ACC"/>
    <w:rsid w:val="00E62D38"/>
    <w:rsid w:val="00E638EC"/>
    <w:rsid w:val="00E63B43"/>
    <w:rsid w:val="00E63EDB"/>
    <w:rsid w:val="00E63F86"/>
    <w:rsid w:val="00E64A13"/>
    <w:rsid w:val="00E655DD"/>
    <w:rsid w:val="00E65DD3"/>
    <w:rsid w:val="00E65E4F"/>
    <w:rsid w:val="00E65FD6"/>
    <w:rsid w:val="00E662D7"/>
    <w:rsid w:val="00E66768"/>
    <w:rsid w:val="00E66D5B"/>
    <w:rsid w:val="00E67E57"/>
    <w:rsid w:val="00E70379"/>
    <w:rsid w:val="00E7049B"/>
    <w:rsid w:val="00E705F6"/>
    <w:rsid w:val="00E707FB"/>
    <w:rsid w:val="00E70C90"/>
    <w:rsid w:val="00E70D2A"/>
    <w:rsid w:val="00E71215"/>
    <w:rsid w:val="00E7123E"/>
    <w:rsid w:val="00E720A8"/>
    <w:rsid w:val="00E72654"/>
    <w:rsid w:val="00E72C60"/>
    <w:rsid w:val="00E730AF"/>
    <w:rsid w:val="00E731B3"/>
    <w:rsid w:val="00E73D5A"/>
    <w:rsid w:val="00E740C5"/>
    <w:rsid w:val="00E744E8"/>
    <w:rsid w:val="00E74692"/>
    <w:rsid w:val="00E74712"/>
    <w:rsid w:val="00E75066"/>
    <w:rsid w:val="00E7543D"/>
    <w:rsid w:val="00E76853"/>
    <w:rsid w:val="00E76BCD"/>
    <w:rsid w:val="00E76C79"/>
    <w:rsid w:val="00E76CE4"/>
    <w:rsid w:val="00E76D7A"/>
    <w:rsid w:val="00E77ED5"/>
    <w:rsid w:val="00E802B4"/>
    <w:rsid w:val="00E80432"/>
    <w:rsid w:val="00E805F3"/>
    <w:rsid w:val="00E80990"/>
    <w:rsid w:val="00E80A11"/>
    <w:rsid w:val="00E80B5F"/>
    <w:rsid w:val="00E8146E"/>
    <w:rsid w:val="00E81B14"/>
    <w:rsid w:val="00E81F0A"/>
    <w:rsid w:val="00E81F21"/>
    <w:rsid w:val="00E82024"/>
    <w:rsid w:val="00E8298D"/>
    <w:rsid w:val="00E82EEF"/>
    <w:rsid w:val="00E8311F"/>
    <w:rsid w:val="00E8385A"/>
    <w:rsid w:val="00E8394C"/>
    <w:rsid w:val="00E83B6F"/>
    <w:rsid w:val="00E83C0D"/>
    <w:rsid w:val="00E83E9D"/>
    <w:rsid w:val="00E844C3"/>
    <w:rsid w:val="00E8488A"/>
    <w:rsid w:val="00E84B76"/>
    <w:rsid w:val="00E8501E"/>
    <w:rsid w:val="00E857A1"/>
    <w:rsid w:val="00E862A6"/>
    <w:rsid w:val="00E8642B"/>
    <w:rsid w:val="00E868A6"/>
    <w:rsid w:val="00E86BD3"/>
    <w:rsid w:val="00E877BD"/>
    <w:rsid w:val="00E877FC"/>
    <w:rsid w:val="00E87BB0"/>
    <w:rsid w:val="00E87F51"/>
    <w:rsid w:val="00E90BC2"/>
    <w:rsid w:val="00E910BD"/>
    <w:rsid w:val="00E913D1"/>
    <w:rsid w:val="00E91890"/>
    <w:rsid w:val="00E92552"/>
    <w:rsid w:val="00E925E7"/>
    <w:rsid w:val="00E9270B"/>
    <w:rsid w:val="00E9297A"/>
    <w:rsid w:val="00E92E0B"/>
    <w:rsid w:val="00E9310B"/>
    <w:rsid w:val="00E93412"/>
    <w:rsid w:val="00E93692"/>
    <w:rsid w:val="00E9398C"/>
    <w:rsid w:val="00E93A54"/>
    <w:rsid w:val="00E93C3E"/>
    <w:rsid w:val="00E93EE1"/>
    <w:rsid w:val="00E93F52"/>
    <w:rsid w:val="00E9417C"/>
    <w:rsid w:val="00E94531"/>
    <w:rsid w:val="00E94649"/>
    <w:rsid w:val="00E95193"/>
    <w:rsid w:val="00E953B5"/>
    <w:rsid w:val="00E95B5B"/>
    <w:rsid w:val="00E965C1"/>
    <w:rsid w:val="00E96789"/>
    <w:rsid w:val="00E972B7"/>
    <w:rsid w:val="00E97B42"/>
    <w:rsid w:val="00EA05D6"/>
    <w:rsid w:val="00EA0A61"/>
    <w:rsid w:val="00EA13E3"/>
    <w:rsid w:val="00EA1525"/>
    <w:rsid w:val="00EA1DF5"/>
    <w:rsid w:val="00EA2112"/>
    <w:rsid w:val="00EA231E"/>
    <w:rsid w:val="00EA2468"/>
    <w:rsid w:val="00EA2601"/>
    <w:rsid w:val="00EA261C"/>
    <w:rsid w:val="00EA2A6A"/>
    <w:rsid w:val="00EA383F"/>
    <w:rsid w:val="00EA405B"/>
    <w:rsid w:val="00EA4221"/>
    <w:rsid w:val="00EA4856"/>
    <w:rsid w:val="00EA496B"/>
    <w:rsid w:val="00EA551F"/>
    <w:rsid w:val="00EA5622"/>
    <w:rsid w:val="00EA644D"/>
    <w:rsid w:val="00EA7258"/>
    <w:rsid w:val="00EA75CA"/>
    <w:rsid w:val="00EA7A73"/>
    <w:rsid w:val="00EA7C41"/>
    <w:rsid w:val="00EA7E8F"/>
    <w:rsid w:val="00EA7FAF"/>
    <w:rsid w:val="00EB059A"/>
    <w:rsid w:val="00EB0815"/>
    <w:rsid w:val="00EB0A1C"/>
    <w:rsid w:val="00EB0A58"/>
    <w:rsid w:val="00EB110D"/>
    <w:rsid w:val="00EB154D"/>
    <w:rsid w:val="00EB1701"/>
    <w:rsid w:val="00EB18FA"/>
    <w:rsid w:val="00EB20F4"/>
    <w:rsid w:val="00EB2519"/>
    <w:rsid w:val="00EB36BF"/>
    <w:rsid w:val="00EB3849"/>
    <w:rsid w:val="00EB3C07"/>
    <w:rsid w:val="00EB3EE9"/>
    <w:rsid w:val="00EB428A"/>
    <w:rsid w:val="00EB49C5"/>
    <w:rsid w:val="00EB5279"/>
    <w:rsid w:val="00EB53D1"/>
    <w:rsid w:val="00EB5978"/>
    <w:rsid w:val="00EB5DB3"/>
    <w:rsid w:val="00EB608F"/>
    <w:rsid w:val="00EB6573"/>
    <w:rsid w:val="00EB6627"/>
    <w:rsid w:val="00EB668C"/>
    <w:rsid w:val="00EB74C2"/>
    <w:rsid w:val="00EB74F6"/>
    <w:rsid w:val="00EB753D"/>
    <w:rsid w:val="00EB7559"/>
    <w:rsid w:val="00EB7A48"/>
    <w:rsid w:val="00EB7AB7"/>
    <w:rsid w:val="00EC00D7"/>
    <w:rsid w:val="00EC0B5C"/>
    <w:rsid w:val="00EC1360"/>
    <w:rsid w:val="00EC16CB"/>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4DD4"/>
    <w:rsid w:val="00EC5129"/>
    <w:rsid w:val="00EC52C0"/>
    <w:rsid w:val="00EC6257"/>
    <w:rsid w:val="00EC66AA"/>
    <w:rsid w:val="00EC6C36"/>
    <w:rsid w:val="00EC7653"/>
    <w:rsid w:val="00ED03C5"/>
    <w:rsid w:val="00ED0538"/>
    <w:rsid w:val="00ED06B1"/>
    <w:rsid w:val="00ED0C07"/>
    <w:rsid w:val="00ED0EC8"/>
    <w:rsid w:val="00ED177C"/>
    <w:rsid w:val="00ED17D4"/>
    <w:rsid w:val="00ED195D"/>
    <w:rsid w:val="00ED1E9D"/>
    <w:rsid w:val="00ED2AAD"/>
    <w:rsid w:val="00ED2B29"/>
    <w:rsid w:val="00ED3770"/>
    <w:rsid w:val="00ED3BE4"/>
    <w:rsid w:val="00ED428B"/>
    <w:rsid w:val="00ED44FE"/>
    <w:rsid w:val="00ED4A32"/>
    <w:rsid w:val="00ED4B17"/>
    <w:rsid w:val="00ED4C90"/>
    <w:rsid w:val="00ED4D6B"/>
    <w:rsid w:val="00ED4ED4"/>
    <w:rsid w:val="00ED5826"/>
    <w:rsid w:val="00ED6AF7"/>
    <w:rsid w:val="00ED71CE"/>
    <w:rsid w:val="00ED730B"/>
    <w:rsid w:val="00ED7753"/>
    <w:rsid w:val="00EE0271"/>
    <w:rsid w:val="00EE05CE"/>
    <w:rsid w:val="00EE0AC6"/>
    <w:rsid w:val="00EE0BD0"/>
    <w:rsid w:val="00EE0CF0"/>
    <w:rsid w:val="00EE0E07"/>
    <w:rsid w:val="00EE15EB"/>
    <w:rsid w:val="00EE16F0"/>
    <w:rsid w:val="00EE1E78"/>
    <w:rsid w:val="00EE2876"/>
    <w:rsid w:val="00EE2B09"/>
    <w:rsid w:val="00EE33B1"/>
    <w:rsid w:val="00EE3A2C"/>
    <w:rsid w:val="00EE40BE"/>
    <w:rsid w:val="00EE41F1"/>
    <w:rsid w:val="00EE42C8"/>
    <w:rsid w:val="00EE4F46"/>
    <w:rsid w:val="00EE5827"/>
    <w:rsid w:val="00EE5917"/>
    <w:rsid w:val="00EE59D1"/>
    <w:rsid w:val="00EE5BD0"/>
    <w:rsid w:val="00EE63E1"/>
    <w:rsid w:val="00EE6A52"/>
    <w:rsid w:val="00EE6B69"/>
    <w:rsid w:val="00EE6CAB"/>
    <w:rsid w:val="00EE6F81"/>
    <w:rsid w:val="00EE72AB"/>
    <w:rsid w:val="00EE72C5"/>
    <w:rsid w:val="00EE746B"/>
    <w:rsid w:val="00EE779B"/>
    <w:rsid w:val="00EE7981"/>
    <w:rsid w:val="00EE7BCC"/>
    <w:rsid w:val="00EF0793"/>
    <w:rsid w:val="00EF0C82"/>
    <w:rsid w:val="00EF158F"/>
    <w:rsid w:val="00EF15A5"/>
    <w:rsid w:val="00EF1B89"/>
    <w:rsid w:val="00EF1DF4"/>
    <w:rsid w:val="00EF20A2"/>
    <w:rsid w:val="00EF2394"/>
    <w:rsid w:val="00EF2631"/>
    <w:rsid w:val="00EF26EA"/>
    <w:rsid w:val="00EF27DA"/>
    <w:rsid w:val="00EF2905"/>
    <w:rsid w:val="00EF2B33"/>
    <w:rsid w:val="00EF2BA8"/>
    <w:rsid w:val="00EF3865"/>
    <w:rsid w:val="00EF39A7"/>
    <w:rsid w:val="00EF3CDE"/>
    <w:rsid w:val="00EF43C3"/>
    <w:rsid w:val="00EF4448"/>
    <w:rsid w:val="00EF4698"/>
    <w:rsid w:val="00EF4B75"/>
    <w:rsid w:val="00EF4F96"/>
    <w:rsid w:val="00EF51A3"/>
    <w:rsid w:val="00EF5376"/>
    <w:rsid w:val="00EF5547"/>
    <w:rsid w:val="00EF5658"/>
    <w:rsid w:val="00EF5DC1"/>
    <w:rsid w:val="00EF62BA"/>
    <w:rsid w:val="00EF6C00"/>
    <w:rsid w:val="00EF6DE6"/>
    <w:rsid w:val="00EF6E67"/>
    <w:rsid w:val="00EF731D"/>
    <w:rsid w:val="00EF7D56"/>
    <w:rsid w:val="00F00008"/>
    <w:rsid w:val="00F00F8B"/>
    <w:rsid w:val="00F019F2"/>
    <w:rsid w:val="00F01A00"/>
    <w:rsid w:val="00F01A48"/>
    <w:rsid w:val="00F020C4"/>
    <w:rsid w:val="00F03467"/>
    <w:rsid w:val="00F036D5"/>
    <w:rsid w:val="00F03817"/>
    <w:rsid w:val="00F03FD7"/>
    <w:rsid w:val="00F0432B"/>
    <w:rsid w:val="00F047E9"/>
    <w:rsid w:val="00F048E8"/>
    <w:rsid w:val="00F052BA"/>
    <w:rsid w:val="00F05564"/>
    <w:rsid w:val="00F05677"/>
    <w:rsid w:val="00F057E7"/>
    <w:rsid w:val="00F05CAE"/>
    <w:rsid w:val="00F0619C"/>
    <w:rsid w:val="00F06744"/>
    <w:rsid w:val="00F06A2A"/>
    <w:rsid w:val="00F074D0"/>
    <w:rsid w:val="00F075F5"/>
    <w:rsid w:val="00F07698"/>
    <w:rsid w:val="00F07981"/>
    <w:rsid w:val="00F10106"/>
    <w:rsid w:val="00F10302"/>
    <w:rsid w:val="00F1053F"/>
    <w:rsid w:val="00F10E8D"/>
    <w:rsid w:val="00F11350"/>
    <w:rsid w:val="00F116DB"/>
    <w:rsid w:val="00F11C55"/>
    <w:rsid w:val="00F1211E"/>
    <w:rsid w:val="00F12A28"/>
    <w:rsid w:val="00F12BC5"/>
    <w:rsid w:val="00F12FE1"/>
    <w:rsid w:val="00F13CCD"/>
    <w:rsid w:val="00F1404C"/>
    <w:rsid w:val="00F141F5"/>
    <w:rsid w:val="00F149AD"/>
    <w:rsid w:val="00F149B2"/>
    <w:rsid w:val="00F14ABC"/>
    <w:rsid w:val="00F15058"/>
    <w:rsid w:val="00F15286"/>
    <w:rsid w:val="00F1674E"/>
    <w:rsid w:val="00F16AB5"/>
    <w:rsid w:val="00F16B71"/>
    <w:rsid w:val="00F16C53"/>
    <w:rsid w:val="00F16E02"/>
    <w:rsid w:val="00F1733B"/>
    <w:rsid w:val="00F17789"/>
    <w:rsid w:val="00F17869"/>
    <w:rsid w:val="00F17897"/>
    <w:rsid w:val="00F179CD"/>
    <w:rsid w:val="00F17FF5"/>
    <w:rsid w:val="00F2001D"/>
    <w:rsid w:val="00F2061D"/>
    <w:rsid w:val="00F20650"/>
    <w:rsid w:val="00F20BA4"/>
    <w:rsid w:val="00F20BCD"/>
    <w:rsid w:val="00F20D25"/>
    <w:rsid w:val="00F20E94"/>
    <w:rsid w:val="00F2108E"/>
    <w:rsid w:val="00F2111A"/>
    <w:rsid w:val="00F21C0E"/>
    <w:rsid w:val="00F225B0"/>
    <w:rsid w:val="00F22B4B"/>
    <w:rsid w:val="00F232B6"/>
    <w:rsid w:val="00F2405D"/>
    <w:rsid w:val="00F25208"/>
    <w:rsid w:val="00F25A18"/>
    <w:rsid w:val="00F25AA8"/>
    <w:rsid w:val="00F25B9D"/>
    <w:rsid w:val="00F260E0"/>
    <w:rsid w:val="00F26960"/>
    <w:rsid w:val="00F26C41"/>
    <w:rsid w:val="00F26F31"/>
    <w:rsid w:val="00F27E56"/>
    <w:rsid w:val="00F27EEF"/>
    <w:rsid w:val="00F30098"/>
    <w:rsid w:val="00F3023E"/>
    <w:rsid w:val="00F3034F"/>
    <w:rsid w:val="00F31315"/>
    <w:rsid w:val="00F31316"/>
    <w:rsid w:val="00F314A5"/>
    <w:rsid w:val="00F3157F"/>
    <w:rsid w:val="00F31649"/>
    <w:rsid w:val="00F31708"/>
    <w:rsid w:val="00F317D8"/>
    <w:rsid w:val="00F31FCE"/>
    <w:rsid w:val="00F32136"/>
    <w:rsid w:val="00F32B39"/>
    <w:rsid w:val="00F32D04"/>
    <w:rsid w:val="00F32DD2"/>
    <w:rsid w:val="00F32EFC"/>
    <w:rsid w:val="00F330CF"/>
    <w:rsid w:val="00F33304"/>
    <w:rsid w:val="00F337B9"/>
    <w:rsid w:val="00F339EE"/>
    <w:rsid w:val="00F344F8"/>
    <w:rsid w:val="00F35202"/>
    <w:rsid w:val="00F353C3"/>
    <w:rsid w:val="00F356FD"/>
    <w:rsid w:val="00F358C7"/>
    <w:rsid w:val="00F35B00"/>
    <w:rsid w:val="00F35B1E"/>
    <w:rsid w:val="00F35BAC"/>
    <w:rsid w:val="00F35CCE"/>
    <w:rsid w:val="00F36724"/>
    <w:rsid w:val="00F36867"/>
    <w:rsid w:val="00F36A58"/>
    <w:rsid w:val="00F36A6B"/>
    <w:rsid w:val="00F36C0B"/>
    <w:rsid w:val="00F36C31"/>
    <w:rsid w:val="00F36CF5"/>
    <w:rsid w:val="00F36D16"/>
    <w:rsid w:val="00F36EF2"/>
    <w:rsid w:val="00F3711F"/>
    <w:rsid w:val="00F376E0"/>
    <w:rsid w:val="00F3798C"/>
    <w:rsid w:val="00F37FD3"/>
    <w:rsid w:val="00F40129"/>
    <w:rsid w:val="00F401A8"/>
    <w:rsid w:val="00F404D5"/>
    <w:rsid w:val="00F40ACA"/>
    <w:rsid w:val="00F4188C"/>
    <w:rsid w:val="00F41BE1"/>
    <w:rsid w:val="00F42524"/>
    <w:rsid w:val="00F42542"/>
    <w:rsid w:val="00F425F4"/>
    <w:rsid w:val="00F42695"/>
    <w:rsid w:val="00F4274D"/>
    <w:rsid w:val="00F42A25"/>
    <w:rsid w:val="00F43766"/>
    <w:rsid w:val="00F43B8F"/>
    <w:rsid w:val="00F443B0"/>
    <w:rsid w:val="00F443DE"/>
    <w:rsid w:val="00F45187"/>
    <w:rsid w:val="00F45432"/>
    <w:rsid w:val="00F454EE"/>
    <w:rsid w:val="00F454F6"/>
    <w:rsid w:val="00F457D6"/>
    <w:rsid w:val="00F458F0"/>
    <w:rsid w:val="00F4622C"/>
    <w:rsid w:val="00F46C23"/>
    <w:rsid w:val="00F475C3"/>
    <w:rsid w:val="00F47678"/>
    <w:rsid w:val="00F47825"/>
    <w:rsid w:val="00F50094"/>
    <w:rsid w:val="00F50896"/>
    <w:rsid w:val="00F5110B"/>
    <w:rsid w:val="00F51185"/>
    <w:rsid w:val="00F51429"/>
    <w:rsid w:val="00F51455"/>
    <w:rsid w:val="00F5150E"/>
    <w:rsid w:val="00F5199F"/>
    <w:rsid w:val="00F51CE4"/>
    <w:rsid w:val="00F51FFC"/>
    <w:rsid w:val="00F52C06"/>
    <w:rsid w:val="00F52FE6"/>
    <w:rsid w:val="00F53041"/>
    <w:rsid w:val="00F5304B"/>
    <w:rsid w:val="00F531CE"/>
    <w:rsid w:val="00F5324D"/>
    <w:rsid w:val="00F533A7"/>
    <w:rsid w:val="00F534DF"/>
    <w:rsid w:val="00F53A57"/>
    <w:rsid w:val="00F53BF0"/>
    <w:rsid w:val="00F53CF6"/>
    <w:rsid w:val="00F5418F"/>
    <w:rsid w:val="00F5474C"/>
    <w:rsid w:val="00F5480B"/>
    <w:rsid w:val="00F5488E"/>
    <w:rsid w:val="00F548F1"/>
    <w:rsid w:val="00F5548D"/>
    <w:rsid w:val="00F562FC"/>
    <w:rsid w:val="00F5694A"/>
    <w:rsid w:val="00F57083"/>
    <w:rsid w:val="00F57BB6"/>
    <w:rsid w:val="00F600BD"/>
    <w:rsid w:val="00F601F5"/>
    <w:rsid w:val="00F60BD6"/>
    <w:rsid w:val="00F60FE1"/>
    <w:rsid w:val="00F61099"/>
    <w:rsid w:val="00F616D2"/>
    <w:rsid w:val="00F61890"/>
    <w:rsid w:val="00F618E2"/>
    <w:rsid w:val="00F61A8C"/>
    <w:rsid w:val="00F61C9A"/>
    <w:rsid w:val="00F6203F"/>
    <w:rsid w:val="00F62474"/>
    <w:rsid w:val="00F625EE"/>
    <w:rsid w:val="00F626C6"/>
    <w:rsid w:val="00F62C69"/>
    <w:rsid w:val="00F62DC3"/>
    <w:rsid w:val="00F63099"/>
    <w:rsid w:val="00F63244"/>
    <w:rsid w:val="00F63D4B"/>
    <w:rsid w:val="00F64018"/>
    <w:rsid w:val="00F64263"/>
    <w:rsid w:val="00F648AA"/>
    <w:rsid w:val="00F64D66"/>
    <w:rsid w:val="00F65111"/>
    <w:rsid w:val="00F656D6"/>
    <w:rsid w:val="00F65F72"/>
    <w:rsid w:val="00F66FD1"/>
    <w:rsid w:val="00F671D4"/>
    <w:rsid w:val="00F67455"/>
    <w:rsid w:val="00F67CD7"/>
    <w:rsid w:val="00F70569"/>
    <w:rsid w:val="00F705DA"/>
    <w:rsid w:val="00F7098B"/>
    <w:rsid w:val="00F70A86"/>
    <w:rsid w:val="00F70ADC"/>
    <w:rsid w:val="00F70AFA"/>
    <w:rsid w:val="00F70C6B"/>
    <w:rsid w:val="00F7114D"/>
    <w:rsid w:val="00F71798"/>
    <w:rsid w:val="00F71902"/>
    <w:rsid w:val="00F71A41"/>
    <w:rsid w:val="00F71E25"/>
    <w:rsid w:val="00F71F36"/>
    <w:rsid w:val="00F72859"/>
    <w:rsid w:val="00F72912"/>
    <w:rsid w:val="00F729D8"/>
    <w:rsid w:val="00F72CD2"/>
    <w:rsid w:val="00F73BD2"/>
    <w:rsid w:val="00F73FAF"/>
    <w:rsid w:val="00F74127"/>
    <w:rsid w:val="00F74235"/>
    <w:rsid w:val="00F745B0"/>
    <w:rsid w:val="00F74A46"/>
    <w:rsid w:val="00F74D93"/>
    <w:rsid w:val="00F751E7"/>
    <w:rsid w:val="00F753A7"/>
    <w:rsid w:val="00F755B1"/>
    <w:rsid w:val="00F7598B"/>
    <w:rsid w:val="00F75F7C"/>
    <w:rsid w:val="00F76306"/>
    <w:rsid w:val="00F7633E"/>
    <w:rsid w:val="00F76564"/>
    <w:rsid w:val="00F76AEF"/>
    <w:rsid w:val="00F76BBA"/>
    <w:rsid w:val="00F76D62"/>
    <w:rsid w:val="00F7756C"/>
    <w:rsid w:val="00F77960"/>
    <w:rsid w:val="00F77D10"/>
    <w:rsid w:val="00F77F43"/>
    <w:rsid w:val="00F80736"/>
    <w:rsid w:val="00F809DB"/>
    <w:rsid w:val="00F80A13"/>
    <w:rsid w:val="00F81455"/>
    <w:rsid w:val="00F818D0"/>
    <w:rsid w:val="00F819F5"/>
    <w:rsid w:val="00F82031"/>
    <w:rsid w:val="00F820B3"/>
    <w:rsid w:val="00F820E0"/>
    <w:rsid w:val="00F82138"/>
    <w:rsid w:val="00F8220D"/>
    <w:rsid w:val="00F8245D"/>
    <w:rsid w:val="00F824A7"/>
    <w:rsid w:val="00F824CE"/>
    <w:rsid w:val="00F825F0"/>
    <w:rsid w:val="00F82D86"/>
    <w:rsid w:val="00F83341"/>
    <w:rsid w:val="00F83A33"/>
    <w:rsid w:val="00F84431"/>
    <w:rsid w:val="00F84462"/>
    <w:rsid w:val="00F84623"/>
    <w:rsid w:val="00F85213"/>
    <w:rsid w:val="00F85DFB"/>
    <w:rsid w:val="00F85E73"/>
    <w:rsid w:val="00F86381"/>
    <w:rsid w:val="00F86576"/>
    <w:rsid w:val="00F8665E"/>
    <w:rsid w:val="00F86D72"/>
    <w:rsid w:val="00F86DAD"/>
    <w:rsid w:val="00F87CAF"/>
    <w:rsid w:val="00F9017B"/>
    <w:rsid w:val="00F9023E"/>
    <w:rsid w:val="00F9078C"/>
    <w:rsid w:val="00F90CAF"/>
    <w:rsid w:val="00F91492"/>
    <w:rsid w:val="00F92177"/>
    <w:rsid w:val="00F924F7"/>
    <w:rsid w:val="00F92620"/>
    <w:rsid w:val="00F932E4"/>
    <w:rsid w:val="00F93544"/>
    <w:rsid w:val="00F93EA6"/>
    <w:rsid w:val="00F93EDB"/>
    <w:rsid w:val="00F9433F"/>
    <w:rsid w:val="00F946B9"/>
    <w:rsid w:val="00F9475D"/>
    <w:rsid w:val="00F94796"/>
    <w:rsid w:val="00F947D6"/>
    <w:rsid w:val="00F948F5"/>
    <w:rsid w:val="00F94CF2"/>
    <w:rsid w:val="00F94D54"/>
    <w:rsid w:val="00F95139"/>
    <w:rsid w:val="00F95D3A"/>
    <w:rsid w:val="00F9628C"/>
    <w:rsid w:val="00F96408"/>
    <w:rsid w:val="00F96919"/>
    <w:rsid w:val="00F96BF9"/>
    <w:rsid w:val="00F96FA7"/>
    <w:rsid w:val="00F97077"/>
    <w:rsid w:val="00F971BD"/>
    <w:rsid w:val="00F97290"/>
    <w:rsid w:val="00F972EE"/>
    <w:rsid w:val="00F973CF"/>
    <w:rsid w:val="00FA015A"/>
    <w:rsid w:val="00FA0171"/>
    <w:rsid w:val="00FA01EA"/>
    <w:rsid w:val="00FA055C"/>
    <w:rsid w:val="00FA0674"/>
    <w:rsid w:val="00FA0A41"/>
    <w:rsid w:val="00FA1062"/>
    <w:rsid w:val="00FA10EB"/>
    <w:rsid w:val="00FA1449"/>
    <w:rsid w:val="00FA15A7"/>
    <w:rsid w:val="00FA184F"/>
    <w:rsid w:val="00FA28F2"/>
    <w:rsid w:val="00FA2B33"/>
    <w:rsid w:val="00FA2BD8"/>
    <w:rsid w:val="00FA3EF6"/>
    <w:rsid w:val="00FA4122"/>
    <w:rsid w:val="00FA41A4"/>
    <w:rsid w:val="00FA4382"/>
    <w:rsid w:val="00FA44C6"/>
    <w:rsid w:val="00FA4E76"/>
    <w:rsid w:val="00FA5711"/>
    <w:rsid w:val="00FA5A79"/>
    <w:rsid w:val="00FA5C8E"/>
    <w:rsid w:val="00FA5DA9"/>
    <w:rsid w:val="00FA5E83"/>
    <w:rsid w:val="00FA626F"/>
    <w:rsid w:val="00FA6436"/>
    <w:rsid w:val="00FA67D3"/>
    <w:rsid w:val="00FA6BA3"/>
    <w:rsid w:val="00FA6C16"/>
    <w:rsid w:val="00FA6E1D"/>
    <w:rsid w:val="00FA74A5"/>
    <w:rsid w:val="00FA79C3"/>
    <w:rsid w:val="00FA79C4"/>
    <w:rsid w:val="00FA7A1E"/>
    <w:rsid w:val="00FA7CFA"/>
    <w:rsid w:val="00FB0BC5"/>
    <w:rsid w:val="00FB1240"/>
    <w:rsid w:val="00FB1267"/>
    <w:rsid w:val="00FB172F"/>
    <w:rsid w:val="00FB17F7"/>
    <w:rsid w:val="00FB1924"/>
    <w:rsid w:val="00FB1EDA"/>
    <w:rsid w:val="00FB1FC9"/>
    <w:rsid w:val="00FB31B8"/>
    <w:rsid w:val="00FB3303"/>
    <w:rsid w:val="00FB3342"/>
    <w:rsid w:val="00FB3952"/>
    <w:rsid w:val="00FB3A64"/>
    <w:rsid w:val="00FB3B2B"/>
    <w:rsid w:val="00FB408B"/>
    <w:rsid w:val="00FB430C"/>
    <w:rsid w:val="00FB45E2"/>
    <w:rsid w:val="00FB49E1"/>
    <w:rsid w:val="00FB4A37"/>
    <w:rsid w:val="00FB4D15"/>
    <w:rsid w:val="00FB5412"/>
    <w:rsid w:val="00FB6B17"/>
    <w:rsid w:val="00FB702A"/>
    <w:rsid w:val="00FB70EF"/>
    <w:rsid w:val="00FB73A3"/>
    <w:rsid w:val="00FB7885"/>
    <w:rsid w:val="00FB7D5D"/>
    <w:rsid w:val="00FC09B5"/>
    <w:rsid w:val="00FC0B0C"/>
    <w:rsid w:val="00FC1063"/>
    <w:rsid w:val="00FC14A9"/>
    <w:rsid w:val="00FC19D4"/>
    <w:rsid w:val="00FC1F15"/>
    <w:rsid w:val="00FC24D9"/>
    <w:rsid w:val="00FC2A19"/>
    <w:rsid w:val="00FC2E8A"/>
    <w:rsid w:val="00FC2F59"/>
    <w:rsid w:val="00FC30B6"/>
    <w:rsid w:val="00FC35E8"/>
    <w:rsid w:val="00FC3698"/>
    <w:rsid w:val="00FC3F8D"/>
    <w:rsid w:val="00FC4419"/>
    <w:rsid w:val="00FC456B"/>
    <w:rsid w:val="00FC458B"/>
    <w:rsid w:val="00FC463A"/>
    <w:rsid w:val="00FC5363"/>
    <w:rsid w:val="00FC6012"/>
    <w:rsid w:val="00FC621A"/>
    <w:rsid w:val="00FC6A07"/>
    <w:rsid w:val="00FC70F7"/>
    <w:rsid w:val="00FC736B"/>
    <w:rsid w:val="00FC73A9"/>
    <w:rsid w:val="00FC7514"/>
    <w:rsid w:val="00FC76A9"/>
    <w:rsid w:val="00FC782D"/>
    <w:rsid w:val="00FC7BF3"/>
    <w:rsid w:val="00FC7C0E"/>
    <w:rsid w:val="00FD0B08"/>
    <w:rsid w:val="00FD0EDC"/>
    <w:rsid w:val="00FD10A6"/>
    <w:rsid w:val="00FD1211"/>
    <w:rsid w:val="00FD12EA"/>
    <w:rsid w:val="00FD2774"/>
    <w:rsid w:val="00FD2872"/>
    <w:rsid w:val="00FD2B31"/>
    <w:rsid w:val="00FD2DC2"/>
    <w:rsid w:val="00FD3059"/>
    <w:rsid w:val="00FD3ABE"/>
    <w:rsid w:val="00FD3E61"/>
    <w:rsid w:val="00FD41C4"/>
    <w:rsid w:val="00FD4379"/>
    <w:rsid w:val="00FD4B69"/>
    <w:rsid w:val="00FD5810"/>
    <w:rsid w:val="00FD5CC2"/>
    <w:rsid w:val="00FD5E6C"/>
    <w:rsid w:val="00FD69E5"/>
    <w:rsid w:val="00FD6CBC"/>
    <w:rsid w:val="00FD6F43"/>
    <w:rsid w:val="00FD7394"/>
    <w:rsid w:val="00FD75DB"/>
    <w:rsid w:val="00FD7B7D"/>
    <w:rsid w:val="00FD7E32"/>
    <w:rsid w:val="00FD7E58"/>
    <w:rsid w:val="00FE00F0"/>
    <w:rsid w:val="00FE0425"/>
    <w:rsid w:val="00FE05DD"/>
    <w:rsid w:val="00FE090A"/>
    <w:rsid w:val="00FE0DBC"/>
    <w:rsid w:val="00FE0F7A"/>
    <w:rsid w:val="00FE0F8D"/>
    <w:rsid w:val="00FE13B5"/>
    <w:rsid w:val="00FE1497"/>
    <w:rsid w:val="00FE1B24"/>
    <w:rsid w:val="00FE1CD6"/>
    <w:rsid w:val="00FE1FA5"/>
    <w:rsid w:val="00FE2206"/>
    <w:rsid w:val="00FE2476"/>
    <w:rsid w:val="00FE27DC"/>
    <w:rsid w:val="00FE292C"/>
    <w:rsid w:val="00FE2D75"/>
    <w:rsid w:val="00FE3163"/>
    <w:rsid w:val="00FE467A"/>
    <w:rsid w:val="00FE4682"/>
    <w:rsid w:val="00FE479E"/>
    <w:rsid w:val="00FE4BDE"/>
    <w:rsid w:val="00FE4F1B"/>
    <w:rsid w:val="00FE5492"/>
    <w:rsid w:val="00FE595E"/>
    <w:rsid w:val="00FE5ABE"/>
    <w:rsid w:val="00FE5E75"/>
    <w:rsid w:val="00FE6916"/>
    <w:rsid w:val="00FE6A8C"/>
    <w:rsid w:val="00FE6E41"/>
    <w:rsid w:val="00FE6FC4"/>
    <w:rsid w:val="00FE7355"/>
    <w:rsid w:val="00FE78B6"/>
    <w:rsid w:val="00FF01E6"/>
    <w:rsid w:val="00FF0812"/>
    <w:rsid w:val="00FF1654"/>
    <w:rsid w:val="00FF1715"/>
    <w:rsid w:val="00FF1873"/>
    <w:rsid w:val="00FF1A42"/>
    <w:rsid w:val="00FF1CCC"/>
    <w:rsid w:val="00FF2081"/>
    <w:rsid w:val="00FF20ED"/>
    <w:rsid w:val="00FF2168"/>
    <w:rsid w:val="00FF27DB"/>
    <w:rsid w:val="00FF2B68"/>
    <w:rsid w:val="00FF3072"/>
    <w:rsid w:val="00FF35E7"/>
    <w:rsid w:val="00FF37E4"/>
    <w:rsid w:val="00FF3BA0"/>
    <w:rsid w:val="00FF3DAC"/>
    <w:rsid w:val="00FF4447"/>
    <w:rsid w:val="00FF47FF"/>
    <w:rsid w:val="00FF4990"/>
    <w:rsid w:val="00FF4A8F"/>
    <w:rsid w:val="00FF4E91"/>
    <w:rsid w:val="00FF4FEC"/>
    <w:rsid w:val="00FF5645"/>
    <w:rsid w:val="00FF5A04"/>
    <w:rsid w:val="00FF5A71"/>
    <w:rsid w:val="00FF5BB6"/>
    <w:rsid w:val="00FF5D8C"/>
    <w:rsid w:val="00FF6198"/>
    <w:rsid w:val="00FF6791"/>
    <w:rsid w:val="00FF6A19"/>
    <w:rsid w:val="00FF6B43"/>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816F14"/>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166290144">
      <w:marLeft w:val="0"/>
      <w:marRight w:val="0"/>
      <w:marTop w:val="0"/>
      <w:marBottom w:val="0"/>
      <w:divBdr>
        <w:top w:val="none" w:sz="0" w:space="0" w:color="auto"/>
        <w:left w:val="none" w:sz="0" w:space="0" w:color="auto"/>
        <w:bottom w:val="none" w:sz="0" w:space="0" w:color="auto"/>
        <w:right w:val="none" w:sz="0" w:space="0" w:color="auto"/>
      </w:divBdr>
    </w:div>
    <w:div w:id="1166290145">
      <w:marLeft w:val="0"/>
      <w:marRight w:val="0"/>
      <w:marTop w:val="0"/>
      <w:marBottom w:val="0"/>
      <w:divBdr>
        <w:top w:val="none" w:sz="0" w:space="0" w:color="auto"/>
        <w:left w:val="none" w:sz="0" w:space="0" w:color="auto"/>
        <w:bottom w:val="none" w:sz="0" w:space="0" w:color="auto"/>
        <w:right w:val="none" w:sz="0" w:space="0" w:color="auto"/>
      </w:divBdr>
    </w:div>
    <w:div w:id="1166290146">
      <w:marLeft w:val="0"/>
      <w:marRight w:val="0"/>
      <w:marTop w:val="0"/>
      <w:marBottom w:val="0"/>
      <w:divBdr>
        <w:top w:val="none" w:sz="0" w:space="0" w:color="auto"/>
        <w:left w:val="none" w:sz="0" w:space="0" w:color="auto"/>
        <w:bottom w:val="none" w:sz="0" w:space="0" w:color="auto"/>
        <w:right w:val="none" w:sz="0" w:space="0" w:color="auto"/>
      </w:divBdr>
    </w:div>
    <w:div w:id="1166290147">
      <w:marLeft w:val="0"/>
      <w:marRight w:val="0"/>
      <w:marTop w:val="0"/>
      <w:marBottom w:val="0"/>
      <w:divBdr>
        <w:top w:val="none" w:sz="0" w:space="0" w:color="auto"/>
        <w:left w:val="none" w:sz="0" w:space="0" w:color="auto"/>
        <w:bottom w:val="none" w:sz="0" w:space="0" w:color="auto"/>
        <w:right w:val="none" w:sz="0" w:space="0" w:color="auto"/>
      </w:divBdr>
    </w:div>
    <w:div w:id="1166290148">
      <w:marLeft w:val="0"/>
      <w:marRight w:val="0"/>
      <w:marTop w:val="0"/>
      <w:marBottom w:val="0"/>
      <w:divBdr>
        <w:top w:val="none" w:sz="0" w:space="0" w:color="auto"/>
        <w:left w:val="none" w:sz="0" w:space="0" w:color="auto"/>
        <w:bottom w:val="none" w:sz="0" w:space="0" w:color="auto"/>
        <w:right w:val="none" w:sz="0" w:space="0" w:color="auto"/>
      </w:divBdr>
    </w:div>
    <w:div w:id="1166290150">
      <w:marLeft w:val="0"/>
      <w:marRight w:val="0"/>
      <w:marTop w:val="0"/>
      <w:marBottom w:val="0"/>
      <w:divBdr>
        <w:top w:val="none" w:sz="0" w:space="0" w:color="auto"/>
        <w:left w:val="none" w:sz="0" w:space="0" w:color="auto"/>
        <w:bottom w:val="none" w:sz="0" w:space="0" w:color="auto"/>
        <w:right w:val="none" w:sz="0" w:space="0" w:color="auto"/>
      </w:divBdr>
    </w:div>
    <w:div w:id="1166290151">
      <w:marLeft w:val="0"/>
      <w:marRight w:val="0"/>
      <w:marTop w:val="0"/>
      <w:marBottom w:val="0"/>
      <w:divBdr>
        <w:top w:val="none" w:sz="0" w:space="0" w:color="auto"/>
        <w:left w:val="none" w:sz="0" w:space="0" w:color="auto"/>
        <w:bottom w:val="none" w:sz="0" w:space="0" w:color="auto"/>
        <w:right w:val="none" w:sz="0" w:space="0" w:color="auto"/>
      </w:divBdr>
    </w:div>
    <w:div w:id="1166290152">
      <w:marLeft w:val="0"/>
      <w:marRight w:val="0"/>
      <w:marTop w:val="0"/>
      <w:marBottom w:val="0"/>
      <w:divBdr>
        <w:top w:val="none" w:sz="0" w:space="0" w:color="auto"/>
        <w:left w:val="none" w:sz="0" w:space="0" w:color="auto"/>
        <w:bottom w:val="none" w:sz="0" w:space="0" w:color="auto"/>
        <w:right w:val="none" w:sz="0" w:space="0" w:color="auto"/>
      </w:divBdr>
    </w:div>
    <w:div w:id="1166290153">
      <w:marLeft w:val="0"/>
      <w:marRight w:val="0"/>
      <w:marTop w:val="0"/>
      <w:marBottom w:val="0"/>
      <w:divBdr>
        <w:top w:val="none" w:sz="0" w:space="0" w:color="auto"/>
        <w:left w:val="none" w:sz="0" w:space="0" w:color="auto"/>
        <w:bottom w:val="none" w:sz="0" w:space="0" w:color="auto"/>
        <w:right w:val="none" w:sz="0" w:space="0" w:color="auto"/>
      </w:divBdr>
    </w:div>
    <w:div w:id="1166290154">
      <w:marLeft w:val="0"/>
      <w:marRight w:val="0"/>
      <w:marTop w:val="0"/>
      <w:marBottom w:val="0"/>
      <w:divBdr>
        <w:top w:val="none" w:sz="0" w:space="0" w:color="auto"/>
        <w:left w:val="none" w:sz="0" w:space="0" w:color="auto"/>
        <w:bottom w:val="none" w:sz="0" w:space="0" w:color="auto"/>
        <w:right w:val="none" w:sz="0" w:space="0" w:color="auto"/>
      </w:divBdr>
    </w:div>
    <w:div w:id="1166290155">
      <w:marLeft w:val="0"/>
      <w:marRight w:val="0"/>
      <w:marTop w:val="0"/>
      <w:marBottom w:val="0"/>
      <w:divBdr>
        <w:top w:val="none" w:sz="0" w:space="0" w:color="auto"/>
        <w:left w:val="none" w:sz="0" w:space="0" w:color="auto"/>
        <w:bottom w:val="none" w:sz="0" w:space="0" w:color="auto"/>
        <w:right w:val="none" w:sz="0" w:space="0" w:color="auto"/>
      </w:divBdr>
    </w:div>
    <w:div w:id="1166290156">
      <w:marLeft w:val="0"/>
      <w:marRight w:val="0"/>
      <w:marTop w:val="0"/>
      <w:marBottom w:val="0"/>
      <w:divBdr>
        <w:top w:val="none" w:sz="0" w:space="0" w:color="auto"/>
        <w:left w:val="none" w:sz="0" w:space="0" w:color="auto"/>
        <w:bottom w:val="none" w:sz="0" w:space="0" w:color="auto"/>
        <w:right w:val="none" w:sz="0" w:space="0" w:color="auto"/>
      </w:divBdr>
    </w:div>
    <w:div w:id="1166290157">
      <w:marLeft w:val="0"/>
      <w:marRight w:val="0"/>
      <w:marTop w:val="0"/>
      <w:marBottom w:val="0"/>
      <w:divBdr>
        <w:top w:val="none" w:sz="0" w:space="0" w:color="auto"/>
        <w:left w:val="none" w:sz="0" w:space="0" w:color="auto"/>
        <w:bottom w:val="none" w:sz="0" w:space="0" w:color="auto"/>
        <w:right w:val="none" w:sz="0" w:space="0" w:color="auto"/>
      </w:divBdr>
    </w:div>
    <w:div w:id="1166290158">
      <w:marLeft w:val="0"/>
      <w:marRight w:val="0"/>
      <w:marTop w:val="0"/>
      <w:marBottom w:val="0"/>
      <w:divBdr>
        <w:top w:val="none" w:sz="0" w:space="0" w:color="auto"/>
        <w:left w:val="none" w:sz="0" w:space="0" w:color="auto"/>
        <w:bottom w:val="none" w:sz="0" w:space="0" w:color="auto"/>
        <w:right w:val="none" w:sz="0" w:space="0" w:color="auto"/>
      </w:divBdr>
    </w:div>
    <w:div w:id="1166290159">
      <w:marLeft w:val="0"/>
      <w:marRight w:val="0"/>
      <w:marTop w:val="0"/>
      <w:marBottom w:val="0"/>
      <w:divBdr>
        <w:top w:val="none" w:sz="0" w:space="0" w:color="auto"/>
        <w:left w:val="none" w:sz="0" w:space="0" w:color="auto"/>
        <w:bottom w:val="none" w:sz="0" w:space="0" w:color="auto"/>
        <w:right w:val="none" w:sz="0" w:space="0" w:color="auto"/>
      </w:divBdr>
    </w:div>
    <w:div w:id="1166290160">
      <w:marLeft w:val="0"/>
      <w:marRight w:val="0"/>
      <w:marTop w:val="0"/>
      <w:marBottom w:val="0"/>
      <w:divBdr>
        <w:top w:val="none" w:sz="0" w:space="0" w:color="auto"/>
        <w:left w:val="none" w:sz="0" w:space="0" w:color="auto"/>
        <w:bottom w:val="none" w:sz="0" w:space="0" w:color="auto"/>
        <w:right w:val="none" w:sz="0" w:space="0" w:color="auto"/>
      </w:divBdr>
    </w:div>
    <w:div w:id="1166290161">
      <w:marLeft w:val="0"/>
      <w:marRight w:val="0"/>
      <w:marTop w:val="0"/>
      <w:marBottom w:val="0"/>
      <w:divBdr>
        <w:top w:val="none" w:sz="0" w:space="0" w:color="auto"/>
        <w:left w:val="none" w:sz="0" w:space="0" w:color="auto"/>
        <w:bottom w:val="none" w:sz="0" w:space="0" w:color="auto"/>
        <w:right w:val="none" w:sz="0" w:space="0" w:color="auto"/>
      </w:divBdr>
      <w:divsChild>
        <w:div w:id="1166290149">
          <w:marLeft w:val="0"/>
          <w:marRight w:val="0"/>
          <w:marTop w:val="0"/>
          <w:marBottom w:val="0"/>
          <w:divBdr>
            <w:top w:val="none" w:sz="0" w:space="0" w:color="auto"/>
            <w:left w:val="none" w:sz="0" w:space="0" w:color="auto"/>
            <w:bottom w:val="none" w:sz="0" w:space="0" w:color="auto"/>
            <w:right w:val="none" w:sz="0" w:space="0" w:color="auto"/>
          </w:divBdr>
        </w:div>
      </w:divsChild>
    </w:div>
    <w:div w:id="1166290162">
      <w:marLeft w:val="0"/>
      <w:marRight w:val="0"/>
      <w:marTop w:val="0"/>
      <w:marBottom w:val="0"/>
      <w:divBdr>
        <w:top w:val="none" w:sz="0" w:space="0" w:color="auto"/>
        <w:left w:val="none" w:sz="0" w:space="0" w:color="auto"/>
        <w:bottom w:val="none" w:sz="0" w:space="0" w:color="auto"/>
        <w:right w:val="none" w:sz="0" w:space="0" w:color="auto"/>
      </w:divBdr>
    </w:div>
    <w:div w:id="1166290163">
      <w:marLeft w:val="0"/>
      <w:marRight w:val="0"/>
      <w:marTop w:val="0"/>
      <w:marBottom w:val="0"/>
      <w:divBdr>
        <w:top w:val="none" w:sz="0" w:space="0" w:color="auto"/>
        <w:left w:val="none" w:sz="0" w:space="0" w:color="auto"/>
        <w:bottom w:val="none" w:sz="0" w:space="0" w:color="auto"/>
        <w:right w:val="none" w:sz="0" w:space="0" w:color="auto"/>
      </w:divBdr>
    </w:div>
    <w:div w:id="1166290164">
      <w:marLeft w:val="0"/>
      <w:marRight w:val="0"/>
      <w:marTop w:val="0"/>
      <w:marBottom w:val="0"/>
      <w:divBdr>
        <w:top w:val="none" w:sz="0" w:space="0" w:color="auto"/>
        <w:left w:val="none" w:sz="0" w:space="0" w:color="auto"/>
        <w:bottom w:val="none" w:sz="0" w:space="0" w:color="auto"/>
        <w:right w:val="none" w:sz="0" w:space="0" w:color="auto"/>
      </w:divBdr>
    </w:div>
    <w:div w:id="1166290165">
      <w:marLeft w:val="0"/>
      <w:marRight w:val="0"/>
      <w:marTop w:val="0"/>
      <w:marBottom w:val="0"/>
      <w:divBdr>
        <w:top w:val="none" w:sz="0" w:space="0" w:color="auto"/>
        <w:left w:val="none" w:sz="0" w:space="0" w:color="auto"/>
        <w:bottom w:val="none" w:sz="0" w:space="0" w:color="auto"/>
        <w:right w:val="none" w:sz="0" w:space="0" w:color="auto"/>
      </w:divBdr>
    </w:div>
    <w:div w:id="1166290166">
      <w:marLeft w:val="0"/>
      <w:marRight w:val="0"/>
      <w:marTop w:val="0"/>
      <w:marBottom w:val="0"/>
      <w:divBdr>
        <w:top w:val="none" w:sz="0" w:space="0" w:color="auto"/>
        <w:left w:val="none" w:sz="0" w:space="0" w:color="auto"/>
        <w:bottom w:val="none" w:sz="0" w:space="0" w:color="auto"/>
        <w:right w:val="none" w:sz="0" w:space="0" w:color="auto"/>
      </w:divBdr>
    </w:div>
    <w:div w:id="1166290167">
      <w:marLeft w:val="0"/>
      <w:marRight w:val="0"/>
      <w:marTop w:val="0"/>
      <w:marBottom w:val="0"/>
      <w:divBdr>
        <w:top w:val="none" w:sz="0" w:space="0" w:color="auto"/>
        <w:left w:val="none" w:sz="0" w:space="0" w:color="auto"/>
        <w:bottom w:val="none" w:sz="0" w:space="0" w:color="auto"/>
        <w:right w:val="none" w:sz="0" w:space="0" w:color="auto"/>
      </w:divBdr>
    </w:div>
    <w:div w:id="1166290168">
      <w:marLeft w:val="0"/>
      <w:marRight w:val="0"/>
      <w:marTop w:val="0"/>
      <w:marBottom w:val="0"/>
      <w:divBdr>
        <w:top w:val="none" w:sz="0" w:space="0" w:color="auto"/>
        <w:left w:val="none" w:sz="0" w:space="0" w:color="auto"/>
        <w:bottom w:val="none" w:sz="0" w:space="0" w:color="auto"/>
        <w:right w:val="none" w:sz="0" w:space="0" w:color="auto"/>
      </w:divBdr>
    </w:div>
    <w:div w:id="1166290169">
      <w:marLeft w:val="0"/>
      <w:marRight w:val="0"/>
      <w:marTop w:val="0"/>
      <w:marBottom w:val="0"/>
      <w:divBdr>
        <w:top w:val="none" w:sz="0" w:space="0" w:color="auto"/>
        <w:left w:val="none" w:sz="0" w:space="0" w:color="auto"/>
        <w:bottom w:val="none" w:sz="0" w:space="0" w:color="auto"/>
        <w:right w:val="none" w:sz="0" w:space="0" w:color="auto"/>
      </w:divBdr>
    </w:div>
    <w:div w:id="1166290170">
      <w:marLeft w:val="0"/>
      <w:marRight w:val="0"/>
      <w:marTop w:val="0"/>
      <w:marBottom w:val="0"/>
      <w:divBdr>
        <w:top w:val="none" w:sz="0" w:space="0" w:color="auto"/>
        <w:left w:val="none" w:sz="0" w:space="0" w:color="auto"/>
        <w:bottom w:val="none" w:sz="0" w:space="0" w:color="auto"/>
        <w:right w:val="none" w:sz="0" w:space="0" w:color="auto"/>
      </w:divBdr>
    </w:div>
    <w:div w:id="1166290171">
      <w:marLeft w:val="0"/>
      <w:marRight w:val="0"/>
      <w:marTop w:val="0"/>
      <w:marBottom w:val="0"/>
      <w:divBdr>
        <w:top w:val="none" w:sz="0" w:space="0" w:color="auto"/>
        <w:left w:val="none" w:sz="0" w:space="0" w:color="auto"/>
        <w:bottom w:val="none" w:sz="0" w:space="0" w:color="auto"/>
        <w:right w:val="none" w:sz="0" w:space="0" w:color="auto"/>
      </w:divBdr>
    </w:div>
    <w:div w:id="1166290172">
      <w:marLeft w:val="0"/>
      <w:marRight w:val="0"/>
      <w:marTop w:val="0"/>
      <w:marBottom w:val="0"/>
      <w:divBdr>
        <w:top w:val="none" w:sz="0" w:space="0" w:color="auto"/>
        <w:left w:val="none" w:sz="0" w:space="0" w:color="auto"/>
        <w:bottom w:val="none" w:sz="0" w:space="0" w:color="auto"/>
        <w:right w:val="none" w:sz="0" w:space="0" w:color="auto"/>
      </w:divBdr>
    </w:div>
    <w:div w:id="1166290173">
      <w:marLeft w:val="0"/>
      <w:marRight w:val="0"/>
      <w:marTop w:val="0"/>
      <w:marBottom w:val="0"/>
      <w:divBdr>
        <w:top w:val="none" w:sz="0" w:space="0" w:color="auto"/>
        <w:left w:val="none" w:sz="0" w:space="0" w:color="auto"/>
        <w:bottom w:val="none" w:sz="0" w:space="0" w:color="auto"/>
        <w:right w:val="none" w:sz="0" w:space="0" w:color="auto"/>
      </w:divBdr>
    </w:div>
    <w:div w:id="1166290174">
      <w:marLeft w:val="0"/>
      <w:marRight w:val="0"/>
      <w:marTop w:val="0"/>
      <w:marBottom w:val="0"/>
      <w:divBdr>
        <w:top w:val="none" w:sz="0" w:space="0" w:color="auto"/>
        <w:left w:val="none" w:sz="0" w:space="0" w:color="auto"/>
        <w:bottom w:val="none" w:sz="0" w:space="0" w:color="auto"/>
        <w:right w:val="none" w:sz="0" w:space="0" w:color="auto"/>
      </w:divBdr>
    </w:div>
    <w:div w:id="1166290175">
      <w:marLeft w:val="0"/>
      <w:marRight w:val="0"/>
      <w:marTop w:val="0"/>
      <w:marBottom w:val="0"/>
      <w:divBdr>
        <w:top w:val="none" w:sz="0" w:space="0" w:color="auto"/>
        <w:left w:val="none" w:sz="0" w:space="0" w:color="auto"/>
        <w:bottom w:val="none" w:sz="0" w:space="0" w:color="auto"/>
        <w:right w:val="none" w:sz="0" w:space="0" w:color="auto"/>
      </w:divBdr>
    </w:div>
    <w:div w:id="1166290176">
      <w:marLeft w:val="0"/>
      <w:marRight w:val="0"/>
      <w:marTop w:val="0"/>
      <w:marBottom w:val="0"/>
      <w:divBdr>
        <w:top w:val="none" w:sz="0" w:space="0" w:color="auto"/>
        <w:left w:val="none" w:sz="0" w:space="0" w:color="auto"/>
        <w:bottom w:val="none" w:sz="0" w:space="0" w:color="auto"/>
        <w:right w:val="none" w:sz="0" w:space="0" w:color="auto"/>
      </w:divBdr>
    </w:div>
    <w:div w:id="11662901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5156</TotalTime>
  <Pages>4</Pages>
  <Words>1127</Words>
  <Characters>6427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1295</cp:revision>
  <cp:lastPrinted>2020-07-16T10:56:00Z</cp:lastPrinted>
  <dcterms:created xsi:type="dcterms:W3CDTF">2019-02-05T06:57:00Z</dcterms:created>
  <dcterms:modified xsi:type="dcterms:W3CDTF">2020-08-04T05:32:00Z</dcterms:modified>
</cp:coreProperties>
</file>