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3E8" w:rsidRPr="005C27BE" w:rsidRDefault="008A63E8" w:rsidP="005C27B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C27BE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34.5pt" fillcolor="window">
            <v:imagedata r:id="rId7" o:title=""/>
          </v:shape>
        </w:pict>
      </w:r>
    </w:p>
    <w:p w:rsidR="008A63E8" w:rsidRPr="005C27BE" w:rsidRDefault="008A63E8" w:rsidP="005C27BE">
      <w:pPr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5C27BE">
        <w:rPr>
          <w:rFonts w:ascii="Times New Roman" w:hAnsi="Times New Roman"/>
          <w:sz w:val="40"/>
          <w:szCs w:val="40"/>
        </w:rPr>
        <w:t>ПЕРВОМАЙСЬКА   МІСЬКА</w:t>
      </w:r>
      <w:r w:rsidRPr="005C27BE">
        <w:rPr>
          <w:rFonts w:ascii="Times New Roman" w:hAnsi="Times New Roman"/>
          <w:sz w:val="36"/>
          <w:szCs w:val="36"/>
        </w:rPr>
        <w:t xml:space="preserve">   </w:t>
      </w:r>
      <w:r w:rsidRPr="005C27BE">
        <w:rPr>
          <w:rFonts w:ascii="Times New Roman" w:hAnsi="Times New Roman"/>
          <w:sz w:val="40"/>
          <w:szCs w:val="40"/>
        </w:rPr>
        <w:t>РАДА</w:t>
      </w:r>
    </w:p>
    <w:p w:rsidR="008A63E8" w:rsidRPr="005C27BE" w:rsidRDefault="008A63E8" w:rsidP="005C27BE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5C27BE">
        <w:rPr>
          <w:rFonts w:ascii="Times New Roman" w:hAnsi="Times New Roman"/>
          <w:sz w:val="40"/>
          <w:szCs w:val="40"/>
        </w:rPr>
        <w:t xml:space="preserve">Миколаївської </w:t>
      </w:r>
      <w:r w:rsidRPr="005C27BE">
        <w:rPr>
          <w:rFonts w:ascii="Times New Roman" w:hAnsi="Times New Roman"/>
          <w:sz w:val="32"/>
          <w:szCs w:val="32"/>
        </w:rPr>
        <w:t xml:space="preserve"> </w:t>
      </w:r>
      <w:r w:rsidRPr="005C27BE">
        <w:rPr>
          <w:rFonts w:ascii="Times New Roman" w:hAnsi="Times New Roman"/>
          <w:sz w:val="40"/>
          <w:szCs w:val="40"/>
        </w:rPr>
        <w:t>області</w:t>
      </w:r>
    </w:p>
    <w:p w:rsidR="008A63E8" w:rsidRPr="005C27BE" w:rsidRDefault="008A63E8" w:rsidP="005C27B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27BE">
        <w:rPr>
          <w:rFonts w:ascii="Times New Roman" w:hAnsi="Times New Roman"/>
          <w:sz w:val="32"/>
          <w:szCs w:val="32"/>
          <w:u w:val="single"/>
        </w:rPr>
        <w:t>2</w:t>
      </w:r>
      <w:r w:rsidRPr="005C27BE">
        <w:rPr>
          <w:rFonts w:ascii="Times New Roman" w:hAnsi="Times New Roman"/>
          <w:sz w:val="32"/>
          <w:szCs w:val="32"/>
        </w:rPr>
        <w:t xml:space="preserve"> СЕСІЯ     </w:t>
      </w:r>
      <w:r w:rsidRPr="005C27BE">
        <w:rPr>
          <w:rFonts w:ascii="Times New Roman" w:hAnsi="Times New Roman"/>
          <w:sz w:val="32"/>
          <w:szCs w:val="32"/>
          <w:u w:val="single"/>
        </w:rPr>
        <w:t>VIII</w:t>
      </w:r>
      <w:r w:rsidRPr="005C27BE">
        <w:rPr>
          <w:rFonts w:ascii="Times New Roman" w:hAnsi="Times New Roman"/>
          <w:sz w:val="32"/>
          <w:szCs w:val="32"/>
        </w:rPr>
        <w:t xml:space="preserve">  СКЛИКАННЯ</w:t>
      </w:r>
    </w:p>
    <w:p w:rsidR="008A63E8" w:rsidRPr="005C27BE" w:rsidRDefault="008A63E8" w:rsidP="005C27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C27BE">
        <w:rPr>
          <w:rFonts w:ascii="Times New Roman" w:hAnsi="Times New Roman"/>
          <w:sz w:val="32"/>
          <w:szCs w:val="32"/>
        </w:rPr>
        <w:tab/>
      </w:r>
      <w:r w:rsidRPr="005C27BE">
        <w:rPr>
          <w:rFonts w:ascii="Times New Roman" w:hAnsi="Times New Roman"/>
          <w:sz w:val="32"/>
          <w:szCs w:val="32"/>
        </w:rPr>
        <w:tab/>
      </w:r>
      <w:r w:rsidRPr="005C27BE">
        <w:rPr>
          <w:rFonts w:ascii="Times New Roman" w:hAnsi="Times New Roman"/>
          <w:sz w:val="24"/>
          <w:szCs w:val="24"/>
        </w:rPr>
        <w:t>І</w:t>
      </w:r>
      <w:r w:rsidRPr="005C27BE">
        <w:rPr>
          <w:rFonts w:ascii="Times New Roman" w:hAnsi="Times New Roman"/>
          <w:sz w:val="24"/>
          <w:szCs w:val="24"/>
          <w:lang w:val="uk-UA"/>
        </w:rPr>
        <w:t>ІІ</w:t>
      </w:r>
      <w:r w:rsidRPr="005C27BE">
        <w:rPr>
          <w:rFonts w:ascii="Times New Roman" w:hAnsi="Times New Roman"/>
          <w:sz w:val="24"/>
          <w:szCs w:val="24"/>
        </w:rPr>
        <w:t xml:space="preserve"> пленарне засідання</w:t>
      </w:r>
    </w:p>
    <w:p w:rsidR="008A63E8" w:rsidRPr="005C27BE" w:rsidRDefault="008A63E8" w:rsidP="005C27BE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uk-UA"/>
        </w:rPr>
      </w:pPr>
      <w:r w:rsidRPr="005C27BE">
        <w:rPr>
          <w:rFonts w:ascii="Times New Roman" w:hAnsi="Times New Roman"/>
          <w:b/>
          <w:sz w:val="40"/>
          <w:szCs w:val="40"/>
          <w:lang w:val="uk-UA"/>
        </w:rPr>
        <w:t>РІШЕННЯ</w:t>
      </w:r>
    </w:p>
    <w:p w:rsidR="008A63E8" w:rsidRDefault="008A63E8" w:rsidP="005C27BE">
      <w:pPr>
        <w:spacing w:after="0" w:line="240" w:lineRule="auto"/>
        <w:rPr>
          <w:rFonts w:ascii="Arial" w:hAnsi="Arial" w:cs="Arial"/>
          <w:sz w:val="24"/>
          <w:szCs w:val="24"/>
          <w:lang w:val="uk-UA"/>
        </w:rPr>
      </w:pPr>
      <w:r w:rsidRPr="005C27BE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5C27BE">
        <w:rPr>
          <w:rFonts w:ascii="Arial" w:hAnsi="Arial" w:cs="Arial"/>
          <w:sz w:val="24"/>
          <w:szCs w:val="24"/>
          <w:lang w:val="uk-UA"/>
        </w:rPr>
        <w:t xml:space="preserve"> </w:t>
      </w:r>
    </w:p>
    <w:p w:rsidR="008A63E8" w:rsidRPr="005C27BE" w:rsidRDefault="008A63E8" w:rsidP="005C27BE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5C27BE">
        <w:rPr>
          <w:rFonts w:ascii="Arial" w:hAnsi="Arial" w:cs="Arial"/>
          <w:lang w:val="uk-UA"/>
        </w:rPr>
        <w:t xml:space="preserve">від   </w:t>
      </w:r>
      <w:r w:rsidRPr="005C27BE">
        <w:rPr>
          <w:rFonts w:ascii="Arial" w:hAnsi="Arial" w:cs="Arial"/>
          <w:u w:val="single"/>
          <w:lang w:val="uk-UA"/>
        </w:rPr>
        <w:t>10.12.2020 року</w:t>
      </w:r>
      <w:r w:rsidRPr="005C27BE">
        <w:rPr>
          <w:rFonts w:ascii="Arial" w:hAnsi="Arial" w:cs="Arial"/>
          <w:lang w:val="uk-UA"/>
        </w:rPr>
        <w:t xml:space="preserve">  № </w:t>
      </w:r>
      <w:r>
        <w:rPr>
          <w:rFonts w:ascii="Arial" w:hAnsi="Arial" w:cs="Arial"/>
          <w:u w:val="single"/>
          <w:lang w:val="uk-UA"/>
        </w:rPr>
        <w:t>4</w:t>
      </w:r>
    </w:p>
    <w:p w:rsidR="008A63E8" w:rsidRPr="005C27BE" w:rsidRDefault="008A63E8" w:rsidP="005C27BE">
      <w:pPr>
        <w:spacing w:after="0" w:line="240" w:lineRule="auto"/>
        <w:rPr>
          <w:rFonts w:ascii="Times New Roman" w:hAnsi="Times New Roman"/>
          <w:sz w:val="28"/>
          <w:szCs w:val="28"/>
          <w:lang w:val="uk-UA" w:eastAsia="en-US"/>
        </w:rPr>
      </w:pPr>
      <w:r w:rsidRPr="005C27BE">
        <w:rPr>
          <w:rFonts w:ascii="Arial" w:hAnsi="Arial" w:cs="Arial"/>
          <w:lang w:val="uk-UA"/>
        </w:rPr>
        <w:t xml:space="preserve">           м.Первомайськ</w:t>
      </w:r>
    </w:p>
    <w:p w:rsidR="008A63E8" w:rsidRDefault="008A63E8" w:rsidP="0085235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A63E8" w:rsidRDefault="008A63E8" w:rsidP="0085235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8A63E8" w:rsidRDefault="008A63E8" w:rsidP="0085235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537B2">
        <w:rPr>
          <w:rFonts w:ascii="Times New Roman" w:hAnsi="Times New Roman"/>
          <w:sz w:val="28"/>
          <w:szCs w:val="28"/>
          <w:lang w:val="uk-UA"/>
        </w:rPr>
        <w:t xml:space="preserve">Про затвердження плану діяльності </w:t>
      </w:r>
    </w:p>
    <w:p w:rsidR="008A63E8" w:rsidRDefault="008A63E8" w:rsidP="0085235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537B2">
        <w:rPr>
          <w:rFonts w:ascii="Times New Roman" w:hAnsi="Times New Roman"/>
          <w:sz w:val="28"/>
          <w:szCs w:val="28"/>
          <w:lang w:val="uk-UA"/>
        </w:rPr>
        <w:t>з підготовки проєктів регуляторних актів</w:t>
      </w:r>
    </w:p>
    <w:p w:rsidR="008A63E8" w:rsidRDefault="008A63E8" w:rsidP="0085235A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A537B2">
        <w:rPr>
          <w:rFonts w:ascii="Times New Roman" w:hAnsi="Times New Roman"/>
          <w:sz w:val="28"/>
          <w:szCs w:val="28"/>
          <w:lang w:val="uk-UA"/>
        </w:rPr>
        <w:t>міською радою на 2021 рік</w:t>
      </w:r>
    </w:p>
    <w:p w:rsidR="008A63E8" w:rsidRDefault="008A63E8" w:rsidP="0005457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3E8" w:rsidRPr="005C4FAF" w:rsidRDefault="008A63E8" w:rsidP="0005457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C4FAF">
        <w:rPr>
          <w:rFonts w:ascii="Times New Roman" w:hAnsi="Times New Roman"/>
          <w:sz w:val="28"/>
          <w:szCs w:val="28"/>
          <w:lang w:val="uk-UA"/>
        </w:rPr>
        <w:t xml:space="preserve">Відповідно до статті 25 Закону України «Про місцеве самоврядування в Україні», статті 7 Закону України «Про засади державної регуляторної політики у сфері господарської діяльності» та на підставі листа відділу комунальної власності і земельних відносин управління містобудування, архітектури, комунальної власності  та  земельних  питань  міської  ради  </w:t>
      </w:r>
      <w:r>
        <w:rPr>
          <w:rFonts w:ascii="Times New Roman" w:hAnsi="Times New Roman"/>
          <w:sz w:val="28"/>
          <w:szCs w:val="28"/>
          <w:lang w:val="uk-UA"/>
        </w:rPr>
        <w:t>від 17</w:t>
      </w:r>
      <w:r w:rsidRPr="005C4FA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11</w:t>
      </w:r>
      <w:r w:rsidRPr="005C4FAF">
        <w:rPr>
          <w:rFonts w:ascii="Times New Roman" w:hAnsi="Times New Roman"/>
          <w:sz w:val="28"/>
          <w:szCs w:val="28"/>
          <w:lang w:val="uk-UA"/>
        </w:rPr>
        <w:t xml:space="preserve">.2020 року </w:t>
      </w:r>
      <w:r>
        <w:rPr>
          <w:rFonts w:ascii="Times New Roman" w:hAnsi="Times New Roman"/>
          <w:sz w:val="28"/>
          <w:szCs w:val="28"/>
          <w:lang w:val="uk-UA"/>
        </w:rPr>
        <w:t>№ 333</w:t>
      </w:r>
      <w:r w:rsidRPr="005C4FAF">
        <w:rPr>
          <w:rFonts w:ascii="Times New Roman" w:hAnsi="Times New Roman"/>
          <w:sz w:val="28"/>
          <w:szCs w:val="28"/>
          <w:lang w:val="uk-UA"/>
        </w:rPr>
        <w:t>/04.04</w:t>
      </w:r>
      <w:r>
        <w:rPr>
          <w:rFonts w:ascii="Times New Roman" w:hAnsi="Times New Roman"/>
          <w:sz w:val="28"/>
          <w:szCs w:val="28"/>
          <w:lang w:val="uk-UA"/>
        </w:rPr>
        <w:t>.3</w:t>
      </w:r>
      <w:r w:rsidRPr="005C4FAF">
        <w:rPr>
          <w:rFonts w:ascii="Times New Roman" w:hAnsi="Times New Roman"/>
          <w:sz w:val="28"/>
          <w:szCs w:val="28"/>
          <w:lang w:val="uk-UA"/>
        </w:rPr>
        <w:t xml:space="preserve">-14   міська рада  </w:t>
      </w:r>
    </w:p>
    <w:p w:rsidR="008A63E8" w:rsidRPr="005C4FAF" w:rsidRDefault="008A63E8" w:rsidP="005C4FAF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C4FAF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8A63E8" w:rsidRPr="0005457C" w:rsidRDefault="008A63E8" w:rsidP="00D869C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5457C"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5457C">
        <w:rPr>
          <w:rFonts w:ascii="Times New Roman" w:hAnsi="Times New Roman"/>
          <w:sz w:val="28"/>
          <w:szCs w:val="28"/>
          <w:lang w:val="uk-UA"/>
        </w:rPr>
        <w:t>Затвердити  план діяльності з підготовки проєктів регуляторних актів міською радою на 2021 рік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05457C">
        <w:rPr>
          <w:rFonts w:ascii="Times New Roman" w:hAnsi="Times New Roman"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05457C">
        <w:rPr>
          <w:rFonts w:ascii="Times New Roman" w:hAnsi="Times New Roman"/>
          <w:sz w:val="28"/>
          <w:szCs w:val="28"/>
          <w:lang w:val="uk-UA"/>
        </w:rPr>
        <w:t>одаток).</w:t>
      </w:r>
    </w:p>
    <w:p w:rsidR="008A63E8" w:rsidRDefault="008A63E8" w:rsidP="00D869C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Відповідальність за виконання</w:t>
      </w:r>
      <w:r w:rsidRPr="005C4FAF">
        <w:rPr>
          <w:rFonts w:ascii="Times New Roman" w:hAnsi="Times New Roman"/>
          <w:sz w:val="28"/>
          <w:szCs w:val="28"/>
          <w:lang w:val="uk-UA"/>
        </w:rPr>
        <w:t xml:space="preserve"> рішення покласти на першого </w:t>
      </w:r>
      <w:r>
        <w:rPr>
          <w:rFonts w:ascii="Times New Roman" w:hAnsi="Times New Roman"/>
          <w:sz w:val="28"/>
          <w:szCs w:val="28"/>
          <w:lang w:val="uk-UA"/>
        </w:rPr>
        <w:t>заступника міського голови.</w:t>
      </w:r>
    </w:p>
    <w:p w:rsidR="008A63E8" w:rsidRDefault="008A63E8" w:rsidP="00D869C9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5C4FAF">
        <w:rPr>
          <w:rFonts w:ascii="Times New Roman" w:hAnsi="Times New Roman"/>
          <w:sz w:val="28"/>
          <w:szCs w:val="28"/>
          <w:lang w:val="uk-UA"/>
        </w:rPr>
        <w:t xml:space="preserve">3. Контроль за виконанням рішення покласти на постійну комісію міської ради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003F4B">
        <w:rPr>
          <w:rFonts w:ascii="Times New Roman" w:hAnsi="Times New Roman"/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  державної влади </w:t>
      </w:r>
      <w:r w:rsidRPr="00003F4B">
        <w:rPr>
          <w:rFonts w:ascii="Times New Roman" w:hAnsi="Times New Roman"/>
          <w:bCs/>
          <w:sz w:val="28"/>
          <w:szCs w:val="28"/>
          <w:lang w:val="uk-UA"/>
        </w:rPr>
        <w:t>та місцевого самоврядування,</w:t>
      </w:r>
      <w:r w:rsidRPr="00003F4B">
        <w:rPr>
          <w:rFonts w:ascii="Times New Roman" w:hAnsi="Times New Roman"/>
          <w:sz w:val="28"/>
          <w:szCs w:val="28"/>
          <w:lang w:val="uk-UA"/>
        </w:rPr>
        <w:t xml:space="preserve"> інформаційної і регуляторної політики та розвитку територій громади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A63E8" w:rsidRDefault="008A63E8" w:rsidP="0033203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3E8" w:rsidRDefault="008A63E8" w:rsidP="00332031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3E8" w:rsidRDefault="008A63E8" w:rsidP="00332031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Олег ДЕМЧЕНКО</w:t>
      </w:r>
    </w:p>
    <w:p w:rsidR="008A63E8" w:rsidRDefault="008A63E8" w:rsidP="005C27BE">
      <w:pPr>
        <w:spacing w:after="0" w:line="240" w:lineRule="auto"/>
        <w:ind w:left="3945" w:firstLine="101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</w:t>
      </w:r>
    </w:p>
    <w:p w:rsidR="008A63E8" w:rsidRDefault="008A63E8" w:rsidP="0085235A">
      <w:pPr>
        <w:spacing w:after="0" w:line="240" w:lineRule="auto"/>
        <w:ind w:left="6069" w:firstLine="30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Додаток</w:t>
      </w:r>
    </w:p>
    <w:p w:rsidR="008A63E8" w:rsidRDefault="008A63E8" w:rsidP="00D869C9">
      <w:pPr>
        <w:spacing w:after="0" w:line="240" w:lineRule="auto"/>
        <w:ind w:left="-303" w:firstLine="870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 рішення міської ради</w:t>
      </w:r>
    </w:p>
    <w:p w:rsidR="008A63E8" w:rsidRDefault="008A63E8" w:rsidP="005C27BE">
      <w:pPr>
        <w:tabs>
          <w:tab w:val="left" w:pos="6090"/>
          <w:tab w:val="right" w:pos="9638"/>
        </w:tabs>
        <w:spacing w:after="0" w:line="240" w:lineRule="auto"/>
        <w:ind w:left="-303" w:firstLine="8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 w:rsidRPr="005C27BE">
        <w:rPr>
          <w:rFonts w:ascii="Times New Roman" w:hAnsi="Times New Roman"/>
          <w:sz w:val="28"/>
          <w:szCs w:val="28"/>
          <w:u w:val="single"/>
          <w:lang w:val="uk-UA"/>
        </w:rPr>
        <w:t>10.12.2020</w:t>
      </w:r>
      <w:r>
        <w:rPr>
          <w:rFonts w:ascii="Times New Roman" w:hAnsi="Times New Roman"/>
          <w:sz w:val="28"/>
          <w:szCs w:val="28"/>
          <w:lang w:val="uk-UA"/>
        </w:rPr>
        <w:t xml:space="preserve">    № </w:t>
      </w:r>
      <w:r w:rsidRPr="005C27BE">
        <w:rPr>
          <w:rFonts w:ascii="Times New Roman" w:hAnsi="Times New Roman"/>
          <w:sz w:val="28"/>
          <w:szCs w:val="28"/>
          <w:u w:val="single"/>
          <w:lang w:val="uk-UA"/>
        </w:rPr>
        <w:t>4</w:t>
      </w:r>
    </w:p>
    <w:p w:rsidR="008A63E8" w:rsidRDefault="008A63E8" w:rsidP="00D869C9">
      <w:pPr>
        <w:spacing w:after="0" w:line="240" w:lineRule="auto"/>
        <w:ind w:left="-303" w:firstLine="870"/>
        <w:jc w:val="right"/>
        <w:rPr>
          <w:rFonts w:ascii="Times New Roman" w:hAnsi="Times New Roman"/>
          <w:sz w:val="28"/>
          <w:szCs w:val="28"/>
          <w:lang w:val="uk-UA"/>
        </w:rPr>
      </w:pPr>
    </w:p>
    <w:p w:rsidR="008A63E8" w:rsidRDefault="008A63E8" w:rsidP="00D869C9">
      <w:pPr>
        <w:spacing w:after="0" w:line="240" w:lineRule="auto"/>
        <w:ind w:left="-303" w:firstLine="87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A63E8" w:rsidRDefault="008A63E8" w:rsidP="00D869C9">
      <w:pPr>
        <w:spacing w:after="0" w:line="240" w:lineRule="auto"/>
        <w:ind w:left="-303" w:firstLine="87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ПЛАН</w:t>
      </w:r>
    </w:p>
    <w:p w:rsidR="008A63E8" w:rsidRDefault="008A63E8" w:rsidP="00D869C9">
      <w:pPr>
        <w:spacing w:after="0" w:line="240" w:lineRule="auto"/>
        <w:ind w:left="-303" w:firstLine="87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діяльності з підготовки проєктів регуляторних актів </w:t>
      </w:r>
    </w:p>
    <w:p w:rsidR="008A63E8" w:rsidRDefault="008A63E8" w:rsidP="00D869C9">
      <w:pPr>
        <w:spacing w:after="0" w:line="240" w:lineRule="auto"/>
        <w:ind w:left="-303" w:firstLine="87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міською радою на 2021 рік</w:t>
      </w:r>
    </w:p>
    <w:p w:rsidR="008A63E8" w:rsidRPr="005C4FAF" w:rsidRDefault="008A63E8" w:rsidP="00D869C9">
      <w:pPr>
        <w:spacing w:after="0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977"/>
        <w:gridCol w:w="2126"/>
        <w:gridCol w:w="2268"/>
        <w:gridCol w:w="1701"/>
      </w:tblGrid>
      <w:tr w:rsidR="008A63E8" w:rsidRPr="00A537B2" w:rsidTr="00BE2063">
        <w:tc>
          <w:tcPr>
            <w:tcW w:w="567" w:type="dxa"/>
          </w:tcPr>
          <w:p w:rsidR="008A63E8" w:rsidRPr="00A537B2" w:rsidRDefault="008A63E8" w:rsidP="00D86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8A63E8" w:rsidRPr="00A537B2" w:rsidRDefault="008A63E8" w:rsidP="00D869C9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977" w:type="dxa"/>
          </w:tcPr>
          <w:p w:rsidR="008A63E8" w:rsidRPr="00A537B2" w:rsidRDefault="008A63E8" w:rsidP="00D869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Види і назви проєктів регуляторних актів</w:t>
            </w:r>
          </w:p>
        </w:tc>
        <w:tc>
          <w:tcPr>
            <w:tcW w:w="2126" w:type="dxa"/>
          </w:tcPr>
          <w:p w:rsidR="008A63E8" w:rsidRPr="00A537B2" w:rsidRDefault="008A63E8" w:rsidP="00D869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Мета</w:t>
            </w:r>
          </w:p>
          <w:p w:rsidR="008A63E8" w:rsidRPr="00A537B2" w:rsidRDefault="008A63E8" w:rsidP="00D869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прийняття регуляторних</w:t>
            </w:r>
          </w:p>
          <w:p w:rsidR="008A63E8" w:rsidRPr="00A537B2" w:rsidRDefault="008A63E8" w:rsidP="00D869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актів</w:t>
            </w:r>
          </w:p>
        </w:tc>
        <w:tc>
          <w:tcPr>
            <w:tcW w:w="2268" w:type="dxa"/>
          </w:tcPr>
          <w:p w:rsidR="008A63E8" w:rsidRPr="00A537B2" w:rsidRDefault="008A63E8" w:rsidP="00D869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Розробники регуляторних актів</w:t>
            </w:r>
          </w:p>
        </w:tc>
        <w:tc>
          <w:tcPr>
            <w:tcW w:w="1701" w:type="dxa"/>
          </w:tcPr>
          <w:p w:rsidR="008A63E8" w:rsidRPr="00A537B2" w:rsidRDefault="008A63E8" w:rsidP="00D869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Термін</w:t>
            </w:r>
          </w:p>
          <w:p w:rsidR="008A63E8" w:rsidRPr="00A537B2" w:rsidRDefault="008A63E8" w:rsidP="00D869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підготов-</w:t>
            </w:r>
          </w:p>
          <w:p w:rsidR="008A63E8" w:rsidRPr="00A537B2" w:rsidRDefault="008A63E8" w:rsidP="00D869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ки регулятор-</w:t>
            </w:r>
          </w:p>
          <w:p w:rsidR="008A63E8" w:rsidRPr="00A537B2" w:rsidRDefault="008A63E8" w:rsidP="00D869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них</w:t>
            </w:r>
          </w:p>
          <w:p w:rsidR="008A63E8" w:rsidRPr="00A537B2" w:rsidRDefault="008A63E8" w:rsidP="00D869C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актів</w:t>
            </w:r>
          </w:p>
        </w:tc>
      </w:tr>
      <w:tr w:rsidR="008A63E8" w:rsidRPr="00A537B2" w:rsidTr="006E2DE4">
        <w:trPr>
          <w:trHeight w:val="355"/>
        </w:trPr>
        <w:tc>
          <w:tcPr>
            <w:tcW w:w="567" w:type="dxa"/>
          </w:tcPr>
          <w:p w:rsidR="008A63E8" w:rsidRPr="00A537B2" w:rsidRDefault="008A63E8" w:rsidP="006E2D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</w:tcPr>
          <w:p w:rsidR="008A63E8" w:rsidRPr="00A537B2" w:rsidRDefault="008A63E8" w:rsidP="006E2D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2126" w:type="dxa"/>
          </w:tcPr>
          <w:p w:rsidR="008A63E8" w:rsidRPr="00A537B2" w:rsidRDefault="008A63E8" w:rsidP="006E2D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2268" w:type="dxa"/>
          </w:tcPr>
          <w:p w:rsidR="008A63E8" w:rsidRPr="00A537B2" w:rsidRDefault="008A63E8" w:rsidP="006E2D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701" w:type="dxa"/>
          </w:tcPr>
          <w:p w:rsidR="008A63E8" w:rsidRPr="00A537B2" w:rsidRDefault="008A63E8" w:rsidP="006E2D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</w:tr>
      <w:tr w:rsidR="008A63E8" w:rsidRPr="00A537B2" w:rsidTr="00BE2063">
        <w:trPr>
          <w:trHeight w:val="3362"/>
        </w:trPr>
        <w:tc>
          <w:tcPr>
            <w:tcW w:w="567" w:type="dxa"/>
          </w:tcPr>
          <w:p w:rsidR="008A63E8" w:rsidRPr="00A537B2" w:rsidRDefault="008A63E8" w:rsidP="006E2D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977" w:type="dxa"/>
          </w:tcPr>
          <w:p w:rsidR="008A63E8" w:rsidRPr="00A537B2" w:rsidRDefault="008A63E8" w:rsidP="006E2D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Про регулювання орендних відносин майна комунальної власності територіальної громади міста Первомайська</w:t>
            </w:r>
          </w:p>
        </w:tc>
        <w:tc>
          <w:tcPr>
            <w:tcW w:w="2126" w:type="dxa"/>
          </w:tcPr>
          <w:p w:rsidR="008A63E8" w:rsidRPr="00A537B2" w:rsidRDefault="008A63E8" w:rsidP="006E2D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Приведення до вимог чинного законодавства</w:t>
            </w:r>
          </w:p>
        </w:tc>
        <w:tc>
          <w:tcPr>
            <w:tcW w:w="2268" w:type="dxa"/>
          </w:tcPr>
          <w:p w:rsidR="008A63E8" w:rsidRPr="00A537B2" w:rsidRDefault="008A63E8" w:rsidP="006E2D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містобудування,архітектури, комунальної</w:t>
            </w:r>
          </w:p>
          <w:p w:rsidR="008A63E8" w:rsidRPr="00A537B2" w:rsidRDefault="008A63E8" w:rsidP="006E2D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власності та земельних питань міської ради </w:t>
            </w:r>
          </w:p>
        </w:tc>
        <w:tc>
          <w:tcPr>
            <w:tcW w:w="1701" w:type="dxa"/>
          </w:tcPr>
          <w:p w:rsidR="008A63E8" w:rsidRPr="00A537B2" w:rsidRDefault="008A63E8" w:rsidP="00485B8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– І</w:t>
            </w:r>
            <w:r w:rsidRPr="00A537B2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  <w:p w:rsidR="008A63E8" w:rsidRPr="00A537B2" w:rsidRDefault="008A63E8" w:rsidP="00485B8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A537B2">
              <w:rPr>
                <w:rFonts w:ascii="Times New Roman" w:hAnsi="Times New Roman"/>
                <w:sz w:val="28"/>
                <w:szCs w:val="28"/>
                <w:lang w:val="uk-UA"/>
              </w:rPr>
              <w:t>квартал 2021 року</w:t>
            </w:r>
          </w:p>
        </w:tc>
      </w:tr>
    </w:tbl>
    <w:p w:rsidR="008A63E8" w:rsidRDefault="008A63E8" w:rsidP="006E2DE4">
      <w:pPr>
        <w:spacing w:after="0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5C4FAF">
        <w:rPr>
          <w:rFonts w:ascii="Times New Roman" w:hAnsi="Times New Roman"/>
          <w:sz w:val="28"/>
          <w:szCs w:val="28"/>
          <w:lang w:val="uk-UA"/>
        </w:rPr>
        <w:tab/>
      </w:r>
    </w:p>
    <w:p w:rsidR="008A63E8" w:rsidRDefault="008A63E8" w:rsidP="005C4FAF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3E8" w:rsidRDefault="008A63E8" w:rsidP="005C4FAF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3E8" w:rsidRPr="005C4FAF" w:rsidRDefault="008A63E8" w:rsidP="005C4FAF">
      <w:p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A63E8" w:rsidRDefault="008A63E8" w:rsidP="00BE2063">
      <w:pPr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Перший заступник міського голови                            </w:t>
      </w:r>
      <w:r w:rsidRPr="008D4768">
        <w:rPr>
          <w:rFonts w:ascii="Times New Roman" w:hAnsi="Times New Roman"/>
          <w:sz w:val="28"/>
          <w:szCs w:val="28"/>
          <w:lang w:val="uk-UA"/>
        </w:rPr>
        <w:t>Дмитр</w:t>
      </w:r>
      <w:r>
        <w:rPr>
          <w:rFonts w:ascii="Times New Roman" w:hAnsi="Times New Roman"/>
          <w:sz w:val="28"/>
          <w:szCs w:val="28"/>
          <w:lang w:val="uk-UA"/>
        </w:rPr>
        <w:t xml:space="preserve">о </w:t>
      </w:r>
      <w:r w:rsidRPr="008D4768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>АЛІШЕВСЬКИЙ</w:t>
      </w:r>
      <w:r w:rsidRPr="008D4768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8A63E8" w:rsidSect="0085235A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3E8" w:rsidRDefault="008A63E8">
      <w:r>
        <w:separator/>
      </w:r>
    </w:p>
  </w:endnote>
  <w:endnote w:type="continuationSeparator" w:id="1">
    <w:p w:rsidR="008A63E8" w:rsidRDefault="008A63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3E8" w:rsidRPr="0085235A" w:rsidRDefault="008A63E8" w:rsidP="0085235A">
    <w:pPr>
      <w:pStyle w:val="Footer"/>
      <w:spacing w:after="0"/>
      <w:jc w:val="center"/>
      <w:rPr>
        <w:rFonts w:ascii="Times New Roman" w:hAnsi="Times New Roman"/>
        <w:b/>
        <w:sz w:val="18"/>
        <w:szCs w:val="18"/>
        <w:lang w:val="uk-UA"/>
      </w:rPr>
    </w:pPr>
    <w:r w:rsidRPr="0085235A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8A63E8" w:rsidRPr="0085235A" w:rsidRDefault="008A63E8" w:rsidP="0085235A">
    <w:pPr>
      <w:spacing w:after="0"/>
      <w:jc w:val="center"/>
      <w:rPr>
        <w:rFonts w:ascii="Times New Roman" w:hAnsi="Times New Roman"/>
        <w:b/>
        <w:sz w:val="18"/>
        <w:szCs w:val="18"/>
        <w:lang w:val="uk-UA"/>
      </w:rPr>
    </w:pPr>
    <w:r w:rsidRPr="0085235A">
      <w:rPr>
        <w:rFonts w:ascii="Times New Roman" w:hAnsi="Times New Roman"/>
        <w:b/>
        <w:sz w:val="18"/>
        <w:szCs w:val="18"/>
        <w:lang w:val="uk-UA"/>
      </w:rPr>
      <w:t>Про затвердження плану діяльності з підготовки проєктів регуляторних актів міською радою на 2021 рік</w:t>
    </w:r>
  </w:p>
  <w:p w:rsidR="008A63E8" w:rsidRPr="0085235A" w:rsidRDefault="008A63E8" w:rsidP="0085235A">
    <w:pPr>
      <w:pStyle w:val="Footer"/>
      <w:jc w:val="center"/>
      <w:rPr>
        <w:b/>
        <w:sz w:val="18"/>
        <w:szCs w:val="18"/>
        <w:lang w:val="uk-UA"/>
      </w:rPr>
    </w:pPr>
  </w:p>
  <w:p w:rsidR="008A63E8" w:rsidRDefault="008A63E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3E8" w:rsidRDefault="008A63E8">
      <w:r>
        <w:separator/>
      </w:r>
    </w:p>
  </w:footnote>
  <w:footnote w:type="continuationSeparator" w:id="1">
    <w:p w:rsidR="008A63E8" w:rsidRDefault="008A63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63E8" w:rsidRPr="0085235A" w:rsidRDefault="008A63E8" w:rsidP="0085235A">
    <w:pPr>
      <w:pStyle w:val="Header"/>
      <w:jc w:val="center"/>
      <w:rPr>
        <w:rFonts w:ascii="Times New Roman" w:hAnsi="Times New Roman"/>
        <w:sz w:val="24"/>
        <w:szCs w:val="24"/>
        <w:lang w:val="uk-UA"/>
      </w:rPr>
    </w:pPr>
    <w:r w:rsidRPr="0085235A">
      <w:rPr>
        <w:rStyle w:val="PageNumber"/>
        <w:rFonts w:ascii="Times New Roman" w:hAnsi="Times New Roman"/>
        <w:sz w:val="24"/>
        <w:szCs w:val="24"/>
      </w:rPr>
      <w:fldChar w:fldCharType="begin"/>
    </w:r>
    <w:r w:rsidRPr="0085235A">
      <w:rPr>
        <w:rStyle w:val="PageNumber"/>
        <w:rFonts w:ascii="Times New Roman" w:hAnsi="Times New Roman"/>
        <w:sz w:val="24"/>
        <w:szCs w:val="24"/>
      </w:rPr>
      <w:instrText xml:space="preserve"> NUMPAGES </w:instrText>
    </w:r>
    <w:r w:rsidRPr="0085235A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85235A">
      <w:rPr>
        <w:rStyle w:val="PageNumber"/>
        <w:rFonts w:ascii="Times New Roman" w:hAnsi="Times New Roman"/>
        <w:sz w:val="24"/>
        <w:szCs w:val="24"/>
      </w:rPr>
      <w:fldChar w:fldCharType="end"/>
    </w:r>
    <w:r w:rsidRPr="0085235A">
      <w:rPr>
        <w:rStyle w:val="PageNumber"/>
        <w:rFonts w:ascii="Times New Roman" w:hAnsi="Times New Roman"/>
        <w:sz w:val="24"/>
        <w:szCs w:val="24"/>
        <w:lang w:val="uk-UA"/>
      </w:rPr>
      <w:t xml:space="preserve"> із </w:t>
    </w:r>
    <w:r w:rsidRPr="0085235A">
      <w:rPr>
        <w:rStyle w:val="PageNumber"/>
        <w:rFonts w:ascii="Times New Roman" w:hAnsi="Times New Roman"/>
        <w:sz w:val="24"/>
        <w:szCs w:val="24"/>
      </w:rPr>
      <w:fldChar w:fldCharType="begin"/>
    </w:r>
    <w:r w:rsidRPr="0085235A">
      <w:rPr>
        <w:rStyle w:val="PageNumber"/>
        <w:rFonts w:ascii="Times New Roman" w:hAnsi="Times New Roman"/>
        <w:sz w:val="24"/>
        <w:szCs w:val="24"/>
      </w:rPr>
      <w:instrText xml:space="preserve"> NUMPAGES </w:instrText>
    </w:r>
    <w:r w:rsidRPr="0085235A">
      <w:rPr>
        <w:rStyle w:val="PageNumber"/>
        <w:rFonts w:ascii="Times New Roman" w:hAnsi="Times New Roman"/>
        <w:sz w:val="24"/>
        <w:szCs w:val="24"/>
      </w:rPr>
      <w:fldChar w:fldCharType="separate"/>
    </w:r>
    <w:r>
      <w:rPr>
        <w:rStyle w:val="PageNumber"/>
        <w:rFonts w:ascii="Times New Roman" w:hAnsi="Times New Roman"/>
        <w:noProof/>
        <w:sz w:val="24"/>
        <w:szCs w:val="24"/>
      </w:rPr>
      <w:t>2</w:t>
    </w:r>
    <w:r w:rsidRPr="0085235A">
      <w:rPr>
        <w:rStyle w:val="PageNumber"/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036FE"/>
    <w:multiLevelType w:val="hybridMultilevel"/>
    <w:tmpl w:val="6DEC6422"/>
    <w:lvl w:ilvl="0" w:tplc="E72C4758">
      <w:start w:val="1"/>
      <w:numFmt w:val="decimal"/>
      <w:lvlText w:val="%1."/>
      <w:lvlJc w:val="left"/>
      <w:pPr>
        <w:ind w:left="1173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4FAF"/>
    <w:rsid w:val="00003F4B"/>
    <w:rsid w:val="00011CA5"/>
    <w:rsid w:val="0005457C"/>
    <w:rsid w:val="00075B97"/>
    <w:rsid w:val="00233CB5"/>
    <w:rsid w:val="003317F8"/>
    <w:rsid w:val="00332031"/>
    <w:rsid w:val="00362EE2"/>
    <w:rsid w:val="00420F4B"/>
    <w:rsid w:val="00485B86"/>
    <w:rsid w:val="004B29FF"/>
    <w:rsid w:val="004F55BD"/>
    <w:rsid w:val="00546D85"/>
    <w:rsid w:val="005C27BE"/>
    <w:rsid w:val="005C4FAF"/>
    <w:rsid w:val="006B2D65"/>
    <w:rsid w:val="006D7CDE"/>
    <w:rsid w:val="006E2DE4"/>
    <w:rsid w:val="0085235A"/>
    <w:rsid w:val="008A63E8"/>
    <w:rsid w:val="008C18A2"/>
    <w:rsid w:val="008D2324"/>
    <w:rsid w:val="008D3715"/>
    <w:rsid w:val="008D4768"/>
    <w:rsid w:val="009A7417"/>
    <w:rsid w:val="00A44F10"/>
    <w:rsid w:val="00A46D59"/>
    <w:rsid w:val="00A537B2"/>
    <w:rsid w:val="00B64CA6"/>
    <w:rsid w:val="00B950AE"/>
    <w:rsid w:val="00BE2063"/>
    <w:rsid w:val="00BF3BC1"/>
    <w:rsid w:val="00C70448"/>
    <w:rsid w:val="00D869C9"/>
    <w:rsid w:val="00E04F0C"/>
    <w:rsid w:val="00E11187"/>
    <w:rsid w:val="00E8743E"/>
    <w:rsid w:val="00EB5DE0"/>
    <w:rsid w:val="00EC0572"/>
    <w:rsid w:val="00F21750"/>
    <w:rsid w:val="00FE4CFC"/>
    <w:rsid w:val="00FF1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F1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C4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4F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4FA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8523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7044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523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70448"/>
    <w:rPr>
      <w:rFonts w:cs="Times New Roman"/>
    </w:rPr>
  </w:style>
  <w:style w:type="character" w:styleId="PageNumber">
    <w:name w:val="page number"/>
    <w:basedOn w:val="DefaultParagraphFont"/>
    <w:uiPriority w:val="99"/>
    <w:rsid w:val="0085235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51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2</Pages>
  <Words>296</Words>
  <Characters>1691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Анжела</cp:lastModifiedBy>
  <cp:revision>17</cp:revision>
  <cp:lastPrinted>2020-12-11T06:15:00Z</cp:lastPrinted>
  <dcterms:created xsi:type="dcterms:W3CDTF">2020-11-17T13:28:00Z</dcterms:created>
  <dcterms:modified xsi:type="dcterms:W3CDTF">2020-12-11T06:21:00Z</dcterms:modified>
</cp:coreProperties>
</file>