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B0" w:rsidRPr="00950E96" w:rsidRDefault="00F245B0" w:rsidP="000D642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35.4pt" fillcolor="window">
            <v:imagedata r:id="rId7" o:title=""/>
          </v:shape>
        </w:pict>
      </w:r>
    </w:p>
    <w:p w:rsidR="00F245B0" w:rsidRPr="00DB5506" w:rsidRDefault="00F245B0" w:rsidP="000D642F">
      <w:pPr>
        <w:jc w:val="center"/>
        <w:rPr>
          <w:sz w:val="36"/>
          <w:szCs w:val="36"/>
        </w:rPr>
      </w:pPr>
      <w:r w:rsidRPr="00DB5506">
        <w:rPr>
          <w:sz w:val="40"/>
          <w:szCs w:val="40"/>
        </w:rPr>
        <w:t>ПЕРВОМАЙСЬКА   МІСЬКА</w:t>
      </w:r>
      <w:r w:rsidRPr="00DB5506">
        <w:rPr>
          <w:sz w:val="36"/>
          <w:szCs w:val="36"/>
        </w:rPr>
        <w:t xml:space="preserve">   </w:t>
      </w:r>
      <w:r w:rsidRPr="00DB5506">
        <w:rPr>
          <w:sz w:val="40"/>
          <w:szCs w:val="40"/>
        </w:rPr>
        <w:t>РАДА</w:t>
      </w:r>
    </w:p>
    <w:p w:rsidR="00F245B0" w:rsidRPr="00DB5506" w:rsidRDefault="00F245B0" w:rsidP="000D642F">
      <w:pPr>
        <w:jc w:val="center"/>
        <w:rPr>
          <w:szCs w:val="28"/>
        </w:rPr>
      </w:pPr>
      <w:r w:rsidRPr="00DB5506">
        <w:rPr>
          <w:sz w:val="40"/>
          <w:szCs w:val="40"/>
        </w:rPr>
        <w:t xml:space="preserve">Миколаївської </w:t>
      </w:r>
      <w:r w:rsidRPr="00DB5506">
        <w:rPr>
          <w:sz w:val="32"/>
          <w:szCs w:val="32"/>
        </w:rPr>
        <w:t xml:space="preserve"> </w:t>
      </w:r>
      <w:r w:rsidRPr="00DB5506">
        <w:rPr>
          <w:sz w:val="40"/>
          <w:szCs w:val="40"/>
        </w:rPr>
        <w:t>області</w:t>
      </w:r>
    </w:p>
    <w:p w:rsidR="00F245B0" w:rsidRPr="00DB5506" w:rsidRDefault="00F245B0" w:rsidP="000D642F">
      <w:pPr>
        <w:jc w:val="center"/>
        <w:rPr>
          <w:sz w:val="32"/>
          <w:szCs w:val="32"/>
        </w:rPr>
      </w:pPr>
      <w:r w:rsidRPr="00DB5506">
        <w:rPr>
          <w:sz w:val="32"/>
          <w:szCs w:val="32"/>
          <w:u w:val="single"/>
        </w:rPr>
        <w:t>89</w:t>
      </w:r>
      <w:r w:rsidRPr="00DB5506">
        <w:rPr>
          <w:sz w:val="32"/>
          <w:szCs w:val="32"/>
        </w:rPr>
        <w:t xml:space="preserve"> СЕСІЯ     </w:t>
      </w:r>
      <w:r w:rsidRPr="00DB5506">
        <w:rPr>
          <w:sz w:val="32"/>
          <w:szCs w:val="32"/>
          <w:u w:val="single"/>
        </w:rPr>
        <w:t xml:space="preserve">7 </w:t>
      </w:r>
      <w:r w:rsidRPr="00DB5506">
        <w:rPr>
          <w:sz w:val="32"/>
          <w:szCs w:val="32"/>
        </w:rPr>
        <w:t xml:space="preserve"> СКЛИКАННЯ</w:t>
      </w:r>
    </w:p>
    <w:p w:rsidR="00F245B0" w:rsidRPr="00DB5506" w:rsidRDefault="00F245B0" w:rsidP="000D642F">
      <w:pPr>
        <w:jc w:val="center"/>
        <w:rPr>
          <w:b/>
          <w:sz w:val="40"/>
          <w:szCs w:val="40"/>
        </w:rPr>
      </w:pPr>
      <w:r w:rsidRPr="00DB5506">
        <w:rPr>
          <w:b/>
          <w:sz w:val="40"/>
          <w:szCs w:val="40"/>
        </w:rPr>
        <w:t>РІШЕННЯ</w:t>
      </w:r>
    </w:p>
    <w:p w:rsidR="00F245B0" w:rsidRPr="00DC5DAB" w:rsidRDefault="00F245B0" w:rsidP="000D642F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B5506">
        <w:rPr>
          <w:rFonts w:ascii="Arial" w:hAnsi="Arial" w:cs="Arial"/>
          <w:sz w:val="22"/>
          <w:szCs w:val="22"/>
        </w:rPr>
        <w:t xml:space="preserve"> від  </w:t>
      </w:r>
      <w:r w:rsidRPr="00DB5506">
        <w:rPr>
          <w:rFonts w:ascii="Arial" w:hAnsi="Arial" w:cs="Arial"/>
          <w:sz w:val="22"/>
          <w:szCs w:val="22"/>
          <w:u w:val="single"/>
        </w:rPr>
        <w:t>29.08.2019 року</w:t>
      </w:r>
      <w:r w:rsidRPr="00DB5506"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  <w:u w:val="single"/>
          <w:lang w:val="uk-UA"/>
        </w:rPr>
        <w:t>16</w:t>
      </w:r>
    </w:p>
    <w:p w:rsidR="00F245B0" w:rsidRDefault="00F245B0" w:rsidP="000D642F">
      <w:pPr>
        <w:tabs>
          <w:tab w:val="left" w:pos="0"/>
          <w:tab w:val="left" w:pos="7605"/>
        </w:tabs>
        <w:ind w:right="-2"/>
        <w:rPr>
          <w:noProof/>
          <w:color w:val="FFFFFF"/>
          <w:sz w:val="28"/>
          <w:szCs w:val="28"/>
          <w:lang w:val="uk-UA" w:eastAsia="uk-UA"/>
        </w:rPr>
      </w:pPr>
      <w:r w:rsidRPr="00DB5506">
        <w:rPr>
          <w:rFonts w:ascii="Arial" w:hAnsi="Arial" w:cs="Arial"/>
          <w:sz w:val="22"/>
          <w:szCs w:val="22"/>
        </w:rPr>
        <w:t xml:space="preserve">          м.Первомайськ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noProof/>
          <w:color w:val="FFFFFF"/>
          <w:sz w:val="28"/>
          <w:szCs w:val="28"/>
          <w:lang w:val="uk-UA" w:eastAsia="uk-UA"/>
        </w:rPr>
        <w:t xml:space="preserve">              </w:t>
      </w:r>
      <w:r w:rsidRPr="00AE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F245B0" w:rsidRDefault="00F245B0" w:rsidP="00BA229F">
      <w:pPr>
        <w:ind w:right="-5"/>
        <w:rPr>
          <w:sz w:val="28"/>
          <w:szCs w:val="28"/>
          <w:lang w:val="uk-UA"/>
        </w:rPr>
      </w:pPr>
    </w:p>
    <w:p w:rsidR="00F245B0" w:rsidRDefault="00F245B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</w:t>
      </w:r>
      <w:r w:rsidRPr="007F209A">
        <w:rPr>
          <w:sz w:val="28"/>
          <w:szCs w:val="28"/>
          <w:lang w:val="uk-UA"/>
        </w:rPr>
        <w:t>енду</w:t>
      </w:r>
      <w:r>
        <w:rPr>
          <w:sz w:val="28"/>
          <w:szCs w:val="28"/>
          <w:lang w:val="uk-UA"/>
        </w:rPr>
        <w:t xml:space="preserve">   майна   комунальної</w:t>
      </w:r>
    </w:p>
    <w:p w:rsidR="00F245B0" w:rsidRDefault="00F245B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 територіальної громади</w:t>
      </w:r>
    </w:p>
    <w:p w:rsidR="00F245B0" w:rsidRDefault="00F245B0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міста Первомайська</w:t>
      </w:r>
    </w:p>
    <w:p w:rsidR="00F245B0" w:rsidRPr="007F209A" w:rsidRDefault="00F245B0" w:rsidP="00BA229F">
      <w:pPr>
        <w:ind w:right="-5"/>
        <w:rPr>
          <w:sz w:val="28"/>
          <w:szCs w:val="28"/>
          <w:lang w:val="uk-UA"/>
        </w:rPr>
      </w:pPr>
    </w:p>
    <w:p w:rsidR="00F245B0" w:rsidRDefault="00F245B0" w:rsidP="006C7DFB">
      <w:pPr>
        <w:ind w:right="-6" w:firstLine="709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рішення  міської ради від </w:t>
      </w:r>
      <w:r>
        <w:rPr>
          <w:sz w:val="28"/>
          <w:szCs w:val="28"/>
          <w:lang w:val="uk-UA"/>
        </w:rPr>
        <w:t>31</w:t>
      </w:r>
      <w:r w:rsidRPr="007F209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7F209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 року №9</w:t>
      </w:r>
      <w:r w:rsidRPr="007F209A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Положення про надання в оренду майна комунальної власності територіальної громади міста Первомайська</w:t>
      </w:r>
      <w:r w:rsidRPr="007F209A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розглянувши протокол </w:t>
      </w:r>
      <w:r w:rsidRPr="007F209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</w:t>
      </w:r>
      <w:r w:rsidRPr="007F209A">
        <w:rPr>
          <w:sz w:val="28"/>
          <w:szCs w:val="28"/>
          <w:lang w:val="uk-UA"/>
        </w:rPr>
        <w:t xml:space="preserve"> засідання конкурсної комісії з надання в оренду майна комунальної власності територіальної громади міста Первомайська від</w:t>
      </w:r>
      <w:r>
        <w:rPr>
          <w:sz w:val="28"/>
          <w:szCs w:val="28"/>
          <w:lang w:val="uk-UA"/>
        </w:rPr>
        <w:t xml:space="preserve"> </w:t>
      </w:r>
      <w:r w:rsidRPr="007F2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24.07.2019 </w:t>
      </w:r>
      <w:r w:rsidRPr="007F209A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щодо оренди комунального майна,  </w:t>
      </w:r>
      <w:r w:rsidRPr="007F209A">
        <w:rPr>
          <w:sz w:val="28"/>
          <w:szCs w:val="28"/>
          <w:lang w:val="uk-UA"/>
        </w:rPr>
        <w:t>міська рада</w:t>
      </w:r>
    </w:p>
    <w:p w:rsidR="00F245B0" w:rsidRPr="007F209A" w:rsidRDefault="00F245B0" w:rsidP="00612BA0">
      <w:pPr>
        <w:ind w:right="-6" w:firstLine="709"/>
        <w:jc w:val="both"/>
        <w:rPr>
          <w:sz w:val="28"/>
          <w:szCs w:val="28"/>
          <w:lang w:val="uk-UA"/>
        </w:rPr>
      </w:pPr>
    </w:p>
    <w:p w:rsidR="00F245B0" w:rsidRDefault="00F245B0" w:rsidP="000D642F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ВИРІШИЛА:</w:t>
      </w:r>
    </w:p>
    <w:p w:rsidR="00F245B0" w:rsidRDefault="00F245B0" w:rsidP="000D642F">
      <w:pPr>
        <w:ind w:right="-6"/>
        <w:jc w:val="both"/>
        <w:rPr>
          <w:sz w:val="28"/>
          <w:szCs w:val="28"/>
          <w:lang w:val="uk-UA"/>
        </w:rPr>
      </w:pPr>
    </w:p>
    <w:p w:rsidR="00F245B0" w:rsidRPr="00EA5396" w:rsidRDefault="00F245B0" w:rsidP="00EA5396">
      <w:pPr>
        <w:numPr>
          <w:ilvl w:val="0"/>
          <w:numId w:val="22"/>
        </w:numPr>
        <w:ind w:left="0" w:firstLine="360"/>
        <w:jc w:val="both"/>
        <w:rPr>
          <w:sz w:val="28"/>
          <w:szCs w:val="28"/>
          <w:lang w:val="uk-UA"/>
        </w:rPr>
      </w:pPr>
      <w:r w:rsidRPr="00DA663D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виконавчому комітету міської ради  укласти договір оренди нерухомого майна комунальної власності з фізичною особою</w:t>
      </w:r>
      <w:r w:rsidRPr="00EA5396">
        <w:rPr>
          <w:sz w:val="28"/>
          <w:szCs w:val="28"/>
          <w:lang w:val="uk-UA"/>
        </w:rPr>
        <w:t>-підприємцем Тендорою Олександром Вікторовичем на оренду кабінету №212</w:t>
      </w:r>
      <w:r>
        <w:rPr>
          <w:sz w:val="28"/>
          <w:szCs w:val="28"/>
          <w:lang w:val="uk-UA"/>
        </w:rPr>
        <w:t xml:space="preserve"> </w:t>
      </w:r>
      <w:r w:rsidRPr="00EA5396">
        <w:rPr>
          <w:sz w:val="28"/>
          <w:szCs w:val="28"/>
          <w:lang w:val="uk-UA"/>
        </w:rPr>
        <w:t xml:space="preserve">а площею 13,4 кв.м. по вул.Михайла Грушевського,3 для </w:t>
      </w:r>
      <w:r>
        <w:rPr>
          <w:sz w:val="28"/>
          <w:szCs w:val="28"/>
          <w:lang w:val="uk-UA"/>
        </w:rPr>
        <w:t xml:space="preserve">облаштування </w:t>
      </w:r>
      <w:r w:rsidRPr="00EA5396">
        <w:rPr>
          <w:sz w:val="28"/>
          <w:szCs w:val="28"/>
          <w:lang w:val="uk-UA"/>
        </w:rPr>
        <w:t xml:space="preserve"> буфету  терміном на 2</w:t>
      </w:r>
      <w:r>
        <w:rPr>
          <w:sz w:val="28"/>
          <w:szCs w:val="28"/>
          <w:lang w:val="uk-UA"/>
        </w:rPr>
        <w:t xml:space="preserve"> </w:t>
      </w:r>
      <w:r w:rsidRPr="00EA5396">
        <w:rPr>
          <w:sz w:val="28"/>
          <w:szCs w:val="28"/>
          <w:lang w:val="uk-UA"/>
        </w:rPr>
        <w:t>роки 11 місяців з орендною платою 300,00грн. в місяць.</w:t>
      </w:r>
    </w:p>
    <w:p w:rsidR="00F245B0" w:rsidRDefault="00F245B0" w:rsidP="002A422F">
      <w:pPr>
        <w:ind w:left="720"/>
        <w:jc w:val="both"/>
        <w:rPr>
          <w:sz w:val="28"/>
          <w:szCs w:val="28"/>
          <w:lang w:val="uk-UA"/>
        </w:rPr>
      </w:pPr>
    </w:p>
    <w:p w:rsidR="00F245B0" w:rsidRPr="000271C3" w:rsidRDefault="00F245B0" w:rsidP="00C13381">
      <w:pPr>
        <w:numPr>
          <w:ilvl w:val="0"/>
          <w:numId w:val="22"/>
        </w:numPr>
        <w:ind w:left="0" w:firstLine="360"/>
        <w:jc w:val="both"/>
        <w:rPr>
          <w:sz w:val="28"/>
          <w:szCs w:val="28"/>
          <w:lang w:val="uk-UA"/>
        </w:rPr>
      </w:pPr>
      <w:r w:rsidRPr="000271C3">
        <w:rPr>
          <w:sz w:val="28"/>
          <w:szCs w:val="28"/>
          <w:lang w:val="uk-UA"/>
        </w:rPr>
        <w:t>Надати дозвіл комунальному підприємству міської ради «Затишок» укласти договір оренди нерухомого майна комунальної власності з фізичною особою-підприємцем Суботіновим Володимиром Анатолійовичем на оренду нежитлового</w:t>
      </w:r>
      <w:r>
        <w:rPr>
          <w:sz w:val="28"/>
          <w:szCs w:val="28"/>
          <w:lang w:val="uk-UA"/>
        </w:rPr>
        <w:t xml:space="preserve"> </w:t>
      </w:r>
      <w:r w:rsidRPr="000271C3">
        <w:rPr>
          <w:sz w:val="28"/>
          <w:szCs w:val="28"/>
          <w:lang w:val="uk-UA"/>
        </w:rPr>
        <w:t xml:space="preserve"> підвального</w:t>
      </w:r>
      <w:r>
        <w:rPr>
          <w:sz w:val="28"/>
          <w:szCs w:val="28"/>
          <w:lang w:val="uk-UA"/>
        </w:rPr>
        <w:t xml:space="preserve">  </w:t>
      </w:r>
      <w:r w:rsidRPr="000271C3">
        <w:rPr>
          <w:sz w:val="28"/>
          <w:szCs w:val="28"/>
          <w:lang w:val="uk-UA"/>
        </w:rPr>
        <w:t xml:space="preserve"> приміщення</w:t>
      </w:r>
      <w:r>
        <w:rPr>
          <w:sz w:val="28"/>
          <w:szCs w:val="28"/>
          <w:lang w:val="uk-UA"/>
        </w:rPr>
        <w:t xml:space="preserve">  </w:t>
      </w:r>
      <w:r w:rsidRPr="000271C3">
        <w:rPr>
          <w:sz w:val="28"/>
          <w:szCs w:val="28"/>
          <w:lang w:val="uk-UA"/>
        </w:rPr>
        <w:t xml:space="preserve"> площею</w:t>
      </w:r>
      <w:r>
        <w:rPr>
          <w:sz w:val="28"/>
          <w:szCs w:val="28"/>
          <w:lang w:val="uk-UA"/>
        </w:rPr>
        <w:t xml:space="preserve"> </w:t>
      </w:r>
      <w:r w:rsidRPr="000271C3">
        <w:rPr>
          <w:sz w:val="28"/>
          <w:szCs w:val="28"/>
          <w:lang w:val="uk-UA"/>
        </w:rPr>
        <w:t xml:space="preserve"> 72,9 кв.м. по</w:t>
      </w:r>
      <w:r>
        <w:rPr>
          <w:sz w:val="28"/>
          <w:szCs w:val="28"/>
          <w:lang w:val="uk-UA"/>
        </w:rPr>
        <w:t xml:space="preserve">   </w:t>
      </w:r>
      <w:r w:rsidRPr="000271C3">
        <w:rPr>
          <w:sz w:val="28"/>
          <w:szCs w:val="28"/>
          <w:lang w:val="uk-UA"/>
        </w:rPr>
        <w:t>вул. Корабельна,  11 для розміщення перукарні, терміном на 2</w:t>
      </w:r>
      <w:r>
        <w:rPr>
          <w:sz w:val="28"/>
          <w:szCs w:val="28"/>
          <w:lang w:val="uk-UA"/>
        </w:rPr>
        <w:t xml:space="preserve"> </w:t>
      </w:r>
      <w:r w:rsidRPr="000271C3">
        <w:rPr>
          <w:sz w:val="28"/>
          <w:szCs w:val="28"/>
          <w:lang w:val="uk-UA"/>
        </w:rPr>
        <w:t>роки</w:t>
      </w:r>
      <w:r>
        <w:rPr>
          <w:sz w:val="28"/>
          <w:szCs w:val="28"/>
          <w:lang w:val="uk-UA"/>
        </w:rPr>
        <w:t xml:space="preserve"> </w:t>
      </w:r>
      <w:r w:rsidRPr="000271C3">
        <w:rPr>
          <w:sz w:val="28"/>
          <w:szCs w:val="28"/>
          <w:lang w:val="uk-UA"/>
        </w:rPr>
        <w:t xml:space="preserve"> 11 місяців з орендною платою 750,00грн. в місяць </w:t>
      </w:r>
    </w:p>
    <w:p w:rsidR="00F245B0" w:rsidRDefault="00F245B0" w:rsidP="002A422F">
      <w:pPr>
        <w:jc w:val="both"/>
        <w:rPr>
          <w:sz w:val="28"/>
          <w:szCs w:val="28"/>
          <w:lang w:val="uk-UA"/>
        </w:rPr>
      </w:pPr>
    </w:p>
    <w:p w:rsidR="00F245B0" w:rsidRDefault="00F245B0" w:rsidP="002A422F">
      <w:pPr>
        <w:numPr>
          <w:ilvl w:val="0"/>
          <w:numId w:val="22"/>
        </w:numPr>
        <w:ind w:left="0" w:firstLine="360"/>
        <w:jc w:val="both"/>
        <w:rPr>
          <w:sz w:val="28"/>
          <w:szCs w:val="28"/>
          <w:lang w:val="uk-UA"/>
        </w:rPr>
      </w:pPr>
      <w:r w:rsidRPr="002A422F">
        <w:rPr>
          <w:sz w:val="28"/>
          <w:szCs w:val="28"/>
          <w:lang w:val="uk-UA"/>
        </w:rPr>
        <w:t xml:space="preserve">Надати дозвіл комунальному підприємству міської ради «Затишок» укласти договір оренди нерухомого майна комунальної власності з фізичною </w:t>
      </w:r>
      <w:r>
        <w:rPr>
          <w:sz w:val="28"/>
          <w:szCs w:val="28"/>
          <w:lang w:val="uk-UA"/>
        </w:rPr>
        <w:t>о</w:t>
      </w:r>
      <w:r w:rsidRPr="002A422F">
        <w:rPr>
          <w:sz w:val="28"/>
          <w:szCs w:val="28"/>
          <w:lang w:val="uk-UA"/>
        </w:rPr>
        <w:t xml:space="preserve">собою-підприємцем Суботіновим Володимиром Анатолійовичем на оренду нежитлового </w:t>
      </w:r>
      <w:r>
        <w:rPr>
          <w:sz w:val="28"/>
          <w:szCs w:val="28"/>
          <w:lang w:val="uk-UA"/>
        </w:rPr>
        <w:t xml:space="preserve">  </w:t>
      </w:r>
      <w:r w:rsidRPr="002A422F">
        <w:rPr>
          <w:sz w:val="28"/>
          <w:szCs w:val="28"/>
          <w:lang w:val="uk-UA"/>
        </w:rPr>
        <w:t xml:space="preserve">підвального </w:t>
      </w:r>
      <w:r>
        <w:rPr>
          <w:sz w:val="28"/>
          <w:szCs w:val="28"/>
          <w:lang w:val="uk-UA"/>
        </w:rPr>
        <w:t xml:space="preserve"> </w:t>
      </w:r>
      <w:r w:rsidRPr="002A422F">
        <w:rPr>
          <w:sz w:val="28"/>
          <w:szCs w:val="28"/>
          <w:lang w:val="uk-UA"/>
        </w:rPr>
        <w:t xml:space="preserve">приміщення </w:t>
      </w:r>
      <w:r>
        <w:rPr>
          <w:sz w:val="28"/>
          <w:szCs w:val="28"/>
          <w:lang w:val="uk-UA"/>
        </w:rPr>
        <w:t xml:space="preserve"> </w:t>
      </w:r>
      <w:r w:rsidRPr="002A422F">
        <w:rPr>
          <w:sz w:val="28"/>
          <w:szCs w:val="28"/>
          <w:lang w:val="uk-UA"/>
        </w:rPr>
        <w:t xml:space="preserve">площею 40,3 кв.м. </w:t>
      </w:r>
      <w:r>
        <w:rPr>
          <w:sz w:val="28"/>
          <w:szCs w:val="28"/>
          <w:lang w:val="uk-UA"/>
        </w:rPr>
        <w:t xml:space="preserve"> </w:t>
      </w:r>
      <w:r w:rsidRPr="002A422F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</w:t>
      </w:r>
      <w:r w:rsidRPr="002A422F">
        <w:rPr>
          <w:sz w:val="28"/>
          <w:szCs w:val="28"/>
          <w:lang w:val="uk-UA"/>
        </w:rPr>
        <w:t>Корабельна,  11 для розміщення комісійного магазину, терміном на 2</w:t>
      </w:r>
      <w:r>
        <w:rPr>
          <w:sz w:val="28"/>
          <w:szCs w:val="28"/>
          <w:lang w:val="uk-UA"/>
        </w:rPr>
        <w:t xml:space="preserve"> </w:t>
      </w:r>
      <w:r w:rsidRPr="002A422F">
        <w:rPr>
          <w:sz w:val="28"/>
          <w:szCs w:val="28"/>
          <w:lang w:val="uk-UA"/>
        </w:rPr>
        <w:t xml:space="preserve">роки 11 місяців з орендною платою 520,00 грн. в місяць. </w:t>
      </w:r>
    </w:p>
    <w:p w:rsidR="00F245B0" w:rsidRDefault="00F245B0" w:rsidP="00C77288">
      <w:pPr>
        <w:numPr>
          <w:ilvl w:val="0"/>
          <w:numId w:val="22"/>
        </w:numPr>
        <w:ind w:left="0" w:firstLine="284"/>
        <w:jc w:val="both"/>
        <w:rPr>
          <w:b/>
          <w:sz w:val="26"/>
          <w:szCs w:val="26"/>
          <w:lang w:val="uk-UA"/>
        </w:rPr>
      </w:pPr>
      <w:r w:rsidRPr="002A422F">
        <w:rPr>
          <w:sz w:val="28"/>
          <w:szCs w:val="28"/>
          <w:lang w:val="uk-UA"/>
        </w:rPr>
        <w:t xml:space="preserve">Надати дозвіл комунальному підприємству міської ради «Затишок» укласти договір оренди нерухомого майна комунальної власності з фізичною </w:t>
      </w:r>
      <w:r>
        <w:rPr>
          <w:sz w:val="28"/>
          <w:szCs w:val="28"/>
          <w:lang w:val="uk-UA"/>
        </w:rPr>
        <w:t>о</w:t>
      </w:r>
      <w:r w:rsidRPr="002A422F">
        <w:rPr>
          <w:sz w:val="28"/>
          <w:szCs w:val="28"/>
          <w:lang w:val="uk-UA"/>
        </w:rPr>
        <w:t xml:space="preserve">собою-підприємцем </w:t>
      </w:r>
      <w:r w:rsidRPr="008E58AB">
        <w:rPr>
          <w:sz w:val="28"/>
          <w:szCs w:val="28"/>
          <w:lang w:val="uk-UA"/>
        </w:rPr>
        <w:t>Гульченко Іриною Юріївною на оренду нежитлового приміщення цокольного поверху площею 23,6кв.м. по проспекту Праці, 1/91 для розміщення перукарні, терміном на 2</w:t>
      </w:r>
      <w:r>
        <w:rPr>
          <w:sz w:val="28"/>
          <w:szCs w:val="28"/>
          <w:lang w:val="uk-UA"/>
        </w:rPr>
        <w:t xml:space="preserve"> </w:t>
      </w:r>
      <w:r w:rsidRPr="008E58AB">
        <w:rPr>
          <w:sz w:val="28"/>
          <w:szCs w:val="28"/>
          <w:lang w:val="uk-UA"/>
        </w:rPr>
        <w:t>роки 11 місяців з орендною платою 480,00 грн. в місяць</w:t>
      </w:r>
      <w:r>
        <w:rPr>
          <w:b/>
          <w:sz w:val="26"/>
          <w:szCs w:val="26"/>
          <w:lang w:val="uk-UA"/>
        </w:rPr>
        <w:t>.</w:t>
      </w:r>
      <w:r w:rsidRPr="00456A65">
        <w:rPr>
          <w:b/>
          <w:sz w:val="26"/>
          <w:szCs w:val="26"/>
          <w:lang w:val="uk-UA"/>
        </w:rPr>
        <w:t xml:space="preserve"> </w:t>
      </w:r>
    </w:p>
    <w:p w:rsidR="00F245B0" w:rsidRDefault="00F245B0" w:rsidP="00C77288">
      <w:pPr>
        <w:pStyle w:val="ListParagraph"/>
        <w:rPr>
          <w:b/>
          <w:sz w:val="26"/>
          <w:szCs w:val="26"/>
          <w:lang w:val="uk-UA"/>
        </w:rPr>
      </w:pPr>
    </w:p>
    <w:p w:rsidR="00F245B0" w:rsidRDefault="00F245B0" w:rsidP="00C77288">
      <w:pPr>
        <w:numPr>
          <w:ilvl w:val="0"/>
          <w:numId w:val="22"/>
        </w:numPr>
        <w:ind w:left="0" w:firstLine="284"/>
        <w:jc w:val="both"/>
        <w:rPr>
          <w:sz w:val="28"/>
          <w:szCs w:val="28"/>
          <w:lang w:val="uk-UA"/>
        </w:rPr>
      </w:pPr>
      <w:r w:rsidRPr="002A422F">
        <w:rPr>
          <w:sz w:val="28"/>
          <w:szCs w:val="28"/>
          <w:lang w:val="uk-UA"/>
        </w:rPr>
        <w:t xml:space="preserve">Надати дозвіл комунальному підприємству міської ради «Затишок» укласти договір оренди нерухомого майна комунальної власності з </w:t>
      </w:r>
      <w:r w:rsidRPr="00C77288">
        <w:rPr>
          <w:sz w:val="28"/>
          <w:szCs w:val="28"/>
          <w:lang w:val="uk-UA"/>
        </w:rPr>
        <w:t xml:space="preserve"> ОСББ «Дружній дім 2019» на оренду нежитлового приміщення цокольного поверху площею 13,8кв.м. по проспекту Праці, 1/91 для розміщення адміністрації ОСББ, терміном на 2</w:t>
      </w:r>
      <w:r>
        <w:rPr>
          <w:sz w:val="28"/>
          <w:szCs w:val="28"/>
          <w:lang w:val="uk-UA"/>
        </w:rPr>
        <w:t xml:space="preserve"> </w:t>
      </w:r>
      <w:r w:rsidRPr="00C77288">
        <w:rPr>
          <w:sz w:val="28"/>
          <w:szCs w:val="28"/>
          <w:lang w:val="uk-UA"/>
        </w:rPr>
        <w:t xml:space="preserve">роки 11 місяців з орендною платою </w:t>
      </w:r>
      <w:r>
        <w:rPr>
          <w:sz w:val="28"/>
          <w:szCs w:val="28"/>
          <w:lang w:val="uk-UA"/>
        </w:rPr>
        <w:t>1</w:t>
      </w:r>
      <w:r w:rsidRPr="00C77288">
        <w:rPr>
          <w:sz w:val="28"/>
          <w:szCs w:val="28"/>
          <w:lang w:val="uk-UA"/>
        </w:rPr>
        <w:t xml:space="preserve">,00 грн. в </w:t>
      </w:r>
      <w:r>
        <w:rPr>
          <w:sz w:val="28"/>
          <w:szCs w:val="28"/>
          <w:lang w:val="uk-UA"/>
        </w:rPr>
        <w:t>рік</w:t>
      </w:r>
      <w:r w:rsidRPr="00C77288">
        <w:rPr>
          <w:sz w:val="28"/>
          <w:szCs w:val="28"/>
          <w:lang w:val="uk-UA"/>
        </w:rPr>
        <w:t>.</w:t>
      </w:r>
    </w:p>
    <w:p w:rsidR="00F245B0" w:rsidRDefault="00F245B0" w:rsidP="004E3EA9">
      <w:pPr>
        <w:pStyle w:val="ListParagraph"/>
        <w:rPr>
          <w:sz w:val="28"/>
          <w:szCs w:val="28"/>
          <w:lang w:val="uk-UA"/>
        </w:rPr>
      </w:pPr>
    </w:p>
    <w:p w:rsidR="00F245B0" w:rsidRPr="004E3EA9" w:rsidRDefault="00F245B0" w:rsidP="004E3EA9">
      <w:pPr>
        <w:numPr>
          <w:ilvl w:val="0"/>
          <w:numId w:val="22"/>
        </w:numPr>
        <w:ind w:left="0" w:firstLine="284"/>
        <w:jc w:val="both"/>
        <w:rPr>
          <w:sz w:val="28"/>
          <w:szCs w:val="28"/>
          <w:lang w:val="uk-UA"/>
        </w:rPr>
      </w:pPr>
      <w:r w:rsidRPr="004E3EA9">
        <w:rPr>
          <w:sz w:val="28"/>
          <w:szCs w:val="28"/>
          <w:lang w:val="uk-UA"/>
        </w:rPr>
        <w:t>Надати дозвіл управлінню містобудування, архітектури, комунальної власності та земельних питань міської ради укласти договір оренди нерухомого майна комунальної власності з фізичною особою-підприємцем Сімаченком Володимиром Семеновичем на оренду нежитлової окремо розташованої  будівлі по вул. Михайла Грушевського, 35 площею 144,6 кв.м. для розміщення офісу та магазину продовол</w:t>
      </w:r>
      <w:r>
        <w:rPr>
          <w:sz w:val="28"/>
          <w:szCs w:val="28"/>
          <w:lang w:val="uk-UA"/>
        </w:rPr>
        <w:t xml:space="preserve">ьчих і непродовольчих товарів, </w:t>
      </w:r>
      <w:r w:rsidRPr="004E3EA9">
        <w:rPr>
          <w:sz w:val="28"/>
          <w:szCs w:val="28"/>
          <w:lang w:val="uk-UA"/>
        </w:rPr>
        <w:t>з умовою виконання поточного ремонту будівлі, утримання будівлі та прибудинкової території в належному стані,  терміном на 7 років з орендною платою 12500,00 грн. в</w:t>
      </w:r>
      <w:r>
        <w:rPr>
          <w:sz w:val="28"/>
          <w:szCs w:val="28"/>
          <w:lang w:val="uk-UA"/>
        </w:rPr>
        <w:t xml:space="preserve"> місяць. </w:t>
      </w:r>
    </w:p>
    <w:p w:rsidR="00F245B0" w:rsidRDefault="00F245B0" w:rsidP="00C77288">
      <w:pPr>
        <w:pStyle w:val="ListParagraph"/>
        <w:rPr>
          <w:sz w:val="28"/>
          <w:szCs w:val="28"/>
          <w:lang w:val="uk-UA"/>
        </w:rPr>
      </w:pPr>
    </w:p>
    <w:p w:rsidR="00F245B0" w:rsidRDefault="00F245B0" w:rsidP="00C77288">
      <w:pPr>
        <w:numPr>
          <w:ilvl w:val="0"/>
          <w:numId w:val="22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</w:t>
      </w:r>
    </w:p>
    <w:p w:rsidR="00F245B0" w:rsidRDefault="00F245B0" w:rsidP="00C77288">
      <w:pPr>
        <w:pStyle w:val="ListParagraph"/>
        <w:rPr>
          <w:sz w:val="28"/>
          <w:szCs w:val="28"/>
          <w:lang w:val="uk-UA"/>
        </w:rPr>
      </w:pPr>
    </w:p>
    <w:p w:rsidR="00F245B0" w:rsidRPr="00C77288" w:rsidRDefault="00F245B0" w:rsidP="00C77288">
      <w:pPr>
        <w:numPr>
          <w:ilvl w:val="0"/>
          <w:numId w:val="22"/>
        </w:numPr>
        <w:ind w:left="0" w:firstLine="284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F245B0" w:rsidRPr="00EA5396" w:rsidRDefault="00F245B0" w:rsidP="002A422F">
      <w:pPr>
        <w:ind w:left="720"/>
        <w:jc w:val="both"/>
        <w:rPr>
          <w:sz w:val="28"/>
          <w:szCs w:val="28"/>
          <w:lang w:val="uk-UA"/>
        </w:rPr>
      </w:pPr>
    </w:p>
    <w:p w:rsidR="00F245B0" w:rsidRPr="00E1295C" w:rsidRDefault="00F245B0" w:rsidP="009844DC">
      <w:pPr>
        <w:ind w:left="360" w:hanging="360"/>
        <w:jc w:val="both"/>
        <w:rPr>
          <w:b/>
          <w:sz w:val="26"/>
          <w:szCs w:val="26"/>
          <w:lang w:val="uk-UA"/>
        </w:rPr>
      </w:pPr>
    </w:p>
    <w:p w:rsidR="00F245B0" w:rsidRDefault="00F245B0" w:rsidP="0046690F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 xml:space="preserve"> Л.Г.Дромашко</w:t>
      </w:r>
    </w:p>
    <w:p w:rsidR="00F245B0" w:rsidRDefault="00F245B0" w:rsidP="002722C0">
      <w:pPr>
        <w:rPr>
          <w:lang w:val="uk-UA"/>
        </w:rPr>
      </w:pPr>
    </w:p>
    <w:sectPr w:rsidR="00F245B0" w:rsidSect="000D642F">
      <w:footerReference w:type="default" r:id="rId8"/>
      <w:pgSz w:w="11906" w:h="16838" w:code="9"/>
      <w:pgMar w:top="1134" w:right="567" w:bottom="1134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5B0" w:rsidRDefault="00F245B0" w:rsidP="00D47782">
      <w:r>
        <w:separator/>
      </w:r>
    </w:p>
  </w:endnote>
  <w:endnote w:type="continuationSeparator" w:id="1">
    <w:p w:rsidR="00F245B0" w:rsidRDefault="00F245B0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B0" w:rsidRDefault="00F245B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F245B0" w:rsidRDefault="00F245B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F245B0" w:rsidRDefault="00F245B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F245B0" w:rsidRPr="00AD3CD5" w:rsidRDefault="00F245B0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AD3CD5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AD3CD5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F245B0" w:rsidRPr="00F9201A" w:rsidRDefault="00F245B0" w:rsidP="00EB5487">
    <w:pPr>
      <w:tabs>
        <w:tab w:val="right" w:pos="9354"/>
      </w:tabs>
      <w:jc w:val="center"/>
      <w:outlineLvl w:val="0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оренду майна комунальної власності </w:t>
    </w:r>
    <w:r w:rsidRPr="00F9201A">
      <w:rPr>
        <w:sz w:val="18"/>
        <w:szCs w:val="18"/>
        <w:lang w:val="uk-UA"/>
      </w:rPr>
      <w:t>територіальної громади міста Первомайська</w:t>
    </w:r>
    <w:r w:rsidRPr="00F9201A">
      <w:rPr>
        <w:sz w:val="18"/>
        <w:szCs w:val="18"/>
      </w:rPr>
      <w:t>»</w:t>
    </w:r>
  </w:p>
  <w:p w:rsidR="00F245B0" w:rsidRPr="001F25DF" w:rsidRDefault="00F245B0" w:rsidP="001F25DF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</w:p>
  <w:p w:rsidR="00F245B0" w:rsidRDefault="00F245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5B0" w:rsidRDefault="00F245B0" w:rsidP="00D47782">
      <w:r>
        <w:separator/>
      </w:r>
    </w:p>
  </w:footnote>
  <w:footnote w:type="continuationSeparator" w:id="1">
    <w:p w:rsidR="00F245B0" w:rsidRDefault="00F245B0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03A84"/>
    <w:multiLevelType w:val="hybridMultilevel"/>
    <w:tmpl w:val="A09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722B7B"/>
    <w:multiLevelType w:val="hybridMultilevel"/>
    <w:tmpl w:val="FE525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9">
    <w:nsid w:val="7113360E"/>
    <w:multiLevelType w:val="hybridMultilevel"/>
    <w:tmpl w:val="629EDBF4"/>
    <w:lvl w:ilvl="0" w:tplc="CCBE2D2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22"/>
  </w:num>
  <w:num w:numId="4">
    <w:abstractNumId w:val="12"/>
  </w:num>
  <w:num w:numId="5">
    <w:abstractNumId w:val="20"/>
  </w:num>
  <w:num w:numId="6">
    <w:abstractNumId w:val="17"/>
  </w:num>
  <w:num w:numId="7">
    <w:abstractNumId w:val="15"/>
  </w:num>
  <w:num w:numId="8">
    <w:abstractNumId w:val="18"/>
  </w:num>
  <w:num w:numId="9">
    <w:abstractNumId w:val="13"/>
  </w:num>
  <w:num w:numId="10">
    <w:abstractNumId w:val="2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9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0AD"/>
    <w:rsid w:val="00015D78"/>
    <w:rsid w:val="00020FF6"/>
    <w:rsid w:val="00023221"/>
    <w:rsid w:val="00026642"/>
    <w:rsid w:val="000271C3"/>
    <w:rsid w:val="00031F63"/>
    <w:rsid w:val="00050A00"/>
    <w:rsid w:val="00051AA1"/>
    <w:rsid w:val="00055177"/>
    <w:rsid w:val="00060881"/>
    <w:rsid w:val="00062374"/>
    <w:rsid w:val="00062F61"/>
    <w:rsid w:val="000647B6"/>
    <w:rsid w:val="000678AD"/>
    <w:rsid w:val="00067F46"/>
    <w:rsid w:val="00074167"/>
    <w:rsid w:val="00074FA2"/>
    <w:rsid w:val="00075716"/>
    <w:rsid w:val="00080DBF"/>
    <w:rsid w:val="00081371"/>
    <w:rsid w:val="000815C9"/>
    <w:rsid w:val="000847D1"/>
    <w:rsid w:val="00086D4A"/>
    <w:rsid w:val="00086D6E"/>
    <w:rsid w:val="00087DBE"/>
    <w:rsid w:val="000A30BE"/>
    <w:rsid w:val="000A7055"/>
    <w:rsid w:val="000B1B62"/>
    <w:rsid w:val="000B4225"/>
    <w:rsid w:val="000B62E2"/>
    <w:rsid w:val="000C4363"/>
    <w:rsid w:val="000C5B51"/>
    <w:rsid w:val="000C73BD"/>
    <w:rsid w:val="000D642F"/>
    <w:rsid w:val="000E2FEF"/>
    <w:rsid w:val="000E36FC"/>
    <w:rsid w:val="000E41BC"/>
    <w:rsid w:val="000E6E4F"/>
    <w:rsid w:val="000F0D6C"/>
    <w:rsid w:val="000F650F"/>
    <w:rsid w:val="0010130C"/>
    <w:rsid w:val="00101DFC"/>
    <w:rsid w:val="0010683D"/>
    <w:rsid w:val="00113A0E"/>
    <w:rsid w:val="001144BC"/>
    <w:rsid w:val="00114743"/>
    <w:rsid w:val="001250CD"/>
    <w:rsid w:val="001254E5"/>
    <w:rsid w:val="001278CA"/>
    <w:rsid w:val="0013471D"/>
    <w:rsid w:val="00136B1E"/>
    <w:rsid w:val="00142C78"/>
    <w:rsid w:val="00144280"/>
    <w:rsid w:val="0014695E"/>
    <w:rsid w:val="0015105D"/>
    <w:rsid w:val="00151EFD"/>
    <w:rsid w:val="00153191"/>
    <w:rsid w:val="00156AF9"/>
    <w:rsid w:val="00162632"/>
    <w:rsid w:val="00164629"/>
    <w:rsid w:val="00175BB3"/>
    <w:rsid w:val="00186305"/>
    <w:rsid w:val="001869A1"/>
    <w:rsid w:val="001952D6"/>
    <w:rsid w:val="001A5D61"/>
    <w:rsid w:val="001A663D"/>
    <w:rsid w:val="001B2A19"/>
    <w:rsid w:val="001B60F4"/>
    <w:rsid w:val="001B7245"/>
    <w:rsid w:val="001C0944"/>
    <w:rsid w:val="001C1980"/>
    <w:rsid w:val="001C1CD5"/>
    <w:rsid w:val="001C38DA"/>
    <w:rsid w:val="001C52F2"/>
    <w:rsid w:val="001D03B0"/>
    <w:rsid w:val="001D2C55"/>
    <w:rsid w:val="001D61C8"/>
    <w:rsid w:val="001D64C7"/>
    <w:rsid w:val="001D6C7E"/>
    <w:rsid w:val="001D7F29"/>
    <w:rsid w:val="001D7FD0"/>
    <w:rsid w:val="001E0F4B"/>
    <w:rsid w:val="001E2893"/>
    <w:rsid w:val="001E694B"/>
    <w:rsid w:val="001E718C"/>
    <w:rsid w:val="001E75FF"/>
    <w:rsid w:val="001F1364"/>
    <w:rsid w:val="001F25DF"/>
    <w:rsid w:val="001F3428"/>
    <w:rsid w:val="001F3944"/>
    <w:rsid w:val="001F6E6C"/>
    <w:rsid w:val="00201ADD"/>
    <w:rsid w:val="00202F55"/>
    <w:rsid w:val="00203FC5"/>
    <w:rsid w:val="002066B0"/>
    <w:rsid w:val="00212BD1"/>
    <w:rsid w:val="00215BBA"/>
    <w:rsid w:val="00216584"/>
    <w:rsid w:val="002174CE"/>
    <w:rsid w:val="002227AB"/>
    <w:rsid w:val="0022367F"/>
    <w:rsid w:val="002246C6"/>
    <w:rsid w:val="00226360"/>
    <w:rsid w:val="002315F7"/>
    <w:rsid w:val="00233F2E"/>
    <w:rsid w:val="00236817"/>
    <w:rsid w:val="002374C6"/>
    <w:rsid w:val="0024203F"/>
    <w:rsid w:val="00244160"/>
    <w:rsid w:val="00244FC3"/>
    <w:rsid w:val="002451BA"/>
    <w:rsid w:val="00251C14"/>
    <w:rsid w:val="0025533D"/>
    <w:rsid w:val="002621C0"/>
    <w:rsid w:val="00265398"/>
    <w:rsid w:val="0026770D"/>
    <w:rsid w:val="00270098"/>
    <w:rsid w:val="00271862"/>
    <w:rsid w:val="002722C0"/>
    <w:rsid w:val="002802A3"/>
    <w:rsid w:val="00282B01"/>
    <w:rsid w:val="0028457F"/>
    <w:rsid w:val="002908AC"/>
    <w:rsid w:val="002A0983"/>
    <w:rsid w:val="002A157E"/>
    <w:rsid w:val="002A34C1"/>
    <w:rsid w:val="002A422F"/>
    <w:rsid w:val="002B158F"/>
    <w:rsid w:val="002C0A5B"/>
    <w:rsid w:val="002C1102"/>
    <w:rsid w:val="002C3052"/>
    <w:rsid w:val="002C4199"/>
    <w:rsid w:val="002C5790"/>
    <w:rsid w:val="002C5DFC"/>
    <w:rsid w:val="002C705A"/>
    <w:rsid w:val="002C74B7"/>
    <w:rsid w:val="002C7763"/>
    <w:rsid w:val="002C7BB9"/>
    <w:rsid w:val="002D5FF7"/>
    <w:rsid w:val="002D7FCF"/>
    <w:rsid w:val="002E024A"/>
    <w:rsid w:val="002E0BC7"/>
    <w:rsid w:val="002E1828"/>
    <w:rsid w:val="002E441C"/>
    <w:rsid w:val="002E4825"/>
    <w:rsid w:val="002E554C"/>
    <w:rsid w:val="002E6521"/>
    <w:rsid w:val="002E6951"/>
    <w:rsid w:val="002F1812"/>
    <w:rsid w:val="002F54E5"/>
    <w:rsid w:val="002F6477"/>
    <w:rsid w:val="002F6872"/>
    <w:rsid w:val="002F75C9"/>
    <w:rsid w:val="00302950"/>
    <w:rsid w:val="00305208"/>
    <w:rsid w:val="00314D57"/>
    <w:rsid w:val="00321E74"/>
    <w:rsid w:val="00321F2A"/>
    <w:rsid w:val="00330855"/>
    <w:rsid w:val="0033384A"/>
    <w:rsid w:val="003339EB"/>
    <w:rsid w:val="00333DCE"/>
    <w:rsid w:val="00335B18"/>
    <w:rsid w:val="003419FA"/>
    <w:rsid w:val="0034388D"/>
    <w:rsid w:val="00343F2E"/>
    <w:rsid w:val="00344007"/>
    <w:rsid w:val="003516D3"/>
    <w:rsid w:val="00355288"/>
    <w:rsid w:val="00355E12"/>
    <w:rsid w:val="00357BA1"/>
    <w:rsid w:val="0036054A"/>
    <w:rsid w:val="00362139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0299"/>
    <w:rsid w:val="003851AF"/>
    <w:rsid w:val="00385717"/>
    <w:rsid w:val="003858F8"/>
    <w:rsid w:val="00387250"/>
    <w:rsid w:val="00387E6A"/>
    <w:rsid w:val="0039282B"/>
    <w:rsid w:val="003929B2"/>
    <w:rsid w:val="00392C6F"/>
    <w:rsid w:val="00396335"/>
    <w:rsid w:val="00396903"/>
    <w:rsid w:val="00397542"/>
    <w:rsid w:val="00397F09"/>
    <w:rsid w:val="003B1A07"/>
    <w:rsid w:val="003B2395"/>
    <w:rsid w:val="003B57A2"/>
    <w:rsid w:val="003C020E"/>
    <w:rsid w:val="003C1854"/>
    <w:rsid w:val="003C6864"/>
    <w:rsid w:val="003D1971"/>
    <w:rsid w:val="003D21DF"/>
    <w:rsid w:val="003D66F1"/>
    <w:rsid w:val="003D7E96"/>
    <w:rsid w:val="003E39E3"/>
    <w:rsid w:val="003E4A68"/>
    <w:rsid w:val="003E545F"/>
    <w:rsid w:val="003E7AA5"/>
    <w:rsid w:val="003F4CCE"/>
    <w:rsid w:val="003F6D61"/>
    <w:rsid w:val="00400CE8"/>
    <w:rsid w:val="004019A3"/>
    <w:rsid w:val="00405D3F"/>
    <w:rsid w:val="00406A7E"/>
    <w:rsid w:val="0042776A"/>
    <w:rsid w:val="00433613"/>
    <w:rsid w:val="0044043F"/>
    <w:rsid w:val="004408BD"/>
    <w:rsid w:val="00440F58"/>
    <w:rsid w:val="0044199C"/>
    <w:rsid w:val="004427BA"/>
    <w:rsid w:val="0044408D"/>
    <w:rsid w:val="00447087"/>
    <w:rsid w:val="00452DA3"/>
    <w:rsid w:val="0045466C"/>
    <w:rsid w:val="00456A65"/>
    <w:rsid w:val="00457061"/>
    <w:rsid w:val="0045712C"/>
    <w:rsid w:val="0046034F"/>
    <w:rsid w:val="00461A5D"/>
    <w:rsid w:val="00463B0E"/>
    <w:rsid w:val="00465206"/>
    <w:rsid w:val="0046690F"/>
    <w:rsid w:val="0047126A"/>
    <w:rsid w:val="0047272F"/>
    <w:rsid w:val="00475B7D"/>
    <w:rsid w:val="004762AC"/>
    <w:rsid w:val="00481F36"/>
    <w:rsid w:val="004865C7"/>
    <w:rsid w:val="0048674C"/>
    <w:rsid w:val="004A6D5A"/>
    <w:rsid w:val="004A7B7A"/>
    <w:rsid w:val="004B1F86"/>
    <w:rsid w:val="004B393A"/>
    <w:rsid w:val="004B3C19"/>
    <w:rsid w:val="004B4551"/>
    <w:rsid w:val="004B6691"/>
    <w:rsid w:val="004B6F53"/>
    <w:rsid w:val="004B7064"/>
    <w:rsid w:val="004C33EB"/>
    <w:rsid w:val="004C6A30"/>
    <w:rsid w:val="004D0433"/>
    <w:rsid w:val="004D4788"/>
    <w:rsid w:val="004D4A81"/>
    <w:rsid w:val="004D74D2"/>
    <w:rsid w:val="004E02EF"/>
    <w:rsid w:val="004E14E2"/>
    <w:rsid w:val="004E249A"/>
    <w:rsid w:val="004E3EA9"/>
    <w:rsid w:val="004F1E03"/>
    <w:rsid w:val="004F25AC"/>
    <w:rsid w:val="004F2BA7"/>
    <w:rsid w:val="004F388B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27D35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5A8"/>
    <w:rsid w:val="00553BC8"/>
    <w:rsid w:val="00554D7A"/>
    <w:rsid w:val="005551AC"/>
    <w:rsid w:val="005564B4"/>
    <w:rsid w:val="00556EBB"/>
    <w:rsid w:val="005614EC"/>
    <w:rsid w:val="00561B12"/>
    <w:rsid w:val="00564C95"/>
    <w:rsid w:val="005653AD"/>
    <w:rsid w:val="0056587B"/>
    <w:rsid w:val="00565CA5"/>
    <w:rsid w:val="00566496"/>
    <w:rsid w:val="00571570"/>
    <w:rsid w:val="00571606"/>
    <w:rsid w:val="00575FF2"/>
    <w:rsid w:val="005769F4"/>
    <w:rsid w:val="00580543"/>
    <w:rsid w:val="005861D0"/>
    <w:rsid w:val="0058750A"/>
    <w:rsid w:val="00594EFD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9"/>
    <w:rsid w:val="005F0B4E"/>
    <w:rsid w:val="005F2B66"/>
    <w:rsid w:val="005F3F6D"/>
    <w:rsid w:val="005F5098"/>
    <w:rsid w:val="005F6CD2"/>
    <w:rsid w:val="00602FFF"/>
    <w:rsid w:val="0060337D"/>
    <w:rsid w:val="00605BA4"/>
    <w:rsid w:val="00607E82"/>
    <w:rsid w:val="00612BA0"/>
    <w:rsid w:val="00612E02"/>
    <w:rsid w:val="00614E36"/>
    <w:rsid w:val="00615AE6"/>
    <w:rsid w:val="0061620C"/>
    <w:rsid w:val="0061700D"/>
    <w:rsid w:val="00621D03"/>
    <w:rsid w:val="006338D4"/>
    <w:rsid w:val="006344BA"/>
    <w:rsid w:val="00637A05"/>
    <w:rsid w:val="00643615"/>
    <w:rsid w:val="00647ABC"/>
    <w:rsid w:val="00647D06"/>
    <w:rsid w:val="00652C5B"/>
    <w:rsid w:val="00653B2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82B18"/>
    <w:rsid w:val="00686061"/>
    <w:rsid w:val="00686246"/>
    <w:rsid w:val="00686C2F"/>
    <w:rsid w:val="00691E85"/>
    <w:rsid w:val="006A0CEF"/>
    <w:rsid w:val="006A1287"/>
    <w:rsid w:val="006A3B24"/>
    <w:rsid w:val="006A625A"/>
    <w:rsid w:val="006A791F"/>
    <w:rsid w:val="006B12A6"/>
    <w:rsid w:val="006B6BC2"/>
    <w:rsid w:val="006C01C3"/>
    <w:rsid w:val="006C3947"/>
    <w:rsid w:val="006C4839"/>
    <w:rsid w:val="006C5C21"/>
    <w:rsid w:val="006C7DFB"/>
    <w:rsid w:val="006D5D7F"/>
    <w:rsid w:val="006E76A2"/>
    <w:rsid w:val="007004F4"/>
    <w:rsid w:val="00702ADC"/>
    <w:rsid w:val="00712404"/>
    <w:rsid w:val="007131B8"/>
    <w:rsid w:val="007170A7"/>
    <w:rsid w:val="00723911"/>
    <w:rsid w:val="00726EB6"/>
    <w:rsid w:val="00730103"/>
    <w:rsid w:val="00732CFA"/>
    <w:rsid w:val="00735CFF"/>
    <w:rsid w:val="0073635B"/>
    <w:rsid w:val="007374BD"/>
    <w:rsid w:val="007435A3"/>
    <w:rsid w:val="00745493"/>
    <w:rsid w:val="00752F27"/>
    <w:rsid w:val="00756016"/>
    <w:rsid w:val="007566F1"/>
    <w:rsid w:val="007618B4"/>
    <w:rsid w:val="00764424"/>
    <w:rsid w:val="00770638"/>
    <w:rsid w:val="00775FBE"/>
    <w:rsid w:val="00776CBD"/>
    <w:rsid w:val="00781316"/>
    <w:rsid w:val="00783DB1"/>
    <w:rsid w:val="00785431"/>
    <w:rsid w:val="00792BC2"/>
    <w:rsid w:val="00793018"/>
    <w:rsid w:val="007955F3"/>
    <w:rsid w:val="007A1040"/>
    <w:rsid w:val="007A23D4"/>
    <w:rsid w:val="007A44D1"/>
    <w:rsid w:val="007A5D5D"/>
    <w:rsid w:val="007B3F0E"/>
    <w:rsid w:val="007B5AE9"/>
    <w:rsid w:val="007C0BFD"/>
    <w:rsid w:val="007C0DAC"/>
    <w:rsid w:val="007C3791"/>
    <w:rsid w:val="007C38D2"/>
    <w:rsid w:val="007D0181"/>
    <w:rsid w:val="007D56E3"/>
    <w:rsid w:val="007D6F42"/>
    <w:rsid w:val="007E17B4"/>
    <w:rsid w:val="007E332A"/>
    <w:rsid w:val="007E375D"/>
    <w:rsid w:val="007E5C18"/>
    <w:rsid w:val="007F209A"/>
    <w:rsid w:val="007F2C5D"/>
    <w:rsid w:val="0080293C"/>
    <w:rsid w:val="00804290"/>
    <w:rsid w:val="008076F3"/>
    <w:rsid w:val="00811609"/>
    <w:rsid w:val="008153CF"/>
    <w:rsid w:val="00816BC7"/>
    <w:rsid w:val="00817011"/>
    <w:rsid w:val="0082203C"/>
    <w:rsid w:val="00823B48"/>
    <w:rsid w:val="00826065"/>
    <w:rsid w:val="00827E4D"/>
    <w:rsid w:val="00833584"/>
    <w:rsid w:val="00836EDA"/>
    <w:rsid w:val="00842C43"/>
    <w:rsid w:val="00844370"/>
    <w:rsid w:val="00845EF8"/>
    <w:rsid w:val="00847654"/>
    <w:rsid w:val="0085240E"/>
    <w:rsid w:val="0085363F"/>
    <w:rsid w:val="008542D2"/>
    <w:rsid w:val="00861390"/>
    <w:rsid w:val="00865052"/>
    <w:rsid w:val="008652D0"/>
    <w:rsid w:val="0088105F"/>
    <w:rsid w:val="00882615"/>
    <w:rsid w:val="008837BF"/>
    <w:rsid w:val="00884F2A"/>
    <w:rsid w:val="00886C61"/>
    <w:rsid w:val="00897D55"/>
    <w:rsid w:val="00897E61"/>
    <w:rsid w:val="008A4183"/>
    <w:rsid w:val="008B1B42"/>
    <w:rsid w:val="008B55E9"/>
    <w:rsid w:val="008B62CA"/>
    <w:rsid w:val="008B7DC1"/>
    <w:rsid w:val="008D54B8"/>
    <w:rsid w:val="008D7492"/>
    <w:rsid w:val="008E14C4"/>
    <w:rsid w:val="008E2EA2"/>
    <w:rsid w:val="008E58AB"/>
    <w:rsid w:val="008E6EF0"/>
    <w:rsid w:val="008F33DA"/>
    <w:rsid w:val="008F5072"/>
    <w:rsid w:val="008F65F8"/>
    <w:rsid w:val="009000E2"/>
    <w:rsid w:val="0090119B"/>
    <w:rsid w:val="009028BA"/>
    <w:rsid w:val="00902DC9"/>
    <w:rsid w:val="00903259"/>
    <w:rsid w:val="009122E6"/>
    <w:rsid w:val="009131E2"/>
    <w:rsid w:val="00914AE8"/>
    <w:rsid w:val="0091706A"/>
    <w:rsid w:val="009223B5"/>
    <w:rsid w:val="009227A0"/>
    <w:rsid w:val="0092649F"/>
    <w:rsid w:val="00927821"/>
    <w:rsid w:val="00933A18"/>
    <w:rsid w:val="0094491B"/>
    <w:rsid w:val="00944B72"/>
    <w:rsid w:val="00950E96"/>
    <w:rsid w:val="009520F2"/>
    <w:rsid w:val="0095333F"/>
    <w:rsid w:val="00954ED0"/>
    <w:rsid w:val="00957A16"/>
    <w:rsid w:val="009608AB"/>
    <w:rsid w:val="00966760"/>
    <w:rsid w:val="00972B92"/>
    <w:rsid w:val="00974682"/>
    <w:rsid w:val="00976705"/>
    <w:rsid w:val="009768FE"/>
    <w:rsid w:val="009778C1"/>
    <w:rsid w:val="00982A12"/>
    <w:rsid w:val="009844DC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C16B8"/>
    <w:rsid w:val="009C4CF0"/>
    <w:rsid w:val="009C7410"/>
    <w:rsid w:val="009D515B"/>
    <w:rsid w:val="009E340F"/>
    <w:rsid w:val="009E4033"/>
    <w:rsid w:val="009E7B3C"/>
    <w:rsid w:val="009F144A"/>
    <w:rsid w:val="009F1918"/>
    <w:rsid w:val="009F27AA"/>
    <w:rsid w:val="009F65DB"/>
    <w:rsid w:val="009F6794"/>
    <w:rsid w:val="009F7736"/>
    <w:rsid w:val="00A002DB"/>
    <w:rsid w:val="00A01FDD"/>
    <w:rsid w:val="00A0358C"/>
    <w:rsid w:val="00A03851"/>
    <w:rsid w:val="00A05165"/>
    <w:rsid w:val="00A11B18"/>
    <w:rsid w:val="00A14453"/>
    <w:rsid w:val="00A14497"/>
    <w:rsid w:val="00A201FD"/>
    <w:rsid w:val="00A206EC"/>
    <w:rsid w:val="00A21249"/>
    <w:rsid w:val="00A2301C"/>
    <w:rsid w:val="00A23634"/>
    <w:rsid w:val="00A3262F"/>
    <w:rsid w:val="00A34358"/>
    <w:rsid w:val="00A34628"/>
    <w:rsid w:val="00A35151"/>
    <w:rsid w:val="00A47625"/>
    <w:rsid w:val="00A47C9E"/>
    <w:rsid w:val="00A51BCB"/>
    <w:rsid w:val="00A55D0D"/>
    <w:rsid w:val="00A568CA"/>
    <w:rsid w:val="00A6132D"/>
    <w:rsid w:val="00A621CC"/>
    <w:rsid w:val="00A67DD7"/>
    <w:rsid w:val="00A72671"/>
    <w:rsid w:val="00A7639B"/>
    <w:rsid w:val="00A825B3"/>
    <w:rsid w:val="00A82D41"/>
    <w:rsid w:val="00A83CFE"/>
    <w:rsid w:val="00A84484"/>
    <w:rsid w:val="00A9021E"/>
    <w:rsid w:val="00A91D6A"/>
    <w:rsid w:val="00A94626"/>
    <w:rsid w:val="00A95D7D"/>
    <w:rsid w:val="00AA0348"/>
    <w:rsid w:val="00AA35BE"/>
    <w:rsid w:val="00AB28DD"/>
    <w:rsid w:val="00AB39A7"/>
    <w:rsid w:val="00AB781E"/>
    <w:rsid w:val="00AB7944"/>
    <w:rsid w:val="00AB7C0E"/>
    <w:rsid w:val="00AC2163"/>
    <w:rsid w:val="00AC41F6"/>
    <w:rsid w:val="00AC4AAD"/>
    <w:rsid w:val="00AC59A8"/>
    <w:rsid w:val="00AC7271"/>
    <w:rsid w:val="00AD0FBA"/>
    <w:rsid w:val="00AD334D"/>
    <w:rsid w:val="00AD3CD5"/>
    <w:rsid w:val="00AD53D5"/>
    <w:rsid w:val="00AD6885"/>
    <w:rsid w:val="00AE0D0B"/>
    <w:rsid w:val="00AE234D"/>
    <w:rsid w:val="00AE56C0"/>
    <w:rsid w:val="00AE57C5"/>
    <w:rsid w:val="00AE7446"/>
    <w:rsid w:val="00AF2FB9"/>
    <w:rsid w:val="00AF344E"/>
    <w:rsid w:val="00AF50C1"/>
    <w:rsid w:val="00AF554F"/>
    <w:rsid w:val="00B00960"/>
    <w:rsid w:val="00B00AB1"/>
    <w:rsid w:val="00B014B9"/>
    <w:rsid w:val="00B07CDB"/>
    <w:rsid w:val="00B12150"/>
    <w:rsid w:val="00B1402D"/>
    <w:rsid w:val="00B158C3"/>
    <w:rsid w:val="00B208FF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520F"/>
    <w:rsid w:val="00B56161"/>
    <w:rsid w:val="00B60DA2"/>
    <w:rsid w:val="00B6136B"/>
    <w:rsid w:val="00B61845"/>
    <w:rsid w:val="00B6346B"/>
    <w:rsid w:val="00B6407F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1AE6"/>
    <w:rsid w:val="00B93811"/>
    <w:rsid w:val="00B93947"/>
    <w:rsid w:val="00BA229F"/>
    <w:rsid w:val="00BA2E7F"/>
    <w:rsid w:val="00BA3EE8"/>
    <w:rsid w:val="00BA462C"/>
    <w:rsid w:val="00BA61DF"/>
    <w:rsid w:val="00BB0D4C"/>
    <w:rsid w:val="00BC2096"/>
    <w:rsid w:val="00BC2382"/>
    <w:rsid w:val="00BC6756"/>
    <w:rsid w:val="00BC6F37"/>
    <w:rsid w:val="00BD0BDC"/>
    <w:rsid w:val="00BD293F"/>
    <w:rsid w:val="00BD35EF"/>
    <w:rsid w:val="00BD64CB"/>
    <w:rsid w:val="00BE0705"/>
    <w:rsid w:val="00BE0F72"/>
    <w:rsid w:val="00BE2FD6"/>
    <w:rsid w:val="00BF064B"/>
    <w:rsid w:val="00C02A16"/>
    <w:rsid w:val="00C048A3"/>
    <w:rsid w:val="00C04B30"/>
    <w:rsid w:val="00C13381"/>
    <w:rsid w:val="00C13938"/>
    <w:rsid w:val="00C15D15"/>
    <w:rsid w:val="00C24B96"/>
    <w:rsid w:val="00C25358"/>
    <w:rsid w:val="00C32D32"/>
    <w:rsid w:val="00C330EF"/>
    <w:rsid w:val="00C35E7D"/>
    <w:rsid w:val="00C36F59"/>
    <w:rsid w:val="00C429C2"/>
    <w:rsid w:val="00C45137"/>
    <w:rsid w:val="00C463B4"/>
    <w:rsid w:val="00C53AC7"/>
    <w:rsid w:val="00C54B1B"/>
    <w:rsid w:val="00C61AE7"/>
    <w:rsid w:val="00C63747"/>
    <w:rsid w:val="00C644E8"/>
    <w:rsid w:val="00C661AC"/>
    <w:rsid w:val="00C66B50"/>
    <w:rsid w:val="00C73D04"/>
    <w:rsid w:val="00C77288"/>
    <w:rsid w:val="00C774CC"/>
    <w:rsid w:val="00C87D1F"/>
    <w:rsid w:val="00C90B97"/>
    <w:rsid w:val="00C90C3E"/>
    <w:rsid w:val="00C9294B"/>
    <w:rsid w:val="00C9542C"/>
    <w:rsid w:val="00C961DD"/>
    <w:rsid w:val="00CA1D7F"/>
    <w:rsid w:val="00CB245B"/>
    <w:rsid w:val="00CB3138"/>
    <w:rsid w:val="00CB58A0"/>
    <w:rsid w:val="00CB6BDF"/>
    <w:rsid w:val="00CC31AB"/>
    <w:rsid w:val="00CC5FB1"/>
    <w:rsid w:val="00CD3288"/>
    <w:rsid w:val="00CD7346"/>
    <w:rsid w:val="00CD7636"/>
    <w:rsid w:val="00CE45D6"/>
    <w:rsid w:val="00CF1E4D"/>
    <w:rsid w:val="00CF7C15"/>
    <w:rsid w:val="00D03014"/>
    <w:rsid w:val="00D03048"/>
    <w:rsid w:val="00D052D5"/>
    <w:rsid w:val="00D1068C"/>
    <w:rsid w:val="00D121FE"/>
    <w:rsid w:val="00D155A4"/>
    <w:rsid w:val="00D23D79"/>
    <w:rsid w:val="00D2638D"/>
    <w:rsid w:val="00D27EA2"/>
    <w:rsid w:val="00D310D2"/>
    <w:rsid w:val="00D33478"/>
    <w:rsid w:val="00D349C5"/>
    <w:rsid w:val="00D35589"/>
    <w:rsid w:val="00D36E2B"/>
    <w:rsid w:val="00D37F65"/>
    <w:rsid w:val="00D45916"/>
    <w:rsid w:val="00D47782"/>
    <w:rsid w:val="00D5251B"/>
    <w:rsid w:val="00D56E09"/>
    <w:rsid w:val="00D60875"/>
    <w:rsid w:val="00D60CEC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915E0"/>
    <w:rsid w:val="00D9166B"/>
    <w:rsid w:val="00D9406D"/>
    <w:rsid w:val="00D94D77"/>
    <w:rsid w:val="00DA0D20"/>
    <w:rsid w:val="00DA3856"/>
    <w:rsid w:val="00DA663D"/>
    <w:rsid w:val="00DA6689"/>
    <w:rsid w:val="00DA68CD"/>
    <w:rsid w:val="00DB0017"/>
    <w:rsid w:val="00DB30EF"/>
    <w:rsid w:val="00DB391C"/>
    <w:rsid w:val="00DB4A43"/>
    <w:rsid w:val="00DB5506"/>
    <w:rsid w:val="00DC4219"/>
    <w:rsid w:val="00DC5DAB"/>
    <w:rsid w:val="00DD13B6"/>
    <w:rsid w:val="00DD2178"/>
    <w:rsid w:val="00DD2E7C"/>
    <w:rsid w:val="00DD372F"/>
    <w:rsid w:val="00DD68CB"/>
    <w:rsid w:val="00DF0B9B"/>
    <w:rsid w:val="00DF3767"/>
    <w:rsid w:val="00DF4569"/>
    <w:rsid w:val="00DF5615"/>
    <w:rsid w:val="00E0412B"/>
    <w:rsid w:val="00E07EF1"/>
    <w:rsid w:val="00E10D29"/>
    <w:rsid w:val="00E12920"/>
    <w:rsid w:val="00E1295C"/>
    <w:rsid w:val="00E12B5F"/>
    <w:rsid w:val="00E16B06"/>
    <w:rsid w:val="00E1729C"/>
    <w:rsid w:val="00E231F9"/>
    <w:rsid w:val="00E23857"/>
    <w:rsid w:val="00E256BB"/>
    <w:rsid w:val="00E2635A"/>
    <w:rsid w:val="00E3167F"/>
    <w:rsid w:val="00E32CEE"/>
    <w:rsid w:val="00E3665F"/>
    <w:rsid w:val="00E37446"/>
    <w:rsid w:val="00E42830"/>
    <w:rsid w:val="00E4312E"/>
    <w:rsid w:val="00E45630"/>
    <w:rsid w:val="00E4585D"/>
    <w:rsid w:val="00E466E4"/>
    <w:rsid w:val="00E477C4"/>
    <w:rsid w:val="00E50C41"/>
    <w:rsid w:val="00E54467"/>
    <w:rsid w:val="00E57730"/>
    <w:rsid w:val="00E6491C"/>
    <w:rsid w:val="00E64EEB"/>
    <w:rsid w:val="00E67EFF"/>
    <w:rsid w:val="00E74CEC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A5396"/>
    <w:rsid w:val="00EB121A"/>
    <w:rsid w:val="00EB165D"/>
    <w:rsid w:val="00EB5487"/>
    <w:rsid w:val="00EC05B3"/>
    <w:rsid w:val="00EC5099"/>
    <w:rsid w:val="00EC58E2"/>
    <w:rsid w:val="00EC5E56"/>
    <w:rsid w:val="00EC5FAC"/>
    <w:rsid w:val="00EC74F8"/>
    <w:rsid w:val="00EC7E2C"/>
    <w:rsid w:val="00ED1400"/>
    <w:rsid w:val="00ED1F82"/>
    <w:rsid w:val="00ED3208"/>
    <w:rsid w:val="00ED5FC3"/>
    <w:rsid w:val="00EE2440"/>
    <w:rsid w:val="00EE664C"/>
    <w:rsid w:val="00EE7F3F"/>
    <w:rsid w:val="00EF0AB4"/>
    <w:rsid w:val="00EF25C2"/>
    <w:rsid w:val="00EF3905"/>
    <w:rsid w:val="00F01210"/>
    <w:rsid w:val="00F015DB"/>
    <w:rsid w:val="00F0180B"/>
    <w:rsid w:val="00F0253B"/>
    <w:rsid w:val="00F11342"/>
    <w:rsid w:val="00F12195"/>
    <w:rsid w:val="00F1228D"/>
    <w:rsid w:val="00F20953"/>
    <w:rsid w:val="00F245B0"/>
    <w:rsid w:val="00F24CE5"/>
    <w:rsid w:val="00F27EF7"/>
    <w:rsid w:val="00F36A38"/>
    <w:rsid w:val="00F41135"/>
    <w:rsid w:val="00F412AF"/>
    <w:rsid w:val="00F42DA7"/>
    <w:rsid w:val="00F5163B"/>
    <w:rsid w:val="00F520D8"/>
    <w:rsid w:val="00F53785"/>
    <w:rsid w:val="00F601C0"/>
    <w:rsid w:val="00F67B90"/>
    <w:rsid w:val="00F77F64"/>
    <w:rsid w:val="00F84332"/>
    <w:rsid w:val="00F87763"/>
    <w:rsid w:val="00F9201A"/>
    <w:rsid w:val="00F92A7A"/>
    <w:rsid w:val="00F93E84"/>
    <w:rsid w:val="00FA4150"/>
    <w:rsid w:val="00FA4CFF"/>
    <w:rsid w:val="00FA5B33"/>
    <w:rsid w:val="00FA6B18"/>
    <w:rsid w:val="00FB0321"/>
    <w:rsid w:val="00FB061A"/>
    <w:rsid w:val="00FB2469"/>
    <w:rsid w:val="00FC09AA"/>
    <w:rsid w:val="00FC0DDE"/>
    <w:rsid w:val="00FC10B3"/>
    <w:rsid w:val="00FC1503"/>
    <w:rsid w:val="00FC2668"/>
    <w:rsid w:val="00FC4CDC"/>
    <w:rsid w:val="00FC5003"/>
    <w:rsid w:val="00FD21D1"/>
    <w:rsid w:val="00FD4936"/>
    <w:rsid w:val="00FD6F2D"/>
    <w:rsid w:val="00FE7397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0150AD"/>
    <w:pPr>
      <w:jc w:val="center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3526</TotalTime>
  <Pages>2</Pages>
  <Words>552</Words>
  <Characters>3150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278</cp:revision>
  <cp:lastPrinted>2019-09-02T11:15:00Z</cp:lastPrinted>
  <dcterms:created xsi:type="dcterms:W3CDTF">2016-07-22T06:57:00Z</dcterms:created>
  <dcterms:modified xsi:type="dcterms:W3CDTF">2019-09-03T11:24:00Z</dcterms:modified>
</cp:coreProperties>
</file>