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9CD" w:rsidRDefault="007909CD" w:rsidP="001F2CA7">
      <w:pPr>
        <w:suppressAutoHyphens/>
        <w:spacing w:line="100" w:lineRule="atLeast"/>
        <w:jc w:val="both"/>
        <w:rPr>
          <w:kern w:val="2"/>
          <w:sz w:val="28"/>
          <w:szCs w:val="28"/>
        </w:rPr>
      </w:pPr>
    </w:p>
    <w:p w:rsidR="007909CD" w:rsidRDefault="007909CD" w:rsidP="001F2CA7">
      <w:pPr>
        <w:spacing w:after="200" w:line="276" w:lineRule="auto"/>
        <w:jc w:val="center"/>
      </w:pPr>
      <w:r>
        <w:rPr>
          <w:kern w:val="2"/>
          <w:sz w:val="28"/>
          <w:szCs w:val="28"/>
        </w:rPr>
        <w:softHyphen/>
      </w:r>
      <w:r>
        <w:rPr>
          <w:kern w:val="2"/>
          <w:sz w:val="28"/>
          <w:szCs w:val="28"/>
        </w:rPr>
        <w:softHyphen/>
      </w:r>
      <w:r>
        <w:rPr>
          <w:kern w:val="2"/>
          <w:sz w:val="28"/>
          <w:szCs w:val="28"/>
        </w:rPr>
        <w:softHyphen/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34.5pt;visibility:visible">
            <v:imagedata r:id="rId7" o:title=""/>
          </v:shape>
        </w:pict>
      </w:r>
    </w:p>
    <w:p w:rsidR="007909CD" w:rsidRDefault="007909CD" w:rsidP="001F2CA7">
      <w:pPr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   РАДА</w:t>
      </w:r>
    </w:p>
    <w:p w:rsidR="007909CD" w:rsidRDefault="007909CD" w:rsidP="001F2CA7">
      <w:pPr>
        <w:jc w:val="center"/>
        <w:rPr>
          <w:szCs w:val="28"/>
        </w:rPr>
      </w:pPr>
      <w:r>
        <w:rPr>
          <w:sz w:val="40"/>
          <w:szCs w:val="40"/>
        </w:rPr>
        <w:t>Миколаївської області</w:t>
      </w:r>
    </w:p>
    <w:p w:rsidR="007909CD" w:rsidRDefault="007909CD" w:rsidP="001F2CA7">
      <w:pPr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93</w:t>
      </w:r>
      <w:r>
        <w:rPr>
          <w:sz w:val="32"/>
          <w:szCs w:val="32"/>
        </w:rPr>
        <w:t xml:space="preserve"> СЕСІЯ    </w:t>
      </w:r>
      <w:r>
        <w:rPr>
          <w:sz w:val="32"/>
          <w:szCs w:val="32"/>
          <w:u w:val="single"/>
        </w:rPr>
        <w:t xml:space="preserve">7 </w:t>
      </w:r>
      <w:r>
        <w:rPr>
          <w:sz w:val="32"/>
          <w:szCs w:val="32"/>
        </w:rPr>
        <w:t xml:space="preserve"> СКЛИКАННЯ</w:t>
      </w:r>
    </w:p>
    <w:p w:rsidR="007909CD" w:rsidRDefault="007909CD" w:rsidP="001F2CA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7909CD" w:rsidRDefault="007909CD" w:rsidP="001F2CA7">
      <w:pPr>
        <w:jc w:val="center"/>
        <w:rPr>
          <w:b/>
          <w:sz w:val="40"/>
          <w:szCs w:val="40"/>
        </w:rPr>
      </w:pPr>
    </w:p>
    <w:p w:rsidR="007909CD" w:rsidRPr="001F2CA7" w:rsidRDefault="007909CD" w:rsidP="001F2CA7">
      <w:pPr>
        <w:rPr>
          <w:sz w:val="22"/>
          <w:szCs w:val="22"/>
          <w:u w:val="single"/>
          <w:lang w:val="uk-UA"/>
        </w:rPr>
      </w:pPr>
      <w:r>
        <w:t xml:space="preserve">  від  </w:t>
      </w:r>
      <w:r>
        <w:rPr>
          <w:u w:val="single"/>
        </w:rPr>
        <w:t>24.10.2019 року</w:t>
      </w:r>
      <w:r>
        <w:t xml:space="preserve"> № </w:t>
      </w:r>
      <w:r>
        <w:rPr>
          <w:u w:val="single"/>
          <w:lang w:val="uk-UA"/>
        </w:rPr>
        <w:t>22</w:t>
      </w:r>
    </w:p>
    <w:p w:rsidR="007909CD" w:rsidRDefault="007909CD" w:rsidP="001F2CA7">
      <w:pPr>
        <w:rPr>
          <w:rFonts w:ascii="Arial" w:hAnsi="Arial" w:cs="Arial"/>
          <w:color w:val="FFFFFF"/>
        </w:rPr>
      </w:pPr>
      <w:r>
        <w:t xml:space="preserve">           м. Первомайськ</w:t>
      </w:r>
      <w:r>
        <w:rPr>
          <w:rFonts w:ascii="Arial" w:hAnsi="Arial" w:cs="Arial"/>
          <w:color w:val="FFFFFF"/>
        </w:rPr>
        <w:t xml:space="preserve">   Р</w:t>
      </w:r>
    </w:p>
    <w:p w:rsidR="007909CD" w:rsidRPr="00165AF1" w:rsidRDefault="007909CD" w:rsidP="000405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7909CD" w:rsidRDefault="007909CD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6C3768">
        <w:rPr>
          <w:sz w:val="28"/>
          <w:szCs w:val="28"/>
          <w:lang w:val="uk-UA"/>
        </w:rPr>
        <w:t xml:space="preserve">Про   приватизацію </w:t>
      </w:r>
      <w:r>
        <w:rPr>
          <w:sz w:val="28"/>
          <w:szCs w:val="28"/>
          <w:lang w:val="uk-UA"/>
        </w:rPr>
        <w:t xml:space="preserve">земельних </w:t>
      </w:r>
      <w:r w:rsidRPr="006C3768">
        <w:rPr>
          <w:sz w:val="28"/>
          <w:szCs w:val="28"/>
          <w:lang w:val="uk-UA"/>
        </w:rPr>
        <w:t xml:space="preserve">ділянок </w:t>
      </w:r>
    </w:p>
    <w:p w:rsidR="007909CD" w:rsidRDefault="007909CD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Pr="006C3768">
        <w:rPr>
          <w:sz w:val="28"/>
          <w:szCs w:val="28"/>
        </w:rPr>
        <w:t>будівництва і обслуговування житлов</w:t>
      </w:r>
      <w:r>
        <w:rPr>
          <w:sz w:val="28"/>
          <w:szCs w:val="28"/>
          <w:lang w:val="uk-UA"/>
        </w:rPr>
        <w:t>их</w:t>
      </w:r>
      <w:r w:rsidRPr="006C3768">
        <w:rPr>
          <w:sz w:val="28"/>
          <w:szCs w:val="28"/>
        </w:rPr>
        <w:t xml:space="preserve"> </w:t>
      </w:r>
    </w:p>
    <w:p w:rsidR="007909CD" w:rsidRPr="006C3768" w:rsidRDefault="007909CD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3D4AB5">
        <w:rPr>
          <w:sz w:val="28"/>
          <w:szCs w:val="28"/>
          <w:lang w:val="uk-UA"/>
        </w:rPr>
        <w:t>будинк</w:t>
      </w:r>
      <w:r>
        <w:rPr>
          <w:sz w:val="28"/>
          <w:szCs w:val="28"/>
          <w:lang w:val="uk-UA"/>
        </w:rPr>
        <w:t>ів</w:t>
      </w:r>
      <w:r w:rsidRPr="003D4AB5">
        <w:rPr>
          <w:sz w:val="28"/>
          <w:szCs w:val="28"/>
          <w:lang w:val="uk-UA"/>
        </w:rPr>
        <w:t>, господарських будівель і споруд</w:t>
      </w:r>
    </w:p>
    <w:p w:rsidR="007909CD" w:rsidRPr="006C3768" w:rsidRDefault="007909CD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7909CD" w:rsidRPr="006C3768" w:rsidRDefault="007909CD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C3768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</w:t>
      </w:r>
      <w:r w:rsidRPr="006C3768">
        <w:rPr>
          <w:sz w:val="28"/>
          <w:szCs w:val="28"/>
          <w:lang w:val="uk-UA"/>
        </w:rPr>
        <w:t xml:space="preserve">Відповідно до пункту 34 частини 1 статті  26 Закону України </w:t>
      </w:r>
      <w:r>
        <w:rPr>
          <w:sz w:val="28"/>
          <w:szCs w:val="28"/>
          <w:lang w:val="uk-UA"/>
        </w:rPr>
        <w:t>«</w:t>
      </w:r>
      <w:r w:rsidRPr="006C3768">
        <w:rPr>
          <w:sz w:val="28"/>
          <w:szCs w:val="28"/>
          <w:lang w:val="uk-UA"/>
        </w:rPr>
        <w:t>Про місцеве самоврядування в Україні</w:t>
      </w:r>
      <w:r>
        <w:rPr>
          <w:sz w:val="28"/>
          <w:szCs w:val="28"/>
          <w:lang w:val="uk-UA"/>
        </w:rPr>
        <w:t>»</w:t>
      </w:r>
      <w:r w:rsidRPr="006C3768">
        <w:rPr>
          <w:sz w:val="28"/>
          <w:szCs w:val="28"/>
          <w:lang w:val="uk-UA"/>
        </w:rPr>
        <w:t xml:space="preserve">, статей 12, 81, 116, 118, 121, 122  Земельного кодексу України, статті 55 Закону України «Про землеустрій», пунктів 6,7 розділу </w:t>
      </w:r>
      <w:r>
        <w:rPr>
          <w:sz w:val="28"/>
          <w:szCs w:val="28"/>
          <w:lang w:val="uk-UA"/>
        </w:rPr>
        <w:t>ІІ</w:t>
      </w:r>
      <w:r w:rsidRPr="006C3768">
        <w:rPr>
          <w:sz w:val="28"/>
          <w:szCs w:val="28"/>
          <w:lang w:val="uk-UA"/>
        </w:rPr>
        <w:t xml:space="preserve"> Закону України </w:t>
      </w:r>
      <w:r>
        <w:rPr>
          <w:sz w:val="28"/>
          <w:szCs w:val="28"/>
          <w:lang w:val="uk-UA"/>
        </w:rPr>
        <w:t>«</w:t>
      </w:r>
      <w:r w:rsidRPr="006C3768">
        <w:rPr>
          <w:sz w:val="28"/>
          <w:szCs w:val="28"/>
          <w:lang w:val="uk-UA"/>
        </w:rPr>
        <w:t>Про внесення змін до деяких законодавчих актів України  щодо розмежування земель державної і комунальної власності</w:t>
      </w:r>
      <w:r>
        <w:rPr>
          <w:sz w:val="28"/>
          <w:szCs w:val="28"/>
          <w:lang w:val="uk-UA"/>
        </w:rPr>
        <w:t>»</w:t>
      </w:r>
      <w:r w:rsidRPr="006C3768">
        <w:rPr>
          <w:sz w:val="28"/>
          <w:szCs w:val="28"/>
          <w:lang w:val="uk-UA"/>
        </w:rPr>
        <w:t xml:space="preserve">  від 06.09.2012 року № 5245-VI, враховуючи з</w:t>
      </w:r>
      <w:r>
        <w:rPr>
          <w:sz w:val="28"/>
          <w:szCs w:val="28"/>
          <w:lang w:val="uk-UA"/>
        </w:rPr>
        <w:t>а</w:t>
      </w:r>
      <w:r w:rsidRPr="006C3768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>ви</w:t>
      </w:r>
      <w:r w:rsidRPr="006C3768">
        <w:rPr>
          <w:sz w:val="28"/>
          <w:szCs w:val="28"/>
          <w:lang w:val="uk-UA"/>
        </w:rPr>
        <w:t xml:space="preserve"> громадян, міська рада</w:t>
      </w:r>
    </w:p>
    <w:p w:rsidR="007909CD" w:rsidRPr="006C3768" w:rsidRDefault="007909CD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909CD" w:rsidRDefault="007909CD" w:rsidP="009B230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6C3768">
        <w:rPr>
          <w:sz w:val="28"/>
          <w:szCs w:val="28"/>
          <w:lang w:val="uk-UA"/>
        </w:rPr>
        <w:t xml:space="preserve">В И Р І Ш И Л А : </w:t>
      </w:r>
    </w:p>
    <w:p w:rsidR="007909CD" w:rsidRDefault="007909CD" w:rsidP="009B230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7909CD" w:rsidRDefault="007909CD" w:rsidP="0000685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C3768">
        <w:rPr>
          <w:b/>
          <w:sz w:val="28"/>
          <w:szCs w:val="28"/>
          <w:lang w:val="uk-UA"/>
        </w:rPr>
        <w:t>1.</w:t>
      </w:r>
      <w:r w:rsidRPr="006C3768">
        <w:rPr>
          <w:sz w:val="28"/>
          <w:szCs w:val="28"/>
          <w:lang w:val="uk-UA"/>
        </w:rPr>
        <w:t xml:space="preserve"> Надати дозвіл громадянам України на розроблення технічної документації із землеустрою щодо встановлення меж земельної ділянки в натурі (на місцевості), з метою передачі їх у власність:</w:t>
      </w:r>
      <w:bookmarkStart w:id="0" w:name="_GoBack"/>
      <w:bookmarkEnd w:id="0"/>
    </w:p>
    <w:p w:rsidR="007909CD" w:rsidRDefault="007909CD" w:rsidP="0000685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909CD" w:rsidRPr="006C3768" w:rsidRDefault="007909CD" w:rsidP="00AE10A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1F07D8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1</w:t>
      </w:r>
      <w:r w:rsidRPr="001F07D8">
        <w:rPr>
          <w:b/>
          <w:sz w:val="28"/>
          <w:szCs w:val="28"/>
          <w:lang w:val="uk-UA"/>
        </w:rPr>
        <w:t>.</w:t>
      </w:r>
      <w:r w:rsidRPr="001F07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Кравець Василь Михайлович</w:t>
      </w:r>
      <w:r w:rsidRPr="00F27E5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14/25</w:t>
      </w:r>
      <w:r w:rsidRPr="00F27E56">
        <w:rPr>
          <w:sz w:val="28"/>
          <w:szCs w:val="28"/>
          <w:lang w:val="uk-UA"/>
        </w:rPr>
        <w:t xml:space="preserve"> частки</w:t>
      </w:r>
      <w:r>
        <w:rPr>
          <w:sz w:val="28"/>
          <w:szCs w:val="28"/>
          <w:lang w:val="uk-UA"/>
        </w:rPr>
        <w:t xml:space="preserve"> та Кобзар Людмила Олексіївна</w:t>
      </w:r>
      <w:r w:rsidRPr="00F27E5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11/25</w:t>
      </w:r>
      <w:r w:rsidRPr="00F27E56">
        <w:rPr>
          <w:sz w:val="28"/>
          <w:szCs w:val="28"/>
          <w:lang w:val="uk-UA"/>
        </w:rPr>
        <w:t xml:space="preserve"> частки від загальної площі 0,</w:t>
      </w:r>
      <w:r>
        <w:rPr>
          <w:sz w:val="28"/>
          <w:szCs w:val="28"/>
          <w:lang w:val="uk-UA"/>
        </w:rPr>
        <w:t>1</w:t>
      </w:r>
      <w:r w:rsidRPr="00F27E56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</w:t>
      </w:r>
      <w:r>
        <w:rPr>
          <w:sz w:val="28"/>
          <w:szCs w:val="28"/>
          <w:lang w:val="uk-UA"/>
        </w:rPr>
        <w:t>;</w:t>
      </w:r>
    </w:p>
    <w:p w:rsidR="007909CD" w:rsidRPr="006C3768" w:rsidRDefault="007909CD" w:rsidP="001C53A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53329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</w:t>
      </w:r>
      <w:r w:rsidRPr="0053329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533296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Клепацька Ніна Пилипівна</w:t>
      </w:r>
      <w:r w:rsidRPr="00533296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 xml:space="preserve">0488  </w:t>
      </w:r>
      <w:r w:rsidRPr="00533296">
        <w:rPr>
          <w:sz w:val="28"/>
          <w:szCs w:val="28"/>
          <w:lang w:val="uk-UA"/>
        </w:rPr>
        <w:t>га для будівництва і обслуговування житлового будинку, господарських будівель і споруд (присадибна ділянка);</w:t>
      </w:r>
    </w:p>
    <w:p w:rsidR="007909CD" w:rsidRPr="006C3768" w:rsidRDefault="007909CD" w:rsidP="00D77A9B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53329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3</w:t>
      </w:r>
      <w:r w:rsidRPr="0053329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AE355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ндрушкевичус Віталій Альбінасович</w:t>
      </w:r>
      <w:r w:rsidRPr="00533296">
        <w:rPr>
          <w:sz w:val="28"/>
          <w:szCs w:val="28"/>
          <w:lang w:val="uk-UA"/>
        </w:rPr>
        <w:t xml:space="preserve">  площею 0,</w:t>
      </w:r>
      <w:r>
        <w:rPr>
          <w:sz w:val="28"/>
          <w:szCs w:val="28"/>
          <w:lang w:val="uk-UA"/>
        </w:rPr>
        <w:t xml:space="preserve">1  </w:t>
      </w:r>
      <w:r w:rsidRPr="00533296">
        <w:rPr>
          <w:sz w:val="28"/>
          <w:szCs w:val="28"/>
          <w:lang w:val="uk-UA"/>
        </w:rPr>
        <w:t>га для будівництва і обслуговування житлового будинку, господарських будівель і споруд (присадибна ділянка);</w:t>
      </w:r>
    </w:p>
    <w:p w:rsidR="007909CD" w:rsidRPr="006C3768" w:rsidRDefault="007909CD" w:rsidP="00A140F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53329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4</w:t>
      </w:r>
      <w:r w:rsidRPr="0053329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533296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Павленко Андрій Станіславович</w:t>
      </w:r>
      <w:r w:rsidRPr="00533296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 xml:space="preserve">1  </w:t>
      </w:r>
      <w:r w:rsidRPr="00533296">
        <w:rPr>
          <w:sz w:val="28"/>
          <w:szCs w:val="28"/>
          <w:lang w:val="uk-UA"/>
        </w:rPr>
        <w:t>га для будівництва і обслуговування житлового будинку, господарських будівель і споруд (присадибна ділянка);</w:t>
      </w:r>
    </w:p>
    <w:p w:rsidR="007909CD" w:rsidRPr="006C3768" w:rsidRDefault="007909CD" w:rsidP="0052048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53329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5</w:t>
      </w:r>
      <w:r w:rsidRPr="0053329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533296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Лупашко Катерина Климентівна</w:t>
      </w:r>
      <w:r w:rsidRPr="00533296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 xml:space="preserve">0530  </w:t>
      </w:r>
      <w:r w:rsidRPr="00533296">
        <w:rPr>
          <w:sz w:val="28"/>
          <w:szCs w:val="28"/>
          <w:lang w:val="uk-UA"/>
        </w:rPr>
        <w:t>га для будівництва і обслуговування житлового будинку, господарських будівель і споруд (присадибна ділянка);</w:t>
      </w:r>
    </w:p>
    <w:p w:rsidR="007909CD" w:rsidRPr="006C3768" w:rsidRDefault="007909CD" w:rsidP="006260A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1F07D8">
        <w:rPr>
          <w:b/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>6</w:t>
      </w:r>
      <w:r w:rsidRPr="001F07D8">
        <w:rPr>
          <w:b/>
          <w:sz w:val="28"/>
          <w:szCs w:val="28"/>
          <w:lang w:val="uk-UA"/>
        </w:rPr>
        <w:t>.</w:t>
      </w:r>
      <w:r w:rsidRPr="001F07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Кубоша Сергій Анатолійович</w:t>
      </w:r>
      <w:r w:rsidRPr="00F27E5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37/100</w:t>
      </w:r>
      <w:r w:rsidRPr="00F27E56">
        <w:rPr>
          <w:sz w:val="28"/>
          <w:szCs w:val="28"/>
          <w:lang w:val="uk-UA"/>
        </w:rPr>
        <w:t xml:space="preserve"> частки</w:t>
      </w:r>
      <w:r>
        <w:rPr>
          <w:sz w:val="28"/>
          <w:szCs w:val="28"/>
          <w:lang w:val="uk-UA"/>
        </w:rPr>
        <w:t xml:space="preserve"> та Кубоша Ольга Віналіївна</w:t>
      </w:r>
      <w:r w:rsidRPr="00F27E5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63/100</w:t>
      </w:r>
      <w:r w:rsidRPr="00F27E56">
        <w:rPr>
          <w:sz w:val="28"/>
          <w:szCs w:val="28"/>
          <w:lang w:val="uk-UA"/>
        </w:rPr>
        <w:t xml:space="preserve"> частки від загальної площі 0,</w:t>
      </w:r>
      <w:r>
        <w:rPr>
          <w:sz w:val="28"/>
          <w:szCs w:val="28"/>
          <w:lang w:val="uk-UA"/>
        </w:rPr>
        <w:t>1</w:t>
      </w:r>
      <w:r w:rsidRPr="00F27E56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</w:t>
      </w:r>
      <w:r>
        <w:rPr>
          <w:sz w:val="28"/>
          <w:szCs w:val="28"/>
          <w:lang w:val="uk-UA"/>
        </w:rPr>
        <w:t>;</w:t>
      </w:r>
    </w:p>
    <w:p w:rsidR="007909CD" w:rsidRPr="006C3768" w:rsidRDefault="007909CD" w:rsidP="009B4FB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53329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7</w:t>
      </w:r>
      <w:r w:rsidRPr="0053329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533296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Гамащат Валентина  Григорівна</w:t>
      </w:r>
      <w:r w:rsidRPr="00533296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 xml:space="preserve">0600  </w:t>
      </w:r>
      <w:r w:rsidRPr="00533296">
        <w:rPr>
          <w:sz w:val="28"/>
          <w:szCs w:val="28"/>
          <w:lang w:val="uk-UA"/>
        </w:rPr>
        <w:t>га для будівництва і обслуговування житлового будинку, господарських будівель і споруд (присадибна ділянка);</w:t>
      </w:r>
    </w:p>
    <w:p w:rsidR="007909CD" w:rsidRPr="006C3768" w:rsidRDefault="007909CD" w:rsidP="00E7543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53329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8</w:t>
      </w:r>
      <w:r w:rsidRPr="0053329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533296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Яновська Тетяна Миколаївна</w:t>
      </w:r>
      <w:r w:rsidRPr="00533296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 xml:space="preserve">0600  </w:t>
      </w:r>
      <w:r w:rsidRPr="00533296">
        <w:rPr>
          <w:sz w:val="28"/>
          <w:szCs w:val="28"/>
          <w:lang w:val="uk-UA"/>
        </w:rPr>
        <w:t>га для будівництва і обслуговування житлового будинку, господарських будівель і споруд (присадибна ділянка);</w:t>
      </w:r>
    </w:p>
    <w:p w:rsidR="007909CD" w:rsidRPr="00694520" w:rsidRDefault="007909CD" w:rsidP="00694520">
      <w:pPr>
        <w:jc w:val="both"/>
        <w:rPr>
          <w:sz w:val="28"/>
          <w:szCs w:val="28"/>
          <w:lang w:val="uk-UA"/>
        </w:rPr>
      </w:pPr>
      <w:r w:rsidRPr="005B0220">
        <w:rPr>
          <w:b/>
          <w:sz w:val="28"/>
          <w:szCs w:val="28"/>
          <w:lang w:val="uk-UA"/>
        </w:rPr>
        <w:t xml:space="preserve">1.9.  </w:t>
      </w:r>
      <w:r w:rsidRPr="005B0220">
        <w:rPr>
          <w:sz w:val="28"/>
          <w:szCs w:val="28"/>
          <w:lang w:val="uk-UA"/>
        </w:rPr>
        <w:t>Бойко Валентина Володимирівна площею 0,0600  га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  <w:lang w:val="uk-UA"/>
        </w:rPr>
        <w:t>.</w:t>
      </w:r>
    </w:p>
    <w:p w:rsidR="007909CD" w:rsidRDefault="007909CD" w:rsidP="0000685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909CD" w:rsidRDefault="007909CD" w:rsidP="003E47B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533296">
        <w:rPr>
          <w:b/>
          <w:sz w:val="28"/>
          <w:szCs w:val="28"/>
          <w:lang w:val="uk-UA"/>
        </w:rPr>
        <w:t>.</w:t>
      </w:r>
      <w:r w:rsidRPr="00533296">
        <w:rPr>
          <w:sz w:val="28"/>
          <w:szCs w:val="28"/>
          <w:lang w:val="uk-UA"/>
        </w:rPr>
        <w:t xml:space="preserve"> Затвердити технічну документацію із землеустрою та передати громадянам України у власність земельні ділянки:</w:t>
      </w:r>
    </w:p>
    <w:p w:rsidR="007909CD" w:rsidRDefault="007909CD" w:rsidP="003E47B4">
      <w:pPr>
        <w:jc w:val="both"/>
        <w:rPr>
          <w:sz w:val="28"/>
          <w:szCs w:val="28"/>
          <w:lang w:val="uk-UA"/>
        </w:rPr>
      </w:pPr>
    </w:p>
    <w:p w:rsidR="007909CD" w:rsidRPr="00BF1F2D" w:rsidRDefault="007909CD" w:rsidP="005E4595">
      <w:pPr>
        <w:pStyle w:val="BodyTextIndent"/>
        <w:spacing w:after="0"/>
        <w:ind w:left="0"/>
        <w:jc w:val="both"/>
        <w:rPr>
          <w:sz w:val="28"/>
          <w:szCs w:val="28"/>
          <w:lang w:val="uk-UA"/>
        </w:rPr>
      </w:pPr>
      <w:r w:rsidRPr="00BF1F2D">
        <w:rPr>
          <w:b/>
          <w:sz w:val="28"/>
          <w:szCs w:val="28"/>
          <w:lang w:val="uk-UA"/>
        </w:rPr>
        <w:t xml:space="preserve">2.1. </w:t>
      </w:r>
      <w:r>
        <w:rPr>
          <w:sz w:val="28"/>
          <w:szCs w:val="28"/>
          <w:lang w:val="uk-UA"/>
        </w:rPr>
        <w:t>Глєбова Тетяна Віталіївна</w:t>
      </w:r>
      <w:r w:rsidRPr="00BF1F2D">
        <w:rPr>
          <w:sz w:val="28"/>
          <w:szCs w:val="28"/>
          <w:lang w:val="uk-UA"/>
        </w:rPr>
        <w:t xml:space="preserve"> площею 0,0</w:t>
      </w:r>
      <w:r>
        <w:rPr>
          <w:sz w:val="28"/>
          <w:szCs w:val="28"/>
          <w:lang w:val="uk-UA"/>
        </w:rPr>
        <w:t>809</w:t>
      </w:r>
      <w:r w:rsidRPr="00BF1F2D"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(присадибна ділянка) (кадастровий номер земельної ділянки 4810400000:0</w:t>
      </w:r>
      <w:r>
        <w:rPr>
          <w:sz w:val="28"/>
          <w:szCs w:val="28"/>
          <w:lang w:val="uk-UA"/>
        </w:rPr>
        <w:t>8</w:t>
      </w:r>
      <w:r w:rsidRPr="00BF1F2D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72</w:t>
      </w:r>
      <w:r w:rsidRPr="00BF1F2D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08</w:t>
      </w:r>
      <w:r w:rsidRPr="00BF1F2D">
        <w:rPr>
          <w:sz w:val="28"/>
          <w:szCs w:val="28"/>
          <w:lang w:val="uk-UA"/>
        </w:rPr>
        <w:t>);</w:t>
      </w:r>
    </w:p>
    <w:p w:rsidR="007909CD" w:rsidRPr="00BF1F2D" w:rsidRDefault="007909CD" w:rsidP="00BE3DE0">
      <w:pPr>
        <w:pStyle w:val="BodyTextIndent"/>
        <w:spacing w:after="0"/>
        <w:ind w:left="0"/>
        <w:jc w:val="both"/>
        <w:rPr>
          <w:sz w:val="28"/>
          <w:szCs w:val="28"/>
          <w:lang w:val="uk-UA"/>
        </w:rPr>
      </w:pPr>
      <w:r w:rsidRPr="00BF1F2D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2</w:t>
      </w:r>
      <w:r w:rsidRPr="00BF1F2D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Власенко Іван Іванович</w:t>
      </w:r>
      <w:r w:rsidRPr="00BF1F2D">
        <w:rPr>
          <w:sz w:val="28"/>
          <w:szCs w:val="28"/>
          <w:lang w:val="uk-UA"/>
        </w:rPr>
        <w:t xml:space="preserve"> площею 0,0</w:t>
      </w:r>
      <w:r>
        <w:rPr>
          <w:sz w:val="28"/>
          <w:szCs w:val="28"/>
          <w:lang w:val="uk-UA"/>
        </w:rPr>
        <w:t>714</w:t>
      </w:r>
      <w:r w:rsidRPr="00BF1F2D"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(присадибна ділянка) (кадастровий номер земельної ділянки 4810400000:</w:t>
      </w:r>
      <w:r>
        <w:rPr>
          <w:sz w:val="28"/>
          <w:szCs w:val="28"/>
          <w:lang w:val="uk-UA"/>
        </w:rPr>
        <w:t>10</w:t>
      </w:r>
      <w:r w:rsidRPr="00BF1F2D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07</w:t>
      </w:r>
      <w:r w:rsidRPr="00BF1F2D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09</w:t>
      </w:r>
      <w:r w:rsidRPr="00BF1F2D">
        <w:rPr>
          <w:sz w:val="28"/>
          <w:szCs w:val="28"/>
          <w:lang w:val="uk-UA"/>
        </w:rPr>
        <w:t>);</w:t>
      </w:r>
    </w:p>
    <w:p w:rsidR="007909CD" w:rsidRPr="00BF1F2D" w:rsidRDefault="007909CD" w:rsidP="0029474B">
      <w:pPr>
        <w:pStyle w:val="BodyTextIndent"/>
        <w:spacing w:after="0"/>
        <w:ind w:left="0"/>
        <w:jc w:val="both"/>
        <w:rPr>
          <w:sz w:val="28"/>
          <w:szCs w:val="28"/>
          <w:lang w:val="uk-UA"/>
        </w:rPr>
      </w:pPr>
      <w:r w:rsidRPr="00BF1F2D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3</w:t>
      </w:r>
      <w:r w:rsidRPr="00BF1F2D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Тимченко Світлана Валентинівна </w:t>
      </w:r>
      <w:r w:rsidRPr="00BF1F2D">
        <w:rPr>
          <w:sz w:val="28"/>
          <w:szCs w:val="28"/>
          <w:lang w:val="uk-UA"/>
        </w:rPr>
        <w:t xml:space="preserve"> площею 0,0</w:t>
      </w:r>
      <w:r>
        <w:rPr>
          <w:sz w:val="28"/>
          <w:szCs w:val="28"/>
          <w:lang w:val="uk-UA"/>
        </w:rPr>
        <w:t>865</w:t>
      </w:r>
      <w:r w:rsidRPr="00BF1F2D"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(присадибна ділянка) (кадастровий номер земельної ділянки 4810400000:0</w:t>
      </w:r>
      <w:r>
        <w:rPr>
          <w:sz w:val="28"/>
          <w:szCs w:val="28"/>
          <w:lang w:val="uk-UA"/>
        </w:rPr>
        <w:t>2</w:t>
      </w:r>
      <w:r w:rsidRPr="00BF1F2D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34</w:t>
      </w:r>
      <w:r w:rsidRPr="00BF1F2D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33</w:t>
      </w:r>
      <w:r w:rsidRPr="00BF1F2D">
        <w:rPr>
          <w:sz w:val="28"/>
          <w:szCs w:val="28"/>
          <w:lang w:val="uk-UA"/>
        </w:rPr>
        <w:t>);</w:t>
      </w:r>
    </w:p>
    <w:p w:rsidR="007909CD" w:rsidRPr="00BF1F2D" w:rsidRDefault="007909CD" w:rsidP="008C6139">
      <w:pPr>
        <w:pStyle w:val="BodyTextIndent"/>
        <w:spacing w:after="0"/>
        <w:ind w:left="0"/>
        <w:jc w:val="both"/>
        <w:rPr>
          <w:sz w:val="28"/>
          <w:szCs w:val="28"/>
          <w:lang w:val="uk-UA"/>
        </w:rPr>
      </w:pPr>
      <w:r w:rsidRPr="00BF1F2D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4</w:t>
      </w:r>
      <w:r w:rsidRPr="00BF1F2D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Пустовіт Валентина Іванівна</w:t>
      </w:r>
      <w:r w:rsidRPr="00BF1F2D">
        <w:rPr>
          <w:sz w:val="28"/>
          <w:szCs w:val="28"/>
          <w:lang w:val="uk-UA"/>
        </w:rPr>
        <w:t xml:space="preserve"> площею 0,0</w:t>
      </w:r>
      <w:r>
        <w:rPr>
          <w:sz w:val="28"/>
          <w:szCs w:val="28"/>
          <w:lang w:val="uk-UA"/>
        </w:rPr>
        <w:t>849</w:t>
      </w:r>
      <w:r w:rsidRPr="00BF1F2D"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(присадибна ділянка) (кадастровий номер земельної ділянки 4810400000:0</w:t>
      </w:r>
      <w:r>
        <w:rPr>
          <w:sz w:val="28"/>
          <w:szCs w:val="28"/>
          <w:lang w:val="uk-UA"/>
        </w:rPr>
        <w:t>5</w:t>
      </w:r>
      <w:r w:rsidRPr="00BF1F2D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48</w:t>
      </w:r>
      <w:r w:rsidRPr="00BF1F2D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24</w:t>
      </w:r>
      <w:r w:rsidRPr="00BF1F2D">
        <w:rPr>
          <w:sz w:val="28"/>
          <w:szCs w:val="28"/>
          <w:lang w:val="uk-UA"/>
        </w:rPr>
        <w:t>);</w:t>
      </w:r>
    </w:p>
    <w:p w:rsidR="007909CD" w:rsidRDefault="007909CD" w:rsidP="00AD7FD8">
      <w:pPr>
        <w:pStyle w:val="BodyTextIndent"/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F07D8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5</w:t>
      </w:r>
      <w:r w:rsidRPr="001F07D8">
        <w:rPr>
          <w:b/>
          <w:sz w:val="28"/>
          <w:szCs w:val="28"/>
          <w:lang w:val="uk-UA"/>
        </w:rPr>
        <w:t>.</w:t>
      </w:r>
      <w:r w:rsidRPr="001F07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Ткачук Ольга Володимирівна</w:t>
      </w:r>
      <w:r w:rsidRPr="00F27E5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1/2</w:t>
      </w:r>
      <w:r w:rsidRPr="00F27E56">
        <w:rPr>
          <w:sz w:val="28"/>
          <w:szCs w:val="28"/>
          <w:lang w:val="uk-UA"/>
        </w:rPr>
        <w:t xml:space="preserve"> частки</w:t>
      </w:r>
      <w:r>
        <w:rPr>
          <w:sz w:val="28"/>
          <w:szCs w:val="28"/>
          <w:lang w:val="uk-UA"/>
        </w:rPr>
        <w:t xml:space="preserve"> та Кіфоренко Тетяна Володимирівна</w:t>
      </w:r>
      <w:r w:rsidRPr="00F27E5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1/2</w:t>
      </w:r>
      <w:r w:rsidRPr="00F27E56">
        <w:rPr>
          <w:sz w:val="28"/>
          <w:szCs w:val="28"/>
          <w:lang w:val="uk-UA"/>
        </w:rPr>
        <w:t xml:space="preserve"> частки від загальної площі 0,</w:t>
      </w:r>
      <w:r>
        <w:rPr>
          <w:sz w:val="28"/>
          <w:szCs w:val="28"/>
          <w:lang w:val="uk-UA"/>
        </w:rPr>
        <w:t>0869</w:t>
      </w:r>
      <w:r w:rsidRPr="00F27E56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</w:t>
      </w:r>
      <w:r w:rsidRPr="00BF1F2D">
        <w:rPr>
          <w:sz w:val="28"/>
          <w:szCs w:val="28"/>
          <w:lang w:val="uk-UA"/>
        </w:rPr>
        <w:t>(кадастровий номер земельної ділянки 4810400000:0</w:t>
      </w:r>
      <w:r>
        <w:rPr>
          <w:sz w:val="28"/>
          <w:szCs w:val="28"/>
          <w:lang w:val="uk-UA"/>
        </w:rPr>
        <w:t>8</w:t>
      </w:r>
      <w:r w:rsidRPr="00BF1F2D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46</w:t>
      </w:r>
      <w:r w:rsidRPr="00BF1F2D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09</w:t>
      </w:r>
      <w:r w:rsidRPr="00BF1F2D">
        <w:rPr>
          <w:sz w:val="28"/>
          <w:szCs w:val="28"/>
          <w:lang w:val="uk-UA"/>
        </w:rPr>
        <w:t>);</w:t>
      </w:r>
    </w:p>
    <w:p w:rsidR="007909CD" w:rsidRPr="00BF1F2D" w:rsidRDefault="007909CD" w:rsidP="001000E8">
      <w:pPr>
        <w:pStyle w:val="BodyTextIndent"/>
        <w:spacing w:after="0"/>
        <w:ind w:left="0"/>
        <w:jc w:val="both"/>
        <w:rPr>
          <w:sz w:val="28"/>
          <w:szCs w:val="28"/>
          <w:lang w:val="uk-UA"/>
        </w:rPr>
      </w:pPr>
      <w:r w:rsidRPr="00BF1F2D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6</w:t>
      </w:r>
      <w:r w:rsidRPr="00BF1F2D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Яворська Валентина Сергіївна</w:t>
      </w:r>
      <w:r w:rsidRPr="00BF1F2D">
        <w:rPr>
          <w:sz w:val="28"/>
          <w:szCs w:val="28"/>
          <w:lang w:val="uk-UA"/>
        </w:rPr>
        <w:t xml:space="preserve"> площею 0,0</w:t>
      </w:r>
      <w:r>
        <w:rPr>
          <w:sz w:val="28"/>
          <w:szCs w:val="28"/>
          <w:lang w:val="uk-UA"/>
        </w:rPr>
        <w:t>556</w:t>
      </w:r>
      <w:r w:rsidRPr="00BF1F2D"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</w:t>
      </w:r>
      <w:r>
        <w:rPr>
          <w:sz w:val="28"/>
          <w:szCs w:val="28"/>
          <w:lang w:val="uk-UA"/>
        </w:rPr>
        <w:t xml:space="preserve">оруд (присадибна ділянка) </w:t>
      </w:r>
      <w:r w:rsidRPr="00BF1F2D">
        <w:rPr>
          <w:sz w:val="28"/>
          <w:szCs w:val="28"/>
          <w:lang w:val="uk-UA"/>
        </w:rPr>
        <w:t>(кадастровий номер земельної ділянки 4810400000:0</w:t>
      </w:r>
      <w:r>
        <w:rPr>
          <w:sz w:val="28"/>
          <w:szCs w:val="28"/>
          <w:lang w:val="uk-UA"/>
        </w:rPr>
        <w:t>3</w:t>
      </w:r>
      <w:r w:rsidRPr="00BF1F2D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28</w:t>
      </w:r>
      <w:r w:rsidRPr="00BF1F2D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17</w:t>
      </w:r>
      <w:r w:rsidRPr="00BF1F2D">
        <w:rPr>
          <w:sz w:val="28"/>
          <w:szCs w:val="28"/>
          <w:lang w:val="uk-UA"/>
        </w:rPr>
        <w:t>);</w:t>
      </w:r>
    </w:p>
    <w:p w:rsidR="007909CD" w:rsidRDefault="007909CD" w:rsidP="00AE5491">
      <w:pPr>
        <w:pStyle w:val="BodyTextIndent"/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1F07D8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7</w:t>
      </w:r>
      <w:r w:rsidRPr="001F07D8">
        <w:rPr>
          <w:b/>
          <w:sz w:val="28"/>
          <w:szCs w:val="28"/>
          <w:lang w:val="uk-UA"/>
        </w:rPr>
        <w:t>.</w:t>
      </w:r>
      <w:r w:rsidRPr="001F07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Ревенко Вікторія Вікторівна</w:t>
      </w:r>
      <w:r w:rsidRPr="00F27E5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1/2</w:t>
      </w:r>
      <w:r w:rsidRPr="00F27E56">
        <w:rPr>
          <w:sz w:val="28"/>
          <w:szCs w:val="28"/>
          <w:lang w:val="uk-UA"/>
        </w:rPr>
        <w:t xml:space="preserve"> частки</w:t>
      </w:r>
      <w:r>
        <w:rPr>
          <w:sz w:val="28"/>
          <w:szCs w:val="28"/>
          <w:lang w:val="uk-UA"/>
        </w:rPr>
        <w:t xml:space="preserve"> та Ревенко Віктор Михайлович</w:t>
      </w:r>
      <w:r w:rsidRPr="00F27E5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1/2</w:t>
      </w:r>
      <w:r w:rsidRPr="00F27E56">
        <w:rPr>
          <w:sz w:val="28"/>
          <w:szCs w:val="28"/>
          <w:lang w:val="uk-UA"/>
        </w:rPr>
        <w:t xml:space="preserve"> частки від загальної площі 0,</w:t>
      </w:r>
      <w:r>
        <w:rPr>
          <w:sz w:val="28"/>
          <w:szCs w:val="28"/>
          <w:lang w:val="uk-UA"/>
        </w:rPr>
        <w:t>0805</w:t>
      </w:r>
      <w:r w:rsidRPr="00F27E56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</w:t>
      </w:r>
      <w:r w:rsidRPr="00BF1F2D">
        <w:rPr>
          <w:sz w:val="28"/>
          <w:szCs w:val="28"/>
          <w:lang w:val="uk-UA"/>
        </w:rPr>
        <w:t>(кадастровий номер земельної ділянки 4810400000:0</w:t>
      </w:r>
      <w:r>
        <w:rPr>
          <w:sz w:val="28"/>
          <w:szCs w:val="28"/>
          <w:lang w:val="uk-UA"/>
        </w:rPr>
        <w:t>2</w:t>
      </w:r>
      <w:r w:rsidRPr="00BF1F2D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18</w:t>
      </w:r>
      <w:r w:rsidRPr="00BF1F2D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27).</w:t>
      </w:r>
    </w:p>
    <w:p w:rsidR="007909CD" w:rsidRPr="00BF1F2D" w:rsidRDefault="007909CD" w:rsidP="00AD7FD8">
      <w:pPr>
        <w:pStyle w:val="BodyTextIndent"/>
        <w:spacing w:after="0"/>
        <w:ind w:left="0"/>
        <w:jc w:val="both"/>
        <w:rPr>
          <w:sz w:val="28"/>
          <w:szCs w:val="28"/>
          <w:lang w:val="uk-UA"/>
        </w:rPr>
      </w:pPr>
    </w:p>
    <w:p w:rsidR="007909CD" w:rsidRDefault="007909CD" w:rsidP="0066552C">
      <w:pPr>
        <w:jc w:val="both"/>
        <w:rPr>
          <w:sz w:val="28"/>
          <w:szCs w:val="28"/>
          <w:lang w:val="uk-UA"/>
        </w:rPr>
      </w:pPr>
      <w:r w:rsidRPr="006C3768">
        <w:rPr>
          <w:b/>
          <w:sz w:val="28"/>
          <w:szCs w:val="28"/>
          <w:lang w:val="uk-UA"/>
        </w:rPr>
        <w:t xml:space="preserve">3. </w:t>
      </w:r>
      <w:r w:rsidRPr="006C3768">
        <w:rPr>
          <w:sz w:val="28"/>
          <w:szCs w:val="28"/>
          <w:lang w:val="uk-UA"/>
        </w:rPr>
        <w:t>Затвердити проекти землеустрою щодо відведення земельних ділянок та передати громадянам України у власність земельні ділянки:</w:t>
      </w:r>
    </w:p>
    <w:p w:rsidR="007909CD" w:rsidRDefault="007909CD" w:rsidP="008015F7">
      <w:pPr>
        <w:pStyle w:val="BodyTextIndent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7909CD" w:rsidRPr="00BF1F2D" w:rsidRDefault="007909CD" w:rsidP="008015F7">
      <w:pPr>
        <w:pStyle w:val="BodyTextIndent"/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BF1F2D">
        <w:rPr>
          <w:b/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>Миронова Наталія Іллівна</w:t>
      </w:r>
      <w:r w:rsidRPr="00BF1F2D">
        <w:rPr>
          <w:sz w:val="28"/>
          <w:szCs w:val="28"/>
          <w:lang w:val="uk-UA"/>
        </w:rPr>
        <w:t xml:space="preserve"> площею 0,0</w:t>
      </w:r>
      <w:r>
        <w:rPr>
          <w:sz w:val="28"/>
          <w:szCs w:val="28"/>
          <w:lang w:val="uk-UA"/>
        </w:rPr>
        <w:t xml:space="preserve">350 </w:t>
      </w:r>
      <w:r w:rsidRPr="00BF1F2D"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(присадибна ділянка) (кадастровий номер земельної ділянки 4810400000:0</w:t>
      </w:r>
      <w:r>
        <w:rPr>
          <w:sz w:val="28"/>
          <w:szCs w:val="28"/>
          <w:lang w:val="uk-UA"/>
        </w:rPr>
        <w:t>1</w:t>
      </w:r>
      <w:r w:rsidRPr="00BF1F2D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56</w:t>
      </w:r>
      <w:r w:rsidRPr="00BF1F2D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30);</w:t>
      </w:r>
    </w:p>
    <w:p w:rsidR="007909CD" w:rsidRPr="00BF1F2D" w:rsidRDefault="007909CD" w:rsidP="00A26DE2">
      <w:pPr>
        <w:pStyle w:val="BodyTextIndent"/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BF1F2D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</w:t>
      </w:r>
      <w:r w:rsidRPr="00BF1F2D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Саблін Роман Валерійович</w:t>
      </w:r>
      <w:r w:rsidRPr="00BF1F2D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 xml:space="preserve">1 </w:t>
      </w:r>
      <w:r w:rsidRPr="00BF1F2D"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(присадибна ділянка) (кадастровий номер земельної ділянки 4810400000:0</w:t>
      </w:r>
      <w:r>
        <w:rPr>
          <w:sz w:val="28"/>
          <w:szCs w:val="28"/>
          <w:lang w:val="uk-UA"/>
        </w:rPr>
        <w:t>4</w:t>
      </w:r>
      <w:r w:rsidRPr="00BF1F2D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62</w:t>
      </w:r>
      <w:r w:rsidRPr="00BF1F2D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15).</w:t>
      </w:r>
    </w:p>
    <w:p w:rsidR="007909CD" w:rsidRDefault="007909CD" w:rsidP="00770D8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7909CD" w:rsidRPr="00D4023A" w:rsidRDefault="007909CD" w:rsidP="00770D8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B0220">
        <w:rPr>
          <w:b/>
          <w:sz w:val="28"/>
          <w:szCs w:val="28"/>
          <w:lang w:val="uk-UA"/>
        </w:rPr>
        <w:t xml:space="preserve">4.  </w:t>
      </w:r>
      <w:r w:rsidRPr="005B0220">
        <w:rPr>
          <w:sz w:val="28"/>
          <w:szCs w:val="28"/>
          <w:lang w:val="uk-UA"/>
        </w:rPr>
        <w:t>Рішення виконкому від 14.01.1998 року № 11 «Про передачу земельних ділянок у приватну власність», в частині передачі гр. Бойко В.В. у приватну власність земельної ділянки по вул. ХХ з’їзд КПРС №36, визнати таким, що втратило чинність.</w:t>
      </w:r>
    </w:p>
    <w:p w:rsidR="007909CD" w:rsidRDefault="007909CD" w:rsidP="00674CAD">
      <w:pPr>
        <w:pStyle w:val="BodyTextIndent"/>
        <w:spacing w:after="0"/>
        <w:ind w:left="0"/>
        <w:jc w:val="both"/>
        <w:rPr>
          <w:b/>
          <w:sz w:val="28"/>
          <w:szCs w:val="28"/>
          <w:lang w:val="uk-UA"/>
        </w:rPr>
      </w:pPr>
    </w:p>
    <w:p w:rsidR="007909CD" w:rsidRPr="006C3768" w:rsidRDefault="007909CD" w:rsidP="00253DE8">
      <w:pPr>
        <w:pStyle w:val="BodyTextIndent"/>
        <w:spacing w:after="0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6C3768">
        <w:rPr>
          <w:b/>
          <w:sz w:val="28"/>
          <w:szCs w:val="28"/>
          <w:lang w:val="uk-UA"/>
        </w:rPr>
        <w:t xml:space="preserve">. </w:t>
      </w:r>
      <w:r w:rsidRPr="006C3768">
        <w:rPr>
          <w:sz w:val="28"/>
          <w:szCs w:val="28"/>
          <w:lang w:val="uk-UA"/>
        </w:rPr>
        <w:t>Власникам земельних ділянок:</w:t>
      </w:r>
    </w:p>
    <w:p w:rsidR="007909CD" w:rsidRPr="006C3768" w:rsidRDefault="007909CD" w:rsidP="000F1536">
      <w:pPr>
        <w:pStyle w:val="BodyTextIndent2"/>
        <w:ind w:firstLine="0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6C3768">
        <w:rPr>
          <w:b/>
          <w:sz w:val="28"/>
          <w:szCs w:val="28"/>
        </w:rPr>
        <w:t>.1.</w:t>
      </w:r>
      <w:r w:rsidRPr="006C3768">
        <w:rPr>
          <w:sz w:val="28"/>
          <w:szCs w:val="28"/>
        </w:rPr>
        <w:t xml:space="preserve"> Виконувати обов’язки відповідно до статті 91  Земельного кодексу України.</w:t>
      </w:r>
    </w:p>
    <w:p w:rsidR="007909CD" w:rsidRDefault="007909CD" w:rsidP="000F1536">
      <w:pPr>
        <w:pStyle w:val="BodyTextIndent2"/>
        <w:ind w:firstLine="0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6C3768">
        <w:rPr>
          <w:b/>
          <w:sz w:val="28"/>
          <w:szCs w:val="28"/>
        </w:rPr>
        <w:t>.2.</w:t>
      </w:r>
      <w:r w:rsidRPr="006C3768">
        <w:rPr>
          <w:sz w:val="28"/>
          <w:szCs w:val="28"/>
        </w:rPr>
        <w:t xml:space="preserve">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7909CD" w:rsidRDefault="007909CD" w:rsidP="009B2306">
      <w:pPr>
        <w:pStyle w:val="BodyTextIndent2"/>
        <w:ind w:firstLine="0"/>
        <w:rPr>
          <w:b/>
          <w:sz w:val="28"/>
          <w:szCs w:val="28"/>
          <w:lang w:val="ru-RU"/>
        </w:rPr>
      </w:pPr>
    </w:p>
    <w:p w:rsidR="007909CD" w:rsidRDefault="007909CD" w:rsidP="009B2306">
      <w:pPr>
        <w:pStyle w:val="BodyTextIndent2"/>
        <w:ind w:firstLine="0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6</w:t>
      </w:r>
      <w:r w:rsidRPr="006C3768">
        <w:rPr>
          <w:b/>
          <w:sz w:val="28"/>
          <w:szCs w:val="28"/>
        </w:rPr>
        <w:t xml:space="preserve">. </w:t>
      </w:r>
      <w:r w:rsidRPr="006C3768">
        <w:rPr>
          <w:sz w:val="28"/>
          <w:szCs w:val="28"/>
        </w:rPr>
        <w:t>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7909CD" w:rsidRDefault="007909CD" w:rsidP="009B2306">
      <w:pPr>
        <w:pStyle w:val="BodyTextIndent2"/>
        <w:ind w:firstLine="0"/>
        <w:rPr>
          <w:sz w:val="28"/>
          <w:szCs w:val="28"/>
        </w:rPr>
      </w:pPr>
    </w:p>
    <w:p w:rsidR="007909CD" w:rsidRDefault="007909CD" w:rsidP="009B2306">
      <w:pPr>
        <w:pStyle w:val="BodyTextIndent2"/>
        <w:ind w:firstLine="0"/>
        <w:rPr>
          <w:sz w:val="28"/>
          <w:szCs w:val="28"/>
        </w:rPr>
      </w:pPr>
      <w:r>
        <w:rPr>
          <w:b/>
          <w:sz w:val="28"/>
          <w:szCs w:val="28"/>
        </w:rPr>
        <w:t>7.</w:t>
      </w:r>
      <w:r>
        <w:rPr>
          <w:sz w:val="28"/>
          <w:szCs w:val="28"/>
        </w:rPr>
        <w:t xml:space="preserve"> Відповідальність за виконання даного рішення покласти на заступника міського голови по комунальній власності, земельних відносинах та архітектурних питаннях.</w:t>
      </w:r>
    </w:p>
    <w:p w:rsidR="007909CD" w:rsidRDefault="007909CD" w:rsidP="009B2306">
      <w:pPr>
        <w:pStyle w:val="BodyTextIndent2"/>
        <w:ind w:firstLine="0"/>
        <w:rPr>
          <w:sz w:val="28"/>
          <w:szCs w:val="28"/>
        </w:rPr>
      </w:pPr>
    </w:p>
    <w:p w:rsidR="007909CD" w:rsidRPr="006C3768" w:rsidRDefault="007909CD" w:rsidP="009B2306">
      <w:pPr>
        <w:pStyle w:val="BodyTextIndent2"/>
        <w:ind w:firstLine="0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8</w:t>
      </w:r>
      <w:r w:rsidRPr="006C3768">
        <w:rPr>
          <w:b/>
          <w:sz w:val="28"/>
          <w:szCs w:val="28"/>
          <w:lang w:val="ru-RU"/>
        </w:rPr>
        <w:t>.</w:t>
      </w:r>
      <w:r w:rsidRPr="006C3768">
        <w:rPr>
          <w:b/>
          <w:sz w:val="28"/>
          <w:szCs w:val="28"/>
        </w:rPr>
        <w:t xml:space="preserve"> </w:t>
      </w:r>
      <w:r w:rsidRPr="006C3768">
        <w:rPr>
          <w:sz w:val="28"/>
          <w:szCs w:val="28"/>
        </w:rPr>
        <w:t xml:space="preserve">Контроль за виконанням даного рішення покласти на постійну комісію міської ради  з питань  містобудування, архітектури та земельних відносин.  </w:t>
      </w:r>
    </w:p>
    <w:p w:rsidR="007909CD" w:rsidRDefault="007909CD" w:rsidP="002D55F0">
      <w:pPr>
        <w:pStyle w:val="BodyTextIndent2"/>
        <w:ind w:firstLine="0"/>
        <w:rPr>
          <w:sz w:val="28"/>
          <w:szCs w:val="28"/>
        </w:rPr>
      </w:pPr>
      <w:r w:rsidRPr="006C3768">
        <w:rPr>
          <w:sz w:val="28"/>
          <w:szCs w:val="28"/>
        </w:rPr>
        <w:t xml:space="preserve"> </w:t>
      </w:r>
    </w:p>
    <w:p w:rsidR="007909CD" w:rsidRDefault="007909CD" w:rsidP="002D55F0">
      <w:pPr>
        <w:pStyle w:val="BodyTextIndent2"/>
        <w:ind w:firstLine="0"/>
        <w:rPr>
          <w:sz w:val="28"/>
          <w:szCs w:val="28"/>
        </w:rPr>
      </w:pPr>
    </w:p>
    <w:p w:rsidR="007909CD" w:rsidRPr="006C3768" w:rsidRDefault="007909CD" w:rsidP="009877A0">
      <w:pPr>
        <w:pStyle w:val="BodyTextIndent2"/>
        <w:ind w:firstLine="0"/>
        <w:rPr>
          <w:sz w:val="28"/>
          <w:szCs w:val="28"/>
        </w:rPr>
      </w:pPr>
      <w:r w:rsidRPr="006C3768">
        <w:rPr>
          <w:sz w:val="28"/>
          <w:szCs w:val="28"/>
        </w:rPr>
        <w:t>Міський голова                                                                                    Л.Г. Дромашко</w:t>
      </w:r>
    </w:p>
    <w:p w:rsidR="007909CD" w:rsidRDefault="007909CD" w:rsidP="009877A0">
      <w:pPr>
        <w:pStyle w:val="BodyTextIndent2"/>
        <w:ind w:firstLine="0"/>
        <w:rPr>
          <w:sz w:val="18"/>
          <w:szCs w:val="18"/>
          <w:lang w:val="ru-RU"/>
        </w:rPr>
      </w:pPr>
    </w:p>
    <w:p w:rsidR="007909CD" w:rsidRDefault="007909CD" w:rsidP="009877A0">
      <w:pPr>
        <w:pStyle w:val="BodyTextIndent2"/>
        <w:ind w:firstLine="0"/>
        <w:rPr>
          <w:sz w:val="18"/>
          <w:szCs w:val="18"/>
          <w:lang w:val="ru-RU"/>
        </w:rPr>
      </w:pPr>
    </w:p>
    <w:p w:rsidR="007909CD" w:rsidRDefault="007909CD" w:rsidP="009877A0">
      <w:pPr>
        <w:pStyle w:val="BodyTextIndent2"/>
        <w:ind w:firstLine="0"/>
        <w:rPr>
          <w:sz w:val="18"/>
          <w:szCs w:val="18"/>
          <w:lang w:val="ru-RU"/>
        </w:rPr>
      </w:pPr>
    </w:p>
    <w:sectPr w:rsidR="007909CD" w:rsidSect="00F20BA4">
      <w:footerReference w:type="default" r:id="rId8"/>
      <w:pgSz w:w="12240" w:h="15840" w:code="1"/>
      <w:pgMar w:top="851" w:right="850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09CD" w:rsidRDefault="007909CD">
      <w:r>
        <w:separator/>
      </w:r>
    </w:p>
  </w:endnote>
  <w:endnote w:type="continuationSeparator" w:id="1">
    <w:p w:rsidR="007909CD" w:rsidRDefault="007909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9CD" w:rsidRDefault="007909CD" w:rsidP="00B4392D">
    <w:pPr>
      <w:pStyle w:val="Footer"/>
      <w:rPr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>
      <w:rPr>
        <w:sz w:val="18"/>
        <w:szCs w:val="18"/>
      </w:rPr>
      <w:t>Рішення Первомайської міської ради</w:t>
    </w:r>
  </w:p>
  <w:p w:rsidR="007909CD" w:rsidRDefault="007909CD" w:rsidP="00125D81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552</w:t>
    </w:r>
    <w:r>
      <w:rPr>
        <w:sz w:val="18"/>
        <w:szCs w:val="18"/>
        <w:lang w:val="uk-UA"/>
      </w:rPr>
      <w:t>13</w:t>
    </w:r>
    <w:r>
      <w:rPr>
        <w:sz w:val="18"/>
        <w:szCs w:val="18"/>
      </w:rPr>
      <w:t>, Миколаївська область, м.</w:t>
    </w:r>
    <w:r>
      <w:rPr>
        <w:sz w:val="18"/>
        <w:szCs w:val="18"/>
        <w:lang w:val="uk-UA"/>
      </w:rPr>
      <w:t xml:space="preserve"> </w:t>
    </w:r>
    <w:r>
      <w:rPr>
        <w:sz w:val="18"/>
        <w:szCs w:val="18"/>
      </w:rPr>
      <w:t>Первомайськ, вул.</w:t>
    </w:r>
    <w:r>
      <w:rPr>
        <w:sz w:val="18"/>
        <w:szCs w:val="18"/>
        <w:lang w:val="uk-UA"/>
      </w:rPr>
      <w:t xml:space="preserve"> Михайла </w:t>
    </w:r>
    <w:r>
      <w:rPr>
        <w:sz w:val="18"/>
        <w:szCs w:val="18"/>
      </w:rPr>
      <w:t>Грушевського,3</w:t>
    </w:r>
  </w:p>
  <w:p w:rsidR="007909CD" w:rsidRDefault="007909CD" w:rsidP="00125D81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тел.05161 4 20 22, факс 05161 4 46 06</w:t>
    </w:r>
  </w:p>
  <w:p w:rsidR="007909CD" w:rsidRPr="00D10E83" w:rsidRDefault="007909CD" w:rsidP="00125D81">
    <w:pPr>
      <w:pStyle w:val="Footer"/>
      <w:jc w:val="center"/>
      <w:rPr>
        <w:sz w:val="18"/>
        <w:szCs w:val="18"/>
      </w:rPr>
    </w:pPr>
    <w:r>
      <w:rPr>
        <w:sz w:val="18"/>
        <w:szCs w:val="18"/>
        <w:lang w:val="en-US"/>
      </w:rPr>
      <w:t>e</w:t>
    </w:r>
    <w:r w:rsidRPr="00D10E83">
      <w:rPr>
        <w:sz w:val="18"/>
        <w:szCs w:val="18"/>
      </w:rPr>
      <w:t>-</w:t>
    </w:r>
    <w:r>
      <w:rPr>
        <w:sz w:val="18"/>
        <w:szCs w:val="18"/>
        <w:lang w:val="en-US"/>
      </w:rPr>
      <w:t>mail</w:t>
    </w:r>
    <w:r w:rsidRPr="00D10E83">
      <w:rPr>
        <w:sz w:val="18"/>
        <w:szCs w:val="18"/>
      </w:rPr>
      <w:t xml:space="preserve">: </w:t>
    </w:r>
    <w:hyperlink r:id="rId1" w:history="1">
      <w:r w:rsidRPr="00C40633">
        <w:rPr>
          <w:rStyle w:val="Hyperlink"/>
          <w:sz w:val="18"/>
          <w:szCs w:val="18"/>
          <w:lang w:val="en-US"/>
        </w:rPr>
        <w:t>vykonkomperv</w:t>
      </w:r>
      <w:r w:rsidRPr="00D10E83">
        <w:rPr>
          <w:rStyle w:val="Hyperlink"/>
          <w:sz w:val="18"/>
          <w:szCs w:val="18"/>
        </w:rPr>
        <w:t>@</w:t>
      </w:r>
      <w:r w:rsidRPr="00C40633">
        <w:rPr>
          <w:rStyle w:val="Hyperlink"/>
          <w:sz w:val="18"/>
          <w:szCs w:val="18"/>
          <w:lang w:val="en-US"/>
        </w:rPr>
        <w:t>mk</w:t>
      </w:r>
      <w:r w:rsidRPr="00D10E83">
        <w:rPr>
          <w:rStyle w:val="Hyperlink"/>
          <w:sz w:val="18"/>
          <w:szCs w:val="18"/>
        </w:rPr>
        <w:t>.</w:t>
      </w:r>
      <w:r w:rsidRPr="00C40633">
        <w:rPr>
          <w:rStyle w:val="Hyperlink"/>
          <w:sz w:val="18"/>
          <w:szCs w:val="18"/>
          <w:lang w:val="en-US"/>
        </w:rPr>
        <w:t>gov</w:t>
      </w:r>
      <w:r w:rsidRPr="00D10E83">
        <w:rPr>
          <w:rStyle w:val="Hyperlink"/>
          <w:sz w:val="18"/>
          <w:szCs w:val="18"/>
        </w:rPr>
        <w:t>.</w:t>
      </w:r>
      <w:r w:rsidRPr="00C40633">
        <w:rPr>
          <w:rStyle w:val="Hyperlink"/>
          <w:sz w:val="18"/>
          <w:szCs w:val="18"/>
          <w:lang w:val="en-US"/>
        </w:rPr>
        <w:t>ua</w:t>
      </w:r>
    </w:hyperlink>
  </w:p>
  <w:p w:rsidR="007909CD" w:rsidRDefault="007909CD" w:rsidP="00125D81">
    <w:pPr>
      <w:jc w:val="center"/>
      <w:rPr>
        <w:sz w:val="18"/>
        <w:szCs w:val="18"/>
      </w:rPr>
    </w:pPr>
    <w:r>
      <w:rPr>
        <w:sz w:val="18"/>
        <w:szCs w:val="18"/>
      </w:rPr>
      <w:t xml:space="preserve">«Про </w:t>
    </w:r>
    <w:r>
      <w:rPr>
        <w:sz w:val="18"/>
        <w:szCs w:val="18"/>
        <w:lang w:val="uk-UA"/>
      </w:rPr>
      <w:t xml:space="preserve">приватизацію </w:t>
    </w:r>
    <w:r>
      <w:rPr>
        <w:sz w:val="18"/>
        <w:szCs w:val="18"/>
      </w:rPr>
      <w:t>земельн</w:t>
    </w:r>
    <w:r>
      <w:rPr>
        <w:sz w:val="18"/>
        <w:szCs w:val="18"/>
        <w:lang w:val="uk-UA"/>
      </w:rPr>
      <w:t xml:space="preserve">их </w:t>
    </w:r>
    <w:r>
      <w:rPr>
        <w:sz w:val="18"/>
        <w:szCs w:val="18"/>
      </w:rPr>
      <w:t>ділян</w:t>
    </w:r>
    <w:r>
      <w:rPr>
        <w:sz w:val="18"/>
        <w:szCs w:val="18"/>
        <w:lang w:val="uk-UA"/>
      </w:rPr>
      <w:t>ок для будівництва і обслуговування житлового будинку, господарських будівель і споруд</w:t>
    </w:r>
    <w:r>
      <w:rPr>
        <w:sz w:val="18"/>
        <w:szCs w:val="18"/>
      </w:rPr>
      <w:t>»</w:t>
    </w:r>
  </w:p>
  <w:p w:rsidR="007909CD" w:rsidRDefault="007909CD" w:rsidP="005324C1">
    <w:pPr>
      <w:jc w:val="center"/>
      <w:rPr>
        <w:rStyle w:val="PageNumber"/>
        <w:sz w:val="20"/>
        <w:szCs w:val="20"/>
        <w:lang w:val="uk-UA"/>
      </w:rPr>
    </w:pPr>
    <w:r>
      <w:rPr>
        <w:sz w:val="18"/>
        <w:szCs w:val="18"/>
      </w:rPr>
      <w:t>Сторінк</w:t>
    </w:r>
    <w:r>
      <w:rPr>
        <w:sz w:val="18"/>
        <w:szCs w:val="18"/>
        <w:lang w:val="uk-UA"/>
      </w:rPr>
      <w:t xml:space="preserve">а </w:t>
    </w:r>
    <w:r w:rsidRPr="00694A2C">
      <w:rPr>
        <w:rStyle w:val="PageNumber"/>
        <w:sz w:val="18"/>
        <w:szCs w:val="18"/>
      </w:rPr>
      <w:fldChar w:fldCharType="begin"/>
    </w:r>
    <w:r w:rsidRPr="00694A2C">
      <w:rPr>
        <w:rStyle w:val="PageNumber"/>
        <w:sz w:val="18"/>
        <w:szCs w:val="18"/>
      </w:rPr>
      <w:instrText xml:space="preserve"> PAGE </w:instrText>
    </w:r>
    <w:r w:rsidRPr="00694A2C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Pr="00694A2C">
      <w:rPr>
        <w:rStyle w:val="PageNumber"/>
        <w:sz w:val="18"/>
        <w:szCs w:val="18"/>
      </w:rPr>
      <w:fldChar w:fldCharType="end"/>
    </w:r>
    <w:r w:rsidRPr="00125D81">
      <w:rPr>
        <w:rStyle w:val="PageNumber"/>
        <w:sz w:val="20"/>
        <w:szCs w:val="20"/>
        <w:lang w:val="uk-UA"/>
      </w:rPr>
      <w:t xml:space="preserve"> з</w:t>
    </w:r>
    <w:r>
      <w:rPr>
        <w:rStyle w:val="PageNumber"/>
        <w:sz w:val="20"/>
        <w:szCs w:val="20"/>
        <w:lang w:val="uk-UA"/>
      </w:rPr>
      <w:t xml:space="preserve"> 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09CD" w:rsidRDefault="007909CD">
      <w:r>
        <w:separator/>
      </w:r>
    </w:p>
  </w:footnote>
  <w:footnote w:type="continuationSeparator" w:id="1">
    <w:p w:rsidR="007909CD" w:rsidRDefault="007909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6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8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6"/>
  </w:num>
  <w:num w:numId="13">
    <w:abstractNumId w:val="12"/>
  </w:num>
  <w:num w:numId="14">
    <w:abstractNumId w:val="18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19"/>
  </w:num>
  <w:num w:numId="20">
    <w:abstractNumId w:val="9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4A0"/>
    <w:rsid w:val="000018CE"/>
    <w:rsid w:val="000019C1"/>
    <w:rsid w:val="00001A08"/>
    <w:rsid w:val="00002064"/>
    <w:rsid w:val="00002267"/>
    <w:rsid w:val="00002782"/>
    <w:rsid w:val="00003EAD"/>
    <w:rsid w:val="000042F2"/>
    <w:rsid w:val="00004BA4"/>
    <w:rsid w:val="000052F5"/>
    <w:rsid w:val="00005467"/>
    <w:rsid w:val="000065D8"/>
    <w:rsid w:val="000067A9"/>
    <w:rsid w:val="0000685F"/>
    <w:rsid w:val="000101D7"/>
    <w:rsid w:val="00010398"/>
    <w:rsid w:val="000109E4"/>
    <w:rsid w:val="00010B61"/>
    <w:rsid w:val="00010FBB"/>
    <w:rsid w:val="00011089"/>
    <w:rsid w:val="0001172A"/>
    <w:rsid w:val="000118B7"/>
    <w:rsid w:val="00011C5C"/>
    <w:rsid w:val="00011FC0"/>
    <w:rsid w:val="0001252B"/>
    <w:rsid w:val="000125F1"/>
    <w:rsid w:val="000126A2"/>
    <w:rsid w:val="00012914"/>
    <w:rsid w:val="00012C4A"/>
    <w:rsid w:val="00012F8A"/>
    <w:rsid w:val="00013564"/>
    <w:rsid w:val="000142C5"/>
    <w:rsid w:val="00014416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619"/>
    <w:rsid w:val="00017CAA"/>
    <w:rsid w:val="000202F9"/>
    <w:rsid w:val="00020789"/>
    <w:rsid w:val="0002087D"/>
    <w:rsid w:val="00020989"/>
    <w:rsid w:val="0002158A"/>
    <w:rsid w:val="000217AE"/>
    <w:rsid w:val="000218D3"/>
    <w:rsid w:val="000223DE"/>
    <w:rsid w:val="00022A3F"/>
    <w:rsid w:val="000231C6"/>
    <w:rsid w:val="00023938"/>
    <w:rsid w:val="00023C5B"/>
    <w:rsid w:val="00024170"/>
    <w:rsid w:val="00024262"/>
    <w:rsid w:val="00024474"/>
    <w:rsid w:val="00024483"/>
    <w:rsid w:val="000249C7"/>
    <w:rsid w:val="00025104"/>
    <w:rsid w:val="0002522A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89C"/>
    <w:rsid w:val="000358DB"/>
    <w:rsid w:val="000361CB"/>
    <w:rsid w:val="00036C6B"/>
    <w:rsid w:val="00036CFA"/>
    <w:rsid w:val="00037851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A5B"/>
    <w:rsid w:val="00044F2C"/>
    <w:rsid w:val="00044FF2"/>
    <w:rsid w:val="0004536C"/>
    <w:rsid w:val="0004567C"/>
    <w:rsid w:val="00045C8A"/>
    <w:rsid w:val="00045EBB"/>
    <w:rsid w:val="0004644A"/>
    <w:rsid w:val="00046583"/>
    <w:rsid w:val="00047130"/>
    <w:rsid w:val="00047250"/>
    <w:rsid w:val="0004745C"/>
    <w:rsid w:val="00047681"/>
    <w:rsid w:val="00047B51"/>
    <w:rsid w:val="0005044C"/>
    <w:rsid w:val="0005060A"/>
    <w:rsid w:val="00050B9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40EF"/>
    <w:rsid w:val="000546E8"/>
    <w:rsid w:val="000547A2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30B3"/>
    <w:rsid w:val="00063595"/>
    <w:rsid w:val="00063BFE"/>
    <w:rsid w:val="00064D73"/>
    <w:rsid w:val="00065729"/>
    <w:rsid w:val="00065B5A"/>
    <w:rsid w:val="00065D63"/>
    <w:rsid w:val="00065D65"/>
    <w:rsid w:val="00066557"/>
    <w:rsid w:val="00066723"/>
    <w:rsid w:val="00067071"/>
    <w:rsid w:val="00067321"/>
    <w:rsid w:val="00070106"/>
    <w:rsid w:val="00070C40"/>
    <w:rsid w:val="00070D24"/>
    <w:rsid w:val="00071276"/>
    <w:rsid w:val="0007160C"/>
    <w:rsid w:val="00071811"/>
    <w:rsid w:val="0007195C"/>
    <w:rsid w:val="00071B49"/>
    <w:rsid w:val="000724C8"/>
    <w:rsid w:val="00072783"/>
    <w:rsid w:val="000727DE"/>
    <w:rsid w:val="00073A2D"/>
    <w:rsid w:val="00073D72"/>
    <w:rsid w:val="00073E6A"/>
    <w:rsid w:val="0007409E"/>
    <w:rsid w:val="000743AB"/>
    <w:rsid w:val="0007474B"/>
    <w:rsid w:val="00074828"/>
    <w:rsid w:val="00074B5D"/>
    <w:rsid w:val="00074CFA"/>
    <w:rsid w:val="00075171"/>
    <w:rsid w:val="000751A2"/>
    <w:rsid w:val="000751EA"/>
    <w:rsid w:val="00075889"/>
    <w:rsid w:val="00076671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A54"/>
    <w:rsid w:val="00082AD0"/>
    <w:rsid w:val="00082B4E"/>
    <w:rsid w:val="00083319"/>
    <w:rsid w:val="0008346E"/>
    <w:rsid w:val="00083CF2"/>
    <w:rsid w:val="0008421E"/>
    <w:rsid w:val="000844F9"/>
    <w:rsid w:val="0008466D"/>
    <w:rsid w:val="00084A5E"/>
    <w:rsid w:val="00084A92"/>
    <w:rsid w:val="00084E3B"/>
    <w:rsid w:val="00085023"/>
    <w:rsid w:val="000858F6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D27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C63"/>
    <w:rsid w:val="000A3D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57C"/>
    <w:rsid w:val="000B0A8E"/>
    <w:rsid w:val="000B0C1D"/>
    <w:rsid w:val="000B0C22"/>
    <w:rsid w:val="000B0C36"/>
    <w:rsid w:val="000B0DFF"/>
    <w:rsid w:val="000B1870"/>
    <w:rsid w:val="000B1E1B"/>
    <w:rsid w:val="000B1F3F"/>
    <w:rsid w:val="000B2031"/>
    <w:rsid w:val="000B210B"/>
    <w:rsid w:val="000B2DD4"/>
    <w:rsid w:val="000B3777"/>
    <w:rsid w:val="000B392B"/>
    <w:rsid w:val="000B3A09"/>
    <w:rsid w:val="000B3DED"/>
    <w:rsid w:val="000B4235"/>
    <w:rsid w:val="000B469B"/>
    <w:rsid w:val="000B58F8"/>
    <w:rsid w:val="000B5945"/>
    <w:rsid w:val="000B5A45"/>
    <w:rsid w:val="000B5B78"/>
    <w:rsid w:val="000B6B42"/>
    <w:rsid w:val="000B6CE9"/>
    <w:rsid w:val="000B70FB"/>
    <w:rsid w:val="000B7270"/>
    <w:rsid w:val="000B7718"/>
    <w:rsid w:val="000B79D8"/>
    <w:rsid w:val="000C065A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588"/>
    <w:rsid w:val="000C5C23"/>
    <w:rsid w:val="000C5E30"/>
    <w:rsid w:val="000C5EB8"/>
    <w:rsid w:val="000C5F21"/>
    <w:rsid w:val="000C64F2"/>
    <w:rsid w:val="000C7274"/>
    <w:rsid w:val="000C72CA"/>
    <w:rsid w:val="000C7416"/>
    <w:rsid w:val="000D0094"/>
    <w:rsid w:val="000D0269"/>
    <w:rsid w:val="000D10B6"/>
    <w:rsid w:val="000D1392"/>
    <w:rsid w:val="000D1E92"/>
    <w:rsid w:val="000D244E"/>
    <w:rsid w:val="000D275D"/>
    <w:rsid w:val="000D2911"/>
    <w:rsid w:val="000D2D6E"/>
    <w:rsid w:val="000D2EA1"/>
    <w:rsid w:val="000D3897"/>
    <w:rsid w:val="000D38F3"/>
    <w:rsid w:val="000D50F7"/>
    <w:rsid w:val="000D5901"/>
    <w:rsid w:val="000D6A94"/>
    <w:rsid w:val="000D6BB7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084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59E"/>
    <w:rsid w:val="000E6664"/>
    <w:rsid w:val="000E7541"/>
    <w:rsid w:val="000E7D9E"/>
    <w:rsid w:val="000E7E88"/>
    <w:rsid w:val="000F0632"/>
    <w:rsid w:val="000F0736"/>
    <w:rsid w:val="000F0F48"/>
    <w:rsid w:val="000F0FDC"/>
    <w:rsid w:val="000F1536"/>
    <w:rsid w:val="000F165A"/>
    <w:rsid w:val="000F1661"/>
    <w:rsid w:val="000F17A1"/>
    <w:rsid w:val="000F1827"/>
    <w:rsid w:val="000F1894"/>
    <w:rsid w:val="000F199B"/>
    <w:rsid w:val="000F1CAF"/>
    <w:rsid w:val="000F20FE"/>
    <w:rsid w:val="000F2118"/>
    <w:rsid w:val="000F2218"/>
    <w:rsid w:val="000F241F"/>
    <w:rsid w:val="000F2B39"/>
    <w:rsid w:val="000F2C33"/>
    <w:rsid w:val="000F3001"/>
    <w:rsid w:val="000F390C"/>
    <w:rsid w:val="000F3981"/>
    <w:rsid w:val="000F3CFA"/>
    <w:rsid w:val="000F3F0B"/>
    <w:rsid w:val="000F4349"/>
    <w:rsid w:val="000F4B01"/>
    <w:rsid w:val="000F5A5E"/>
    <w:rsid w:val="000F5C24"/>
    <w:rsid w:val="000F5F2B"/>
    <w:rsid w:val="000F61E6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C2F"/>
    <w:rsid w:val="00101E40"/>
    <w:rsid w:val="001020C9"/>
    <w:rsid w:val="00102402"/>
    <w:rsid w:val="00102779"/>
    <w:rsid w:val="001031F1"/>
    <w:rsid w:val="0010321B"/>
    <w:rsid w:val="00103C51"/>
    <w:rsid w:val="00103F59"/>
    <w:rsid w:val="001043F9"/>
    <w:rsid w:val="00104513"/>
    <w:rsid w:val="001058EE"/>
    <w:rsid w:val="00105F8A"/>
    <w:rsid w:val="00106737"/>
    <w:rsid w:val="001067B0"/>
    <w:rsid w:val="001067B7"/>
    <w:rsid w:val="001078D4"/>
    <w:rsid w:val="00107BD1"/>
    <w:rsid w:val="00110055"/>
    <w:rsid w:val="001109C0"/>
    <w:rsid w:val="00110E85"/>
    <w:rsid w:val="00110EC5"/>
    <w:rsid w:val="00111066"/>
    <w:rsid w:val="001112FF"/>
    <w:rsid w:val="001113F7"/>
    <w:rsid w:val="0011176C"/>
    <w:rsid w:val="001124D9"/>
    <w:rsid w:val="00112627"/>
    <w:rsid w:val="0011266F"/>
    <w:rsid w:val="00112CED"/>
    <w:rsid w:val="0011330A"/>
    <w:rsid w:val="001134A5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909"/>
    <w:rsid w:val="00117D64"/>
    <w:rsid w:val="00120572"/>
    <w:rsid w:val="00120C02"/>
    <w:rsid w:val="0012157A"/>
    <w:rsid w:val="00121BDA"/>
    <w:rsid w:val="00121D60"/>
    <w:rsid w:val="00122620"/>
    <w:rsid w:val="00122BAF"/>
    <w:rsid w:val="0012321D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C8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FA9"/>
    <w:rsid w:val="00141481"/>
    <w:rsid w:val="00141C7B"/>
    <w:rsid w:val="00141FDF"/>
    <w:rsid w:val="00142234"/>
    <w:rsid w:val="001422CF"/>
    <w:rsid w:val="00142348"/>
    <w:rsid w:val="0014288D"/>
    <w:rsid w:val="00142A3A"/>
    <w:rsid w:val="00142E55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6E4"/>
    <w:rsid w:val="001507B0"/>
    <w:rsid w:val="001508A9"/>
    <w:rsid w:val="00150FFE"/>
    <w:rsid w:val="0015146B"/>
    <w:rsid w:val="00151AD5"/>
    <w:rsid w:val="00151EBB"/>
    <w:rsid w:val="0015293D"/>
    <w:rsid w:val="001533EA"/>
    <w:rsid w:val="0015375A"/>
    <w:rsid w:val="00154385"/>
    <w:rsid w:val="001543CE"/>
    <w:rsid w:val="00154DDA"/>
    <w:rsid w:val="001550F9"/>
    <w:rsid w:val="0015521D"/>
    <w:rsid w:val="00155D13"/>
    <w:rsid w:val="00155D68"/>
    <w:rsid w:val="00156212"/>
    <w:rsid w:val="0015643A"/>
    <w:rsid w:val="00156D7C"/>
    <w:rsid w:val="00156FD5"/>
    <w:rsid w:val="00157D08"/>
    <w:rsid w:val="00157D87"/>
    <w:rsid w:val="00157E8E"/>
    <w:rsid w:val="00160B5C"/>
    <w:rsid w:val="00160F16"/>
    <w:rsid w:val="001614C3"/>
    <w:rsid w:val="00161EB3"/>
    <w:rsid w:val="00162383"/>
    <w:rsid w:val="00162A1B"/>
    <w:rsid w:val="00163F11"/>
    <w:rsid w:val="00165AF1"/>
    <w:rsid w:val="00165FB2"/>
    <w:rsid w:val="0016637E"/>
    <w:rsid w:val="0016670E"/>
    <w:rsid w:val="00166B9F"/>
    <w:rsid w:val="00167666"/>
    <w:rsid w:val="00167871"/>
    <w:rsid w:val="001700D8"/>
    <w:rsid w:val="00170230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38AA"/>
    <w:rsid w:val="001743EC"/>
    <w:rsid w:val="00174478"/>
    <w:rsid w:val="0017474E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7F7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7AD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113A"/>
    <w:rsid w:val="001A1477"/>
    <w:rsid w:val="001A1D44"/>
    <w:rsid w:val="001A1FD6"/>
    <w:rsid w:val="001A23DF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7A6"/>
    <w:rsid w:val="001A78FC"/>
    <w:rsid w:val="001A79D4"/>
    <w:rsid w:val="001B04F6"/>
    <w:rsid w:val="001B1529"/>
    <w:rsid w:val="001B1D29"/>
    <w:rsid w:val="001B2067"/>
    <w:rsid w:val="001B217D"/>
    <w:rsid w:val="001B2223"/>
    <w:rsid w:val="001B2463"/>
    <w:rsid w:val="001B24FD"/>
    <w:rsid w:val="001B25A7"/>
    <w:rsid w:val="001B29F3"/>
    <w:rsid w:val="001B34E1"/>
    <w:rsid w:val="001B379F"/>
    <w:rsid w:val="001B3CCF"/>
    <w:rsid w:val="001B4145"/>
    <w:rsid w:val="001B4647"/>
    <w:rsid w:val="001B471F"/>
    <w:rsid w:val="001B5016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DD"/>
    <w:rsid w:val="001C21D6"/>
    <w:rsid w:val="001C2227"/>
    <w:rsid w:val="001C2842"/>
    <w:rsid w:val="001C28B3"/>
    <w:rsid w:val="001C29EE"/>
    <w:rsid w:val="001C2AB3"/>
    <w:rsid w:val="001C2C0D"/>
    <w:rsid w:val="001C33CF"/>
    <w:rsid w:val="001C3B42"/>
    <w:rsid w:val="001C4215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1CCD"/>
    <w:rsid w:val="001D1D19"/>
    <w:rsid w:val="001D226A"/>
    <w:rsid w:val="001D2732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FED"/>
    <w:rsid w:val="001D7309"/>
    <w:rsid w:val="001D7CE6"/>
    <w:rsid w:val="001E014B"/>
    <w:rsid w:val="001E0275"/>
    <w:rsid w:val="001E03A0"/>
    <w:rsid w:val="001E0509"/>
    <w:rsid w:val="001E10F4"/>
    <w:rsid w:val="001E133D"/>
    <w:rsid w:val="001E20F1"/>
    <w:rsid w:val="001E264A"/>
    <w:rsid w:val="001E2DAA"/>
    <w:rsid w:val="001E3375"/>
    <w:rsid w:val="001E3525"/>
    <w:rsid w:val="001E3935"/>
    <w:rsid w:val="001E449F"/>
    <w:rsid w:val="001E46E1"/>
    <w:rsid w:val="001E49D5"/>
    <w:rsid w:val="001E4EDF"/>
    <w:rsid w:val="001E53A4"/>
    <w:rsid w:val="001E5766"/>
    <w:rsid w:val="001E5A17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7D8"/>
    <w:rsid w:val="001F17A3"/>
    <w:rsid w:val="001F1968"/>
    <w:rsid w:val="001F1C4E"/>
    <w:rsid w:val="001F1CC5"/>
    <w:rsid w:val="001F21A4"/>
    <w:rsid w:val="001F2CA7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840"/>
    <w:rsid w:val="00203977"/>
    <w:rsid w:val="0020472B"/>
    <w:rsid w:val="00204C3E"/>
    <w:rsid w:val="0020500A"/>
    <w:rsid w:val="0020512E"/>
    <w:rsid w:val="00205233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ACB"/>
    <w:rsid w:val="002101A0"/>
    <w:rsid w:val="002103D1"/>
    <w:rsid w:val="00210BE1"/>
    <w:rsid w:val="0021135A"/>
    <w:rsid w:val="002113D1"/>
    <w:rsid w:val="0021147C"/>
    <w:rsid w:val="00211560"/>
    <w:rsid w:val="00213CF6"/>
    <w:rsid w:val="002140E4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68C"/>
    <w:rsid w:val="002177B4"/>
    <w:rsid w:val="002206C7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4023"/>
    <w:rsid w:val="00224C2A"/>
    <w:rsid w:val="00224C82"/>
    <w:rsid w:val="00225533"/>
    <w:rsid w:val="002256F0"/>
    <w:rsid w:val="00225BC5"/>
    <w:rsid w:val="00226141"/>
    <w:rsid w:val="00226460"/>
    <w:rsid w:val="002269F0"/>
    <w:rsid w:val="00226A6D"/>
    <w:rsid w:val="00226D39"/>
    <w:rsid w:val="00226F82"/>
    <w:rsid w:val="00227930"/>
    <w:rsid w:val="002302ED"/>
    <w:rsid w:val="002306DC"/>
    <w:rsid w:val="002309A7"/>
    <w:rsid w:val="00230A92"/>
    <w:rsid w:val="00230C5B"/>
    <w:rsid w:val="00231D4C"/>
    <w:rsid w:val="0023261F"/>
    <w:rsid w:val="00232CED"/>
    <w:rsid w:val="0023378C"/>
    <w:rsid w:val="00233FD7"/>
    <w:rsid w:val="00234240"/>
    <w:rsid w:val="00234B9E"/>
    <w:rsid w:val="0023514E"/>
    <w:rsid w:val="0023518B"/>
    <w:rsid w:val="002353C5"/>
    <w:rsid w:val="002354A1"/>
    <w:rsid w:val="00235D67"/>
    <w:rsid w:val="00235EDC"/>
    <w:rsid w:val="0023626E"/>
    <w:rsid w:val="002362C6"/>
    <w:rsid w:val="0023681F"/>
    <w:rsid w:val="002368D0"/>
    <w:rsid w:val="00236A71"/>
    <w:rsid w:val="0023708A"/>
    <w:rsid w:val="00237288"/>
    <w:rsid w:val="00237666"/>
    <w:rsid w:val="002378EE"/>
    <w:rsid w:val="0023798D"/>
    <w:rsid w:val="00237B7E"/>
    <w:rsid w:val="002402CF"/>
    <w:rsid w:val="0024047A"/>
    <w:rsid w:val="002406B6"/>
    <w:rsid w:val="002407AD"/>
    <w:rsid w:val="002408DD"/>
    <w:rsid w:val="0024192A"/>
    <w:rsid w:val="00241AB8"/>
    <w:rsid w:val="00241AF2"/>
    <w:rsid w:val="002421DE"/>
    <w:rsid w:val="00242676"/>
    <w:rsid w:val="002427B1"/>
    <w:rsid w:val="00243EA3"/>
    <w:rsid w:val="00244535"/>
    <w:rsid w:val="00245575"/>
    <w:rsid w:val="00245604"/>
    <w:rsid w:val="00245A68"/>
    <w:rsid w:val="00245C94"/>
    <w:rsid w:val="0024625E"/>
    <w:rsid w:val="00246DE4"/>
    <w:rsid w:val="00246F4D"/>
    <w:rsid w:val="002503FD"/>
    <w:rsid w:val="00250921"/>
    <w:rsid w:val="00250BEC"/>
    <w:rsid w:val="00250DAC"/>
    <w:rsid w:val="00251D9F"/>
    <w:rsid w:val="00252048"/>
    <w:rsid w:val="00252441"/>
    <w:rsid w:val="00252CC1"/>
    <w:rsid w:val="00253370"/>
    <w:rsid w:val="00253D97"/>
    <w:rsid w:val="00253DE8"/>
    <w:rsid w:val="00253EDB"/>
    <w:rsid w:val="002549AE"/>
    <w:rsid w:val="00254E97"/>
    <w:rsid w:val="00256504"/>
    <w:rsid w:val="00256AE3"/>
    <w:rsid w:val="00256E1D"/>
    <w:rsid w:val="00256FE6"/>
    <w:rsid w:val="00257110"/>
    <w:rsid w:val="0025774F"/>
    <w:rsid w:val="002579B5"/>
    <w:rsid w:val="0026017C"/>
    <w:rsid w:val="0026049B"/>
    <w:rsid w:val="002605DB"/>
    <w:rsid w:val="0026084B"/>
    <w:rsid w:val="00260B1E"/>
    <w:rsid w:val="00261034"/>
    <w:rsid w:val="002610C6"/>
    <w:rsid w:val="0026146A"/>
    <w:rsid w:val="00261E16"/>
    <w:rsid w:val="002621BE"/>
    <w:rsid w:val="00262623"/>
    <w:rsid w:val="00262964"/>
    <w:rsid w:val="002629B1"/>
    <w:rsid w:val="00262D0D"/>
    <w:rsid w:val="00263433"/>
    <w:rsid w:val="002636E5"/>
    <w:rsid w:val="00263790"/>
    <w:rsid w:val="00263A58"/>
    <w:rsid w:val="00263BB9"/>
    <w:rsid w:val="00263FF2"/>
    <w:rsid w:val="00264419"/>
    <w:rsid w:val="00264636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E96"/>
    <w:rsid w:val="00267D82"/>
    <w:rsid w:val="00267E33"/>
    <w:rsid w:val="002701CF"/>
    <w:rsid w:val="00270746"/>
    <w:rsid w:val="00270BBC"/>
    <w:rsid w:val="00270E20"/>
    <w:rsid w:val="00270EA9"/>
    <w:rsid w:val="00270FB6"/>
    <w:rsid w:val="0027138A"/>
    <w:rsid w:val="002713BC"/>
    <w:rsid w:val="00271579"/>
    <w:rsid w:val="002723F4"/>
    <w:rsid w:val="002723F9"/>
    <w:rsid w:val="0027252B"/>
    <w:rsid w:val="00272EAF"/>
    <w:rsid w:val="0027330A"/>
    <w:rsid w:val="00273560"/>
    <w:rsid w:val="0027376C"/>
    <w:rsid w:val="00273DA5"/>
    <w:rsid w:val="0027401D"/>
    <w:rsid w:val="00274C67"/>
    <w:rsid w:val="00274EF3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1266"/>
    <w:rsid w:val="0028182F"/>
    <w:rsid w:val="00281DDD"/>
    <w:rsid w:val="00281ED8"/>
    <w:rsid w:val="002821F8"/>
    <w:rsid w:val="00282405"/>
    <w:rsid w:val="00282856"/>
    <w:rsid w:val="002831A2"/>
    <w:rsid w:val="0028377E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4E"/>
    <w:rsid w:val="002875AD"/>
    <w:rsid w:val="00290410"/>
    <w:rsid w:val="00290423"/>
    <w:rsid w:val="002911C0"/>
    <w:rsid w:val="0029230E"/>
    <w:rsid w:val="002923B1"/>
    <w:rsid w:val="00292578"/>
    <w:rsid w:val="002925A9"/>
    <w:rsid w:val="00292D63"/>
    <w:rsid w:val="0029317D"/>
    <w:rsid w:val="0029390C"/>
    <w:rsid w:val="00293BE0"/>
    <w:rsid w:val="002942A1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72FA"/>
    <w:rsid w:val="0029763E"/>
    <w:rsid w:val="002A0013"/>
    <w:rsid w:val="002A03D0"/>
    <w:rsid w:val="002A0822"/>
    <w:rsid w:val="002A0906"/>
    <w:rsid w:val="002A0F05"/>
    <w:rsid w:val="002A10C4"/>
    <w:rsid w:val="002A12B1"/>
    <w:rsid w:val="002A148B"/>
    <w:rsid w:val="002A25F1"/>
    <w:rsid w:val="002A2A3B"/>
    <w:rsid w:val="002A2D9F"/>
    <w:rsid w:val="002A2F68"/>
    <w:rsid w:val="002A35B4"/>
    <w:rsid w:val="002A37C0"/>
    <w:rsid w:val="002A3ED9"/>
    <w:rsid w:val="002A507F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392"/>
    <w:rsid w:val="002B3B75"/>
    <w:rsid w:val="002B3FA0"/>
    <w:rsid w:val="002B3FE1"/>
    <w:rsid w:val="002B4120"/>
    <w:rsid w:val="002B42D5"/>
    <w:rsid w:val="002B43DB"/>
    <w:rsid w:val="002B4A01"/>
    <w:rsid w:val="002B4E19"/>
    <w:rsid w:val="002B54FB"/>
    <w:rsid w:val="002B6018"/>
    <w:rsid w:val="002B6220"/>
    <w:rsid w:val="002B69D3"/>
    <w:rsid w:val="002B71FE"/>
    <w:rsid w:val="002B7724"/>
    <w:rsid w:val="002C00FD"/>
    <w:rsid w:val="002C09D7"/>
    <w:rsid w:val="002C0F1D"/>
    <w:rsid w:val="002C1499"/>
    <w:rsid w:val="002C1883"/>
    <w:rsid w:val="002C1931"/>
    <w:rsid w:val="002C19D3"/>
    <w:rsid w:val="002C1D1D"/>
    <w:rsid w:val="002C2C32"/>
    <w:rsid w:val="002C3053"/>
    <w:rsid w:val="002C30D1"/>
    <w:rsid w:val="002C3238"/>
    <w:rsid w:val="002C3344"/>
    <w:rsid w:val="002C3870"/>
    <w:rsid w:val="002C404A"/>
    <w:rsid w:val="002C48BD"/>
    <w:rsid w:val="002C5401"/>
    <w:rsid w:val="002C563E"/>
    <w:rsid w:val="002C57A0"/>
    <w:rsid w:val="002C5C9A"/>
    <w:rsid w:val="002C6395"/>
    <w:rsid w:val="002C6710"/>
    <w:rsid w:val="002C6C33"/>
    <w:rsid w:val="002D01A5"/>
    <w:rsid w:val="002D0346"/>
    <w:rsid w:val="002D073B"/>
    <w:rsid w:val="002D07B5"/>
    <w:rsid w:val="002D08EC"/>
    <w:rsid w:val="002D139B"/>
    <w:rsid w:val="002D1BF6"/>
    <w:rsid w:val="002D2033"/>
    <w:rsid w:val="002D22D1"/>
    <w:rsid w:val="002D2485"/>
    <w:rsid w:val="002D262D"/>
    <w:rsid w:val="002D268E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77A5"/>
    <w:rsid w:val="002E0BC9"/>
    <w:rsid w:val="002E0EA5"/>
    <w:rsid w:val="002E10C5"/>
    <w:rsid w:val="002E1134"/>
    <w:rsid w:val="002E1287"/>
    <w:rsid w:val="002E19EE"/>
    <w:rsid w:val="002E2322"/>
    <w:rsid w:val="002E2FD1"/>
    <w:rsid w:val="002E3543"/>
    <w:rsid w:val="002E3881"/>
    <w:rsid w:val="002E3CCE"/>
    <w:rsid w:val="002E425A"/>
    <w:rsid w:val="002E4B5B"/>
    <w:rsid w:val="002E510B"/>
    <w:rsid w:val="002E51BB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43E"/>
    <w:rsid w:val="002F28CB"/>
    <w:rsid w:val="002F2D2E"/>
    <w:rsid w:val="002F311B"/>
    <w:rsid w:val="002F35BC"/>
    <w:rsid w:val="002F3801"/>
    <w:rsid w:val="002F4246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AA9"/>
    <w:rsid w:val="002F7D96"/>
    <w:rsid w:val="002F7F2C"/>
    <w:rsid w:val="0030034C"/>
    <w:rsid w:val="00300751"/>
    <w:rsid w:val="00300BF4"/>
    <w:rsid w:val="0030124C"/>
    <w:rsid w:val="00301CEE"/>
    <w:rsid w:val="00301D11"/>
    <w:rsid w:val="0030201F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C90"/>
    <w:rsid w:val="00311F5E"/>
    <w:rsid w:val="003124CA"/>
    <w:rsid w:val="00312A74"/>
    <w:rsid w:val="00312D4B"/>
    <w:rsid w:val="003138BC"/>
    <w:rsid w:val="00313A53"/>
    <w:rsid w:val="003147E9"/>
    <w:rsid w:val="00314A14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826"/>
    <w:rsid w:val="00317979"/>
    <w:rsid w:val="00317B14"/>
    <w:rsid w:val="00317F6B"/>
    <w:rsid w:val="003203BD"/>
    <w:rsid w:val="00320616"/>
    <w:rsid w:val="003208F2"/>
    <w:rsid w:val="00320F86"/>
    <w:rsid w:val="003210EA"/>
    <w:rsid w:val="003210F4"/>
    <w:rsid w:val="00321BB4"/>
    <w:rsid w:val="00321E52"/>
    <w:rsid w:val="00322161"/>
    <w:rsid w:val="00322A0C"/>
    <w:rsid w:val="00322D23"/>
    <w:rsid w:val="00323483"/>
    <w:rsid w:val="00323B05"/>
    <w:rsid w:val="00323ECB"/>
    <w:rsid w:val="00324041"/>
    <w:rsid w:val="003240AC"/>
    <w:rsid w:val="003243F8"/>
    <w:rsid w:val="003248E9"/>
    <w:rsid w:val="0032491D"/>
    <w:rsid w:val="00325CCD"/>
    <w:rsid w:val="003260F9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E66"/>
    <w:rsid w:val="0033053F"/>
    <w:rsid w:val="0033057B"/>
    <w:rsid w:val="00331228"/>
    <w:rsid w:val="003313A4"/>
    <w:rsid w:val="003313B4"/>
    <w:rsid w:val="00331637"/>
    <w:rsid w:val="003316DC"/>
    <w:rsid w:val="003321ED"/>
    <w:rsid w:val="003326FB"/>
    <w:rsid w:val="00332B88"/>
    <w:rsid w:val="00332E56"/>
    <w:rsid w:val="00333161"/>
    <w:rsid w:val="0033339D"/>
    <w:rsid w:val="00333A25"/>
    <w:rsid w:val="00333AF7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839"/>
    <w:rsid w:val="00336FC2"/>
    <w:rsid w:val="00337161"/>
    <w:rsid w:val="00337255"/>
    <w:rsid w:val="003372F8"/>
    <w:rsid w:val="00337591"/>
    <w:rsid w:val="00337CBC"/>
    <w:rsid w:val="003404A2"/>
    <w:rsid w:val="00340922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D71"/>
    <w:rsid w:val="00342DF9"/>
    <w:rsid w:val="0034305B"/>
    <w:rsid w:val="003432AC"/>
    <w:rsid w:val="00343507"/>
    <w:rsid w:val="00343619"/>
    <w:rsid w:val="00343696"/>
    <w:rsid w:val="0034400F"/>
    <w:rsid w:val="0034401C"/>
    <w:rsid w:val="00344FE9"/>
    <w:rsid w:val="00345A94"/>
    <w:rsid w:val="0034607F"/>
    <w:rsid w:val="003469E7"/>
    <w:rsid w:val="003473E3"/>
    <w:rsid w:val="0034769A"/>
    <w:rsid w:val="00347872"/>
    <w:rsid w:val="0034787E"/>
    <w:rsid w:val="00347945"/>
    <w:rsid w:val="003500F0"/>
    <w:rsid w:val="003503CC"/>
    <w:rsid w:val="003503E5"/>
    <w:rsid w:val="003504D9"/>
    <w:rsid w:val="003505D3"/>
    <w:rsid w:val="00350FAC"/>
    <w:rsid w:val="00351199"/>
    <w:rsid w:val="00351327"/>
    <w:rsid w:val="003515D9"/>
    <w:rsid w:val="003517E9"/>
    <w:rsid w:val="0035193F"/>
    <w:rsid w:val="00352213"/>
    <w:rsid w:val="003531DB"/>
    <w:rsid w:val="00353245"/>
    <w:rsid w:val="00353580"/>
    <w:rsid w:val="00353F7B"/>
    <w:rsid w:val="00354268"/>
    <w:rsid w:val="0035509A"/>
    <w:rsid w:val="00355E9E"/>
    <w:rsid w:val="00356085"/>
    <w:rsid w:val="00356563"/>
    <w:rsid w:val="003568B5"/>
    <w:rsid w:val="00356B07"/>
    <w:rsid w:val="00356BF9"/>
    <w:rsid w:val="0035751A"/>
    <w:rsid w:val="0035763B"/>
    <w:rsid w:val="003577D2"/>
    <w:rsid w:val="00357AD5"/>
    <w:rsid w:val="0036003F"/>
    <w:rsid w:val="0036098F"/>
    <w:rsid w:val="00360E66"/>
    <w:rsid w:val="00361270"/>
    <w:rsid w:val="00361789"/>
    <w:rsid w:val="00362021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66"/>
    <w:rsid w:val="00365E65"/>
    <w:rsid w:val="00366368"/>
    <w:rsid w:val="00366A00"/>
    <w:rsid w:val="00366D39"/>
    <w:rsid w:val="00366F11"/>
    <w:rsid w:val="00367012"/>
    <w:rsid w:val="00367C19"/>
    <w:rsid w:val="00367C22"/>
    <w:rsid w:val="00367C7F"/>
    <w:rsid w:val="0037043C"/>
    <w:rsid w:val="00370468"/>
    <w:rsid w:val="003706D2"/>
    <w:rsid w:val="00370FF4"/>
    <w:rsid w:val="00371A29"/>
    <w:rsid w:val="00371A6A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CE2"/>
    <w:rsid w:val="00373EA2"/>
    <w:rsid w:val="0037469D"/>
    <w:rsid w:val="003747BA"/>
    <w:rsid w:val="00374C9E"/>
    <w:rsid w:val="00374CC9"/>
    <w:rsid w:val="00374F8A"/>
    <w:rsid w:val="00375A59"/>
    <w:rsid w:val="00375C36"/>
    <w:rsid w:val="00376213"/>
    <w:rsid w:val="00376983"/>
    <w:rsid w:val="00376D9D"/>
    <w:rsid w:val="0037746C"/>
    <w:rsid w:val="00377B90"/>
    <w:rsid w:val="0038056E"/>
    <w:rsid w:val="003806EB"/>
    <w:rsid w:val="0038077C"/>
    <w:rsid w:val="00381041"/>
    <w:rsid w:val="003812B0"/>
    <w:rsid w:val="00381712"/>
    <w:rsid w:val="00381F9C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4C4B"/>
    <w:rsid w:val="00384F79"/>
    <w:rsid w:val="00385605"/>
    <w:rsid w:val="003859FB"/>
    <w:rsid w:val="00385E1B"/>
    <w:rsid w:val="00386D33"/>
    <w:rsid w:val="00387CFF"/>
    <w:rsid w:val="00387F43"/>
    <w:rsid w:val="00390294"/>
    <w:rsid w:val="00390995"/>
    <w:rsid w:val="003910FC"/>
    <w:rsid w:val="003914BA"/>
    <w:rsid w:val="00392189"/>
    <w:rsid w:val="003924B1"/>
    <w:rsid w:val="003925C1"/>
    <w:rsid w:val="0039278A"/>
    <w:rsid w:val="00392D30"/>
    <w:rsid w:val="00392E7B"/>
    <w:rsid w:val="003931C2"/>
    <w:rsid w:val="00393AB5"/>
    <w:rsid w:val="00394198"/>
    <w:rsid w:val="003951B8"/>
    <w:rsid w:val="003956DC"/>
    <w:rsid w:val="003961E2"/>
    <w:rsid w:val="00396B40"/>
    <w:rsid w:val="00396F59"/>
    <w:rsid w:val="0039726A"/>
    <w:rsid w:val="003A03CA"/>
    <w:rsid w:val="003A05A4"/>
    <w:rsid w:val="003A060A"/>
    <w:rsid w:val="003A0B13"/>
    <w:rsid w:val="003A101B"/>
    <w:rsid w:val="003A1601"/>
    <w:rsid w:val="003A18C4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A76"/>
    <w:rsid w:val="003A7327"/>
    <w:rsid w:val="003A7588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CED"/>
    <w:rsid w:val="003B1D74"/>
    <w:rsid w:val="003B2372"/>
    <w:rsid w:val="003B25A1"/>
    <w:rsid w:val="003B27A3"/>
    <w:rsid w:val="003B27F5"/>
    <w:rsid w:val="003B2C00"/>
    <w:rsid w:val="003B313B"/>
    <w:rsid w:val="003B37D6"/>
    <w:rsid w:val="003B3C80"/>
    <w:rsid w:val="003B4FA5"/>
    <w:rsid w:val="003B54C4"/>
    <w:rsid w:val="003B5BFC"/>
    <w:rsid w:val="003B5D17"/>
    <w:rsid w:val="003B6031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FB"/>
    <w:rsid w:val="003C3F5F"/>
    <w:rsid w:val="003C46E0"/>
    <w:rsid w:val="003C47AC"/>
    <w:rsid w:val="003C494C"/>
    <w:rsid w:val="003C4B33"/>
    <w:rsid w:val="003C5392"/>
    <w:rsid w:val="003C5508"/>
    <w:rsid w:val="003C5717"/>
    <w:rsid w:val="003C5841"/>
    <w:rsid w:val="003C5B7A"/>
    <w:rsid w:val="003C5D30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1BFF"/>
    <w:rsid w:val="003D1D87"/>
    <w:rsid w:val="003D2576"/>
    <w:rsid w:val="003D2E36"/>
    <w:rsid w:val="003D2F66"/>
    <w:rsid w:val="003D3824"/>
    <w:rsid w:val="003D3A5D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7803"/>
    <w:rsid w:val="003D7C6C"/>
    <w:rsid w:val="003E0200"/>
    <w:rsid w:val="003E05D0"/>
    <w:rsid w:val="003E0858"/>
    <w:rsid w:val="003E0CC8"/>
    <w:rsid w:val="003E0CF7"/>
    <w:rsid w:val="003E1487"/>
    <w:rsid w:val="003E1A97"/>
    <w:rsid w:val="003E1F83"/>
    <w:rsid w:val="003E257B"/>
    <w:rsid w:val="003E2690"/>
    <w:rsid w:val="003E3813"/>
    <w:rsid w:val="003E3937"/>
    <w:rsid w:val="003E43D6"/>
    <w:rsid w:val="003E47B4"/>
    <w:rsid w:val="003E5337"/>
    <w:rsid w:val="003E5B11"/>
    <w:rsid w:val="003E5D04"/>
    <w:rsid w:val="003E5ED6"/>
    <w:rsid w:val="003E6DCB"/>
    <w:rsid w:val="003E7B18"/>
    <w:rsid w:val="003F09F3"/>
    <w:rsid w:val="003F118C"/>
    <w:rsid w:val="003F19FE"/>
    <w:rsid w:val="003F1FE8"/>
    <w:rsid w:val="003F2102"/>
    <w:rsid w:val="003F25E1"/>
    <w:rsid w:val="003F2F07"/>
    <w:rsid w:val="003F3388"/>
    <w:rsid w:val="003F4024"/>
    <w:rsid w:val="003F44D0"/>
    <w:rsid w:val="003F47FF"/>
    <w:rsid w:val="003F4D4C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A1C"/>
    <w:rsid w:val="00400240"/>
    <w:rsid w:val="00400858"/>
    <w:rsid w:val="00400E18"/>
    <w:rsid w:val="00400F6A"/>
    <w:rsid w:val="004012A4"/>
    <w:rsid w:val="004015A1"/>
    <w:rsid w:val="00402282"/>
    <w:rsid w:val="00403C55"/>
    <w:rsid w:val="00403F1B"/>
    <w:rsid w:val="00404B51"/>
    <w:rsid w:val="00404C40"/>
    <w:rsid w:val="00404F0E"/>
    <w:rsid w:val="0040567D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508"/>
    <w:rsid w:val="00414B61"/>
    <w:rsid w:val="00414E51"/>
    <w:rsid w:val="004151D4"/>
    <w:rsid w:val="00415409"/>
    <w:rsid w:val="0041548C"/>
    <w:rsid w:val="00415828"/>
    <w:rsid w:val="00415FB5"/>
    <w:rsid w:val="004165E2"/>
    <w:rsid w:val="00416814"/>
    <w:rsid w:val="004171D6"/>
    <w:rsid w:val="0041745D"/>
    <w:rsid w:val="00417978"/>
    <w:rsid w:val="00417F07"/>
    <w:rsid w:val="00420351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5EC6"/>
    <w:rsid w:val="0042618C"/>
    <w:rsid w:val="004262FB"/>
    <w:rsid w:val="004263C1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39BC"/>
    <w:rsid w:val="00434642"/>
    <w:rsid w:val="004347C9"/>
    <w:rsid w:val="00434813"/>
    <w:rsid w:val="00435619"/>
    <w:rsid w:val="00435FF8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D09"/>
    <w:rsid w:val="00447DB3"/>
    <w:rsid w:val="00450569"/>
    <w:rsid w:val="00450719"/>
    <w:rsid w:val="004514B6"/>
    <w:rsid w:val="004517E8"/>
    <w:rsid w:val="00451946"/>
    <w:rsid w:val="00451991"/>
    <w:rsid w:val="00451B6C"/>
    <w:rsid w:val="0045200B"/>
    <w:rsid w:val="00452744"/>
    <w:rsid w:val="004528D4"/>
    <w:rsid w:val="004529E5"/>
    <w:rsid w:val="00452D0E"/>
    <w:rsid w:val="00452D1C"/>
    <w:rsid w:val="0045362E"/>
    <w:rsid w:val="004536CA"/>
    <w:rsid w:val="00453ECF"/>
    <w:rsid w:val="00454148"/>
    <w:rsid w:val="00454232"/>
    <w:rsid w:val="00454683"/>
    <w:rsid w:val="00454C43"/>
    <w:rsid w:val="00454CD3"/>
    <w:rsid w:val="00455531"/>
    <w:rsid w:val="004557C8"/>
    <w:rsid w:val="00455841"/>
    <w:rsid w:val="00455CFC"/>
    <w:rsid w:val="00456309"/>
    <w:rsid w:val="00456C09"/>
    <w:rsid w:val="00456CDB"/>
    <w:rsid w:val="00456E5E"/>
    <w:rsid w:val="00457583"/>
    <w:rsid w:val="00457D66"/>
    <w:rsid w:val="00457F88"/>
    <w:rsid w:val="004601BA"/>
    <w:rsid w:val="00460802"/>
    <w:rsid w:val="00460F2F"/>
    <w:rsid w:val="004617B7"/>
    <w:rsid w:val="004618F7"/>
    <w:rsid w:val="00461FC7"/>
    <w:rsid w:val="0046205D"/>
    <w:rsid w:val="00462262"/>
    <w:rsid w:val="004622D8"/>
    <w:rsid w:val="004630D2"/>
    <w:rsid w:val="00463356"/>
    <w:rsid w:val="0046336A"/>
    <w:rsid w:val="004634B0"/>
    <w:rsid w:val="00463B03"/>
    <w:rsid w:val="00463EB0"/>
    <w:rsid w:val="004641A7"/>
    <w:rsid w:val="0046429B"/>
    <w:rsid w:val="00465D4C"/>
    <w:rsid w:val="0046623D"/>
    <w:rsid w:val="004665AC"/>
    <w:rsid w:val="00466A41"/>
    <w:rsid w:val="004671BB"/>
    <w:rsid w:val="00467871"/>
    <w:rsid w:val="00467E7C"/>
    <w:rsid w:val="00470029"/>
    <w:rsid w:val="00470207"/>
    <w:rsid w:val="00470386"/>
    <w:rsid w:val="00470A2E"/>
    <w:rsid w:val="0047101F"/>
    <w:rsid w:val="004715F1"/>
    <w:rsid w:val="00471647"/>
    <w:rsid w:val="00471944"/>
    <w:rsid w:val="00471E2C"/>
    <w:rsid w:val="0047251F"/>
    <w:rsid w:val="00472A5F"/>
    <w:rsid w:val="00472BCC"/>
    <w:rsid w:val="00472D37"/>
    <w:rsid w:val="00473B50"/>
    <w:rsid w:val="00473EAE"/>
    <w:rsid w:val="00474377"/>
    <w:rsid w:val="00474788"/>
    <w:rsid w:val="00474A64"/>
    <w:rsid w:val="00476007"/>
    <w:rsid w:val="004760AF"/>
    <w:rsid w:val="0047673D"/>
    <w:rsid w:val="00476D9E"/>
    <w:rsid w:val="00476DBF"/>
    <w:rsid w:val="00477031"/>
    <w:rsid w:val="00477338"/>
    <w:rsid w:val="00477561"/>
    <w:rsid w:val="00480173"/>
    <w:rsid w:val="00480EC7"/>
    <w:rsid w:val="004815A8"/>
    <w:rsid w:val="004815F0"/>
    <w:rsid w:val="0048212F"/>
    <w:rsid w:val="0048247A"/>
    <w:rsid w:val="00482D28"/>
    <w:rsid w:val="00482EA1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771"/>
    <w:rsid w:val="00486AB8"/>
    <w:rsid w:val="00487B74"/>
    <w:rsid w:val="004900C6"/>
    <w:rsid w:val="0049014D"/>
    <w:rsid w:val="004901A7"/>
    <w:rsid w:val="004905A9"/>
    <w:rsid w:val="004909B3"/>
    <w:rsid w:val="00490D29"/>
    <w:rsid w:val="0049122B"/>
    <w:rsid w:val="00491733"/>
    <w:rsid w:val="0049183D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C31"/>
    <w:rsid w:val="004940D1"/>
    <w:rsid w:val="00494241"/>
    <w:rsid w:val="0049550F"/>
    <w:rsid w:val="0049666C"/>
    <w:rsid w:val="0049670D"/>
    <w:rsid w:val="00496950"/>
    <w:rsid w:val="00497463"/>
    <w:rsid w:val="00497484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1155"/>
    <w:rsid w:val="004A1B2C"/>
    <w:rsid w:val="004A204D"/>
    <w:rsid w:val="004A2144"/>
    <w:rsid w:val="004A247C"/>
    <w:rsid w:val="004A2809"/>
    <w:rsid w:val="004A2E11"/>
    <w:rsid w:val="004A4F6A"/>
    <w:rsid w:val="004A4FF3"/>
    <w:rsid w:val="004A56A7"/>
    <w:rsid w:val="004A6871"/>
    <w:rsid w:val="004A6A05"/>
    <w:rsid w:val="004A7774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6A4"/>
    <w:rsid w:val="004B26E2"/>
    <w:rsid w:val="004B2A09"/>
    <w:rsid w:val="004B3013"/>
    <w:rsid w:val="004B31E4"/>
    <w:rsid w:val="004B376B"/>
    <w:rsid w:val="004B3837"/>
    <w:rsid w:val="004B4110"/>
    <w:rsid w:val="004B4965"/>
    <w:rsid w:val="004B52FF"/>
    <w:rsid w:val="004B5CC7"/>
    <w:rsid w:val="004B5FCF"/>
    <w:rsid w:val="004B62A4"/>
    <w:rsid w:val="004B6600"/>
    <w:rsid w:val="004B6F3D"/>
    <w:rsid w:val="004B6F43"/>
    <w:rsid w:val="004B764E"/>
    <w:rsid w:val="004B784F"/>
    <w:rsid w:val="004B7A43"/>
    <w:rsid w:val="004C0977"/>
    <w:rsid w:val="004C0B67"/>
    <w:rsid w:val="004C193D"/>
    <w:rsid w:val="004C1A0D"/>
    <w:rsid w:val="004C1AAC"/>
    <w:rsid w:val="004C1D33"/>
    <w:rsid w:val="004C27E0"/>
    <w:rsid w:val="004C3524"/>
    <w:rsid w:val="004C39C7"/>
    <w:rsid w:val="004C3A5F"/>
    <w:rsid w:val="004C4857"/>
    <w:rsid w:val="004C4DDE"/>
    <w:rsid w:val="004C55F8"/>
    <w:rsid w:val="004C57E2"/>
    <w:rsid w:val="004C6828"/>
    <w:rsid w:val="004C73AA"/>
    <w:rsid w:val="004C74DF"/>
    <w:rsid w:val="004C7961"/>
    <w:rsid w:val="004C7CB9"/>
    <w:rsid w:val="004D02EC"/>
    <w:rsid w:val="004D0AB8"/>
    <w:rsid w:val="004D0AD4"/>
    <w:rsid w:val="004D1612"/>
    <w:rsid w:val="004D180C"/>
    <w:rsid w:val="004D1A64"/>
    <w:rsid w:val="004D249F"/>
    <w:rsid w:val="004D28DA"/>
    <w:rsid w:val="004D2A16"/>
    <w:rsid w:val="004D2B77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710E"/>
    <w:rsid w:val="004D7962"/>
    <w:rsid w:val="004D7B79"/>
    <w:rsid w:val="004D7E4E"/>
    <w:rsid w:val="004D7F9D"/>
    <w:rsid w:val="004E06B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40E6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D5E"/>
    <w:rsid w:val="004F00EC"/>
    <w:rsid w:val="004F0B29"/>
    <w:rsid w:val="004F0E83"/>
    <w:rsid w:val="004F10FE"/>
    <w:rsid w:val="004F126E"/>
    <w:rsid w:val="004F1EBB"/>
    <w:rsid w:val="004F1EEA"/>
    <w:rsid w:val="004F283F"/>
    <w:rsid w:val="004F289C"/>
    <w:rsid w:val="004F3052"/>
    <w:rsid w:val="004F30CD"/>
    <w:rsid w:val="004F39F3"/>
    <w:rsid w:val="004F3A3F"/>
    <w:rsid w:val="004F3B27"/>
    <w:rsid w:val="004F5175"/>
    <w:rsid w:val="004F520A"/>
    <w:rsid w:val="004F5653"/>
    <w:rsid w:val="004F5CEE"/>
    <w:rsid w:val="004F5F89"/>
    <w:rsid w:val="004F6C49"/>
    <w:rsid w:val="004F7BD3"/>
    <w:rsid w:val="004F7EB6"/>
    <w:rsid w:val="0050025C"/>
    <w:rsid w:val="00500BDD"/>
    <w:rsid w:val="005010BE"/>
    <w:rsid w:val="00501397"/>
    <w:rsid w:val="00501590"/>
    <w:rsid w:val="005026F7"/>
    <w:rsid w:val="00504317"/>
    <w:rsid w:val="0050466E"/>
    <w:rsid w:val="00504FFB"/>
    <w:rsid w:val="0050560E"/>
    <w:rsid w:val="0050563F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32C"/>
    <w:rsid w:val="00510786"/>
    <w:rsid w:val="0051089F"/>
    <w:rsid w:val="00510CC0"/>
    <w:rsid w:val="00510DED"/>
    <w:rsid w:val="005113B6"/>
    <w:rsid w:val="00511557"/>
    <w:rsid w:val="00511908"/>
    <w:rsid w:val="00511D64"/>
    <w:rsid w:val="00511F06"/>
    <w:rsid w:val="005124DE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C9D"/>
    <w:rsid w:val="00515FFA"/>
    <w:rsid w:val="00516274"/>
    <w:rsid w:val="0051652E"/>
    <w:rsid w:val="00516C3D"/>
    <w:rsid w:val="00516DB0"/>
    <w:rsid w:val="00516F42"/>
    <w:rsid w:val="005179BE"/>
    <w:rsid w:val="00517A3E"/>
    <w:rsid w:val="0052003D"/>
    <w:rsid w:val="00520484"/>
    <w:rsid w:val="00521A6A"/>
    <w:rsid w:val="0052253A"/>
    <w:rsid w:val="00522C8E"/>
    <w:rsid w:val="005232AF"/>
    <w:rsid w:val="005232CF"/>
    <w:rsid w:val="005237DE"/>
    <w:rsid w:val="00524418"/>
    <w:rsid w:val="0052455B"/>
    <w:rsid w:val="005247F0"/>
    <w:rsid w:val="005261A1"/>
    <w:rsid w:val="00526FED"/>
    <w:rsid w:val="00527202"/>
    <w:rsid w:val="0052749F"/>
    <w:rsid w:val="005275D2"/>
    <w:rsid w:val="005278C0"/>
    <w:rsid w:val="00527F50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38F"/>
    <w:rsid w:val="005324C1"/>
    <w:rsid w:val="00532B53"/>
    <w:rsid w:val="00532CAD"/>
    <w:rsid w:val="00532CD8"/>
    <w:rsid w:val="00532FE2"/>
    <w:rsid w:val="00533296"/>
    <w:rsid w:val="005338A1"/>
    <w:rsid w:val="0053416C"/>
    <w:rsid w:val="00534677"/>
    <w:rsid w:val="00534AC9"/>
    <w:rsid w:val="00534F2F"/>
    <w:rsid w:val="00535438"/>
    <w:rsid w:val="00535600"/>
    <w:rsid w:val="0053564A"/>
    <w:rsid w:val="00535CA6"/>
    <w:rsid w:val="005360B2"/>
    <w:rsid w:val="00536916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D3"/>
    <w:rsid w:val="005419AB"/>
    <w:rsid w:val="005427EE"/>
    <w:rsid w:val="00542F93"/>
    <w:rsid w:val="00543057"/>
    <w:rsid w:val="00543AC7"/>
    <w:rsid w:val="00544000"/>
    <w:rsid w:val="0054458A"/>
    <w:rsid w:val="00544AE9"/>
    <w:rsid w:val="00544BB8"/>
    <w:rsid w:val="00544CBE"/>
    <w:rsid w:val="00546254"/>
    <w:rsid w:val="00546482"/>
    <w:rsid w:val="005465AB"/>
    <w:rsid w:val="0054661C"/>
    <w:rsid w:val="00546C7F"/>
    <w:rsid w:val="00546DDD"/>
    <w:rsid w:val="00546E0C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3C4"/>
    <w:rsid w:val="0055422C"/>
    <w:rsid w:val="00554566"/>
    <w:rsid w:val="00554AE3"/>
    <w:rsid w:val="00555000"/>
    <w:rsid w:val="005551B9"/>
    <w:rsid w:val="0055549F"/>
    <w:rsid w:val="00555723"/>
    <w:rsid w:val="005562F5"/>
    <w:rsid w:val="005562FA"/>
    <w:rsid w:val="00556364"/>
    <w:rsid w:val="00556580"/>
    <w:rsid w:val="00556A17"/>
    <w:rsid w:val="00556F20"/>
    <w:rsid w:val="005571EA"/>
    <w:rsid w:val="005573A0"/>
    <w:rsid w:val="00557592"/>
    <w:rsid w:val="00557627"/>
    <w:rsid w:val="005576A0"/>
    <w:rsid w:val="0055783D"/>
    <w:rsid w:val="00557A8E"/>
    <w:rsid w:val="00557E19"/>
    <w:rsid w:val="00557E26"/>
    <w:rsid w:val="00557E3E"/>
    <w:rsid w:val="00560830"/>
    <w:rsid w:val="005616CE"/>
    <w:rsid w:val="0056181E"/>
    <w:rsid w:val="00561A0F"/>
    <w:rsid w:val="00561AAA"/>
    <w:rsid w:val="00561F11"/>
    <w:rsid w:val="00562403"/>
    <w:rsid w:val="005624CB"/>
    <w:rsid w:val="00562EE9"/>
    <w:rsid w:val="00562F33"/>
    <w:rsid w:val="005631B8"/>
    <w:rsid w:val="005639E7"/>
    <w:rsid w:val="00565155"/>
    <w:rsid w:val="00565183"/>
    <w:rsid w:val="005652AA"/>
    <w:rsid w:val="00565A4A"/>
    <w:rsid w:val="00565B1E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F6C"/>
    <w:rsid w:val="0057129A"/>
    <w:rsid w:val="005716B5"/>
    <w:rsid w:val="00571774"/>
    <w:rsid w:val="005729CD"/>
    <w:rsid w:val="00572F04"/>
    <w:rsid w:val="005742D8"/>
    <w:rsid w:val="00574521"/>
    <w:rsid w:val="005749E7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BB"/>
    <w:rsid w:val="005846BC"/>
    <w:rsid w:val="00584BAD"/>
    <w:rsid w:val="00584D34"/>
    <w:rsid w:val="00585461"/>
    <w:rsid w:val="005855F5"/>
    <w:rsid w:val="00585D08"/>
    <w:rsid w:val="00586268"/>
    <w:rsid w:val="00586569"/>
    <w:rsid w:val="005867CF"/>
    <w:rsid w:val="005868AD"/>
    <w:rsid w:val="00586ADB"/>
    <w:rsid w:val="00586B45"/>
    <w:rsid w:val="00586D63"/>
    <w:rsid w:val="00586F3A"/>
    <w:rsid w:val="0058701A"/>
    <w:rsid w:val="005871FD"/>
    <w:rsid w:val="00587DF3"/>
    <w:rsid w:val="0059055E"/>
    <w:rsid w:val="00590A71"/>
    <w:rsid w:val="00590A88"/>
    <w:rsid w:val="00590A93"/>
    <w:rsid w:val="00591628"/>
    <w:rsid w:val="00591809"/>
    <w:rsid w:val="0059187E"/>
    <w:rsid w:val="00591A29"/>
    <w:rsid w:val="005923F8"/>
    <w:rsid w:val="005928E1"/>
    <w:rsid w:val="00592991"/>
    <w:rsid w:val="00592C51"/>
    <w:rsid w:val="00592F1E"/>
    <w:rsid w:val="00592FA5"/>
    <w:rsid w:val="0059398E"/>
    <w:rsid w:val="00594165"/>
    <w:rsid w:val="0059425E"/>
    <w:rsid w:val="00594B03"/>
    <w:rsid w:val="00595104"/>
    <w:rsid w:val="005952A1"/>
    <w:rsid w:val="00595517"/>
    <w:rsid w:val="00595BBB"/>
    <w:rsid w:val="00595DB1"/>
    <w:rsid w:val="005965E4"/>
    <w:rsid w:val="00596AAA"/>
    <w:rsid w:val="00596C0E"/>
    <w:rsid w:val="00596DD3"/>
    <w:rsid w:val="0059701A"/>
    <w:rsid w:val="00597040"/>
    <w:rsid w:val="0059792F"/>
    <w:rsid w:val="00597AD1"/>
    <w:rsid w:val="005A061D"/>
    <w:rsid w:val="005A097D"/>
    <w:rsid w:val="005A0A8E"/>
    <w:rsid w:val="005A0ABE"/>
    <w:rsid w:val="005A0B77"/>
    <w:rsid w:val="005A0C64"/>
    <w:rsid w:val="005A16CB"/>
    <w:rsid w:val="005A1CBA"/>
    <w:rsid w:val="005A219F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431"/>
    <w:rsid w:val="005A4C71"/>
    <w:rsid w:val="005A4DAF"/>
    <w:rsid w:val="005A4EBF"/>
    <w:rsid w:val="005A572E"/>
    <w:rsid w:val="005A5F24"/>
    <w:rsid w:val="005A623D"/>
    <w:rsid w:val="005A6244"/>
    <w:rsid w:val="005A694A"/>
    <w:rsid w:val="005A7495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AB1"/>
    <w:rsid w:val="005B0B5F"/>
    <w:rsid w:val="005B0CE8"/>
    <w:rsid w:val="005B10DB"/>
    <w:rsid w:val="005B1661"/>
    <w:rsid w:val="005B195A"/>
    <w:rsid w:val="005B1979"/>
    <w:rsid w:val="005B1F97"/>
    <w:rsid w:val="005B2384"/>
    <w:rsid w:val="005B241C"/>
    <w:rsid w:val="005B2680"/>
    <w:rsid w:val="005B2FC2"/>
    <w:rsid w:val="005B3109"/>
    <w:rsid w:val="005B4E97"/>
    <w:rsid w:val="005B50CE"/>
    <w:rsid w:val="005B50F3"/>
    <w:rsid w:val="005B5234"/>
    <w:rsid w:val="005B5D21"/>
    <w:rsid w:val="005B6085"/>
    <w:rsid w:val="005B609A"/>
    <w:rsid w:val="005B65FF"/>
    <w:rsid w:val="005B706F"/>
    <w:rsid w:val="005C056D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48A9"/>
    <w:rsid w:val="005C4E4C"/>
    <w:rsid w:val="005C6254"/>
    <w:rsid w:val="005C63A6"/>
    <w:rsid w:val="005C67BD"/>
    <w:rsid w:val="005C67C2"/>
    <w:rsid w:val="005C7163"/>
    <w:rsid w:val="005D025B"/>
    <w:rsid w:val="005D06F9"/>
    <w:rsid w:val="005D09B9"/>
    <w:rsid w:val="005D0CE0"/>
    <w:rsid w:val="005D14FC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255D"/>
    <w:rsid w:val="005E31C8"/>
    <w:rsid w:val="005E341D"/>
    <w:rsid w:val="005E3669"/>
    <w:rsid w:val="005E4595"/>
    <w:rsid w:val="005E5504"/>
    <w:rsid w:val="005E5D96"/>
    <w:rsid w:val="005E5DD3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334"/>
    <w:rsid w:val="00600ABB"/>
    <w:rsid w:val="00600D75"/>
    <w:rsid w:val="00600EE3"/>
    <w:rsid w:val="006010A0"/>
    <w:rsid w:val="00602050"/>
    <w:rsid w:val="0060231D"/>
    <w:rsid w:val="00602700"/>
    <w:rsid w:val="00602FA1"/>
    <w:rsid w:val="00603108"/>
    <w:rsid w:val="00603199"/>
    <w:rsid w:val="0060328B"/>
    <w:rsid w:val="006039D0"/>
    <w:rsid w:val="00603B38"/>
    <w:rsid w:val="00603DE6"/>
    <w:rsid w:val="006047D5"/>
    <w:rsid w:val="00604852"/>
    <w:rsid w:val="00604D8F"/>
    <w:rsid w:val="00605196"/>
    <w:rsid w:val="00605254"/>
    <w:rsid w:val="006058F5"/>
    <w:rsid w:val="00605FBA"/>
    <w:rsid w:val="0060628F"/>
    <w:rsid w:val="00606297"/>
    <w:rsid w:val="00606C18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2EC7"/>
    <w:rsid w:val="00613B74"/>
    <w:rsid w:val="00613FAB"/>
    <w:rsid w:val="006140AB"/>
    <w:rsid w:val="006145F0"/>
    <w:rsid w:val="006153E4"/>
    <w:rsid w:val="006155FB"/>
    <w:rsid w:val="006156C5"/>
    <w:rsid w:val="00615F19"/>
    <w:rsid w:val="006165DA"/>
    <w:rsid w:val="006166D6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52B"/>
    <w:rsid w:val="00624782"/>
    <w:rsid w:val="0062491F"/>
    <w:rsid w:val="006249BF"/>
    <w:rsid w:val="00625A22"/>
    <w:rsid w:val="00625E8C"/>
    <w:rsid w:val="006260A2"/>
    <w:rsid w:val="00626198"/>
    <w:rsid w:val="006264D6"/>
    <w:rsid w:val="006265D5"/>
    <w:rsid w:val="0063097C"/>
    <w:rsid w:val="00630B33"/>
    <w:rsid w:val="00630BA6"/>
    <w:rsid w:val="00631DF6"/>
    <w:rsid w:val="00632200"/>
    <w:rsid w:val="0063262E"/>
    <w:rsid w:val="00632DDD"/>
    <w:rsid w:val="00632EFB"/>
    <w:rsid w:val="00632FB7"/>
    <w:rsid w:val="0063343A"/>
    <w:rsid w:val="0063391E"/>
    <w:rsid w:val="006339AE"/>
    <w:rsid w:val="00633E5F"/>
    <w:rsid w:val="006345D2"/>
    <w:rsid w:val="00634B03"/>
    <w:rsid w:val="006358B8"/>
    <w:rsid w:val="00636101"/>
    <w:rsid w:val="0063625F"/>
    <w:rsid w:val="0063648E"/>
    <w:rsid w:val="00636491"/>
    <w:rsid w:val="006365EA"/>
    <w:rsid w:val="00636AC4"/>
    <w:rsid w:val="00636B65"/>
    <w:rsid w:val="006370AE"/>
    <w:rsid w:val="00637BCB"/>
    <w:rsid w:val="0064003F"/>
    <w:rsid w:val="006405EA"/>
    <w:rsid w:val="006408A9"/>
    <w:rsid w:val="00640945"/>
    <w:rsid w:val="00640A25"/>
    <w:rsid w:val="006413FB"/>
    <w:rsid w:val="00641686"/>
    <w:rsid w:val="00641AA3"/>
    <w:rsid w:val="00641CB1"/>
    <w:rsid w:val="006425B7"/>
    <w:rsid w:val="006427E5"/>
    <w:rsid w:val="00642AEE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6A9"/>
    <w:rsid w:val="00645CAF"/>
    <w:rsid w:val="00645F94"/>
    <w:rsid w:val="00645FB7"/>
    <w:rsid w:val="00646558"/>
    <w:rsid w:val="00646827"/>
    <w:rsid w:val="00646C05"/>
    <w:rsid w:val="00646CEA"/>
    <w:rsid w:val="00647618"/>
    <w:rsid w:val="006478C0"/>
    <w:rsid w:val="00647C5D"/>
    <w:rsid w:val="00647E17"/>
    <w:rsid w:val="006512D2"/>
    <w:rsid w:val="00651D54"/>
    <w:rsid w:val="006528FF"/>
    <w:rsid w:val="00652B19"/>
    <w:rsid w:val="00653A3A"/>
    <w:rsid w:val="00653E92"/>
    <w:rsid w:val="00654825"/>
    <w:rsid w:val="0065496B"/>
    <w:rsid w:val="00654C29"/>
    <w:rsid w:val="0065508E"/>
    <w:rsid w:val="006550CD"/>
    <w:rsid w:val="00655DE5"/>
    <w:rsid w:val="006561B4"/>
    <w:rsid w:val="00656A0F"/>
    <w:rsid w:val="00656FF9"/>
    <w:rsid w:val="0065728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345C"/>
    <w:rsid w:val="00663D1D"/>
    <w:rsid w:val="00663E8F"/>
    <w:rsid w:val="00664515"/>
    <w:rsid w:val="00664A81"/>
    <w:rsid w:val="00664DDE"/>
    <w:rsid w:val="006653DD"/>
    <w:rsid w:val="0066552C"/>
    <w:rsid w:val="00666928"/>
    <w:rsid w:val="00666D23"/>
    <w:rsid w:val="0066704E"/>
    <w:rsid w:val="0066718C"/>
    <w:rsid w:val="00667459"/>
    <w:rsid w:val="006674CE"/>
    <w:rsid w:val="006675BA"/>
    <w:rsid w:val="00667788"/>
    <w:rsid w:val="00670451"/>
    <w:rsid w:val="00671976"/>
    <w:rsid w:val="00672388"/>
    <w:rsid w:val="006723AF"/>
    <w:rsid w:val="006723CA"/>
    <w:rsid w:val="006724E8"/>
    <w:rsid w:val="0067278B"/>
    <w:rsid w:val="00672AA6"/>
    <w:rsid w:val="006730ED"/>
    <w:rsid w:val="00674564"/>
    <w:rsid w:val="006746D2"/>
    <w:rsid w:val="00674B16"/>
    <w:rsid w:val="00674CAD"/>
    <w:rsid w:val="006754E4"/>
    <w:rsid w:val="006754E8"/>
    <w:rsid w:val="006757CE"/>
    <w:rsid w:val="006758FF"/>
    <w:rsid w:val="00675A6E"/>
    <w:rsid w:val="006767E7"/>
    <w:rsid w:val="00677323"/>
    <w:rsid w:val="00677597"/>
    <w:rsid w:val="006776B2"/>
    <w:rsid w:val="00677E6E"/>
    <w:rsid w:val="00680714"/>
    <w:rsid w:val="0068081B"/>
    <w:rsid w:val="006808E7"/>
    <w:rsid w:val="00681560"/>
    <w:rsid w:val="00681E10"/>
    <w:rsid w:val="00682155"/>
    <w:rsid w:val="006821C9"/>
    <w:rsid w:val="00682574"/>
    <w:rsid w:val="00682B04"/>
    <w:rsid w:val="00682E23"/>
    <w:rsid w:val="006835F2"/>
    <w:rsid w:val="00683A39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9C9"/>
    <w:rsid w:val="00687299"/>
    <w:rsid w:val="006875A9"/>
    <w:rsid w:val="00687C73"/>
    <w:rsid w:val="0069020C"/>
    <w:rsid w:val="0069020E"/>
    <w:rsid w:val="00690530"/>
    <w:rsid w:val="006908E9"/>
    <w:rsid w:val="006909EB"/>
    <w:rsid w:val="0069187A"/>
    <w:rsid w:val="00692009"/>
    <w:rsid w:val="00693455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50CC"/>
    <w:rsid w:val="006956D2"/>
    <w:rsid w:val="00695F09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129C"/>
    <w:rsid w:val="006A1676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6A4"/>
    <w:rsid w:val="006A7789"/>
    <w:rsid w:val="006B005A"/>
    <w:rsid w:val="006B0529"/>
    <w:rsid w:val="006B0847"/>
    <w:rsid w:val="006B23BD"/>
    <w:rsid w:val="006B2A1B"/>
    <w:rsid w:val="006B2C50"/>
    <w:rsid w:val="006B2DE4"/>
    <w:rsid w:val="006B2FCE"/>
    <w:rsid w:val="006B30FE"/>
    <w:rsid w:val="006B3EA6"/>
    <w:rsid w:val="006B3F79"/>
    <w:rsid w:val="006B43A2"/>
    <w:rsid w:val="006B4C0C"/>
    <w:rsid w:val="006B5AFF"/>
    <w:rsid w:val="006B633D"/>
    <w:rsid w:val="006B66F5"/>
    <w:rsid w:val="006B6DD9"/>
    <w:rsid w:val="006B6E04"/>
    <w:rsid w:val="006B725F"/>
    <w:rsid w:val="006B73FA"/>
    <w:rsid w:val="006B7425"/>
    <w:rsid w:val="006B7BB3"/>
    <w:rsid w:val="006B7ECD"/>
    <w:rsid w:val="006C00A6"/>
    <w:rsid w:val="006C06FC"/>
    <w:rsid w:val="006C10FA"/>
    <w:rsid w:val="006C1652"/>
    <w:rsid w:val="006C1E8F"/>
    <w:rsid w:val="006C2354"/>
    <w:rsid w:val="006C23B6"/>
    <w:rsid w:val="006C2886"/>
    <w:rsid w:val="006C328A"/>
    <w:rsid w:val="006C33FC"/>
    <w:rsid w:val="006C366D"/>
    <w:rsid w:val="006C36BA"/>
    <w:rsid w:val="006C3768"/>
    <w:rsid w:val="006C3910"/>
    <w:rsid w:val="006C4773"/>
    <w:rsid w:val="006C4A00"/>
    <w:rsid w:val="006C4AA2"/>
    <w:rsid w:val="006C4F0B"/>
    <w:rsid w:val="006C51EA"/>
    <w:rsid w:val="006C5F0A"/>
    <w:rsid w:val="006C63E3"/>
    <w:rsid w:val="006C6566"/>
    <w:rsid w:val="006C6AB9"/>
    <w:rsid w:val="006C7C36"/>
    <w:rsid w:val="006D00C8"/>
    <w:rsid w:val="006D03D9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FB4"/>
    <w:rsid w:val="006D3FD0"/>
    <w:rsid w:val="006D435A"/>
    <w:rsid w:val="006D47D5"/>
    <w:rsid w:val="006D51B6"/>
    <w:rsid w:val="006D5274"/>
    <w:rsid w:val="006D5593"/>
    <w:rsid w:val="006D5761"/>
    <w:rsid w:val="006D60B8"/>
    <w:rsid w:val="006D641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287"/>
    <w:rsid w:val="006E741B"/>
    <w:rsid w:val="006E7B25"/>
    <w:rsid w:val="006E7BFC"/>
    <w:rsid w:val="006F058B"/>
    <w:rsid w:val="006F0AD7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B71"/>
    <w:rsid w:val="00702935"/>
    <w:rsid w:val="007030FF"/>
    <w:rsid w:val="00703278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BA3"/>
    <w:rsid w:val="0070798F"/>
    <w:rsid w:val="00707FA1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5104"/>
    <w:rsid w:val="007251D3"/>
    <w:rsid w:val="00725452"/>
    <w:rsid w:val="00725D0F"/>
    <w:rsid w:val="00725D86"/>
    <w:rsid w:val="007263DD"/>
    <w:rsid w:val="0072688F"/>
    <w:rsid w:val="00726D1A"/>
    <w:rsid w:val="00726D7E"/>
    <w:rsid w:val="00726DB5"/>
    <w:rsid w:val="00727216"/>
    <w:rsid w:val="00727284"/>
    <w:rsid w:val="007278E2"/>
    <w:rsid w:val="00727AF4"/>
    <w:rsid w:val="00727B60"/>
    <w:rsid w:val="00727FF2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A49"/>
    <w:rsid w:val="00733E05"/>
    <w:rsid w:val="00733E8E"/>
    <w:rsid w:val="007341F8"/>
    <w:rsid w:val="007342D6"/>
    <w:rsid w:val="00734537"/>
    <w:rsid w:val="00734722"/>
    <w:rsid w:val="007352CC"/>
    <w:rsid w:val="0073577A"/>
    <w:rsid w:val="0073590E"/>
    <w:rsid w:val="00735BDE"/>
    <w:rsid w:val="00736841"/>
    <w:rsid w:val="00736BE1"/>
    <w:rsid w:val="00737397"/>
    <w:rsid w:val="00737DC5"/>
    <w:rsid w:val="007409F8"/>
    <w:rsid w:val="00740E09"/>
    <w:rsid w:val="0074126C"/>
    <w:rsid w:val="0074185C"/>
    <w:rsid w:val="00741B74"/>
    <w:rsid w:val="00741E8C"/>
    <w:rsid w:val="00741F16"/>
    <w:rsid w:val="00741F19"/>
    <w:rsid w:val="00742228"/>
    <w:rsid w:val="00742A3A"/>
    <w:rsid w:val="00742B6D"/>
    <w:rsid w:val="00742E34"/>
    <w:rsid w:val="00742E70"/>
    <w:rsid w:val="007437CE"/>
    <w:rsid w:val="00743AD2"/>
    <w:rsid w:val="007442A9"/>
    <w:rsid w:val="00744313"/>
    <w:rsid w:val="00744C23"/>
    <w:rsid w:val="00745212"/>
    <w:rsid w:val="007454C1"/>
    <w:rsid w:val="00745BF6"/>
    <w:rsid w:val="007461DD"/>
    <w:rsid w:val="0074682C"/>
    <w:rsid w:val="007469D8"/>
    <w:rsid w:val="007469E9"/>
    <w:rsid w:val="00746C1F"/>
    <w:rsid w:val="007471CC"/>
    <w:rsid w:val="007473D0"/>
    <w:rsid w:val="00747BBB"/>
    <w:rsid w:val="00747BED"/>
    <w:rsid w:val="00747D56"/>
    <w:rsid w:val="0075081B"/>
    <w:rsid w:val="0075112B"/>
    <w:rsid w:val="007513E9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5018"/>
    <w:rsid w:val="00755B17"/>
    <w:rsid w:val="007567C1"/>
    <w:rsid w:val="00756F4B"/>
    <w:rsid w:val="00756FDA"/>
    <w:rsid w:val="0075708F"/>
    <w:rsid w:val="007577BE"/>
    <w:rsid w:val="0076017F"/>
    <w:rsid w:val="00760C62"/>
    <w:rsid w:val="007615B9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CA0"/>
    <w:rsid w:val="00767E96"/>
    <w:rsid w:val="0077017D"/>
    <w:rsid w:val="00770D82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E86"/>
    <w:rsid w:val="0077638B"/>
    <w:rsid w:val="007763A5"/>
    <w:rsid w:val="0077657C"/>
    <w:rsid w:val="007766A5"/>
    <w:rsid w:val="00776B13"/>
    <w:rsid w:val="00776C01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2284"/>
    <w:rsid w:val="0078229E"/>
    <w:rsid w:val="00782314"/>
    <w:rsid w:val="0078243C"/>
    <w:rsid w:val="007826C3"/>
    <w:rsid w:val="00782B90"/>
    <w:rsid w:val="00782F26"/>
    <w:rsid w:val="00782FE5"/>
    <w:rsid w:val="00783ABB"/>
    <w:rsid w:val="00783D51"/>
    <w:rsid w:val="007841AF"/>
    <w:rsid w:val="00784738"/>
    <w:rsid w:val="00784C13"/>
    <w:rsid w:val="00784CDC"/>
    <w:rsid w:val="0078500C"/>
    <w:rsid w:val="00785EE9"/>
    <w:rsid w:val="007866F6"/>
    <w:rsid w:val="00786FBE"/>
    <w:rsid w:val="00787463"/>
    <w:rsid w:val="007874C6"/>
    <w:rsid w:val="007878B4"/>
    <w:rsid w:val="00787AD5"/>
    <w:rsid w:val="00790593"/>
    <w:rsid w:val="007909C1"/>
    <w:rsid w:val="007909CD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A068D"/>
    <w:rsid w:val="007A0BD7"/>
    <w:rsid w:val="007A1659"/>
    <w:rsid w:val="007A19F1"/>
    <w:rsid w:val="007A1DA4"/>
    <w:rsid w:val="007A23B2"/>
    <w:rsid w:val="007A23E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98F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025"/>
    <w:rsid w:val="007B11C7"/>
    <w:rsid w:val="007B168E"/>
    <w:rsid w:val="007B2C09"/>
    <w:rsid w:val="007B2DF6"/>
    <w:rsid w:val="007B2FF2"/>
    <w:rsid w:val="007B37E9"/>
    <w:rsid w:val="007B3D91"/>
    <w:rsid w:val="007B3F2F"/>
    <w:rsid w:val="007B44DA"/>
    <w:rsid w:val="007B49E5"/>
    <w:rsid w:val="007B4E4A"/>
    <w:rsid w:val="007B541A"/>
    <w:rsid w:val="007B5912"/>
    <w:rsid w:val="007B5AFB"/>
    <w:rsid w:val="007B5D98"/>
    <w:rsid w:val="007B5F61"/>
    <w:rsid w:val="007B6D75"/>
    <w:rsid w:val="007B752F"/>
    <w:rsid w:val="007B7B43"/>
    <w:rsid w:val="007B7EF4"/>
    <w:rsid w:val="007B7F91"/>
    <w:rsid w:val="007C0334"/>
    <w:rsid w:val="007C0C11"/>
    <w:rsid w:val="007C173A"/>
    <w:rsid w:val="007C1832"/>
    <w:rsid w:val="007C188C"/>
    <w:rsid w:val="007C193F"/>
    <w:rsid w:val="007C1A23"/>
    <w:rsid w:val="007C1C61"/>
    <w:rsid w:val="007C20C0"/>
    <w:rsid w:val="007C2AE9"/>
    <w:rsid w:val="007C3670"/>
    <w:rsid w:val="007C3694"/>
    <w:rsid w:val="007C37F3"/>
    <w:rsid w:val="007C396D"/>
    <w:rsid w:val="007C3C28"/>
    <w:rsid w:val="007C3CD9"/>
    <w:rsid w:val="007C4B69"/>
    <w:rsid w:val="007C5226"/>
    <w:rsid w:val="007C528C"/>
    <w:rsid w:val="007C5AC7"/>
    <w:rsid w:val="007C6141"/>
    <w:rsid w:val="007C68DF"/>
    <w:rsid w:val="007C750A"/>
    <w:rsid w:val="007D05D3"/>
    <w:rsid w:val="007D0E3B"/>
    <w:rsid w:val="007D0FF5"/>
    <w:rsid w:val="007D254F"/>
    <w:rsid w:val="007D3102"/>
    <w:rsid w:val="007D34F6"/>
    <w:rsid w:val="007D39EE"/>
    <w:rsid w:val="007D425C"/>
    <w:rsid w:val="007D4F52"/>
    <w:rsid w:val="007D5565"/>
    <w:rsid w:val="007D5BA8"/>
    <w:rsid w:val="007D5D95"/>
    <w:rsid w:val="007D77D3"/>
    <w:rsid w:val="007D7B4B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AA0"/>
    <w:rsid w:val="007E622B"/>
    <w:rsid w:val="007E6601"/>
    <w:rsid w:val="007E6704"/>
    <w:rsid w:val="007E7507"/>
    <w:rsid w:val="007E790D"/>
    <w:rsid w:val="007E7986"/>
    <w:rsid w:val="007E7C10"/>
    <w:rsid w:val="007E7EC2"/>
    <w:rsid w:val="007F0283"/>
    <w:rsid w:val="007F076D"/>
    <w:rsid w:val="007F0D67"/>
    <w:rsid w:val="007F15D4"/>
    <w:rsid w:val="007F250B"/>
    <w:rsid w:val="007F2A3B"/>
    <w:rsid w:val="007F35AA"/>
    <w:rsid w:val="007F456E"/>
    <w:rsid w:val="007F58A5"/>
    <w:rsid w:val="007F5F55"/>
    <w:rsid w:val="007F63C1"/>
    <w:rsid w:val="007F6BCB"/>
    <w:rsid w:val="007F78AC"/>
    <w:rsid w:val="0080017D"/>
    <w:rsid w:val="00800587"/>
    <w:rsid w:val="0080080D"/>
    <w:rsid w:val="008015F7"/>
    <w:rsid w:val="00801A38"/>
    <w:rsid w:val="00801C3D"/>
    <w:rsid w:val="00802890"/>
    <w:rsid w:val="00802C61"/>
    <w:rsid w:val="00802D9B"/>
    <w:rsid w:val="008037C5"/>
    <w:rsid w:val="00803E52"/>
    <w:rsid w:val="00803FE6"/>
    <w:rsid w:val="008040D6"/>
    <w:rsid w:val="00804155"/>
    <w:rsid w:val="00804188"/>
    <w:rsid w:val="00804436"/>
    <w:rsid w:val="008045BE"/>
    <w:rsid w:val="00804A6C"/>
    <w:rsid w:val="00806CDF"/>
    <w:rsid w:val="008070FF"/>
    <w:rsid w:val="0080711E"/>
    <w:rsid w:val="008076F3"/>
    <w:rsid w:val="008079A8"/>
    <w:rsid w:val="008079B9"/>
    <w:rsid w:val="00807AB7"/>
    <w:rsid w:val="00807FDF"/>
    <w:rsid w:val="008106E5"/>
    <w:rsid w:val="0081191C"/>
    <w:rsid w:val="0081201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70F"/>
    <w:rsid w:val="00816C4B"/>
    <w:rsid w:val="00816EB1"/>
    <w:rsid w:val="008173A0"/>
    <w:rsid w:val="008174F6"/>
    <w:rsid w:val="00817972"/>
    <w:rsid w:val="0082002E"/>
    <w:rsid w:val="00820F56"/>
    <w:rsid w:val="008210B5"/>
    <w:rsid w:val="008211FD"/>
    <w:rsid w:val="0082154B"/>
    <w:rsid w:val="0082198B"/>
    <w:rsid w:val="00821CE3"/>
    <w:rsid w:val="00821D48"/>
    <w:rsid w:val="00822002"/>
    <w:rsid w:val="008224BA"/>
    <w:rsid w:val="00823032"/>
    <w:rsid w:val="008230A0"/>
    <w:rsid w:val="00823909"/>
    <w:rsid w:val="008245CC"/>
    <w:rsid w:val="00824B48"/>
    <w:rsid w:val="008251FE"/>
    <w:rsid w:val="008256E3"/>
    <w:rsid w:val="00825BF0"/>
    <w:rsid w:val="00826A8D"/>
    <w:rsid w:val="00827B2E"/>
    <w:rsid w:val="00830008"/>
    <w:rsid w:val="00830B61"/>
    <w:rsid w:val="00830E8A"/>
    <w:rsid w:val="008313B9"/>
    <w:rsid w:val="00831A9D"/>
    <w:rsid w:val="0083241D"/>
    <w:rsid w:val="008324EC"/>
    <w:rsid w:val="008325F4"/>
    <w:rsid w:val="00832659"/>
    <w:rsid w:val="0083273F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A9F"/>
    <w:rsid w:val="00843B54"/>
    <w:rsid w:val="00843B63"/>
    <w:rsid w:val="0084513C"/>
    <w:rsid w:val="008453BC"/>
    <w:rsid w:val="00845936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50107"/>
    <w:rsid w:val="0085040E"/>
    <w:rsid w:val="0085052A"/>
    <w:rsid w:val="008509B0"/>
    <w:rsid w:val="008509B1"/>
    <w:rsid w:val="00850F1D"/>
    <w:rsid w:val="008518CB"/>
    <w:rsid w:val="00851A21"/>
    <w:rsid w:val="008524CE"/>
    <w:rsid w:val="00852525"/>
    <w:rsid w:val="0085272D"/>
    <w:rsid w:val="00853D2E"/>
    <w:rsid w:val="00853EB0"/>
    <w:rsid w:val="008540B2"/>
    <w:rsid w:val="0085427C"/>
    <w:rsid w:val="00854514"/>
    <w:rsid w:val="008546C4"/>
    <w:rsid w:val="008552EF"/>
    <w:rsid w:val="00855661"/>
    <w:rsid w:val="008556EA"/>
    <w:rsid w:val="0085588B"/>
    <w:rsid w:val="00855A4F"/>
    <w:rsid w:val="00855FC9"/>
    <w:rsid w:val="008564C1"/>
    <w:rsid w:val="0085671E"/>
    <w:rsid w:val="00856927"/>
    <w:rsid w:val="00856F53"/>
    <w:rsid w:val="008570D9"/>
    <w:rsid w:val="0085738E"/>
    <w:rsid w:val="00860362"/>
    <w:rsid w:val="00860AAC"/>
    <w:rsid w:val="00860EF3"/>
    <w:rsid w:val="00861070"/>
    <w:rsid w:val="008612A5"/>
    <w:rsid w:val="008627A5"/>
    <w:rsid w:val="008627C9"/>
    <w:rsid w:val="00862970"/>
    <w:rsid w:val="00862F64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A83"/>
    <w:rsid w:val="0086645F"/>
    <w:rsid w:val="008667D7"/>
    <w:rsid w:val="0086683F"/>
    <w:rsid w:val="00866D85"/>
    <w:rsid w:val="00866D86"/>
    <w:rsid w:val="008671C5"/>
    <w:rsid w:val="00867416"/>
    <w:rsid w:val="008674AA"/>
    <w:rsid w:val="008674DD"/>
    <w:rsid w:val="008676FB"/>
    <w:rsid w:val="00867CE8"/>
    <w:rsid w:val="00867D81"/>
    <w:rsid w:val="00870566"/>
    <w:rsid w:val="00870D4F"/>
    <w:rsid w:val="00871C00"/>
    <w:rsid w:val="00871E00"/>
    <w:rsid w:val="00871E53"/>
    <w:rsid w:val="00872013"/>
    <w:rsid w:val="0087208A"/>
    <w:rsid w:val="00872E7D"/>
    <w:rsid w:val="00872F38"/>
    <w:rsid w:val="00873768"/>
    <w:rsid w:val="00873DAB"/>
    <w:rsid w:val="008741E3"/>
    <w:rsid w:val="00874594"/>
    <w:rsid w:val="0087511E"/>
    <w:rsid w:val="0087514F"/>
    <w:rsid w:val="00875288"/>
    <w:rsid w:val="00875426"/>
    <w:rsid w:val="00875744"/>
    <w:rsid w:val="00875913"/>
    <w:rsid w:val="00875D6F"/>
    <w:rsid w:val="00876572"/>
    <w:rsid w:val="00876CE4"/>
    <w:rsid w:val="008771FF"/>
    <w:rsid w:val="00877A6E"/>
    <w:rsid w:val="008807A6"/>
    <w:rsid w:val="0088140E"/>
    <w:rsid w:val="00881B2F"/>
    <w:rsid w:val="00881DF0"/>
    <w:rsid w:val="0088276E"/>
    <w:rsid w:val="00882D88"/>
    <w:rsid w:val="00882FE0"/>
    <w:rsid w:val="0088329B"/>
    <w:rsid w:val="008833D0"/>
    <w:rsid w:val="00883745"/>
    <w:rsid w:val="008838F9"/>
    <w:rsid w:val="00883E35"/>
    <w:rsid w:val="00883EDB"/>
    <w:rsid w:val="00884137"/>
    <w:rsid w:val="008842EF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9F9"/>
    <w:rsid w:val="00892E32"/>
    <w:rsid w:val="00892F9E"/>
    <w:rsid w:val="008931DE"/>
    <w:rsid w:val="008937B5"/>
    <w:rsid w:val="0089396D"/>
    <w:rsid w:val="00893C00"/>
    <w:rsid w:val="00893CDD"/>
    <w:rsid w:val="00894514"/>
    <w:rsid w:val="00895B14"/>
    <w:rsid w:val="00895D00"/>
    <w:rsid w:val="00896EFD"/>
    <w:rsid w:val="0089734F"/>
    <w:rsid w:val="008975C5"/>
    <w:rsid w:val="008A07DB"/>
    <w:rsid w:val="008A083E"/>
    <w:rsid w:val="008A0929"/>
    <w:rsid w:val="008A1554"/>
    <w:rsid w:val="008A18F0"/>
    <w:rsid w:val="008A1E0C"/>
    <w:rsid w:val="008A20FC"/>
    <w:rsid w:val="008A2FA4"/>
    <w:rsid w:val="008A30FA"/>
    <w:rsid w:val="008A3325"/>
    <w:rsid w:val="008A380F"/>
    <w:rsid w:val="008A3870"/>
    <w:rsid w:val="008A3EE9"/>
    <w:rsid w:val="008A4C31"/>
    <w:rsid w:val="008A522C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A95"/>
    <w:rsid w:val="008A7CDF"/>
    <w:rsid w:val="008B063F"/>
    <w:rsid w:val="008B069A"/>
    <w:rsid w:val="008B0794"/>
    <w:rsid w:val="008B130D"/>
    <w:rsid w:val="008B14FE"/>
    <w:rsid w:val="008B15DE"/>
    <w:rsid w:val="008B166B"/>
    <w:rsid w:val="008B1931"/>
    <w:rsid w:val="008B1993"/>
    <w:rsid w:val="008B19C3"/>
    <w:rsid w:val="008B1AC2"/>
    <w:rsid w:val="008B1C4C"/>
    <w:rsid w:val="008B1E37"/>
    <w:rsid w:val="008B21F8"/>
    <w:rsid w:val="008B29B9"/>
    <w:rsid w:val="008B2A18"/>
    <w:rsid w:val="008B2B85"/>
    <w:rsid w:val="008B2DA5"/>
    <w:rsid w:val="008B2F2F"/>
    <w:rsid w:val="008B3DAC"/>
    <w:rsid w:val="008B3EAB"/>
    <w:rsid w:val="008B44E0"/>
    <w:rsid w:val="008B4768"/>
    <w:rsid w:val="008B48E7"/>
    <w:rsid w:val="008B4B65"/>
    <w:rsid w:val="008B50A7"/>
    <w:rsid w:val="008B5710"/>
    <w:rsid w:val="008B57AB"/>
    <w:rsid w:val="008B58B9"/>
    <w:rsid w:val="008B59B4"/>
    <w:rsid w:val="008B5C60"/>
    <w:rsid w:val="008B5DA8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01"/>
    <w:rsid w:val="008C3561"/>
    <w:rsid w:val="008C498D"/>
    <w:rsid w:val="008C4C35"/>
    <w:rsid w:val="008C5151"/>
    <w:rsid w:val="008C5184"/>
    <w:rsid w:val="008C5324"/>
    <w:rsid w:val="008C55F9"/>
    <w:rsid w:val="008C5D32"/>
    <w:rsid w:val="008C60BD"/>
    <w:rsid w:val="008C6139"/>
    <w:rsid w:val="008C6EF9"/>
    <w:rsid w:val="008C6F6F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CEF"/>
    <w:rsid w:val="008D3E81"/>
    <w:rsid w:val="008D4039"/>
    <w:rsid w:val="008D4614"/>
    <w:rsid w:val="008D4880"/>
    <w:rsid w:val="008D4A15"/>
    <w:rsid w:val="008D4F2C"/>
    <w:rsid w:val="008D50CA"/>
    <w:rsid w:val="008D5FC3"/>
    <w:rsid w:val="008D697F"/>
    <w:rsid w:val="008D7266"/>
    <w:rsid w:val="008D72D2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21E1"/>
    <w:rsid w:val="008E3977"/>
    <w:rsid w:val="008E3ADD"/>
    <w:rsid w:val="008E3F24"/>
    <w:rsid w:val="008E4049"/>
    <w:rsid w:val="008E4483"/>
    <w:rsid w:val="008E46D3"/>
    <w:rsid w:val="008E4D2E"/>
    <w:rsid w:val="008E4E91"/>
    <w:rsid w:val="008E5176"/>
    <w:rsid w:val="008E5450"/>
    <w:rsid w:val="008E5A1E"/>
    <w:rsid w:val="008E6031"/>
    <w:rsid w:val="008E6285"/>
    <w:rsid w:val="008E653B"/>
    <w:rsid w:val="008E6BD0"/>
    <w:rsid w:val="008E71AD"/>
    <w:rsid w:val="008E73AE"/>
    <w:rsid w:val="008E756C"/>
    <w:rsid w:val="008E7838"/>
    <w:rsid w:val="008E7E1F"/>
    <w:rsid w:val="008F05B3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134E"/>
    <w:rsid w:val="009017D8"/>
    <w:rsid w:val="00902467"/>
    <w:rsid w:val="009024FE"/>
    <w:rsid w:val="00902608"/>
    <w:rsid w:val="009029B5"/>
    <w:rsid w:val="00902D61"/>
    <w:rsid w:val="00903C9A"/>
    <w:rsid w:val="00903E25"/>
    <w:rsid w:val="009042BC"/>
    <w:rsid w:val="00904426"/>
    <w:rsid w:val="009046A2"/>
    <w:rsid w:val="009049C0"/>
    <w:rsid w:val="009051F9"/>
    <w:rsid w:val="0090550E"/>
    <w:rsid w:val="00905658"/>
    <w:rsid w:val="009068C1"/>
    <w:rsid w:val="00906D77"/>
    <w:rsid w:val="00906EDB"/>
    <w:rsid w:val="009075B0"/>
    <w:rsid w:val="00907BFD"/>
    <w:rsid w:val="00907EDF"/>
    <w:rsid w:val="009109B2"/>
    <w:rsid w:val="00911137"/>
    <w:rsid w:val="00911D37"/>
    <w:rsid w:val="00912236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1E11"/>
    <w:rsid w:val="00922568"/>
    <w:rsid w:val="00922E22"/>
    <w:rsid w:val="00923108"/>
    <w:rsid w:val="009236B0"/>
    <w:rsid w:val="00923798"/>
    <w:rsid w:val="009245FC"/>
    <w:rsid w:val="00924D0B"/>
    <w:rsid w:val="00924DA2"/>
    <w:rsid w:val="009251AB"/>
    <w:rsid w:val="00925307"/>
    <w:rsid w:val="00925668"/>
    <w:rsid w:val="00926F8B"/>
    <w:rsid w:val="009270A5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9CC"/>
    <w:rsid w:val="00932C8D"/>
    <w:rsid w:val="00932D97"/>
    <w:rsid w:val="00933344"/>
    <w:rsid w:val="0093399B"/>
    <w:rsid w:val="00934251"/>
    <w:rsid w:val="0093437B"/>
    <w:rsid w:val="009344CB"/>
    <w:rsid w:val="00934797"/>
    <w:rsid w:val="00934B99"/>
    <w:rsid w:val="00936A98"/>
    <w:rsid w:val="00936AE0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6634"/>
    <w:rsid w:val="00946BB2"/>
    <w:rsid w:val="009470C8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3CC"/>
    <w:rsid w:val="00952C14"/>
    <w:rsid w:val="009535E0"/>
    <w:rsid w:val="009537A6"/>
    <w:rsid w:val="00953D3C"/>
    <w:rsid w:val="00953F04"/>
    <w:rsid w:val="0095484F"/>
    <w:rsid w:val="00954885"/>
    <w:rsid w:val="00954A5C"/>
    <w:rsid w:val="00954E0C"/>
    <w:rsid w:val="0095526B"/>
    <w:rsid w:val="0095567A"/>
    <w:rsid w:val="009557A7"/>
    <w:rsid w:val="00955956"/>
    <w:rsid w:val="00955D08"/>
    <w:rsid w:val="009562B2"/>
    <w:rsid w:val="0095648B"/>
    <w:rsid w:val="009573F6"/>
    <w:rsid w:val="00957985"/>
    <w:rsid w:val="00960EBB"/>
    <w:rsid w:val="009618AD"/>
    <w:rsid w:val="00961A02"/>
    <w:rsid w:val="00961C75"/>
    <w:rsid w:val="00962237"/>
    <w:rsid w:val="009624B8"/>
    <w:rsid w:val="009630D1"/>
    <w:rsid w:val="009635BA"/>
    <w:rsid w:val="009638E0"/>
    <w:rsid w:val="0096548E"/>
    <w:rsid w:val="00965589"/>
    <w:rsid w:val="00965802"/>
    <w:rsid w:val="00965AB4"/>
    <w:rsid w:val="009664B5"/>
    <w:rsid w:val="00966991"/>
    <w:rsid w:val="009669CA"/>
    <w:rsid w:val="00966B98"/>
    <w:rsid w:val="00966D15"/>
    <w:rsid w:val="009675C3"/>
    <w:rsid w:val="0096771A"/>
    <w:rsid w:val="00967DC5"/>
    <w:rsid w:val="00970002"/>
    <w:rsid w:val="00970177"/>
    <w:rsid w:val="009709F9"/>
    <w:rsid w:val="00970B33"/>
    <w:rsid w:val="00970BB0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7E"/>
    <w:rsid w:val="009826E4"/>
    <w:rsid w:val="009828D3"/>
    <w:rsid w:val="00982F46"/>
    <w:rsid w:val="0098321E"/>
    <w:rsid w:val="0098446B"/>
    <w:rsid w:val="009844A6"/>
    <w:rsid w:val="00984C7D"/>
    <w:rsid w:val="00984E40"/>
    <w:rsid w:val="00984F32"/>
    <w:rsid w:val="00985589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38D"/>
    <w:rsid w:val="0099058F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21F7"/>
    <w:rsid w:val="009922F9"/>
    <w:rsid w:val="00992397"/>
    <w:rsid w:val="0099282E"/>
    <w:rsid w:val="00992D3D"/>
    <w:rsid w:val="00993021"/>
    <w:rsid w:val="00993589"/>
    <w:rsid w:val="00994BED"/>
    <w:rsid w:val="00994D93"/>
    <w:rsid w:val="00994EAF"/>
    <w:rsid w:val="00994EEF"/>
    <w:rsid w:val="0099555F"/>
    <w:rsid w:val="00995786"/>
    <w:rsid w:val="00995791"/>
    <w:rsid w:val="00995CA9"/>
    <w:rsid w:val="00995F89"/>
    <w:rsid w:val="00996384"/>
    <w:rsid w:val="00996B30"/>
    <w:rsid w:val="00996CC8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A9"/>
    <w:rsid w:val="009A1636"/>
    <w:rsid w:val="009A17E5"/>
    <w:rsid w:val="009A1A97"/>
    <w:rsid w:val="009A1EE5"/>
    <w:rsid w:val="009A2E12"/>
    <w:rsid w:val="009A34F6"/>
    <w:rsid w:val="009A3843"/>
    <w:rsid w:val="009A4AD4"/>
    <w:rsid w:val="009A4B00"/>
    <w:rsid w:val="009A4D83"/>
    <w:rsid w:val="009A4FD3"/>
    <w:rsid w:val="009A50C6"/>
    <w:rsid w:val="009A64AB"/>
    <w:rsid w:val="009A6528"/>
    <w:rsid w:val="009A66F6"/>
    <w:rsid w:val="009A787F"/>
    <w:rsid w:val="009A7898"/>
    <w:rsid w:val="009A7DCC"/>
    <w:rsid w:val="009B04E6"/>
    <w:rsid w:val="009B0508"/>
    <w:rsid w:val="009B07C1"/>
    <w:rsid w:val="009B0EE8"/>
    <w:rsid w:val="009B0F8C"/>
    <w:rsid w:val="009B1317"/>
    <w:rsid w:val="009B1743"/>
    <w:rsid w:val="009B1BBE"/>
    <w:rsid w:val="009B2219"/>
    <w:rsid w:val="009B2306"/>
    <w:rsid w:val="009B2A8C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78B"/>
    <w:rsid w:val="009B5800"/>
    <w:rsid w:val="009B5A80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7EE"/>
    <w:rsid w:val="009C09EE"/>
    <w:rsid w:val="009C111C"/>
    <w:rsid w:val="009C12B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29F"/>
    <w:rsid w:val="009C5ED0"/>
    <w:rsid w:val="009C74F5"/>
    <w:rsid w:val="009C754D"/>
    <w:rsid w:val="009C756F"/>
    <w:rsid w:val="009C7B2C"/>
    <w:rsid w:val="009C7BD5"/>
    <w:rsid w:val="009C7CD1"/>
    <w:rsid w:val="009D070E"/>
    <w:rsid w:val="009D0E8A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E016F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25C0"/>
    <w:rsid w:val="009E2EFF"/>
    <w:rsid w:val="009E3256"/>
    <w:rsid w:val="009E3737"/>
    <w:rsid w:val="009E3AEE"/>
    <w:rsid w:val="009E3AFD"/>
    <w:rsid w:val="009E3D75"/>
    <w:rsid w:val="009E4866"/>
    <w:rsid w:val="009E4A50"/>
    <w:rsid w:val="009E4B06"/>
    <w:rsid w:val="009E4EC2"/>
    <w:rsid w:val="009E60B2"/>
    <w:rsid w:val="009E63D5"/>
    <w:rsid w:val="009E6CB5"/>
    <w:rsid w:val="009E7B97"/>
    <w:rsid w:val="009E7D09"/>
    <w:rsid w:val="009E7F1C"/>
    <w:rsid w:val="009E7F6B"/>
    <w:rsid w:val="009F0290"/>
    <w:rsid w:val="009F059D"/>
    <w:rsid w:val="009F07FE"/>
    <w:rsid w:val="009F0CAA"/>
    <w:rsid w:val="009F14F2"/>
    <w:rsid w:val="009F170A"/>
    <w:rsid w:val="009F18E4"/>
    <w:rsid w:val="009F1B9D"/>
    <w:rsid w:val="009F1EAB"/>
    <w:rsid w:val="009F23C5"/>
    <w:rsid w:val="009F2562"/>
    <w:rsid w:val="009F2ADD"/>
    <w:rsid w:val="009F35B6"/>
    <w:rsid w:val="009F361B"/>
    <w:rsid w:val="009F3E3D"/>
    <w:rsid w:val="009F4635"/>
    <w:rsid w:val="009F4F9B"/>
    <w:rsid w:val="009F533A"/>
    <w:rsid w:val="009F5811"/>
    <w:rsid w:val="009F5823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A003FC"/>
    <w:rsid w:val="00A004B4"/>
    <w:rsid w:val="00A008A4"/>
    <w:rsid w:val="00A009E8"/>
    <w:rsid w:val="00A011A7"/>
    <w:rsid w:val="00A01BAD"/>
    <w:rsid w:val="00A0205A"/>
    <w:rsid w:val="00A02530"/>
    <w:rsid w:val="00A02531"/>
    <w:rsid w:val="00A02F41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DE2"/>
    <w:rsid w:val="00A05F1E"/>
    <w:rsid w:val="00A063F4"/>
    <w:rsid w:val="00A065F5"/>
    <w:rsid w:val="00A0697F"/>
    <w:rsid w:val="00A0789C"/>
    <w:rsid w:val="00A100D7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CAF"/>
    <w:rsid w:val="00A12E24"/>
    <w:rsid w:val="00A13B51"/>
    <w:rsid w:val="00A140F0"/>
    <w:rsid w:val="00A14253"/>
    <w:rsid w:val="00A14CF7"/>
    <w:rsid w:val="00A14D3F"/>
    <w:rsid w:val="00A14D42"/>
    <w:rsid w:val="00A15E14"/>
    <w:rsid w:val="00A15F0A"/>
    <w:rsid w:val="00A1662C"/>
    <w:rsid w:val="00A166BE"/>
    <w:rsid w:val="00A178FA"/>
    <w:rsid w:val="00A17C6A"/>
    <w:rsid w:val="00A200F1"/>
    <w:rsid w:val="00A202D2"/>
    <w:rsid w:val="00A20939"/>
    <w:rsid w:val="00A20AC3"/>
    <w:rsid w:val="00A20CA4"/>
    <w:rsid w:val="00A20CFE"/>
    <w:rsid w:val="00A2106C"/>
    <w:rsid w:val="00A211C2"/>
    <w:rsid w:val="00A21297"/>
    <w:rsid w:val="00A21392"/>
    <w:rsid w:val="00A21578"/>
    <w:rsid w:val="00A217B0"/>
    <w:rsid w:val="00A21BEE"/>
    <w:rsid w:val="00A229C1"/>
    <w:rsid w:val="00A22FC5"/>
    <w:rsid w:val="00A2317D"/>
    <w:rsid w:val="00A23613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87C"/>
    <w:rsid w:val="00A268EE"/>
    <w:rsid w:val="00A26A2A"/>
    <w:rsid w:val="00A26DE2"/>
    <w:rsid w:val="00A278A9"/>
    <w:rsid w:val="00A300CD"/>
    <w:rsid w:val="00A30407"/>
    <w:rsid w:val="00A31108"/>
    <w:rsid w:val="00A315C9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ECA"/>
    <w:rsid w:val="00A35250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339"/>
    <w:rsid w:val="00A406F4"/>
    <w:rsid w:val="00A40F5A"/>
    <w:rsid w:val="00A41813"/>
    <w:rsid w:val="00A4184F"/>
    <w:rsid w:val="00A41EC5"/>
    <w:rsid w:val="00A4214C"/>
    <w:rsid w:val="00A4218D"/>
    <w:rsid w:val="00A42283"/>
    <w:rsid w:val="00A42943"/>
    <w:rsid w:val="00A42C7B"/>
    <w:rsid w:val="00A437E4"/>
    <w:rsid w:val="00A4476F"/>
    <w:rsid w:val="00A46029"/>
    <w:rsid w:val="00A4645A"/>
    <w:rsid w:val="00A46790"/>
    <w:rsid w:val="00A47496"/>
    <w:rsid w:val="00A4786E"/>
    <w:rsid w:val="00A47BA3"/>
    <w:rsid w:val="00A5027C"/>
    <w:rsid w:val="00A503B2"/>
    <w:rsid w:val="00A5158E"/>
    <w:rsid w:val="00A520A9"/>
    <w:rsid w:val="00A5282B"/>
    <w:rsid w:val="00A52835"/>
    <w:rsid w:val="00A528A0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99B"/>
    <w:rsid w:val="00A54AEA"/>
    <w:rsid w:val="00A55736"/>
    <w:rsid w:val="00A558E1"/>
    <w:rsid w:val="00A55BDF"/>
    <w:rsid w:val="00A562D3"/>
    <w:rsid w:val="00A56CE3"/>
    <w:rsid w:val="00A576B9"/>
    <w:rsid w:val="00A5793F"/>
    <w:rsid w:val="00A57D1A"/>
    <w:rsid w:val="00A6015A"/>
    <w:rsid w:val="00A603B9"/>
    <w:rsid w:val="00A60D13"/>
    <w:rsid w:val="00A6127E"/>
    <w:rsid w:val="00A61470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4A64"/>
    <w:rsid w:val="00A654FB"/>
    <w:rsid w:val="00A65883"/>
    <w:rsid w:val="00A658EC"/>
    <w:rsid w:val="00A65AC0"/>
    <w:rsid w:val="00A65CC9"/>
    <w:rsid w:val="00A66126"/>
    <w:rsid w:val="00A6612F"/>
    <w:rsid w:val="00A669D4"/>
    <w:rsid w:val="00A66F3F"/>
    <w:rsid w:val="00A6743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C2D"/>
    <w:rsid w:val="00A72DB8"/>
    <w:rsid w:val="00A73B2B"/>
    <w:rsid w:val="00A7434D"/>
    <w:rsid w:val="00A7463F"/>
    <w:rsid w:val="00A74A10"/>
    <w:rsid w:val="00A74CCB"/>
    <w:rsid w:val="00A755E4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771"/>
    <w:rsid w:val="00A818CE"/>
    <w:rsid w:val="00A8199D"/>
    <w:rsid w:val="00A82E77"/>
    <w:rsid w:val="00A83014"/>
    <w:rsid w:val="00A8312A"/>
    <w:rsid w:val="00A83C82"/>
    <w:rsid w:val="00A83CFA"/>
    <w:rsid w:val="00A8439F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49A"/>
    <w:rsid w:val="00A90A5F"/>
    <w:rsid w:val="00A90B92"/>
    <w:rsid w:val="00A90C9B"/>
    <w:rsid w:val="00A91102"/>
    <w:rsid w:val="00A9136B"/>
    <w:rsid w:val="00A917BE"/>
    <w:rsid w:val="00A92075"/>
    <w:rsid w:val="00A9220A"/>
    <w:rsid w:val="00A9247F"/>
    <w:rsid w:val="00A92C96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7973"/>
    <w:rsid w:val="00A97D0C"/>
    <w:rsid w:val="00A97D8A"/>
    <w:rsid w:val="00A97F5D"/>
    <w:rsid w:val="00AA13DF"/>
    <w:rsid w:val="00AA1950"/>
    <w:rsid w:val="00AA1DEA"/>
    <w:rsid w:val="00AA1F28"/>
    <w:rsid w:val="00AA21FA"/>
    <w:rsid w:val="00AA3144"/>
    <w:rsid w:val="00AA3AD9"/>
    <w:rsid w:val="00AA401C"/>
    <w:rsid w:val="00AA4D67"/>
    <w:rsid w:val="00AA5526"/>
    <w:rsid w:val="00AB03FC"/>
    <w:rsid w:val="00AB097D"/>
    <w:rsid w:val="00AB0E57"/>
    <w:rsid w:val="00AB132F"/>
    <w:rsid w:val="00AB15CF"/>
    <w:rsid w:val="00AB19BD"/>
    <w:rsid w:val="00AB24F6"/>
    <w:rsid w:val="00AB26C2"/>
    <w:rsid w:val="00AB2886"/>
    <w:rsid w:val="00AB2BA8"/>
    <w:rsid w:val="00AB381B"/>
    <w:rsid w:val="00AB3A8B"/>
    <w:rsid w:val="00AB3B0A"/>
    <w:rsid w:val="00AB409E"/>
    <w:rsid w:val="00AB482C"/>
    <w:rsid w:val="00AB60F4"/>
    <w:rsid w:val="00AB668D"/>
    <w:rsid w:val="00AB6896"/>
    <w:rsid w:val="00AB6C8B"/>
    <w:rsid w:val="00AB6C8C"/>
    <w:rsid w:val="00AB6D73"/>
    <w:rsid w:val="00AB6E29"/>
    <w:rsid w:val="00AB6FA3"/>
    <w:rsid w:val="00AB7A16"/>
    <w:rsid w:val="00AB7C5D"/>
    <w:rsid w:val="00AC0093"/>
    <w:rsid w:val="00AC0882"/>
    <w:rsid w:val="00AC10C1"/>
    <w:rsid w:val="00AC1211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4A49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179"/>
    <w:rsid w:val="00AD095B"/>
    <w:rsid w:val="00AD0B1A"/>
    <w:rsid w:val="00AD1225"/>
    <w:rsid w:val="00AD154D"/>
    <w:rsid w:val="00AD2420"/>
    <w:rsid w:val="00AD2DF5"/>
    <w:rsid w:val="00AD381C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24B0"/>
    <w:rsid w:val="00AE24E6"/>
    <w:rsid w:val="00AE24FA"/>
    <w:rsid w:val="00AE26F7"/>
    <w:rsid w:val="00AE3422"/>
    <w:rsid w:val="00AE355B"/>
    <w:rsid w:val="00AE37C0"/>
    <w:rsid w:val="00AE3DCA"/>
    <w:rsid w:val="00AE4187"/>
    <w:rsid w:val="00AE4478"/>
    <w:rsid w:val="00AE44B8"/>
    <w:rsid w:val="00AE4D1F"/>
    <w:rsid w:val="00AE4DE0"/>
    <w:rsid w:val="00AE5491"/>
    <w:rsid w:val="00AE57E8"/>
    <w:rsid w:val="00AE5BD1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C8E"/>
    <w:rsid w:val="00AF261E"/>
    <w:rsid w:val="00AF264B"/>
    <w:rsid w:val="00AF2AE1"/>
    <w:rsid w:val="00AF4065"/>
    <w:rsid w:val="00AF4BA7"/>
    <w:rsid w:val="00AF51C4"/>
    <w:rsid w:val="00AF558C"/>
    <w:rsid w:val="00AF5814"/>
    <w:rsid w:val="00AF5B00"/>
    <w:rsid w:val="00AF5B1D"/>
    <w:rsid w:val="00AF5E4B"/>
    <w:rsid w:val="00AF5F41"/>
    <w:rsid w:val="00AF67C0"/>
    <w:rsid w:val="00AF7658"/>
    <w:rsid w:val="00AF7C8D"/>
    <w:rsid w:val="00AF7D60"/>
    <w:rsid w:val="00B005E5"/>
    <w:rsid w:val="00B006F0"/>
    <w:rsid w:val="00B007B1"/>
    <w:rsid w:val="00B0084F"/>
    <w:rsid w:val="00B00CA1"/>
    <w:rsid w:val="00B00F59"/>
    <w:rsid w:val="00B0198F"/>
    <w:rsid w:val="00B01E1D"/>
    <w:rsid w:val="00B0215C"/>
    <w:rsid w:val="00B021C6"/>
    <w:rsid w:val="00B02BB0"/>
    <w:rsid w:val="00B03F60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C9E"/>
    <w:rsid w:val="00B10F97"/>
    <w:rsid w:val="00B11B1D"/>
    <w:rsid w:val="00B12500"/>
    <w:rsid w:val="00B135DF"/>
    <w:rsid w:val="00B13DD1"/>
    <w:rsid w:val="00B13EEB"/>
    <w:rsid w:val="00B13F46"/>
    <w:rsid w:val="00B1409E"/>
    <w:rsid w:val="00B1439C"/>
    <w:rsid w:val="00B14FC1"/>
    <w:rsid w:val="00B15370"/>
    <w:rsid w:val="00B15E63"/>
    <w:rsid w:val="00B16247"/>
    <w:rsid w:val="00B17BE3"/>
    <w:rsid w:val="00B17F3C"/>
    <w:rsid w:val="00B2041D"/>
    <w:rsid w:val="00B21092"/>
    <w:rsid w:val="00B2217C"/>
    <w:rsid w:val="00B227BA"/>
    <w:rsid w:val="00B22B18"/>
    <w:rsid w:val="00B23007"/>
    <w:rsid w:val="00B2316A"/>
    <w:rsid w:val="00B2327C"/>
    <w:rsid w:val="00B2333C"/>
    <w:rsid w:val="00B2382F"/>
    <w:rsid w:val="00B239E6"/>
    <w:rsid w:val="00B2446E"/>
    <w:rsid w:val="00B253FF"/>
    <w:rsid w:val="00B254C3"/>
    <w:rsid w:val="00B256DA"/>
    <w:rsid w:val="00B25B11"/>
    <w:rsid w:val="00B25BE4"/>
    <w:rsid w:val="00B262AA"/>
    <w:rsid w:val="00B2642F"/>
    <w:rsid w:val="00B2649A"/>
    <w:rsid w:val="00B267AB"/>
    <w:rsid w:val="00B26B74"/>
    <w:rsid w:val="00B26B83"/>
    <w:rsid w:val="00B27429"/>
    <w:rsid w:val="00B27743"/>
    <w:rsid w:val="00B27F69"/>
    <w:rsid w:val="00B30325"/>
    <w:rsid w:val="00B30508"/>
    <w:rsid w:val="00B3069E"/>
    <w:rsid w:val="00B30B00"/>
    <w:rsid w:val="00B3185F"/>
    <w:rsid w:val="00B322AC"/>
    <w:rsid w:val="00B3232A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47"/>
    <w:rsid w:val="00B36C48"/>
    <w:rsid w:val="00B37010"/>
    <w:rsid w:val="00B37776"/>
    <w:rsid w:val="00B37CD1"/>
    <w:rsid w:val="00B4008D"/>
    <w:rsid w:val="00B4015E"/>
    <w:rsid w:val="00B403D9"/>
    <w:rsid w:val="00B40417"/>
    <w:rsid w:val="00B409A7"/>
    <w:rsid w:val="00B417B2"/>
    <w:rsid w:val="00B423D7"/>
    <w:rsid w:val="00B42467"/>
    <w:rsid w:val="00B426CC"/>
    <w:rsid w:val="00B4334F"/>
    <w:rsid w:val="00B4392D"/>
    <w:rsid w:val="00B43C44"/>
    <w:rsid w:val="00B44223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A15"/>
    <w:rsid w:val="00B46BAE"/>
    <w:rsid w:val="00B46BEB"/>
    <w:rsid w:val="00B4782E"/>
    <w:rsid w:val="00B479FE"/>
    <w:rsid w:val="00B47B52"/>
    <w:rsid w:val="00B47BC3"/>
    <w:rsid w:val="00B47DB2"/>
    <w:rsid w:val="00B47E5E"/>
    <w:rsid w:val="00B47FCE"/>
    <w:rsid w:val="00B50740"/>
    <w:rsid w:val="00B507F3"/>
    <w:rsid w:val="00B50D07"/>
    <w:rsid w:val="00B518A0"/>
    <w:rsid w:val="00B51AFB"/>
    <w:rsid w:val="00B52018"/>
    <w:rsid w:val="00B520F4"/>
    <w:rsid w:val="00B528CE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C67"/>
    <w:rsid w:val="00B54D9A"/>
    <w:rsid w:val="00B56453"/>
    <w:rsid w:val="00B57702"/>
    <w:rsid w:val="00B57B94"/>
    <w:rsid w:val="00B6020E"/>
    <w:rsid w:val="00B61435"/>
    <w:rsid w:val="00B6148D"/>
    <w:rsid w:val="00B61C0C"/>
    <w:rsid w:val="00B6287F"/>
    <w:rsid w:val="00B6295B"/>
    <w:rsid w:val="00B62AE8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3695"/>
    <w:rsid w:val="00B73DDF"/>
    <w:rsid w:val="00B742B9"/>
    <w:rsid w:val="00B74899"/>
    <w:rsid w:val="00B75299"/>
    <w:rsid w:val="00B75533"/>
    <w:rsid w:val="00B766F3"/>
    <w:rsid w:val="00B769A4"/>
    <w:rsid w:val="00B769E4"/>
    <w:rsid w:val="00B76C4E"/>
    <w:rsid w:val="00B76CDE"/>
    <w:rsid w:val="00B77069"/>
    <w:rsid w:val="00B773ED"/>
    <w:rsid w:val="00B77FCE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23F"/>
    <w:rsid w:val="00B865B5"/>
    <w:rsid w:val="00B8690E"/>
    <w:rsid w:val="00B86999"/>
    <w:rsid w:val="00B86A08"/>
    <w:rsid w:val="00B86C42"/>
    <w:rsid w:val="00B86CDE"/>
    <w:rsid w:val="00B86CFE"/>
    <w:rsid w:val="00B86D35"/>
    <w:rsid w:val="00B86DBE"/>
    <w:rsid w:val="00B86E2C"/>
    <w:rsid w:val="00B870C2"/>
    <w:rsid w:val="00B8793B"/>
    <w:rsid w:val="00B87CB9"/>
    <w:rsid w:val="00B90089"/>
    <w:rsid w:val="00B90619"/>
    <w:rsid w:val="00B908E5"/>
    <w:rsid w:val="00B91086"/>
    <w:rsid w:val="00B91313"/>
    <w:rsid w:val="00B91370"/>
    <w:rsid w:val="00B91458"/>
    <w:rsid w:val="00B914EB"/>
    <w:rsid w:val="00B91999"/>
    <w:rsid w:val="00B921DD"/>
    <w:rsid w:val="00B9231C"/>
    <w:rsid w:val="00B924C0"/>
    <w:rsid w:val="00B9291C"/>
    <w:rsid w:val="00B92959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328"/>
    <w:rsid w:val="00BA280A"/>
    <w:rsid w:val="00BA28F0"/>
    <w:rsid w:val="00BA28F5"/>
    <w:rsid w:val="00BA31E4"/>
    <w:rsid w:val="00BA3326"/>
    <w:rsid w:val="00BA353B"/>
    <w:rsid w:val="00BA38B9"/>
    <w:rsid w:val="00BA3D6B"/>
    <w:rsid w:val="00BA4645"/>
    <w:rsid w:val="00BA4A72"/>
    <w:rsid w:val="00BA4CDA"/>
    <w:rsid w:val="00BA4E46"/>
    <w:rsid w:val="00BA53A8"/>
    <w:rsid w:val="00BA5F6F"/>
    <w:rsid w:val="00BA64EB"/>
    <w:rsid w:val="00BA69F5"/>
    <w:rsid w:val="00BA6F40"/>
    <w:rsid w:val="00BA6FDA"/>
    <w:rsid w:val="00BA72F6"/>
    <w:rsid w:val="00BA738D"/>
    <w:rsid w:val="00BA7425"/>
    <w:rsid w:val="00BA755D"/>
    <w:rsid w:val="00BB0064"/>
    <w:rsid w:val="00BB01F8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72C"/>
    <w:rsid w:val="00BB405C"/>
    <w:rsid w:val="00BB431B"/>
    <w:rsid w:val="00BB4853"/>
    <w:rsid w:val="00BB4F30"/>
    <w:rsid w:val="00BB4FA4"/>
    <w:rsid w:val="00BB5885"/>
    <w:rsid w:val="00BB60AB"/>
    <w:rsid w:val="00BB6653"/>
    <w:rsid w:val="00BB6A5C"/>
    <w:rsid w:val="00BB6EF0"/>
    <w:rsid w:val="00BB7253"/>
    <w:rsid w:val="00BB747C"/>
    <w:rsid w:val="00BB747F"/>
    <w:rsid w:val="00BB7627"/>
    <w:rsid w:val="00BB765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A9F"/>
    <w:rsid w:val="00BC39C7"/>
    <w:rsid w:val="00BC426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952"/>
    <w:rsid w:val="00BD0B8A"/>
    <w:rsid w:val="00BD149E"/>
    <w:rsid w:val="00BD1A87"/>
    <w:rsid w:val="00BD1B17"/>
    <w:rsid w:val="00BD1CC1"/>
    <w:rsid w:val="00BD1F31"/>
    <w:rsid w:val="00BD2381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63F7"/>
    <w:rsid w:val="00BD64E6"/>
    <w:rsid w:val="00BD69B7"/>
    <w:rsid w:val="00BD6DFC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32D3"/>
    <w:rsid w:val="00BE3519"/>
    <w:rsid w:val="00BE35DE"/>
    <w:rsid w:val="00BE39C3"/>
    <w:rsid w:val="00BE3DE0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CE4"/>
    <w:rsid w:val="00BF4133"/>
    <w:rsid w:val="00BF4136"/>
    <w:rsid w:val="00BF4298"/>
    <w:rsid w:val="00BF4605"/>
    <w:rsid w:val="00BF5271"/>
    <w:rsid w:val="00BF5437"/>
    <w:rsid w:val="00BF563B"/>
    <w:rsid w:val="00BF63C7"/>
    <w:rsid w:val="00BF6AB3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2B9"/>
    <w:rsid w:val="00C03391"/>
    <w:rsid w:val="00C034C2"/>
    <w:rsid w:val="00C0391C"/>
    <w:rsid w:val="00C03A2F"/>
    <w:rsid w:val="00C03B0B"/>
    <w:rsid w:val="00C0407F"/>
    <w:rsid w:val="00C0444C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C80"/>
    <w:rsid w:val="00C11432"/>
    <w:rsid w:val="00C1180C"/>
    <w:rsid w:val="00C11F7D"/>
    <w:rsid w:val="00C12893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7A4"/>
    <w:rsid w:val="00C16885"/>
    <w:rsid w:val="00C16A74"/>
    <w:rsid w:val="00C16B44"/>
    <w:rsid w:val="00C177F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332A"/>
    <w:rsid w:val="00C23C64"/>
    <w:rsid w:val="00C2462B"/>
    <w:rsid w:val="00C24766"/>
    <w:rsid w:val="00C24854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4EA"/>
    <w:rsid w:val="00C2782D"/>
    <w:rsid w:val="00C27B3F"/>
    <w:rsid w:val="00C3051D"/>
    <w:rsid w:val="00C30561"/>
    <w:rsid w:val="00C31211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633"/>
    <w:rsid w:val="00C4091E"/>
    <w:rsid w:val="00C40A36"/>
    <w:rsid w:val="00C40C9D"/>
    <w:rsid w:val="00C40DAF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6C7"/>
    <w:rsid w:val="00C508A6"/>
    <w:rsid w:val="00C50A55"/>
    <w:rsid w:val="00C5166B"/>
    <w:rsid w:val="00C52DC9"/>
    <w:rsid w:val="00C533CB"/>
    <w:rsid w:val="00C53A3B"/>
    <w:rsid w:val="00C53DEE"/>
    <w:rsid w:val="00C53E0D"/>
    <w:rsid w:val="00C544F9"/>
    <w:rsid w:val="00C55AC5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626"/>
    <w:rsid w:val="00C62FD2"/>
    <w:rsid w:val="00C6325A"/>
    <w:rsid w:val="00C6342F"/>
    <w:rsid w:val="00C63492"/>
    <w:rsid w:val="00C63E26"/>
    <w:rsid w:val="00C63FEA"/>
    <w:rsid w:val="00C64689"/>
    <w:rsid w:val="00C64CA1"/>
    <w:rsid w:val="00C64DC6"/>
    <w:rsid w:val="00C64F09"/>
    <w:rsid w:val="00C64F65"/>
    <w:rsid w:val="00C653C9"/>
    <w:rsid w:val="00C65637"/>
    <w:rsid w:val="00C6571E"/>
    <w:rsid w:val="00C658CA"/>
    <w:rsid w:val="00C65D48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C39"/>
    <w:rsid w:val="00C73888"/>
    <w:rsid w:val="00C738E7"/>
    <w:rsid w:val="00C73DAE"/>
    <w:rsid w:val="00C73F6D"/>
    <w:rsid w:val="00C743C3"/>
    <w:rsid w:val="00C747C3"/>
    <w:rsid w:val="00C74DC7"/>
    <w:rsid w:val="00C75C4A"/>
    <w:rsid w:val="00C762BA"/>
    <w:rsid w:val="00C768D9"/>
    <w:rsid w:val="00C7696F"/>
    <w:rsid w:val="00C76B8D"/>
    <w:rsid w:val="00C76F9B"/>
    <w:rsid w:val="00C77055"/>
    <w:rsid w:val="00C773C7"/>
    <w:rsid w:val="00C776AD"/>
    <w:rsid w:val="00C7796C"/>
    <w:rsid w:val="00C800DB"/>
    <w:rsid w:val="00C80974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7CD"/>
    <w:rsid w:val="00C8754D"/>
    <w:rsid w:val="00C87573"/>
    <w:rsid w:val="00C87574"/>
    <w:rsid w:val="00C87BB8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C3E"/>
    <w:rsid w:val="00CA1F19"/>
    <w:rsid w:val="00CA20F4"/>
    <w:rsid w:val="00CA2467"/>
    <w:rsid w:val="00CA2C8F"/>
    <w:rsid w:val="00CA2EA2"/>
    <w:rsid w:val="00CA31F2"/>
    <w:rsid w:val="00CA3203"/>
    <w:rsid w:val="00CA3AAD"/>
    <w:rsid w:val="00CA3EE1"/>
    <w:rsid w:val="00CA40BE"/>
    <w:rsid w:val="00CA44CA"/>
    <w:rsid w:val="00CA4687"/>
    <w:rsid w:val="00CA4BF2"/>
    <w:rsid w:val="00CA4D36"/>
    <w:rsid w:val="00CA4E7C"/>
    <w:rsid w:val="00CA4F2D"/>
    <w:rsid w:val="00CA4F42"/>
    <w:rsid w:val="00CA52D9"/>
    <w:rsid w:val="00CA554B"/>
    <w:rsid w:val="00CA593A"/>
    <w:rsid w:val="00CA5E98"/>
    <w:rsid w:val="00CA603B"/>
    <w:rsid w:val="00CA6499"/>
    <w:rsid w:val="00CA6534"/>
    <w:rsid w:val="00CA6C4D"/>
    <w:rsid w:val="00CA6FE1"/>
    <w:rsid w:val="00CA748D"/>
    <w:rsid w:val="00CA7891"/>
    <w:rsid w:val="00CA7E47"/>
    <w:rsid w:val="00CB0015"/>
    <w:rsid w:val="00CB0150"/>
    <w:rsid w:val="00CB176A"/>
    <w:rsid w:val="00CB1776"/>
    <w:rsid w:val="00CB1ADE"/>
    <w:rsid w:val="00CB20C9"/>
    <w:rsid w:val="00CB2309"/>
    <w:rsid w:val="00CB27C8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BA1"/>
    <w:rsid w:val="00CC0EF0"/>
    <w:rsid w:val="00CC114D"/>
    <w:rsid w:val="00CC1BF6"/>
    <w:rsid w:val="00CC208A"/>
    <w:rsid w:val="00CC2691"/>
    <w:rsid w:val="00CC2CBE"/>
    <w:rsid w:val="00CC3FB1"/>
    <w:rsid w:val="00CC4698"/>
    <w:rsid w:val="00CC59C0"/>
    <w:rsid w:val="00CC5A98"/>
    <w:rsid w:val="00CC626E"/>
    <w:rsid w:val="00CC6546"/>
    <w:rsid w:val="00CC677E"/>
    <w:rsid w:val="00CC6D68"/>
    <w:rsid w:val="00CC6DB9"/>
    <w:rsid w:val="00CC72C1"/>
    <w:rsid w:val="00CD02B3"/>
    <w:rsid w:val="00CD11CA"/>
    <w:rsid w:val="00CD1943"/>
    <w:rsid w:val="00CD206B"/>
    <w:rsid w:val="00CD298C"/>
    <w:rsid w:val="00CD2B15"/>
    <w:rsid w:val="00CD32B8"/>
    <w:rsid w:val="00CD32C5"/>
    <w:rsid w:val="00CD3782"/>
    <w:rsid w:val="00CD380E"/>
    <w:rsid w:val="00CD3ADA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33A"/>
    <w:rsid w:val="00CD73FF"/>
    <w:rsid w:val="00CD7B69"/>
    <w:rsid w:val="00CD7D40"/>
    <w:rsid w:val="00CE0769"/>
    <w:rsid w:val="00CE0945"/>
    <w:rsid w:val="00CE11B1"/>
    <w:rsid w:val="00CE1D84"/>
    <w:rsid w:val="00CE1F4A"/>
    <w:rsid w:val="00CE20E4"/>
    <w:rsid w:val="00CE21C1"/>
    <w:rsid w:val="00CE245C"/>
    <w:rsid w:val="00CE2E7E"/>
    <w:rsid w:val="00CE31D3"/>
    <w:rsid w:val="00CE323E"/>
    <w:rsid w:val="00CE4D23"/>
    <w:rsid w:val="00CE4E8B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1428"/>
    <w:rsid w:val="00CF19ED"/>
    <w:rsid w:val="00CF3132"/>
    <w:rsid w:val="00CF44D6"/>
    <w:rsid w:val="00CF4C48"/>
    <w:rsid w:val="00CF5348"/>
    <w:rsid w:val="00CF5465"/>
    <w:rsid w:val="00CF5C75"/>
    <w:rsid w:val="00CF66CA"/>
    <w:rsid w:val="00CF68D0"/>
    <w:rsid w:val="00CF6C7A"/>
    <w:rsid w:val="00CF6D5B"/>
    <w:rsid w:val="00CF6EBD"/>
    <w:rsid w:val="00CF753D"/>
    <w:rsid w:val="00CF766E"/>
    <w:rsid w:val="00D00592"/>
    <w:rsid w:val="00D005AF"/>
    <w:rsid w:val="00D0064F"/>
    <w:rsid w:val="00D009AE"/>
    <w:rsid w:val="00D01066"/>
    <w:rsid w:val="00D01A69"/>
    <w:rsid w:val="00D01A96"/>
    <w:rsid w:val="00D01B04"/>
    <w:rsid w:val="00D01D88"/>
    <w:rsid w:val="00D01DBF"/>
    <w:rsid w:val="00D02938"/>
    <w:rsid w:val="00D02A9B"/>
    <w:rsid w:val="00D03381"/>
    <w:rsid w:val="00D03DA8"/>
    <w:rsid w:val="00D04484"/>
    <w:rsid w:val="00D04C28"/>
    <w:rsid w:val="00D04E72"/>
    <w:rsid w:val="00D05003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E83"/>
    <w:rsid w:val="00D10F36"/>
    <w:rsid w:val="00D111F1"/>
    <w:rsid w:val="00D1147A"/>
    <w:rsid w:val="00D11C51"/>
    <w:rsid w:val="00D12343"/>
    <w:rsid w:val="00D1246B"/>
    <w:rsid w:val="00D12BBF"/>
    <w:rsid w:val="00D132E6"/>
    <w:rsid w:val="00D13FBC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70E8"/>
    <w:rsid w:val="00D17251"/>
    <w:rsid w:val="00D176BF"/>
    <w:rsid w:val="00D17897"/>
    <w:rsid w:val="00D20764"/>
    <w:rsid w:val="00D2101D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A20"/>
    <w:rsid w:val="00D25B9A"/>
    <w:rsid w:val="00D25CFC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4186"/>
    <w:rsid w:val="00D34496"/>
    <w:rsid w:val="00D345C2"/>
    <w:rsid w:val="00D34974"/>
    <w:rsid w:val="00D353AC"/>
    <w:rsid w:val="00D353CB"/>
    <w:rsid w:val="00D35504"/>
    <w:rsid w:val="00D355A0"/>
    <w:rsid w:val="00D3570C"/>
    <w:rsid w:val="00D359B9"/>
    <w:rsid w:val="00D35A49"/>
    <w:rsid w:val="00D36271"/>
    <w:rsid w:val="00D37034"/>
    <w:rsid w:val="00D376BE"/>
    <w:rsid w:val="00D377F4"/>
    <w:rsid w:val="00D40087"/>
    <w:rsid w:val="00D4023A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8D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BFB"/>
    <w:rsid w:val="00D550BA"/>
    <w:rsid w:val="00D5512E"/>
    <w:rsid w:val="00D55244"/>
    <w:rsid w:val="00D554B7"/>
    <w:rsid w:val="00D55BC8"/>
    <w:rsid w:val="00D56962"/>
    <w:rsid w:val="00D5696A"/>
    <w:rsid w:val="00D56AFE"/>
    <w:rsid w:val="00D5751F"/>
    <w:rsid w:val="00D57A18"/>
    <w:rsid w:val="00D57AB4"/>
    <w:rsid w:val="00D57E1E"/>
    <w:rsid w:val="00D57FA0"/>
    <w:rsid w:val="00D606EF"/>
    <w:rsid w:val="00D60A11"/>
    <w:rsid w:val="00D60E63"/>
    <w:rsid w:val="00D61030"/>
    <w:rsid w:val="00D6103B"/>
    <w:rsid w:val="00D62023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ED6"/>
    <w:rsid w:val="00D65DB5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F1A"/>
    <w:rsid w:val="00D7478B"/>
    <w:rsid w:val="00D74AA6"/>
    <w:rsid w:val="00D75070"/>
    <w:rsid w:val="00D760CE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80657"/>
    <w:rsid w:val="00D80B90"/>
    <w:rsid w:val="00D80CC2"/>
    <w:rsid w:val="00D812A5"/>
    <w:rsid w:val="00D812D2"/>
    <w:rsid w:val="00D812F9"/>
    <w:rsid w:val="00D81554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3CA0"/>
    <w:rsid w:val="00D840F5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723"/>
    <w:rsid w:val="00D91D7E"/>
    <w:rsid w:val="00D91FB9"/>
    <w:rsid w:val="00D9205D"/>
    <w:rsid w:val="00D92427"/>
    <w:rsid w:val="00D92615"/>
    <w:rsid w:val="00D9266B"/>
    <w:rsid w:val="00D92CBC"/>
    <w:rsid w:val="00D93D4E"/>
    <w:rsid w:val="00D93F02"/>
    <w:rsid w:val="00D943EC"/>
    <w:rsid w:val="00D94F56"/>
    <w:rsid w:val="00D94F9D"/>
    <w:rsid w:val="00D951E7"/>
    <w:rsid w:val="00D9525D"/>
    <w:rsid w:val="00D95329"/>
    <w:rsid w:val="00D958B3"/>
    <w:rsid w:val="00D959FF"/>
    <w:rsid w:val="00D96B05"/>
    <w:rsid w:val="00D96B7D"/>
    <w:rsid w:val="00D96BF6"/>
    <w:rsid w:val="00D97052"/>
    <w:rsid w:val="00D971E6"/>
    <w:rsid w:val="00D97C77"/>
    <w:rsid w:val="00DA0615"/>
    <w:rsid w:val="00DA1194"/>
    <w:rsid w:val="00DA11F6"/>
    <w:rsid w:val="00DA1245"/>
    <w:rsid w:val="00DA18CA"/>
    <w:rsid w:val="00DA1DDA"/>
    <w:rsid w:val="00DA206C"/>
    <w:rsid w:val="00DA22B2"/>
    <w:rsid w:val="00DA2511"/>
    <w:rsid w:val="00DA2BE6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845"/>
    <w:rsid w:val="00DA5906"/>
    <w:rsid w:val="00DA63FB"/>
    <w:rsid w:val="00DA6487"/>
    <w:rsid w:val="00DA6621"/>
    <w:rsid w:val="00DA68E6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F8F"/>
    <w:rsid w:val="00DB1FC0"/>
    <w:rsid w:val="00DB26A9"/>
    <w:rsid w:val="00DB379E"/>
    <w:rsid w:val="00DB3F84"/>
    <w:rsid w:val="00DB4488"/>
    <w:rsid w:val="00DB4880"/>
    <w:rsid w:val="00DB4B77"/>
    <w:rsid w:val="00DB5C18"/>
    <w:rsid w:val="00DB5EF2"/>
    <w:rsid w:val="00DB5F51"/>
    <w:rsid w:val="00DB6737"/>
    <w:rsid w:val="00DB6942"/>
    <w:rsid w:val="00DB6FD3"/>
    <w:rsid w:val="00DB7166"/>
    <w:rsid w:val="00DB71B6"/>
    <w:rsid w:val="00DB7460"/>
    <w:rsid w:val="00DB7676"/>
    <w:rsid w:val="00DC020C"/>
    <w:rsid w:val="00DC0A0C"/>
    <w:rsid w:val="00DC12DE"/>
    <w:rsid w:val="00DC13F0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F9"/>
    <w:rsid w:val="00DC5A28"/>
    <w:rsid w:val="00DC5FC4"/>
    <w:rsid w:val="00DC614F"/>
    <w:rsid w:val="00DC6425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2D89"/>
    <w:rsid w:val="00DD2DA2"/>
    <w:rsid w:val="00DD307A"/>
    <w:rsid w:val="00DD3A52"/>
    <w:rsid w:val="00DD5076"/>
    <w:rsid w:val="00DD544C"/>
    <w:rsid w:val="00DD562F"/>
    <w:rsid w:val="00DD5A4B"/>
    <w:rsid w:val="00DD6130"/>
    <w:rsid w:val="00DD6BFC"/>
    <w:rsid w:val="00DD6DF0"/>
    <w:rsid w:val="00DD7AF1"/>
    <w:rsid w:val="00DE098C"/>
    <w:rsid w:val="00DE09FF"/>
    <w:rsid w:val="00DE0BAC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6157"/>
    <w:rsid w:val="00DE6295"/>
    <w:rsid w:val="00DE6F25"/>
    <w:rsid w:val="00DE73F9"/>
    <w:rsid w:val="00DE7A45"/>
    <w:rsid w:val="00DF0479"/>
    <w:rsid w:val="00DF14B1"/>
    <w:rsid w:val="00DF1650"/>
    <w:rsid w:val="00DF16BC"/>
    <w:rsid w:val="00DF1D5D"/>
    <w:rsid w:val="00DF1D9E"/>
    <w:rsid w:val="00DF21BC"/>
    <w:rsid w:val="00DF24DB"/>
    <w:rsid w:val="00DF29D6"/>
    <w:rsid w:val="00DF2A6B"/>
    <w:rsid w:val="00DF2E2F"/>
    <w:rsid w:val="00DF30DD"/>
    <w:rsid w:val="00DF37E2"/>
    <w:rsid w:val="00DF400C"/>
    <w:rsid w:val="00DF456A"/>
    <w:rsid w:val="00DF49F8"/>
    <w:rsid w:val="00DF4E3F"/>
    <w:rsid w:val="00DF4F64"/>
    <w:rsid w:val="00DF5275"/>
    <w:rsid w:val="00DF5460"/>
    <w:rsid w:val="00DF56D2"/>
    <w:rsid w:val="00DF5ACE"/>
    <w:rsid w:val="00DF60AD"/>
    <w:rsid w:val="00DF614E"/>
    <w:rsid w:val="00DF671E"/>
    <w:rsid w:val="00DF6B23"/>
    <w:rsid w:val="00DF6C16"/>
    <w:rsid w:val="00DF70A8"/>
    <w:rsid w:val="00DF71FE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35F"/>
    <w:rsid w:val="00E02791"/>
    <w:rsid w:val="00E02899"/>
    <w:rsid w:val="00E032E4"/>
    <w:rsid w:val="00E03DBB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FAE"/>
    <w:rsid w:val="00E17B56"/>
    <w:rsid w:val="00E202D9"/>
    <w:rsid w:val="00E20454"/>
    <w:rsid w:val="00E206A8"/>
    <w:rsid w:val="00E20817"/>
    <w:rsid w:val="00E2081D"/>
    <w:rsid w:val="00E213FD"/>
    <w:rsid w:val="00E21655"/>
    <w:rsid w:val="00E219AD"/>
    <w:rsid w:val="00E22582"/>
    <w:rsid w:val="00E22B11"/>
    <w:rsid w:val="00E22E80"/>
    <w:rsid w:val="00E23450"/>
    <w:rsid w:val="00E2365A"/>
    <w:rsid w:val="00E23E4E"/>
    <w:rsid w:val="00E2425E"/>
    <w:rsid w:val="00E247A1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4E0"/>
    <w:rsid w:val="00E33BEE"/>
    <w:rsid w:val="00E34514"/>
    <w:rsid w:val="00E34A61"/>
    <w:rsid w:val="00E34C7F"/>
    <w:rsid w:val="00E36446"/>
    <w:rsid w:val="00E375C2"/>
    <w:rsid w:val="00E3772A"/>
    <w:rsid w:val="00E3781B"/>
    <w:rsid w:val="00E37B9A"/>
    <w:rsid w:val="00E40460"/>
    <w:rsid w:val="00E4057C"/>
    <w:rsid w:val="00E416F6"/>
    <w:rsid w:val="00E419A2"/>
    <w:rsid w:val="00E42363"/>
    <w:rsid w:val="00E4262C"/>
    <w:rsid w:val="00E427F0"/>
    <w:rsid w:val="00E428F1"/>
    <w:rsid w:val="00E42E48"/>
    <w:rsid w:val="00E43438"/>
    <w:rsid w:val="00E43E7E"/>
    <w:rsid w:val="00E44F7E"/>
    <w:rsid w:val="00E454BC"/>
    <w:rsid w:val="00E45541"/>
    <w:rsid w:val="00E45704"/>
    <w:rsid w:val="00E45822"/>
    <w:rsid w:val="00E4597F"/>
    <w:rsid w:val="00E45CCA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133A"/>
    <w:rsid w:val="00E526A1"/>
    <w:rsid w:val="00E528AE"/>
    <w:rsid w:val="00E535C6"/>
    <w:rsid w:val="00E53C12"/>
    <w:rsid w:val="00E543F6"/>
    <w:rsid w:val="00E54D90"/>
    <w:rsid w:val="00E55420"/>
    <w:rsid w:val="00E56315"/>
    <w:rsid w:val="00E56347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E23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A13"/>
    <w:rsid w:val="00E655DD"/>
    <w:rsid w:val="00E65DD3"/>
    <w:rsid w:val="00E65E4F"/>
    <w:rsid w:val="00E65FD6"/>
    <w:rsid w:val="00E662D7"/>
    <w:rsid w:val="00E66768"/>
    <w:rsid w:val="00E67E57"/>
    <w:rsid w:val="00E70379"/>
    <w:rsid w:val="00E7049B"/>
    <w:rsid w:val="00E705F6"/>
    <w:rsid w:val="00E707FB"/>
    <w:rsid w:val="00E70C90"/>
    <w:rsid w:val="00E70D2A"/>
    <w:rsid w:val="00E71215"/>
    <w:rsid w:val="00E720A8"/>
    <w:rsid w:val="00E72654"/>
    <w:rsid w:val="00E72C60"/>
    <w:rsid w:val="00E730AF"/>
    <w:rsid w:val="00E731B3"/>
    <w:rsid w:val="00E73D5A"/>
    <w:rsid w:val="00E740C5"/>
    <w:rsid w:val="00E744E8"/>
    <w:rsid w:val="00E74692"/>
    <w:rsid w:val="00E74712"/>
    <w:rsid w:val="00E75066"/>
    <w:rsid w:val="00E7543D"/>
    <w:rsid w:val="00E76853"/>
    <w:rsid w:val="00E76C79"/>
    <w:rsid w:val="00E76CE4"/>
    <w:rsid w:val="00E76D7A"/>
    <w:rsid w:val="00E77ED5"/>
    <w:rsid w:val="00E802B4"/>
    <w:rsid w:val="00E80432"/>
    <w:rsid w:val="00E805F3"/>
    <w:rsid w:val="00E80990"/>
    <w:rsid w:val="00E80A11"/>
    <w:rsid w:val="00E80B5F"/>
    <w:rsid w:val="00E8146E"/>
    <w:rsid w:val="00E81B14"/>
    <w:rsid w:val="00E81F0A"/>
    <w:rsid w:val="00E82024"/>
    <w:rsid w:val="00E8298D"/>
    <w:rsid w:val="00E82EEF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8A6"/>
    <w:rsid w:val="00E86BD3"/>
    <w:rsid w:val="00E877BD"/>
    <w:rsid w:val="00E877FC"/>
    <w:rsid w:val="00E87F51"/>
    <w:rsid w:val="00E90BC2"/>
    <w:rsid w:val="00E910BD"/>
    <w:rsid w:val="00E913D1"/>
    <w:rsid w:val="00E91890"/>
    <w:rsid w:val="00E92552"/>
    <w:rsid w:val="00E925E7"/>
    <w:rsid w:val="00E9270B"/>
    <w:rsid w:val="00E9297A"/>
    <w:rsid w:val="00E9310B"/>
    <w:rsid w:val="00E93412"/>
    <w:rsid w:val="00E93692"/>
    <w:rsid w:val="00E9398C"/>
    <w:rsid w:val="00E93A54"/>
    <w:rsid w:val="00E93C3E"/>
    <w:rsid w:val="00E93EE1"/>
    <w:rsid w:val="00E93F52"/>
    <w:rsid w:val="00E9417C"/>
    <w:rsid w:val="00E94649"/>
    <w:rsid w:val="00E95193"/>
    <w:rsid w:val="00E953B5"/>
    <w:rsid w:val="00E95B5B"/>
    <w:rsid w:val="00E965C1"/>
    <w:rsid w:val="00E96789"/>
    <w:rsid w:val="00E972B7"/>
    <w:rsid w:val="00E97ABA"/>
    <w:rsid w:val="00E97B42"/>
    <w:rsid w:val="00EA05D6"/>
    <w:rsid w:val="00EA0A61"/>
    <w:rsid w:val="00EA1525"/>
    <w:rsid w:val="00EA1DF5"/>
    <w:rsid w:val="00EA2112"/>
    <w:rsid w:val="00EA231E"/>
    <w:rsid w:val="00EA2468"/>
    <w:rsid w:val="00EA2601"/>
    <w:rsid w:val="00EA261C"/>
    <w:rsid w:val="00EA2A6A"/>
    <w:rsid w:val="00EA383F"/>
    <w:rsid w:val="00EA405B"/>
    <w:rsid w:val="00EA4221"/>
    <w:rsid w:val="00EA4856"/>
    <w:rsid w:val="00EA496B"/>
    <w:rsid w:val="00EA551F"/>
    <w:rsid w:val="00EA5622"/>
    <w:rsid w:val="00EA644D"/>
    <w:rsid w:val="00EA7258"/>
    <w:rsid w:val="00EA7A73"/>
    <w:rsid w:val="00EA7C41"/>
    <w:rsid w:val="00EA7E8F"/>
    <w:rsid w:val="00EA7FAF"/>
    <w:rsid w:val="00EB0815"/>
    <w:rsid w:val="00EB0A1C"/>
    <w:rsid w:val="00EB110D"/>
    <w:rsid w:val="00EB154D"/>
    <w:rsid w:val="00EB1701"/>
    <w:rsid w:val="00EB18FA"/>
    <w:rsid w:val="00EB2519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DB3"/>
    <w:rsid w:val="00EB608F"/>
    <w:rsid w:val="00EB6573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6CB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4DD4"/>
    <w:rsid w:val="00EC5129"/>
    <w:rsid w:val="00EC6257"/>
    <w:rsid w:val="00EC66AA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3770"/>
    <w:rsid w:val="00ED3BE4"/>
    <w:rsid w:val="00ED428B"/>
    <w:rsid w:val="00ED44FE"/>
    <w:rsid w:val="00ED4A32"/>
    <w:rsid w:val="00ED4B17"/>
    <w:rsid w:val="00ED4C90"/>
    <w:rsid w:val="00ED4D6B"/>
    <w:rsid w:val="00ED4ED4"/>
    <w:rsid w:val="00ED5826"/>
    <w:rsid w:val="00ED71CE"/>
    <w:rsid w:val="00ED7753"/>
    <w:rsid w:val="00EE0271"/>
    <w:rsid w:val="00EE05CE"/>
    <w:rsid w:val="00EE0AC6"/>
    <w:rsid w:val="00EE0BD0"/>
    <w:rsid w:val="00EE0CF0"/>
    <w:rsid w:val="00EE0E07"/>
    <w:rsid w:val="00EE16F0"/>
    <w:rsid w:val="00EE2876"/>
    <w:rsid w:val="00EE2B09"/>
    <w:rsid w:val="00EE33B1"/>
    <w:rsid w:val="00EE3A2C"/>
    <w:rsid w:val="00EE40BE"/>
    <w:rsid w:val="00EE41F1"/>
    <w:rsid w:val="00EE4F46"/>
    <w:rsid w:val="00EE5827"/>
    <w:rsid w:val="00EE5917"/>
    <w:rsid w:val="00EE59D1"/>
    <w:rsid w:val="00EE5BD0"/>
    <w:rsid w:val="00EE63E1"/>
    <w:rsid w:val="00EE6B69"/>
    <w:rsid w:val="00EE6CAB"/>
    <w:rsid w:val="00EE6F81"/>
    <w:rsid w:val="00EE72AB"/>
    <w:rsid w:val="00EE72C5"/>
    <w:rsid w:val="00EE746B"/>
    <w:rsid w:val="00EE779B"/>
    <w:rsid w:val="00EE7981"/>
    <w:rsid w:val="00EE7BCC"/>
    <w:rsid w:val="00EF0793"/>
    <w:rsid w:val="00EF0C82"/>
    <w:rsid w:val="00EF15A5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865"/>
    <w:rsid w:val="00EF39A7"/>
    <w:rsid w:val="00EF43C3"/>
    <w:rsid w:val="00EF4448"/>
    <w:rsid w:val="00EF4698"/>
    <w:rsid w:val="00EF4B75"/>
    <w:rsid w:val="00EF4F96"/>
    <w:rsid w:val="00EF51A3"/>
    <w:rsid w:val="00EF5376"/>
    <w:rsid w:val="00EF5547"/>
    <w:rsid w:val="00EF5658"/>
    <w:rsid w:val="00EF5DC1"/>
    <w:rsid w:val="00EF62BA"/>
    <w:rsid w:val="00EF6C00"/>
    <w:rsid w:val="00EF6DE6"/>
    <w:rsid w:val="00EF6E67"/>
    <w:rsid w:val="00EF731D"/>
    <w:rsid w:val="00EF7D56"/>
    <w:rsid w:val="00F00008"/>
    <w:rsid w:val="00F00F8B"/>
    <w:rsid w:val="00F019F2"/>
    <w:rsid w:val="00F01A00"/>
    <w:rsid w:val="00F01A48"/>
    <w:rsid w:val="00F020C4"/>
    <w:rsid w:val="00F02F40"/>
    <w:rsid w:val="00F03467"/>
    <w:rsid w:val="00F036D5"/>
    <w:rsid w:val="00F03817"/>
    <w:rsid w:val="00F03FD7"/>
    <w:rsid w:val="00F0432B"/>
    <w:rsid w:val="00F047E9"/>
    <w:rsid w:val="00F048E8"/>
    <w:rsid w:val="00F052BA"/>
    <w:rsid w:val="00F05564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FE1"/>
    <w:rsid w:val="00F13CCD"/>
    <w:rsid w:val="00F1404C"/>
    <w:rsid w:val="00F141F5"/>
    <w:rsid w:val="00F149AD"/>
    <w:rsid w:val="00F149B2"/>
    <w:rsid w:val="00F14ABC"/>
    <w:rsid w:val="00F15058"/>
    <w:rsid w:val="00F15286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D25"/>
    <w:rsid w:val="00F20E94"/>
    <w:rsid w:val="00F2108E"/>
    <w:rsid w:val="00F2111A"/>
    <w:rsid w:val="00F225B0"/>
    <w:rsid w:val="00F232B6"/>
    <w:rsid w:val="00F2405D"/>
    <w:rsid w:val="00F25208"/>
    <w:rsid w:val="00F25A18"/>
    <w:rsid w:val="00F25AA8"/>
    <w:rsid w:val="00F25B9D"/>
    <w:rsid w:val="00F260E0"/>
    <w:rsid w:val="00F26C41"/>
    <w:rsid w:val="00F26F31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708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5202"/>
    <w:rsid w:val="00F353C3"/>
    <w:rsid w:val="00F356FD"/>
    <w:rsid w:val="00F358C7"/>
    <w:rsid w:val="00F35BAC"/>
    <w:rsid w:val="00F35CCE"/>
    <w:rsid w:val="00F36A58"/>
    <w:rsid w:val="00F36A6B"/>
    <w:rsid w:val="00F36C0B"/>
    <w:rsid w:val="00F36C31"/>
    <w:rsid w:val="00F36CF5"/>
    <w:rsid w:val="00F36D16"/>
    <w:rsid w:val="00F36EF2"/>
    <w:rsid w:val="00F3711F"/>
    <w:rsid w:val="00F376E0"/>
    <w:rsid w:val="00F3798C"/>
    <w:rsid w:val="00F40129"/>
    <w:rsid w:val="00F404D5"/>
    <w:rsid w:val="00F40ACA"/>
    <w:rsid w:val="00F4188C"/>
    <w:rsid w:val="00F41BE1"/>
    <w:rsid w:val="00F42542"/>
    <w:rsid w:val="00F425F4"/>
    <w:rsid w:val="00F42695"/>
    <w:rsid w:val="00F4274D"/>
    <w:rsid w:val="00F42A25"/>
    <w:rsid w:val="00F43766"/>
    <w:rsid w:val="00F43B8F"/>
    <w:rsid w:val="00F443B0"/>
    <w:rsid w:val="00F443DE"/>
    <w:rsid w:val="00F45187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10B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1CE"/>
    <w:rsid w:val="00F5324D"/>
    <w:rsid w:val="00F533A7"/>
    <w:rsid w:val="00F53A57"/>
    <w:rsid w:val="00F53BF0"/>
    <w:rsid w:val="00F53CF6"/>
    <w:rsid w:val="00F5418F"/>
    <w:rsid w:val="00F5474C"/>
    <w:rsid w:val="00F5480B"/>
    <w:rsid w:val="00F5488E"/>
    <w:rsid w:val="00F548F1"/>
    <w:rsid w:val="00F562FC"/>
    <w:rsid w:val="00F5694A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F72"/>
    <w:rsid w:val="00F671D4"/>
    <w:rsid w:val="00F67455"/>
    <w:rsid w:val="00F67CD7"/>
    <w:rsid w:val="00F70569"/>
    <w:rsid w:val="00F705DA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E25"/>
    <w:rsid w:val="00F72859"/>
    <w:rsid w:val="00F72912"/>
    <w:rsid w:val="00F73BD2"/>
    <w:rsid w:val="00F73FAF"/>
    <w:rsid w:val="00F74127"/>
    <w:rsid w:val="00F74235"/>
    <w:rsid w:val="00F745B0"/>
    <w:rsid w:val="00F74A46"/>
    <w:rsid w:val="00F74D93"/>
    <w:rsid w:val="00F751E7"/>
    <w:rsid w:val="00F7598B"/>
    <w:rsid w:val="00F75F7C"/>
    <w:rsid w:val="00F7633E"/>
    <w:rsid w:val="00F76564"/>
    <w:rsid w:val="00F76AEF"/>
    <w:rsid w:val="00F76BBA"/>
    <w:rsid w:val="00F76D62"/>
    <w:rsid w:val="00F7756C"/>
    <w:rsid w:val="00F77960"/>
    <w:rsid w:val="00F77D10"/>
    <w:rsid w:val="00F80736"/>
    <w:rsid w:val="00F809DB"/>
    <w:rsid w:val="00F80A13"/>
    <w:rsid w:val="00F81455"/>
    <w:rsid w:val="00F818D0"/>
    <w:rsid w:val="00F82031"/>
    <w:rsid w:val="00F820B3"/>
    <w:rsid w:val="00F820E0"/>
    <w:rsid w:val="00F82138"/>
    <w:rsid w:val="00F8220D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DFB"/>
    <w:rsid w:val="00F85E73"/>
    <w:rsid w:val="00F86381"/>
    <w:rsid w:val="00F86576"/>
    <w:rsid w:val="00F8665E"/>
    <w:rsid w:val="00F86D72"/>
    <w:rsid w:val="00F86DAD"/>
    <w:rsid w:val="00F87CAF"/>
    <w:rsid w:val="00F9017B"/>
    <w:rsid w:val="00F9023E"/>
    <w:rsid w:val="00F9078C"/>
    <w:rsid w:val="00F90CAF"/>
    <w:rsid w:val="00F91492"/>
    <w:rsid w:val="00F92177"/>
    <w:rsid w:val="00F924F7"/>
    <w:rsid w:val="00F92620"/>
    <w:rsid w:val="00F932E4"/>
    <w:rsid w:val="00F93544"/>
    <w:rsid w:val="00F93EA6"/>
    <w:rsid w:val="00F93EDB"/>
    <w:rsid w:val="00F9433F"/>
    <w:rsid w:val="00F946B9"/>
    <w:rsid w:val="00F9475D"/>
    <w:rsid w:val="00F94796"/>
    <w:rsid w:val="00F947D6"/>
    <w:rsid w:val="00F948F5"/>
    <w:rsid w:val="00F94D54"/>
    <w:rsid w:val="00F95139"/>
    <w:rsid w:val="00F95D3A"/>
    <w:rsid w:val="00F9628C"/>
    <w:rsid w:val="00F96408"/>
    <w:rsid w:val="00F96919"/>
    <w:rsid w:val="00F96BF9"/>
    <w:rsid w:val="00F96FA7"/>
    <w:rsid w:val="00F97077"/>
    <w:rsid w:val="00F971BD"/>
    <w:rsid w:val="00F972EE"/>
    <w:rsid w:val="00F973CF"/>
    <w:rsid w:val="00FA015A"/>
    <w:rsid w:val="00FA0171"/>
    <w:rsid w:val="00FA01EA"/>
    <w:rsid w:val="00FA055C"/>
    <w:rsid w:val="00FA0A41"/>
    <w:rsid w:val="00FA1062"/>
    <w:rsid w:val="00FA1449"/>
    <w:rsid w:val="00FA15A7"/>
    <w:rsid w:val="00FA184F"/>
    <w:rsid w:val="00FA28F2"/>
    <w:rsid w:val="00FA2B33"/>
    <w:rsid w:val="00FA2BD8"/>
    <w:rsid w:val="00FA3EF6"/>
    <w:rsid w:val="00FA4122"/>
    <w:rsid w:val="00FA41A4"/>
    <w:rsid w:val="00FA4382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9C3"/>
    <w:rsid w:val="00FA79C4"/>
    <w:rsid w:val="00FA7A1E"/>
    <w:rsid w:val="00FA7CFA"/>
    <w:rsid w:val="00FB0BC5"/>
    <w:rsid w:val="00FB1240"/>
    <w:rsid w:val="00FB1267"/>
    <w:rsid w:val="00FB172F"/>
    <w:rsid w:val="00FB17F7"/>
    <w:rsid w:val="00FB1EDA"/>
    <w:rsid w:val="00FB1FC9"/>
    <w:rsid w:val="00FB31B8"/>
    <w:rsid w:val="00FB3303"/>
    <w:rsid w:val="00FB3952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885"/>
    <w:rsid w:val="00FB7D5D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C0E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41C4"/>
    <w:rsid w:val="00FD4379"/>
    <w:rsid w:val="00FD4B69"/>
    <w:rsid w:val="00FD5304"/>
    <w:rsid w:val="00FD5810"/>
    <w:rsid w:val="00FD5CC2"/>
    <w:rsid w:val="00FD5E6C"/>
    <w:rsid w:val="00FD69E5"/>
    <w:rsid w:val="00FD6F43"/>
    <w:rsid w:val="00FD7394"/>
    <w:rsid w:val="00FD75DB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B24"/>
    <w:rsid w:val="00FE1CD6"/>
    <w:rsid w:val="00FE1FA5"/>
    <w:rsid w:val="00FE2206"/>
    <w:rsid w:val="00FE2476"/>
    <w:rsid w:val="00FE27DC"/>
    <w:rsid w:val="00FE2D75"/>
    <w:rsid w:val="00FE3163"/>
    <w:rsid w:val="00FE467A"/>
    <w:rsid w:val="00FE4682"/>
    <w:rsid w:val="00FE479E"/>
    <w:rsid w:val="00FE4BDE"/>
    <w:rsid w:val="00FE5492"/>
    <w:rsid w:val="00FE595E"/>
    <w:rsid w:val="00FE5ABE"/>
    <w:rsid w:val="00FE5E75"/>
    <w:rsid w:val="00FE6916"/>
    <w:rsid w:val="00FE6A8C"/>
    <w:rsid w:val="00FE6E41"/>
    <w:rsid w:val="00FE7355"/>
    <w:rsid w:val="00FE78B6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990"/>
    <w:rsid w:val="00FF4A8F"/>
    <w:rsid w:val="00FF5A04"/>
    <w:rsid w:val="00FF5A71"/>
    <w:rsid w:val="00FF5BB6"/>
    <w:rsid w:val="00FF5D8C"/>
    <w:rsid w:val="00FF6198"/>
    <w:rsid w:val="00FF6791"/>
    <w:rsid w:val="00FF6B43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408DD"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2408DD"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408DD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08DD"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408DD"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408DD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76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76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763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ykonkomperv@mk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2969</TotalTime>
  <Pages>4</Pages>
  <Words>895</Words>
  <Characters>5108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756</cp:revision>
  <cp:lastPrinted>2019-10-10T13:02:00Z</cp:lastPrinted>
  <dcterms:created xsi:type="dcterms:W3CDTF">2019-02-05T06:57:00Z</dcterms:created>
  <dcterms:modified xsi:type="dcterms:W3CDTF">2019-10-29T07:05:00Z</dcterms:modified>
</cp:coreProperties>
</file>